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152" w:lineRule="exact" w:before="76"/>
        <w:ind w:right="0"/>
        <w:jc w:val="left"/>
        <w:rPr>
          <w:b w:val="0"/>
          <w:bCs w:val="0"/>
        </w:rPr>
      </w:pPr>
      <w:r>
        <w:rPr>
          <w:color w:val="231F20"/>
        </w:rPr>
        <w:t>НАЦИОНАЛЬНЫЙ СТАТИСТИЧЕСКИЙ КОМИТЕТ КЫРГЫЗСКОЙ РЕСПУБЛИКИ</w:t>
      </w:r>
      <w:r>
        <w:rPr>
          <w:b w:val="0"/>
        </w:rPr>
      </w:r>
    </w:p>
    <w:p>
      <w:pPr>
        <w:spacing w:line="174" w:lineRule="exact" w:before="54"/>
        <w:ind w:left="105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/>
        <w:br w:type="column"/>
      </w:r>
      <w:r>
        <w:rPr>
          <w:rFonts w:ascii="Calibri" w:hAnsi="Calibri"/>
          <w:b/>
          <w:color w:val="231F20"/>
          <w:spacing w:val="-1"/>
          <w:sz w:val="16"/>
        </w:rPr>
        <w:t>Форма</w:t>
      </w:r>
      <w:r>
        <w:rPr>
          <w:rFonts w:ascii="Calibri" w:hAnsi="Calibri"/>
          <w:b/>
          <w:color w:val="231F20"/>
          <w:spacing w:val="-1"/>
          <w:sz w:val="16"/>
        </w:rPr>
        <w:t>-</w:t>
      </w:r>
      <w:r>
        <w:rPr>
          <w:rFonts w:ascii="Calibri" w:hAnsi="Calibri"/>
          <w:b/>
          <w:color w:val="231F20"/>
          <w:spacing w:val="-1"/>
          <w:sz w:val="16"/>
        </w:rPr>
        <w:t>2</w:t>
      </w:r>
      <w:r>
        <w:rPr>
          <w:rFonts w:ascii="Calibri" w:hAnsi="Calibri"/>
          <w:sz w:val="16"/>
        </w:rPr>
      </w:r>
    </w:p>
    <w:p>
      <w:pPr>
        <w:spacing w:after="0" w:line="174" w:lineRule="exact"/>
        <w:jc w:val="left"/>
        <w:rPr>
          <w:rFonts w:ascii="Calibri" w:hAnsi="Calibri" w:cs="Calibri" w:eastAsia="Calibri"/>
          <w:sz w:val="16"/>
          <w:szCs w:val="16"/>
        </w:rPr>
        <w:sectPr>
          <w:type w:val="continuous"/>
          <w:pgSz w:w="11910" w:h="16840"/>
          <w:pgMar w:top="280" w:bottom="280" w:left="320" w:right="240"/>
          <w:cols w:num="2" w:equalWidth="0">
            <w:col w:w="5319" w:space="5092"/>
            <w:col w:w="939"/>
          </w:cols>
        </w:sectPr>
      </w:pPr>
    </w:p>
    <w:p>
      <w:pPr>
        <w:tabs>
          <w:tab w:pos="7531" w:val="left" w:leader="none"/>
        </w:tabs>
        <w:spacing w:line="238" w:lineRule="exact" w:before="0"/>
        <w:ind w:left="105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87.009003pt;margin-top:7.008pt;width:189.25pt;height:7.15pt;mso-position-horizontal-relative:page;mso-position-vertical-relative:paragraph;z-index:-16864" type="#_x0000_t202" filled="false" stroked="false">
            <v:textbox inset="0,0,0,0">
              <w:txbxContent>
                <w:p>
                  <w:pPr>
                    <w:pStyle w:val="BodyText"/>
                    <w:spacing w:line="142" w:lineRule="exact"/>
                    <w:ind w:left="0" w:right="0"/>
                    <w:jc w:val="left"/>
                    <w:rPr>
                      <w:rFonts w:ascii="Calibri" w:hAnsi="Calibri" w:cs="Calibri" w:eastAsia="Calibri"/>
                    </w:rPr>
                  </w:pPr>
                  <w:r>
                    <w:rPr>
                      <w:rFonts w:ascii="Calibri" w:hAnsi="Calibri" w:cs="Calibri" w:eastAsia="Calibri"/>
                      <w:color w:val="231F20"/>
                    </w:rPr>
                    <w:t>комитета Кыргызской Республики от </w:t>
                  </w:r>
                  <w:r>
                    <w:rPr>
                      <w:rFonts w:ascii="Calibri" w:hAnsi="Calibri" w:cs="Calibri" w:eastAsia="Calibri"/>
                      <w:color w:val="231F20"/>
                      <w:spacing w:val="-1"/>
                    </w:rPr>
                    <w:t>«23»</w:t>
                  </w:r>
                  <w:r>
                    <w:rPr>
                      <w:rFonts w:ascii="Calibri" w:hAnsi="Calibri" w:cs="Calibri" w:eastAsia="Calibri"/>
                      <w:color w:val="231F20"/>
                    </w:rPr>
                    <w:t> декабря 2021 г. №16</w:t>
                  </w:r>
                  <w:r>
                    <w:rPr>
                      <w:rFonts w:ascii="Calibri" w:hAnsi="Calibri" w:cs="Calibri" w:eastAsia="Calibri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 w:hAnsi="Calibri"/>
          <w:b/>
          <w:color w:val="231F20"/>
          <w:sz w:val="16"/>
        </w:rPr>
        <w:t>ПЕРЕПИСЬ НАСЕЛЕНИЯ И ЖИЛИЩНОГО ФОНДА КЫРГЫЗСКОЙ РЕСПУБЛИКИ 202</w:t>
      </w:r>
      <w:r>
        <w:rPr>
          <w:rFonts w:ascii="Calibri" w:hAnsi="Calibri"/>
          <w:b/>
          <w:color w:val="231F20"/>
          <w:sz w:val="16"/>
        </w:rPr>
        <w:t>2</w:t>
      </w:r>
      <w:r>
        <w:rPr>
          <w:rFonts w:ascii="Calibri" w:hAnsi="Calibri"/>
          <w:b/>
          <w:color w:val="231F20"/>
          <w:sz w:val="16"/>
        </w:rPr>
        <w:t>г</w:t>
      </w:r>
      <w:r>
        <w:rPr>
          <w:rFonts w:ascii="Calibri" w:hAnsi="Calibri"/>
          <w:b/>
          <w:color w:val="231F20"/>
          <w:sz w:val="16"/>
        </w:rPr>
        <w:t>.</w:t>
        <w:tab/>
      </w:r>
      <w:r>
        <w:rPr>
          <w:rFonts w:ascii="Calibri" w:hAnsi="Calibri"/>
          <w:color w:val="231F20"/>
          <w:position w:val="9"/>
          <w:sz w:val="14"/>
        </w:rPr>
        <w:t>Утверждена постановлением Национального статистического</w:t>
      </w:r>
      <w:r>
        <w:rPr>
          <w:rFonts w:ascii="Calibri" w:hAnsi="Calibri"/>
          <w:sz w:val="14"/>
        </w:rPr>
      </w:r>
    </w:p>
    <w:p>
      <w:pPr>
        <w:spacing w:line="240" w:lineRule="auto" w:before="4"/>
        <w:rPr>
          <w:rFonts w:ascii="Calibri" w:hAnsi="Calibri" w:cs="Calibri" w:eastAsia="Calibri"/>
          <w:sz w:val="6"/>
          <w:szCs w:val="6"/>
        </w:rPr>
      </w:pPr>
    </w:p>
    <w:p>
      <w:pPr>
        <w:spacing w:line="200" w:lineRule="atLeast"/>
        <w:ind w:left="115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555.6pt;height:18.350pt;mso-position-horizontal-relative:char;mso-position-vertical-relative:line" type="#_x0000_t202" filled="false" stroked="true" strokeweight=".567pt" strokecolor="#231f20">
            <v:textbox inset="0,0,0,0">
              <w:txbxContent>
                <w:p>
                  <w:pPr>
                    <w:spacing w:before="0"/>
                    <w:ind w:left="98" w:right="445" w:firstLine="0"/>
                    <w:jc w:val="left"/>
                    <w:rPr>
                      <w:rFonts w:ascii="Calibri" w:hAnsi="Calibri" w:cs="Calibri" w:eastAsia="Calibri"/>
                      <w:sz w:val="14"/>
                      <w:szCs w:val="14"/>
                    </w:rPr>
                  </w:pPr>
                  <w:r>
                    <w:rPr>
                      <w:rFonts w:ascii="Calibri" w:hAnsi="Calibri"/>
                      <w:color w:val="231F20"/>
                      <w:sz w:val="14"/>
                    </w:rPr>
                    <w:t>Внимание! В переписные листы (вопросники)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включаются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сведения,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предназначенные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исключительно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для статистических и научных </w:t>
                  </w:r>
                  <w:r>
                    <w:rPr>
                      <w:rFonts w:ascii="Calibri" w:hAnsi="Calibri"/>
                      <w:color w:val="231F20"/>
                      <w:spacing w:val="-2"/>
                      <w:sz w:val="14"/>
                    </w:rPr>
                    <w:t>целей.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Работникам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переписи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запрещается</w:t>
                  </w:r>
                  <w:r>
                    <w:rPr>
                      <w:rFonts w:ascii="Calibri" w:hAnsi="Calibri"/>
                      <w:color w:val="231F20"/>
                      <w:spacing w:val="99"/>
                      <w:sz w:val="14"/>
                    </w:rPr>
                    <w:t> 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сообщать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содержание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заполненного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переписного</w:t>
                  </w:r>
                  <w:r>
                    <w:rPr>
                      <w:rFonts w:ascii="Calibri" w:hAnsi="Calibri"/>
                      <w:color w:val="231F20"/>
                      <w:sz w:val="14"/>
                    </w:rPr>
                    <w:t> </w:t>
                  </w:r>
                  <w:r>
                    <w:rPr>
                      <w:rFonts w:ascii="Calibri" w:hAnsi="Calibri"/>
                      <w:color w:val="231F20"/>
                      <w:spacing w:val="-1"/>
                      <w:sz w:val="14"/>
                    </w:rPr>
                    <w:t>документа.</w:t>
                  </w:r>
                  <w:r>
                    <w:rPr>
                      <w:rFonts w:ascii="Calibri" w:hAnsi="Calibri"/>
                      <w:sz w:val="1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after="0" w:line="200" w:lineRule="atLeast"/>
        <w:rPr>
          <w:rFonts w:ascii="Calibri" w:hAnsi="Calibri" w:cs="Calibri" w:eastAsia="Calibri"/>
          <w:sz w:val="20"/>
          <w:szCs w:val="20"/>
        </w:rPr>
        <w:sectPr>
          <w:type w:val="continuous"/>
          <w:pgSz w:w="11910" w:h="16840"/>
          <w:pgMar w:top="280" w:bottom="280" w:left="320" w:right="240"/>
        </w:sectPr>
      </w:pPr>
    </w:p>
    <w:p>
      <w:pPr>
        <w:spacing w:line="240" w:lineRule="auto" w:before="0"/>
        <w:rPr>
          <w:rFonts w:ascii="Calibri" w:hAnsi="Calibri" w:cs="Calibri" w:eastAsia="Calibri"/>
          <w:sz w:val="12"/>
          <w:szCs w:val="12"/>
        </w:rPr>
      </w:pPr>
    </w:p>
    <w:p>
      <w:pPr>
        <w:spacing w:line="240" w:lineRule="auto" w:before="10"/>
        <w:rPr>
          <w:rFonts w:ascii="Calibri" w:hAnsi="Calibri" w:cs="Calibri" w:eastAsia="Calibri"/>
          <w:sz w:val="11"/>
          <w:szCs w:val="11"/>
        </w:rPr>
      </w:pPr>
    </w:p>
    <w:p>
      <w:pPr>
        <w:spacing w:line="180" w:lineRule="auto" w:before="0"/>
        <w:ind w:left="128" w:right="0" w:firstLine="0"/>
        <w:jc w:val="center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 w:cs="Calibri" w:eastAsia="Calibri"/>
          <w:color w:val="231F20"/>
          <w:sz w:val="12"/>
          <w:szCs w:val="12"/>
        </w:rPr>
        <w:t>№ 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переписного</w:t>
      </w:r>
      <w:r>
        <w:rPr>
          <w:rFonts w:ascii="Calibri" w:hAnsi="Calibri" w:cs="Calibri" w:eastAsia="Calibri"/>
          <w:color w:val="231F20"/>
          <w:spacing w:val="29"/>
          <w:sz w:val="12"/>
          <w:szCs w:val="12"/>
        </w:rPr>
        <w:t> </w:t>
      </w:r>
      <w:r>
        <w:rPr>
          <w:rFonts w:ascii="Calibri" w:hAnsi="Calibri" w:cs="Calibri" w:eastAsia="Calibri"/>
          <w:color w:val="231F20"/>
          <w:spacing w:val="-2"/>
          <w:sz w:val="12"/>
          <w:szCs w:val="12"/>
        </w:rPr>
        <w:t>отдела</w:t>
      </w:r>
      <w:r>
        <w:rPr>
          <w:rFonts w:ascii="Calibri" w:hAnsi="Calibri" w:cs="Calibri" w:eastAsia="Calibri"/>
          <w:sz w:val="12"/>
          <w:szCs w:val="12"/>
        </w:rPr>
      </w:r>
    </w:p>
    <w:p>
      <w:pPr>
        <w:spacing w:line="240" w:lineRule="auto" w:before="8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/>
          <w:sz w:val="14"/>
        </w:rPr>
      </w:r>
    </w:p>
    <w:p>
      <w:pPr>
        <w:spacing w:line="180" w:lineRule="auto" w:before="0"/>
        <w:ind w:left="110" w:right="0" w:firstLine="0"/>
        <w:jc w:val="center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 w:cs="Calibri" w:eastAsia="Calibri"/>
          <w:color w:val="231F20"/>
          <w:sz w:val="12"/>
          <w:szCs w:val="12"/>
        </w:rPr>
        <w:t>№ 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инструктор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-</w:t>
      </w:r>
      <w:r>
        <w:rPr>
          <w:rFonts w:ascii="Calibri" w:hAnsi="Calibri" w:cs="Calibri" w:eastAsia="Calibri"/>
          <w:color w:val="231F20"/>
          <w:spacing w:val="28"/>
          <w:sz w:val="12"/>
          <w:szCs w:val="12"/>
        </w:rPr>
        <w:t> 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ского</w:t>
      </w:r>
      <w:r>
        <w:rPr>
          <w:rFonts w:ascii="Calibri" w:hAnsi="Calibri" w:cs="Calibri" w:eastAsia="Calibri"/>
          <w:color w:val="231F20"/>
          <w:spacing w:val="21"/>
          <w:sz w:val="12"/>
          <w:szCs w:val="12"/>
        </w:rPr>
        <w:t> 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участка</w:t>
      </w:r>
      <w:r>
        <w:rPr>
          <w:rFonts w:ascii="Calibri" w:hAnsi="Calibri" w:cs="Calibri" w:eastAsia="Calibri"/>
          <w:sz w:val="12"/>
          <w:szCs w:val="12"/>
        </w:rPr>
      </w:r>
    </w:p>
    <w:p>
      <w:pPr>
        <w:spacing w:line="240" w:lineRule="auto" w:before="0"/>
        <w:rPr>
          <w:rFonts w:ascii="Calibri" w:hAnsi="Calibri" w:cs="Calibri" w:eastAsia="Calibri"/>
          <w:sz w:val="12"/>
          <w:szCs w:val="12"/>
        </w:rPr>
      </w:pPr>
      <w:r>
        <w:rPr/>
        <w:br w:type="column"/>
      </w:r>
      <w:r>
        <w:rPr>
          <w:rFonts w:ascii="Calibri"/>
          <w:sz w:val="12"/>
        </w:rPr>
      </w:r>
    </w:p>
    <w:p>
      <w:pPr>
        <w:spacing w:line="240" w:lineRule="auto" w:before="8"/>
        <w:rPr>
          <w:rFonts w:ascii="Calibri" w:hAnsi="Calibri" w:cs="Calibri" w:eastAsia="Calibri"/>
          <w:sz w:val="11"/>
          <w:szCs w:val="11"/>
        </w:rPr>
      </w:pPr>
    </w:p>
    <w:p>
      <w:pPr>
        <w:spacing w:line="180" w:lineRule="auto" w:before="0"/>
        <w:ind w:left="128" w:right="0" w:firstLine="0"/>
        <w:jc w:val="center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 w:cs="Calibri" w:eastAsia="Calibri"/>
          <w:color w:val="231F20"/>
          <w:sz w:val="12"/>
          <w:szCs w:val="12"/>
        </w:rPr>
        <w:t>№ 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счетного</w:t>
      </w:r>
      <w:r>
        <w:rPr>
          <w:rFonts w:ascii="Calibri" w:hAnsi="Calibri" w:cs="Calibri" w:eastAsia="Calibri"/>
          <w:color w:val="231F20"/>
          <w:spacing w:val="26"/>
          <w:sz w:val="12"/>
          <w:szCs w:val="12"/>
        </w:rPr>
        <w:t> 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участка</w:t>
      </w:r>
      <w:r>
        <w:rPr>
          <w:rFonts w:ascii="Calibri" w:hAnsi="Calibri" w:cs="Calibri" w:eastAsia="Calibri"/>
          <w:sz w:val="12"/>
          <w:szCs w:val="12"/>
        </w:rPr>
      </w:r>
    </w:p>
    <w:p>
      <w:pPr>
        <w:spacing w:line="240" w:lineRule="auto" w:before="0"/>
        <w:rPr>
          <w:rFonts w:ascii="Calibri" w:hAnsi="Calibri" w:cs="Calibri" w:eastAsia="Calibri"/>
          <w:sz w:val="12"/>
          <w:szCs w:val="12"/>
        </w:rPr>
      </w:pPr>
      <w:r>
        <w:rPr/>
        <w:br w:type="column"/>
      </w:r>
      <w:r>
        <w:rPr>
          <w:rFonts w:ascii="Calibri"/>
          <w:sz w:val="12"/>
        </w:rPr>
      </w:r>
    </w:p>
    <w:p>
      <w:pPr>
        <w:spacing w:line="240" w:lineRule="auto" w:before="10"/>
        <w:rPr>
          <w:rFonts w:ascii="Calibri" w:hAnsi="Calibri" w:cs="Calibri" w:eastAsia="Calibri"/>
          <w:sz w:val="11"/>
          <w:szCs w:val="11"/>
        </w:rPr>
      </w:pPr>
    </w:p>
    <w:p>
      <w:pPr>
        <w:spacing w:line="180" w:lineRule="auto" w:before="0"/>
        <w:ind w:left="128" w:right="0" w:firstLine="0"/>
        <w:jc w:val="center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 w:cs="Calibri" w:eastAsia="Calibri"/>
          <w:color w:val="231F20"/>
          <w:sz w:val="12"/>
          <w:szCs w:val="12"/>
        </w:rPr>
        <w:t>№ 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списка</w:t>
      </w:r>
      <w:r>
        <w:rPr>
          <w:rFonts w:ascii="Calibri" w:hAnsi="Calibri" w:cs="Calibri" w:eastAsia="Calibri"/>
          <w:color w:val="231F20"/>
          <w:spacing w:val="24"/>
          <w:sz w:val="12"/>
          <w:szCs w:val="12"/>
        </w:rPr>
        <w:t> 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проживаю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-</w:t>
      </w:r>
      <w:r>
        <w:rPr>
          <w:rFonts w:ascii="Calibri" w:hAnsi="Calibri" w:cs="Calibri" w:eastAsia="Calibri"/>
          <w:color w:val="231F20"/>
          <w:spacing w:val="26"/>
          <w:sz w:val="12"/>
          <w:szCs w:val="12"/>
        </w:rPr>
        <w:t> </w:t>
      </w:r>
      <w:r>
        <w:rPr>
          <w:rFonts w:ascii="Calibri" w:hAnsi="Calibri" w:cs="Calibri" w:eastAsia="Calibri"/>
          <w:color w:val="231F20"/>
          <w:sz w:val="12"/>
          <w:szCs w:val="12"/>
        </w:rPr>
        <w:t>щих</w:t>
      </w:r>
      <w:r>
        <w:rPr>
          <w:rFonts w:ascii="Calibri" w:hAnsi="Calibri" w:cs="Calibri" w:eastAsia="Calibri"/>
          <w:sz w:val="12"/>
          <w:szCs w:val="12"/>
        </w:rPr>
      </w:r>
    </w:p>
    <w:p>
      <w:pPr>
        <w:spacing w:line="240" w:lineRule="auto" w:before="1"/>
        <w:rPr>
          <w:rFonts w:ascii="Calibri" w:hAnsi="Calibri" w:cs="Calibri" w:eastAsia="Calibri"/>
          <w:sz w:val="11"/>
          <w:szCs w:val="11"/>
        </w:rPr>
      </w:pPr>
      <w:r>
        <w:rPr/>
        <w:br w:type="column"/>
      </w:r>
      <w:r>
        <w:rPr>
          <w:rFonts w:ascii="Calibri"/>
          <w:sz w:val="11"/>
        </w:rPr>
      </w:r>
    </w:p>
    <w:p>
      <w:pPr>
        <w:spacing w:line="180" w:lineRule="auto" w:before="0"/>
        <w:ind w:left="39" w:right="0" w:hanging="1"/>
        <w:jc w:val="center"/>
        <w:rPr>
          <w:rFonts w:ascii="Calibri" w:hAnsi="Calibri" w:cs="Calibri" w:eastAsia="Calibri"/>
          <w:sz w:val="12"/>
          <w:szCs w:val="12"/>
        </w:rPr>
      </w:pPr>
      <w:r>
        <w:rPr/>
        <w:pict>
          <v:shape style="position:absolute;margin-left:21.486601pt;margin-top:-1.022441pt;width:261.4477pt;height:54.4838pt;mso-position-horizontal-relative:page;mso-position-vertical-relative:paragraph;z-index:-17032" type="#_x0000_t75" stroked="false">
            <v:imagedata r:id="rId5" o:title=""/>
          </v:shape>
        </w:pict>
      </w:r>
      <w:r>
        <w:rPr>
          <w:rFonts w:ascii="Calibri" w:hAnsi="Calibri" w:cs="Calibri" w:eastAsia="Calibri"/>
          <w:color w:val="231F20"/>
          <w:sz w:val="12"/>
          <w:szCs w:val="12"/>
        </w:rPr>
        <w:t>№ п.п. 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домохозяй-</w:t>
      </w:r>
      <w:r>
        <w:rPr>
          <w:rFonts w:ascii="Calibri" w:hAnsi="Calibri" w:cs="Calibri" w:eastAsia="Calibri"/>
          <w:color w:val="231F20"/>
          <w:spacing w:val="25"/>
          <w:sz w:val="12"/>
          <w:szCs w:val="12"/>
        </w:rPr>
        <w:t> </w:t>
      </w:r>
      <w:r>
        <w:rPr>
          <w:rFonts w:ascii="Calibri" w:hAnsi="Calibri" w:cs="Calibri" w:eastAsia="Calibri"/>
          <w:color w:val="231F20"/>
          <w:sz w:val="12"/>
          <w:szCs w:val="12"/>
        </w:rPr>
        <w:t>ства из 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списка</w:t>
      </w:r>
      <w:r>
        <w:rPr>
          <w:rFonts w:ascii="Calibri" w:hAnsi="Calibri" w:cs="Calibri" w:eastAsia="Calibri"/>
          <w:color w:val="231F20"/>
          <w:sz w:val="12"/>
          <w:szCs w:val="12"/>
        </w:rPr>
        <w:t> 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прожи-</w:t>
      </w:r>
      <w:r>
        <w:rPr>
          <w:rFonts w:ascii="Calibri" w:hAnsi="Calibri" w:cs="Calibri" w:eastAsia="Calibri"/>
          <w:color w:val="231F20"/>
          <w:spacing w:val="28"/>
          <w:sz w:val="12"/>
          <w:szCs w:val="12"/>
        </w:rPr>
        <w:t> </w:t>
      </w:r>
      <w:r>
        <w:rPr>
          <w:rFonts w:ascii="Calibri" w:hAnsi="Calibri" w:cs="Calibri" w:eastAsia="Calibri"/>
          <w:color w:val="231F20"/>
          <w:sz w:val="12"/>
          <w:szCs w:val="12"/>
        </w:rPr>
        <w:t>вающих ф 1 в 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преде-</w:t>
      </w:r>
      <w:r>
        <w:rPr>
          <w:rFonts w:ascii="Calibri" w:hAnsi="Calibri" w:cs="Calibri" w:eastAsia="Calibri"/>
          <w:color w:val="231F20"/>
          <w:spacing w:val="22"/>
          <w:sz w:val="12"/>
          <w:szCs w:val="12"/>
        </w:rPr>
        <w:t> </w:t>
      </w:r>
      <w:r>
        <w:rPr>
          <w:rFonts w:ascii="Calibri" w:hAnsi="Calibri" w:cs="Calibri" w:eastAsia="Calibri"/>
          <w:color w:val="231F20"/>
          <w:sz w:val="12"/>
          <w:szCs w:val="12"/>
        </w:rPr>
        <w:t>лах 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помещения</w:t>
      </w:r>
      <w:r>
        <w:rPr>
          <w:rFonts w:ascii="Calibri" w:hAnsi="Calibri" w:cs="Calibri" w:eastAsia="Calibri"/>
          <w:color w:val="231F20"/>
          <w:sz w:val="12"/>
          <w:szCs w:val="12"/>
        </w:rPr>
        <w:t> </w:t>
      </w:r>
      <w:r>
        <w:rPr>
          <w:rFonts w:ascii="Calibri" w:hAnsi="Calibri" w:cs="Calibri" w:eastAsia="Calibri"/>
          <w:color w:val="231F20"/>
          <w:sz w:val="12"/>
          <w:szCs w:val="12"/>
        </w:rPr>
      </w:r>
      <w:r>
        <w:rPr>
          <w:rFonts w:ascii="Calibri" w:hAnsi="Calibri" w:cs="Calibri" w:eastAsia="Calibri"/>
          <w:color w:val="231F20"/>
          <w:sz w:val="12"/>
          <w:szCs w:val="12"/>
        </w:rPr>
        <w:t>(из</w:t>
      </w:r>
      <w:r>
        <w:rPr>
          <w:rFonts w:ascii="Calibri" w:hAnsi="Calibri" w:cs="Calibri" w:eastAsia="Calibri"/>
          <w:color w:val="231F20"/>
          <w:spacing w:val="27"/>
          <w:sz w:val="12"/>
          <w:szCs w:val="12"/>
        </w:rPr>
        <w:t> </w:t>
      </w:r>
      <w:r>
        <w:rPr>
          <w:rFonts w:ascii="Calibri" w:hAnsi="Calibri" w:cs="Calibri" w:eastAsia="Calibri"/>
          <w:color w:val="231F20"/>
          <w:sz w:val="12"/>
          <w:szCs w:val="12"/>
        </w:rPr>
        <w:t>графы 2 Формы 1)</w:t>
      </w:r>
      <w:r>
        <w:rPr>
          <w:rFonts w:ascii="Calibri" w:hAnsi="Calibri" w:cs="Calibri" w:eastAsia="Calibri"/>
          <w:sz w:val="12"/>
          <w:szCs w:val="12"/>
        </w:rPr>
      </w:r>
    </w:p>
    <w:p>
      <w:pPr>
        <w:spacing w:line="240" w:lineRule="auto" w:before="10"/>
        <w:rPr>
          <w:rFonts w:ascii="Calibri" w:hAnsi="Calibri" w:cs="Calibri" w:eastAsia="Calibri"/>
          <w:sz w:val="10"/>
          <w:szCs w:val="10"/>
        </w:rPr>
      </w:pPr>
      <w:r>
        <w:rPr/>
        <w:br w:type="column"/>
      </w:r>
      <w:r>
        <w:rPr>
          <w:rFonts w:ascii="Calibri"/>
          <w:sz w:val="10"/>
        </w:rPr>
      </w:r>
    </w:p>
    <w:p>
      <w:pPr>
        <w:spacing w:line="180" w:lineRule="auto" w:before="0"/>
        <w:ind w:left="-35" w:right="0" w:firstLine="0"/>
        <w:jc w:val="center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 w:cs="Calibri" w:eastAsia="Calibri"/>
          <w:color w:val="231F20"/>
          <w:sz w:val="12"/>
          <w:szCs w:val="12"/>
        </w:rPr>
        <w:t>№ п.п. лица в 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пределах</w:t>
      </w:r>
      <w:r>
        <w:rPr>
          <w:rFonts w:ascii="Calibri" w:hAnsi="Calibri" w:cs="Calibri" w:eastAsia="Calibri"/>
          <w:color w:val="231F20"/>
          <w:sz w:val="12"/>
          <w:szCs w:val="12"/>
        </w:rPr>
        <w:t> 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домохо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-</w:t>
      </w:r>
      <w:r>
        <w:rPr>
          <w:rFonts w:ascii="Calibri" w:hAnsi="Calibri" w:cs="Calibri" w:eastAsia="Calibri"/>
          <w:color w:val="231F20"/>
          <w:spacing w:val="23"/>
          <w:sz w:val="12"/>
          <w:szCs w:val="12"/>
        </w:rPr>
        <w:t> </w:t>
      </w:r>
      <w:r>
        <w:rPr>
          <w:rFonts w:ascii="Calibri" w:hAnsi="Calibri" w:cs="Calibri" w:eastAsia="Calibri"/>
          <w:color w:val="231F20"/>
          <w:sz w:val="12"/>
          <w:szCs w:val="12"/>
        </w:rPr>
        <w:t>зяйства из 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списка</w:t>
      </w:r>
      <w:r>
        <w:rPr>
          <w:rFonts w:ascii="Calibri" w:hAnsi="Calibri" w:cs="Calibri" w:eastAsia="Calibri"/>
          <w:color w:val="231F20"/>
          <w:spacing w:val="23"/>
          <w:sz w:val="12"/>
          <w:szCs w:val="12"/>
        </w:rPr>
        <w:t> </w:t>
      </w:r>
      <w:r>
        <w:rPr>
          <w:rFonts w:ascii="Calibri" w:hAnsi="Calibri" w:cs="Calibri" w:eastAsia="Calibri"/>
          <w:color w:val="231F20"/>
          <w:spacing w:val="-1"/>
          <w:sz w:val="12"/>
          <w:szCs w:val="12"/>
        </w:rPr>
        <w:t>проживающих</w:t>
      </w:r>
      <w:r>
        <w:rPr>
          <w:rFonts w:ascii="Calibri" w:hAnsi="Calibri" w:cs="Calibri" w:eastAsia="Calibri"/>
          <w:color w:val="231F20"/>
          <w:sz w:val="12"/>
          <w:szCs w:val="12"/>
        </w:rPr>
        <w:t> ф 1 </w:t>
      </w:r>
      <w:r>
        <w:rPr>
          <w:rFonts w:ascii="Calibri" w:hAnsi="Calibri" w:cs="Calibri" w:eastAsia="Calibri"/>
          <w:color w:val="231F20"/>
          <w:sz w:val="12"/>
          <w:szCs w:val="12"/>
        </w:rPr>
      </w:r>
      <w:r>
        <w:rPr>
          <w:rFonts w:ascii="Calibri" w:hAnsi="Calibri" w:cs="Calibri" w:eastAsia="Calibri"/>
          <w:color w:val="231F20"/>
          <w:sz w:val="12"/>
          <w:szCs w:val="12"/>
        </w:rPr>
        <w:t>(из</w:t>
      </w:r>
      <w:r>
        <w:rPr>
          <w:rFonts w:ascii="Calibri" w:hAnsi="Calibri" w:cs="Calibri" w:eastAsia="Calibri"/>
          <w:color w:val="231F20"/>
          <w:spacing w:val="29"/>
          <w:sz w:val="12"/>
          <w:szCs w:val="12"/>
        </w:rPr>
        <w:t> </w:t>
      </w:r>
      <w:r>
        <w:rPr>
          <w:rFonts w:ascii="Calibri" w:hAnsi="Calibri" w:cs="Calibri" w:eastAsia="Calibri"/>
          <w:color w:val="231F20"/>
          <w:sz w:val="12"/>
          <w:szCs w:val="12"/>
        </w:rPr>
        <w:t>графы 3  Формы 1)</w:t>
      </w:r>
      <w:r>
        <w:rPr>
          <w:rFonts w:ascii="Calibri" w:hAnsi="Calibri" w:cs="Calibri" w:eastAsia="Calibri"/>
          <w:sz w:val="12"/>
          <w:szCs w:val="12"/>
        </w:rPr>
      </w:r>
    </w:p>
    <w:p>
      <w:pPr>
        <w:pStyle w:val="BodyText"/>
        <w:spacing w:line="240" w:lineRule="auto" w:before="82"/>
        <w:ind w:left="128" w:right="4106"/>
        <w:jc w:val="center"/>
        <w:rPr>
          <w:rFonts w:ascii="Calibri" w:hAnsi="Calibri" w:cs="Calibri" w:eastAsia="Calibri"/>
        </w:rPr>
      </w:pPr>
      <w:r>
        <w:rPr/>
        <w:br w:type="column"/>
      </w:r>
      <w:r>
        <w:rPr>
          <w:rFonts w:ascii="Calibri" w:hAnsi="Calibri"/>
          <w:color w:val="231F20"/>
        </w:rPr>
        <w:t>Обвести </w:t>
      </w:r>
      <w:r>
        <w:rPr>
          <w:rFonts w:ascii="Calibri" w:hAnsi="Calibri"/>
          <w:color w:val="231F20"/>
          <w:spacing w:val="-1"/>
        </w:rPr>
        <w:t>кружком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1"/>
        </w:rPr>
        <w:t>один</w:t>
      </w:r>
      <w:r>
        <w:rPr>
          <w:rFonts w:ascii="Calibri" w:hAnsi="Calibri"/>
          <w:color w:val="231F20"/>
        </w:rPr>
        <w:t> или</w:t>
      </w:r>
      <w:r>
        <w:rPr>
          <w:rFonts w:ascii="Calibri" w:hAnsi="Calibri"/>
          <w:color w:val="231F20"/>
          <w:spacing w:val="24"/>
        </w:rPr>
        <w:t> </w:t>
      </w:r>
      <w:r>
        <w:rPr>
          <w:rFonts w:ascii="Calibri" w:hAnsi="Calibri"/>
          <w:color w:val="231F20"/>
          <w:spacing w:val="-1"/>
        </w:rPr>
        <w:t>несколько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2"/>
        </w:rPr>
        <w:t>кодов</w:t>
      </w:r>
      <w:r>
        <w:rPr>
          <w:rFonts w:ascii="Calibri" w:hAnsi="Calibri"/>
          <w:color w:val="231F20"/>
          <w:spacing w:val="24"/>
        </w:rPr>
        <w:t> </w:t>
      </w:r>
      <w:r>
        <w:rPr>
          <w:rFonts w:ascii="Calibri" w:hAnsi="Calibri"/>
          <w:color w:val="231F20"/>
          <w:spacing w:val="-1"/>
        </w:rPr>
        <w:t>предлагаемых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1"/>
        </w:rPr>
        <w:t>ответов</w:t>
      </w:r>
      <w:r>
        <w:rPr>
          <w:rFonts w:ascii="Calibri" w:hAnsi="Calibri"/>
        </w:rPr>
      </w:r>
    </w:p>
    <w:p>
      <w:pPr>
        <w:spacing w:after="0" w:line="240" w:lineRule="auto"/>
        <w:jc w:val="center"/>
        <w:rPr>
          <w:rFonts w:ascii="Calibri" w:hAnsi="Calibri" w:cs="Calibri" w:eastAsia="Calibri"/>
        </w:rPr>
        <w:sectPr>
          <w:type w:val="continuous"/>
          <w:pgSz w:w="11910" w:h="16840"/>
          <w:pgMar w:top="280" w:bottom="280" w:left="320" w:right="240"/>
          <w:cols w:num="7" w:equalWidth="0">
            <w:col w:w="783" w:space="40"/>
            <w:col w:w="718" w:space="65"/>
            <w:col w:w="573" w:space="116"/>
            <w:col w:w="703" w:space="40"/>
            <w:col w:w="1161" w:space="40"/>
            <w:col w:w="1099" w:space="134"/>
            <w:col w:w="5878"/>
          </w:cols>
        </w:sectPr>
      </w:pPr>
    </w:p>
    <w:p>
      <w:pPr>
        <w:spacing w:line="240" w:lineRule="auto" w:before="9"/>
        <w:rPr>
          <w:rFonts w:ascii="Calibri" w:hAnsi="Calibri" w:cs="Calibri" w:eastAsia="Calibri"/>
          <w:sz w:val="12"/>
          <w:szCs w:val="12"/>
        </w:rPr>
      </w:pPr>
    </w:p>
    <w:p>
      <w:pPr>
        <w:pStyle w:val="BodyText"/>
        <w:spacing w:line="240" w:lineRule="auto"/>
        <w:ind w:left="5496" w:right="5143" w:firstLine="190"/>
        <w:jc w:val="left"/>
        <w:rPr>
          <w:rFonts w:ascii="Calibri" w:hAnsi="Calibri" w:cs="Calibri" w:eastAsia="Calibri"/>
        </w:rPr>
      </w:pPr>
      <w:r>
        <w:rPr/>
        <w:pict>
          <v:group style="position:absolute;margin-left:332.091187pt;margin-top:-1.305231pt;width:18.7pt;height:18.75pt;mso-position-horizontal-relative:page;mso-position-vertical-relative:paragraph;z-index:1096" coordorigin="6642,-26" coordsize="374,375">
            <v:group style="position:absolute;left:6656;top:-12;width:346;height:346" coordorigin="6656,-12" coordsize="346,346">
              <v:shape style="position:absolute;left:6656;top:-12;width:346;height:346" coordorigin="6656,-12" coordsize="346,346" path="m6829,-12l6895,1,6949,37,6986,90,7001,156,7000,179,6979,244,6939,294,6882,326,6839,334,6814,333,6748,313,6697,273,6665,218,6656,175,6657,150,6677,83,6716,31,6770,-2,6829,-12xe" filled="false" stroked="true" strokeweight="1.417pt" strokecolor="#231f20">
                <v:path arrowok="t"/>
              </v:shape>
              <v:shape style="position:absolute;left:6642;top:-26;width:374;height:375" type="#_x0000_t202" filled="false" stroked="false">
                <v:textbox inset="0,0,0,0">
                  <w:txbxContent>
                    <w:p>
                      <w:pPr>
                        <w:spacing w:before="37"/>
                        <w:ind w:left="135" w:right="0" w:firstLine="0"/>
                        <w:jc w:val="left"/>
                        <w:rPr>
                          <w:rFonts w:ascii="Calibri" w:hAnsi="Calibri" w:cs="Calibri" w:eastAsia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b/>
                          <w:color w:val="231F20"/>
                          <w:sz w:val="24"/>
                        </w:rPr>
                        <w:t>2</w:t>
                      </w:r>
                      <w:r>
                        <w:rPr>
                          <w:rFonts w:ascii="Calibri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360.799988pt;margin-top:1.208298pt;width:14.15pt;height:13.9pt;mso-position-horizontal-relative:page;mso-position-vertical-relative:paragraph;z-index:1240" type="#_x0000_t202" filled="false" stroked="false">
            <v:textbox inset="0,0,0,0">
              <w:txbxContent>
                <w:p>
                  <w:pPr>
                    <w:spacing w:line="277" w:lineRule="exact" w:before="0"/>
                    <w:ind w:left="0" w:right="0" w:firstLine="0"/>
                    <w:jc w:val="left"/>
                    <w:rPr>
                      <w:rFonts w:ascii="Bookman Old Style" w:hAnsi="Bookman Old Style" w:cs="Bookman Old Style" w:eastAsia="Bookman Old Style"/>
                      <w:sz w:val="27"/>
                      <w:szCs w:val="27"/>
                    </w:rPr>
                  </w:pPr>
                  <w:r>
                    <w:rPr>
                      <w:rFonts w:ascii="Bookman Old Style"/>
                      <w:b w:val="0"/>
                      <w:color w:val="231F20"/>
                      <w:w w:val="165"/>
                      <w:sz w:val="27"/>
                    </w:rPr>
                    <w:t>$</w:t>
                  </w:r>
                  <w:r>
                    <w:rPr>
                      <w:rFonts w:ascii="Bookman Old Style"/>
                      <w:sz w:val="27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 w:hAnsi="Calibri"/>
          <w:color w:val="231F20"/>
        </w:rPr>
        <w:t>Образец </w:t>
      </w:r>
      <w:r>
        <w:rPr>
          <w:rFonts w:ascii="Calibri" w:hAnsi="Calibri"/>
          <w:color w:val="231F20"/>
          <w:spacing w:val="-1"/>
        </w:rPr>
        <w:t>заполнения</w:t>
      </w:r>
      <w:r>
        <w:rPr>
          <w:rFonts w:ascii="Calibri" w:hAnsi="Calibri"/>
        </w:rPr>
      </w:r>
    </w:p>
    <w:p>
      <w:pPr>
        <w:spacing w:line="240" w:lineRule="auto" w:before="9"/>
        <w:rPr>
          <w:rFonts w:ascii="Calibri" w:hAnsi="Calibri" w:cs="Calibri" w:eastAsia="Calibri"/>
          <w:sz w:val="20"/>
          <w:szCs w:val="20"/>
        </w:rPr>
      </w:pPr>
    </w:p>
    <w:p>
      <w:pPr>
        <w:spacing w:before="51"/>
        <w:ind w:left="60" w:right="0" w:firstLine="0"/>
        <w:jc w:val="center"/>
        <w:rPr>
          <w:rFonts w:ascii="Calibri" w:hAnsi="Calibri" w:cs="Calibri" w:eastAsia="Calibri"/>
          <w:sz w:val="24"/>
          <w:szCs w:val="24"/>
        </w:rPr>
      </w:pPr>
      <w:r>
        <w:rPr/>
        <w:pict>
          <v:group style="position:absolute;margin-left:399.205688pt;margin-top:-66.002350pt;width:178.45pt;height:54.5pt;mso-position-horizontal-relative:page;mso-position-vertical-relative:paragraph;z-index:1168" coordorigin="7984,-1320" coordsize="3569,1090">
            <v:group style="position:absolute;left:7990;top:-745;width:3558;height:509" coordorigin="7990,-745" coordsize="3558,509">
              <v:shape style="position:absolute;left:7990;top:-745;width:3558;height:509" coordorigin="7990,-745" coordsize="3558,509" path="m7990,-745l11547,-745,11547,-236,7990,-236,7990,-745xe" filled="true" fillcolor="#a7a9ac" stroked="false">
                <v:path arrowok="t"/>
                <v:fill type="solid"/>
              </v:shape>
            </v:group>
            <v:group style="position:absolute;left:7990;top:-745;width:3558;height:509" coordorigin="7990,-745" coordsize="3558,509">
              <v:shape style="position:absolute;left:7990;top:-745;width:3558;height:509" coordorigin="7990,-745" coordsize="3558,509" path="m7990,-745l11547,-745,11547,-236,7990,-236,7990,-745xe" filled="false" stroked="true" strokeweight=".567pt" strokecolor="#231f20">
                <v:path arrowok="t"/>
              </v:shape>
            </v:group>
            <v:group style="position:absolute;left:7990;top:-1314;width:3558;height:567" coordorigin="7990,-1314" coordsize="3558,567">
              <v:shape style="position:absolute;left:7990;top:-1314;width:3558;height:567" coordorigin="7990,-1314" coordsize="3558,567" path="m7990,-747l11547,-747,11547,-1314,7990,-1314,7990,-747xe" filled="false" stroked="true" strokeweight=".567pt" strokecolor="#231f20">
                <v:path arrowok="t"/>
              </v:shape>
              <v:shape style="position:absolute;left:8014;top:-729;width:3515;height:465" type="#_x0000_t75" stroked="false">
                <v:imagedata r:id="rId6" o:title=""/>
              </v:shape>
              <v:shape style="position:absolute;left:7990;top:-1314;width:3558;height:569" type="#_x0000_t202" filled="false" stroked="false">
                <v:textbox inset="0,0,0,0">
                  <w:txbxContent>
                    <w:p>
                      <w:pPr>
                        <w:spacing w:line="240" w:lineRule="auto" w:before="2"/>
                        <w:rPr>
                          <w:rFonts w:ascii="Calibri" w:hAnsi="Calibri" w:cs="Calibri" w:eastAsia="Calibri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before="0"/>
                        <w:ind w:left="1025" w:right="0" w:firstLine="0"/>
                        <w:jc w:val="left"/>
                        <w:rPr>
                          <w:rFonts w:ascii="Calibri" w:hAnsi="Calibri" w:cs="Calibri" w:eastAsia="Calibri"/>
                          <w:sz w:val="14"/>
                          <w:szCs w:val="14"/>
                        </w:rPr>
                      </w:pPr>
                      <w:r>
                        <w:rPr>
                          <w:rFonts w:ascii="Calibri" w:hAnsi="Calibri"/>
                          <w:color w:val="231F20"/>
                          <w:sz w:val="14"/>
                        </w:rPr>
                        <w:t>Образцы написания цифр</w:t>
                      </w:r>
                      <w:r>
                        <w:rPr>
                          <w:rFonts w:ascii="Calibri" w:hAnsi="Calibri"/>
                          <w:sz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7990;top:-746;width:3558;height:510" type="#_x0000_t202" filled="false" stroked="false">
                <v:textbox inset="0,0,0,0">
                  <w:txbxContent>
                    <w:p>
                      <w:pPr>
                        <w:spacing w:before="48"/>
                        <w:ind w:left="138" w:right="0" w:firstLine="0"/>
                        <w:jc w:val="left"/>
                        <w:rPr>
                          <w:rFonts w:ascii="Arial Narrow" w:hAnsi="Arial Narrow" w:cs="Arial Narrow" w:eastAsia="Arial Narrow"/>
                          <w:sz w:val="36"/>
                          <w:szCs w:val="36"/>
                        </w:rPr>
                      </w:pPr>
                      <w:r>
                        <w:rPr>
                          <w:rFonts w:ascii="Arial Narrow"/>
                          <w:i/>
                          <w:color w:val="231F20"/>
                          <w:position w:val="2"/>
                          <w:sz w:val="36"/>
                        </w:rPr>
                        <w:t>1 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23"/>
                          <w:position w:val="2"/>
                          <w:sz w:val="36"/>
                        </w:rPr>
                        <w:t> </w:t>
                      </w:r>
                      <w:r>
                        <w:rPr>
                          <w:rFonts w:ascii="Arial Narrow"/>
                          <w:i/>
                          <w:color w:val="231F20"/>
                          <w:w w:val="105"/>
                          <w:position w:val="1"/>
                          <w:sz w:val="36"/>
                        </w:rPr>
                        <w:t>2 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24"/>
                          <w:w w:val="105"/>
                          <w:position w:val="1"/>
                          <w:sz w:val="36"/>
                        </w:rPr>
                        <w:t> </w:t>
                      </w:r>
                      <w:r>
                        <w:rPr>
                          <w:rFonts w:ascii="Arial Narrow"/>
                          <w:i/>
                          <w:color w:val="231F20"/>
                          <w:w w:val="105"/>
                          <w:position w:val="1"/>
                          <w:sz w:val="36"/>
                        </w:rPr>
                        <w:t>3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80"/>
                          <w:w w:val="105"/>
                          <w:position w:val="1"/>
                          <w:sz w:val="36"/>
                        </w:rPr>
                        <w:t> </w:t>
                      </w:r>
                      <w:r>
                        <w:rPr>
                          <w:rFonts w:ascii="Arial Narrow"/>
                          <w:i/>
                          <w:color w:val="231F20"/>
                          <w:w w:val="105"/>
                          <w:position w:val="2"/>
                          <w:sz w:val="36"/>
                        </w:rPr>
                        <w:t>4 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18"/>
                          <w:w w:val="105"/>
                          <w:position w:val="2"/>
                          <w:sz w:val="36"/>
                        </w:rPr>
                        <w:t> </w:t>
                      </w:r>
                      <w:r>
                        <w:rPr>
                          <w:rFonts w:ascii="Arial Narrow"/>
                          <w:i/>
                          <w:color w:val="231F20"/>
                          <w:w w:val="105"/>
                          <w:position w:val="2"/>
                          <w:sz w:val="36"/>
                        </w:rPr>
                        <w:t>5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70"/>
                          <w:w w:val="105"/>
                          <w:position w:val="2"/>
                          <w:sz w:val="36"/>
                        </w:rPr>
                        <w:t> </w:t>
                      </w:r>
                      <w:r>
                        <w:rPr>
                          <w:rFonts w:ascii="Arial Narrow"/>
                          <w:i/>
                          <w:color w:val="231F20"/>
                          <w:w w:val="105"/>
                          <w:position w:val="1"/>
                          <w:sz w:val="36"/>
                        </w:rPr>
                        <w:t>6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71"/>
                          <w:w w:val="105"/>
                          <w:position w:val="1"/>
                          <w:sz w:val="36"/>
                        </w:rPr>
                        <w:t> </w:t>
                      </w:r>
                      <w:r>
                        <w:rPr>
                          <w:rFonts w:ascii="Arial Narrow"/>
                          <w:i/>
                          <w:color w:val="231F20"/>
                          <w:w w:val="105"/>
                          <w:position w:val="1"/>
                          <w:sz w:val="36"/>
                        </w:rPr>
                        <w:t>7 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22"/>
                          <w:w w:val="105"/>
                          <w:position w:val="1"/>
                          <w:sz w:val="36"/>
                        </w:rPr>
                        <w:t> </w:t>
                      </w:r>
                      <w:r>
                        <w:rPr>
                          <w:rFonts w:ascii="Arial Narrow"/>
                          <w:i/>
                          <w:color w:val="231F20"/>
                          <w:w w:val="105"/>
                          <w:sz w:val="36"/>
                        </w:rPr>
                        <w:t>8 </w:t>
                      </w:r>
                      <w:r>
                        <w:rPr>
                          <w:rFonts w:ascii="Arial Narrow"/>
                          <w:i/>
                          <w:color w:val="231F20"/>
                          <w:spacing w:val="9"/>
                          <w:w w:val="105"/>
                          <w:sz w:val="36"/>
                        </w:rPr>
                        <w:t> </w:t>
                      </w:r>
                      <w:r>
                        <w:rPr>
                          <w:rFonts w:ascii="Arial Narrow"/>
                          <w:i/>
                          <w:color w:val="231F20"/>
                          <w:w w:val="105"/>
                          <w:position w:val="2"/>
                          <w:sz w:val="36"/>
                        </w:rPr>
                        <w:t>9  </w:t>
                      </w:r>
                      <w:r>
                        <w:rPr>
                          <w:rFonts w:ascii="Arial Narrow"/>
                          <w:i/>
                          <w:color w:val="231F20"/>
                          <w:w w:val="105"/>
                          <w:position w:val="1"/>
                          <w:sz w:val="36"/>
                        </w:rPr>
                        <w:t>0</w:t>
                      </w:r>
                      <w:r>
                        <w:rPr>
                          <w:rFonts w:ascii="Arial Narrow"/>
                          <w:sz w:val="3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color w:val="231F20"/>
          <w:sz w:val="24"/>
          <w:szCs w:val="24"/>
        </w:rPr>
        <w:t>ПЕРЕПИСНОЙ ЛИСТ – </w:t>
      </w:r>
      <w:r>
        <w:rPr>
          <w:rFonts w:ascii="Calibri" w:hAnsi="Calibri" w:cs="Calibri" w:eastAsia="Calibri"/>
          <w:b/>
          <w:bCs/>
          <w:color w:val="231F20"/>
          <w:spacing w:val="-2"/>
          <w:sz w:val="24"/>
          <w:szCs w:val="24"/>
        </w:rPr>
        <w:t>НАСЕЛЕНИЕ</w:t>
      </w:r>
      <w:r>
        <w:rPr>
          <w:rFonts w:ascii="Calibri" w:hAnsi="Calibri" w:cs="Calibri" w:eastAsia="Calibri"/>
          <w:sz w:val="24"/>
          <w:szCs w:val="24"/>
        </w:rPr>
      </w:r>
    </w:p>
    <w:p>
      <w:pPr>
        <w:spacing w:line="240" w:lineRule="auto" w:before="9"/>
        <w:rPr>
          <w:rFonts w:ascii="Calibri" w:hAnsi="Calibri" w:cs="Calibri" w:eastAsia="Calibri"/>
          <w:b/>
          <w:bCs/>
          <w:sz w:val="12"/>
          <w:szCs w:val="12"/>
        </w:rPr>
      </w:pPr>
    </w:p>
    <w:p>
      <w:pPr>
        <w:spacing w:after="0" w:line="240" w:lineRule="auto"/>
        <w:rPr>
          <w:rFonts w:ascii="Calibri" w:hAnsi="Calibri" w:cs="Calibri" w:eastAsia="Calibri"/>
          <w:sz w:val="12"/>
          <w:szCs w:val="12"/>
        </w:rPr>
        <w:sectPr>
          <w:type w:val="continuous"/>
          <w:pgSz w:w="11910" w:h="16840"/>
          <w:pgMar w:top="280" w:bottom="280" w:left="320" w:right="240"/>
        </w:sectPr>
      </w:pPr>
    </w:p>
    <w:p>
      <w:pPr>
        <w:pStyle w:val="Heading3"/>
        <w:spacing w:line="240" w:lineRule="auto" w:before="94"/>
        <w:ind w:left="337" w:right="0"/>
        <w:jc w:val="left"/>
        <w:rPr>
          <w:rFonts w:ascii="Calibri" w:hAnsi="Calibri" w:cs="Calibri" w:eastAsia="Calibri"/>
          <w:b w:val="0"/>
          <w:bCs w:val="0"/>
        </w:rPr>
      </w:pPr>
      <w:r>
        <w:rPr/>
        <w:pict>
          <v:group style="position:absolute;margin-left:21.487101pt;margin-top:-4.641833pt;width:556.2pt;height:666.75pt;mso-position-horizontal-relative:page;mso-position-vertical-relative:paragraph;z-index:-16888" coordorigin="430,-93" coordsize="11124,13335">
            <v:group style="position:absolute;left:430;top:-93;width:5568;height:13335" coordorigin="430,-93" coordsize="5568,13335">
              <v:shape style="position:absolute;left:430;top:-93;width:5568;height:13335" coordorigin="430,-93" coordsize="5568,13335" path="m430,-84l430,-73,432,-70,439,-70,441,-73,441,-81,432,-81,430,-8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5,-93l430,-87,430,-84,432,-81,435,-81,43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5,-93l435,-81,441,-81,441,-87,43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47,-93l439,-93,441,-90,441,-81,447,-81,44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50,-93l447,-93,447,-81,450,-81,452,-84,452,-90,45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5,-93l432,-93,430,-90,430,-87,43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-93l435,-93,441,-87,441,-90,439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03,-93l500,-93,498,-90,498,-84,500,-81,503,-81,50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26,-93l503,-93,503,-81,526,-81,526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29,-93l526,-93,526,-81,529,-81,532,-84,532,-90,529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83,-93l580,-93,577,-90,577,-84,580,-81,583,-81,58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605,-93l583,-93,583,-81,605,-81,60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609,-93l605,-93,605,-81,609,-81,611,-84,611,-90,609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662,-93l659,-93,657,-90,657,-84,659,-81,662,-81,66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685,-93l662,-93,662,-81,685,-81,68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688,-93l685,-93,685,-81,688,-81,691,-84,691,-90,68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742,-93l738,-93,736,-90,736,-84,738,-81,742,-81,74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764,-93l742,-93,742,-81,764,-81,764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767,-93l764,-93,764,-81,767,-81,770,-84,770,-90,76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821,-93l818,-93,815,-90,815,-84,818,-81,821,-81,82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844,-93l821,-93,821,-81,844,-81,844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847,-93l844,-93,844,-81,847,-81,849,-84,849,-90,84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900,-93l897,-93,895,-90,895,-84,897,-81,900,-81,90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923,-93l900,-93,900,-81,923,-81,92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926,-93l923,-93,923,-81,926,-81,929,-84,929,-90,926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980,-93l977,-93,974,-90,974,-84,977,-81,980,-81,98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002,-93l980,-93,980,-81,1002,-81,100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005,-93l1002,-93,1002,-81,1005,-81,1008,-84,1008,-90,100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059,-93l1056,-93,1053,-90,1053,-84,1056,-81,1059,-81,1059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082,-93l1059,-93,1059,-81,1082,-81,108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085,-93l1082,-93,1082,-81,1085,-81,1087,-84,1087,-90,108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138,-93l1135,-93,1133,-90,1133,-84,1135,-81,1138,-81,113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161,-93l1138,-93,1138,-81,1161,-81,116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164,-93l1161,-93,1161,-81,1164,-81,1167,-84,1167,-90,1164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218,-93l1215,-93,1212,-90,1212,-84,1215,-81,1218,-81,121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240,-93l1218,-93,1218,-81,1240,-81,124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244,-93l1240,-93,1240,-81,1244,-81,1246,-84,1246,-90,1244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297,-93l1294,-93,1291,-90,1291,-84,1294,-81,1297,-81,129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320,-93l1297,-93,1297,-81,1320,-81,132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323,-93l1320,-93,1320,-81,1323,-81,1325,-84,1325,-90,132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377,-93l1373,-93,1371,-90,1371,-84,1373,-81,1377,-81,137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399,-93l1377,-93,1377,-81,1399,-81,1399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402,-93l1399,-93,1399,-81,1402,-81,1405,-84,1405,-90,140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456,-93l1453,-93,1450,-90,1450,-84,1453,-81,1456,-81,1456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479,-93l1456,-93,1456,-81,1479,-81,1479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482,-93l1479,-93,1479,-81,1482,-81,1484,-84,1484,-90,148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535,-93l1532,-93,1530,-90,1530,-84,1532,-81,1535,-81,153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558,-93l1535,-93,1535,-81,1558,-81,155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561,-93l1558,-93,1558,-81,1561,-81,1564,-84,1564,-90,156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615,-93l1611,-93,1609,-90,1609,-84,1611,-81,1615,-81,161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637,-93l1615,-93,1615,-81,1637,-81,163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640,-93l1637,-93,1637,-81,1640,-81,1643,-84,1643,-90,164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694,-93l1691,-93,1688,-90,1688,-84,1691,-81,1694,-81,1694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717,-93l1694,-93,1694,-81,1717,-81,171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720,-93l1717,-93,1717,-81,1720,-81,1722,-84,1722,-90,172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773,-93l1770,-93,1768,-90,1768,-84,1770,-81,1773,-81,177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796,-93l1773,-93,1773,-81,1796,-81,1796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799,-93l1796,-93,1796,-81,1799,-81,1802,-84,1802,-90,1799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853,-93l1850,-93,1847,-90,1847,-84,1850,-81,1853,-81,185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875,-93l1853,-93,1853,-81,1875,-81,187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879,-93l1875,-93,1875,-81,1879,-81,1881,-84,1881,-90,1879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932,-93l1929,-93,1926,-90,1926,-84,1929,-81,1932,-81,193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955,-93l1932,-93,1932,-81,1955,-81,195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958,-93l1955,-93,1955,-81,1958,-81,1960,-84,1960,-90,195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011,-93l2008,-93,2006,-90,2006,-84,2008,-81,2011,-81,201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034,-93l2011,-93,2011,-81,2034,-81,2034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037,-93l2034,-93,2034,-81,2037,-81,2040,-84,2040,-90,203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091,-93l2088,-93,2085,-90,2085,-84,2088,-81,2091,-81,209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114,-93l2091,-93,2091,-81,2114,-81,2114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117,-93l2114,-93,2114,-81,2117,-81,2119,-84,2119,-90,211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170,-93l2167,-93,2165,-90,2165,-84,2167,-81,2170,-81,217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193,-93l2170,-93,2170,-81,2193,-81,219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196,-93l2193,-93,2193,-81,2196,-81,2199,-84,2199,-90,2196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250,-93l2246,-93,2244,-90,2244,-84,2246,-81,2250,-81,225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272,-93l2250,-93,2250,-81,2272,-81,227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275,-93l2272,-93,2272,-81,2275,-81,2278,-84,2278,-90,227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329,-93l2326,-93,2323,-90,2323,-84,2326,-81,2329,-81,2329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352,-93l2329,-93,2329,-81,2352,-81,235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355,-93l2352,-93,2352,-81,2355,-81,2357,-84,2357,-90,235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408,-93l2405,-93,2403,-90,2403,-84,2405,-81,2408,-81,240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431,-93l2408,-93,2408,-81,2431,-81,243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434,-93l2431,-93,2431,-81,2434,-81,2437,-84,2437,-90,2434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488,-93l2485,-93,2482,-90,2482,-84,2485,-81,2488,-81,248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510,-93l2488,-93,2488,-81,2510,-81,251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513,-93l2510,-93,2510,-81,2513,-81,2516,-84,2516,-90,251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567,-93l2564,-93,2561,-90,2561,-84,2564,-81,2567,-81,256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590,-93l2567,-93,2567,-81,2590,-81,259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593,-93l2590,-93,2590,-81,2593,-81,2595,-84,2595,-90,259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646,-93l2643,-93,2641,-90,2641,-84,2643,-81,2646,-81,2646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669,-93l2646,-93,2646,-81,2669,-81,2669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672,-93l2669,-93,2669,-81,2672,-81,2675,-84,2675,-90,267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726,-93l2723,-93,2720,-90,2720,-84,2723,-81,2726,-81,2726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748,-93l2726,-93,2726,-81,2748,-81,274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752,-93l2748,-93,2748,-81,2752,-81,2754,-84,2754,-90,275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805,-93l2802,-93,2799,-90,2799,-84,2802,-81,2805,-81,280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828,-93l2805,-93,2805,-81,2828,-81,282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831,-93l2828,-93,2828,-81,2831,-81,2834,-84,2834,-90,283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885,-93l2881,-93,2879,-90,2879,-84,2881,-81,2885,-81,288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907,-93l2885,-93,2885,-81,2907,-81,290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910,-93l2907,-93,2907,-81,2910,-81,2913,-84,2913,-90,291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964,-93l2961,-93,2958,-90,2958,-84,2961,-81,2964,-81,2964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987,-93l2964,-93,2964,-81,2987,-81,298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990,-93l2987,-93,2987,-81,2990,-81,2992,-84,2992,-90,299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043,-93l3040,-93,3038,-90,3038,-84,3040,-81,3043,-81,304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066,-93l3043,-93,3043,-81,3066,-81,3066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069,-93l3066,-93,3066,-81,3069,-81,3072,-84,3072,-90,3069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123,-93l3120,-93,3117,-90,3117,-84,3120,-81,3123,-81,312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145,-93l3123,-93,3123,-81,3145,-81,314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148,-93l3145,-93,3145,-81,3148,-81,3151,-84,3151,-90,314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202,-93l3199,-93,3196,-90,3196,-84,3199,-81,3202,-81,320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225,-93l3202,-93,3202,-81,3225,-81,322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228,-93l3225,-93,3225,-81,3228,-81,3230,-84,3230,-90,322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281,-93l3278,-93,3276,-90,3276,-84,3278,-81,3281,-81,328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304,-93l3281,-93,3281,-81,3304,-81,3304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307,-93l3304,-93,3304,-81,3307,-81,3310,-84,3310,-90,330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361,-93l3358,-93,3355,-90,3355,-84,3358,-81,3361,-81,336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383,-93l3361,-93,3361,-81,3383,-81,338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387,-93l3383,-93,3383,-81,3387,-81,3389,-84,3389,-90,338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440,-93l3437,-93,3434,-90,3434,-84,3437,-81,3440,-81,344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463,-93l3440,-93,3440,-81,3463,-81,346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466,-93l3463,-93,3463,-81,3466,-81,3468,-84,3468,-90,3466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519,-93l3516,-93,3514,-90,3514,-84,3516,-81,3519,-81,3519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542,-93l3519,-93,3519,-81,3542,-81,354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545,-93l3542,-93,3542,-81,3545,-81,3548,-84,3548,-90,354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599,-93l3596,-93,3593,-90,3593,-84,3596,-81,3599,-81,3599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622,-93l3599,-93,3599,-81,3622,-81,362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625,-93l3622,-93,3622,-81,3625,-81,3627,-84,3627,-90,362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678,-93l3675,-93,3673,-90,3673,-84,3675,-81,3678,-81,367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701,-93l3678,-93,3678,-81,3701,-81,370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704,-93l3701,-93,3701,-81,3704,-81,3707,-84,3707,-90,3704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758,-93l3754,-93,3752,-90,3752,-84,3754,-81,3758,-81,375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780,-93l3758,-93,3758,-81,3780,-81,378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783,-93l3780,-93,3780,-81,3783,-81,3786,-84,3786,-90,378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837,-93l3834,-93,3831,-90,3831,-84,3834,-81,3837,-81,383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860,-93l3837,-93,3837,-81,3860,-81,386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863,-93l3860,-93,3860,-81,3863,-81,3865,-84,3865,-90,386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916,-93l3913,-93,3911,-90,3911,-84,3913,-81,3916,-81,3916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939,-93l3916,-93,3916,-81,3939,-81,3939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942,-93l3939,-93,3939,-81,3942,-81,3945,-84,3945,-90,394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996,-93l3993,-93,3990,-90,3990,-84,3993,-81,3996,-81,3996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018,-93l3996,-93,3996,-81,4018,-81,401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022,-93l4018,-93,4018,-81,4022,-81,4024,-84,4024,-90,402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075,-93l4072,-93,4069,-90,4069,-84,4072,-81,4075,-81,407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098,-93l4075,-93,4075,-81,4098,-81,409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101,-93l4098,-93,4098,-81,4101,-81,4103,-84,4103,-90,410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154,-93l4151,-93,4149,-90,4149,-84,4151,-81,4154,-81,4154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177,-93l4154,-93,4154,-81,4177,-81,417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180,-93l4177,-93,4177,-81,4180,-81,4183,-84,4183,-90,418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234,-93l4231,-93,4228,-90,4228,-84,4231,-81,4234,-81,4234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257,-93l4234,-93,4234,-81,4257,-81,425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260,-93l4257,-93,4257,-81,4260,-81,4262,-84,4262,-90,426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13,-93l4310,-93,4308,-90,4308,-84,4310,-81,4313,-81,431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36,-93l4313,-93,4313,-81,4336,-81,4336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39,-93l4336,-93,4336,-81,4339,-81,4342,-84,4342,-90,4339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3,-93l4389,-93,4387,-90,4387,-84,4389,-81,4393,-81,439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415,-93l4393,-93,4393,-81,4415,-81,441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418,-93l4415,-93,4415,-81,4418,-81,4421,-84,4421,-90,441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472,-93l4469,-93,4466,-90,4466,-84,4469,-81,4472,-81,447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495,-93l4472,-93,4472,-81,4495,-81,449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498,-93l4495,-93,4495,-81,4498,-81,4500,-84,4500,-90,449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551,-93l4548,-93,4546,-90,4546,-84,4548,-81,4551,-81,455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574,-93l4551,-93,4551,-81,4574,-81,4574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577,-93l4574,-93,4574,-81,4577,-81,4580,-84,4580,-90,457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631,-93l4628,-93,4625,-90,4625,-84,4628,-81,4631,-81,463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653,-93l4631,-93,4631,-81,4653,-81,465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656,-93l4653,-93,4653,-81,4656,-81,4659,-84,4659,-90,4656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710,-93l4707,-93,4704,-90,4704,-84,4707,-81,4710,-81,471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733,-93l4710,-93,4710,-81,4733,-81,473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736,-93l4733,-93,4733,-81,4736,-81,4738,-84,4738,-90,4736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789,-93l4786,-93,4784,-90,4784,-84,4786,-81,4789,-81,4789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812,-93l4789,-93,4789,-81,4812,-81,481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815,-93l4812,-93,4812,-81,4815,-81,4818,-84,4818,-90,481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869,-93l4866,-93,4863,-90,4863,-84,4866,-81,4869,-81,4869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891,-93l4869,-93,4869,-81,4891,-81,489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895,-93l4891,-93,4891,-81,4895,-81,4897,-84,4897,-90,489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948,-93l4945,-93,4942,-90,4942,-84,4945,-81,4948,-81,494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971,-93l4948,-93,4948,-81,4971,-81,497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974,-93l4971,-93,4971,-81,4974,-81,4977,-84,4977,-90,4974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028,-93l5024,-93,5022,-90,5022,-84,5024,-81,5028,-81,502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050,-93l5028,-93,5028,-81,5050,-81,505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053,-93l5050,-93,5050,-81,5053,-81,5056,-84,5056,-90,505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107,-93l5104,-93,5101,-90,5101,-84,5104,-81,5107,-81,510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130,-93l5107,-93,5107,-81,5130,-81,513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133,-93l5130,-93,5130,-81,5133,-81,5135,-84,5135,-90,513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186,-93l5183,-93,5181,-90,5181,-84,5183,-81,5186,-81,5186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209,-93l5186,-93,5186,-81,5209,-81,5209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212,-93l5209,-93,5209,-81,5212,-81,5215,-84,5215,-90,521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266,-93l5263,-93,5260,-90,5260,-84,5263,-81,5266,-81,5266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288,-93l5266,-93,5266,-81,5288,-81,528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291,-93l5288,-93,5288,-81,5291,-81,5294,-84,5294,-90,529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345,-93l5342,-93,5339,-90,5339,-84,5342,-81,5345,-81,534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368,-93l5345,-93,5345,-81,5368,-81,536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371,-93l5368,-93,5368,-81,5371,-81,5373,-84,5373,-90,537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424,-93l5421,-93,5419,-90,5419,-84,5421,-81,5424,-81,5424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447,-93l5424,-93,5424,-81,5447,-81,544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450,-93l5447,-93,5447,-81,5450,-81,5453,-84,5453,-90,545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504,-93l5501,-93,5498,-90,5498,-84,5501,-81,5504,-81,5504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526,-93l5504,-93,5504,-81,5526,-81,5526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530,-93l5526,-93,5526,-81,5530,-81,5532,-84,5532,-90,553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583,-93l5580,-93,5577,-90,5577,-84,5580,-81,5583,-81,558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606,-93l5583,-93,5583,-81,5606,-81,5606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609,-93l5606,-93,5606,-81,5609,-81,5611,-84,5611,-90,5609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662,-93l5659,-93,5657,-90,5657,-84,5659,-81,5662,-81,566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685,-93l5662,-93,5662,-81,5685,-81,568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688,-93l5685,-93,5685,-81,5688,-81,5691,-84,5691,-90,568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742,-93l5739,-93,5736,-90,5736,-84,5739,-81,5742,-81,5742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765,-93l5742,-93,5742,-81,5765,-81,5765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768,-93l5765,-93,5765,-81,5768,-81,5770,-84,5770,-90,5768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821,-93l5818,-93,5816,-90,5816,-84,5818,-81,5821,-81,582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844,-93l5821,-93,5821,-81,5844,-81,5844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847,-93l5844,-93,5844,-81,5847,-81,5850,-84,5850,-90,5847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01,-93l5897,-93,5895,-90,5895,-84,5897,-81,5901,-81,590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23,-93l5901,-93,5901,-81,5923,-81,5923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26,-93l5923,-93,5923,-81,5926,-81,5929,-84,5929,-90,5926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1,-87l5986,-87,5986,-73,5988,-70,5994,-70,5997,-73,5997,-81,5991,-81,5991,-8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80,-93l5977,-93,5974,-90,5974,-84,5977,-81,5980,-81,5980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1,-93l5980,-93,5980,-81,5986,-81,5986,-87,5991,-87,599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1,-93l5991,-81,5997,-87,5991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7,-87l5991,-81,5994,-81,5997,-84,5997,-8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7,-84l5994,-81,5997,-81,5997,-8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-93l5991,-93,5997,-87,5997,-90,5994,-9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-25l5988,-25,5986,-22,5986,7,5988,9,5994,9,5997,7,5997,-22,5994,-2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54l5988,54,5986,57,5986,86,5988,88,5994,88,5997,86,5997,57,5994,5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34l5988,134,5986,136,5986,165,5988,168,5994,168,5997,165,5997,136,5994,13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213l5988,213,5986,216,5986,245,5988,247,5994,247,5997,245,5997,216,5994,21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292l5988,292,5986,295,5986,324,5988,326,5994,326,5997,324,5997,295,5994,29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372l5988,372,5986,374,5986,403,5988,406,5994,406,5997,403,5997,374,5994,37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451l5988,451,5986,453,5986,482,5988,485,5994,485,5997,482,5997,453,5994,45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530l5988,530,5986,533,5986,562,5988,564,5994,564,5997,562,5997,533,5994,5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610l5988,610,5986,612,5986,641,5988,644,5994,644,5997,641,5997,612,5994,61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689l5988,689,5986,691,5986,720,5988,723,5994,723,5997,720,5997,691,5994,68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768l5988,768,5986,771,5986,800,5988,802,5994,802,5997,800,5997,771,5994,76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847l5988,847,5986,850,5986,879,5988,881,5994,881,5997,879,5997,850,5994,84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927l5988,927,5986,929,5986,958,5988,961,5994,961,5997,958,5997,929,5994,92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006l5988,1006,5986,1009,5986,1038,5988,1040,5994,1040,5997,1038,5997,1009,5994,100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085l5988,1085,5986,1088,5986,1117,5988,1119,5994,1119,5997,1117,5997,1088,5994,108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165l5988,1165,5986,1167,5986,1196,5988,1199,5994,1199,5997,1196,5997,1167,5994,116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244l5988,1244,5986,1247,5986,1275,5988,1278,5994,1278,5997,1275,5997,1247,5994,124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323l5988,1323,5986,1326,5986,1355,5988,1357,5994,1357,5997,1355,5997,1326,5994,132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403l5988,1403,5986,1405,5986,1434,5988,1437,5994,1437,5997,1434,5997,1405,5994,140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482l5988,1482,5986,1484,5986,1513,5988,1516,5994,1516,5997,1513,5997,1484,5994,148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561l5988,1561,5986,1564,5986,1593,5988,1595,5994,1595,5997,1593,5997,1564,5994,156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640l5988,1640,5986,1643,5986,1672,5988,1674,5994,1674,5997,1672,5997,1643,5994,164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720l5988,1720,5986,1722,5986,1751,5988,1754,5994,1754,5997,1751,5997,1722,5994,172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799l5988,1799,5986,1802,5986,1831,5988,1833,5994,1833,5997,1831,5997,1802,5994,179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878l5988,1878,5986,1881,5986,1910,5988,1912,5994,1912,5997,1910,5997,1881,5994,187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958l5988,1958,5986,1960,5986,1989,5988,1992,5994,1992,5997,1989,5997,1960,5994,195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2037l5988,2037,5986,2040,5986,2068,5988,2071,5994,2071,5997,2068,5997,2040,5994,203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2116l5988,2116,5986,2119,5986,2148,5988,2150,5994,2150,5997,2148,5997,2119,5994,211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2196l5988,2196,5986,2198,5986,2227,5988,2230,5994,2230,5997,2227,5997,2198,5994,219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2275l5988,2275,5986,2277,5986,2306,5988,2309,5994,2309,5997,2306,5997,2277,5994,227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2354l5988,2354,5986,2357,5986,2386,5988,2388,5994,2388,5997,2386,5997,2357,5994,235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2434l5988,2434,5986,2436,5986,2465,5988,2468,5994,2468,5997,2465,5997,2436,5994,243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2513l5988,2513,5986,2515,5986,2544,5988,2547,5994,2547,5997,2544,5997,2515,5994,251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2592l5988,2592,5986,2595,5986,2624,5988,2626,5994,2626,5997,2624,5997,2595,5994,259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2671l5988,2671,5986,2674,5986,2703,5988,2705,5994,2705,5997,2703,5997,2674,5994,267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2751l5988,2751,5986,2753,5986,2782,5988,2785,5994,2785,5997,2782,5997,2753,5994,275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2830l5988,2830,5986,2833,5986,2861,5988,2864,5994,2864,5997,2861,5997,2833,5994,28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2909l5988,2909,5986,2912,5986,2941,5988,2943,5994,2943,5997,2941,5997,2912,5994,290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2989l5988,2989,5986,2991,5986,3020,5988,3023,5994,3023,5997,3020,5997,2991,5994,298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3068l5988,3068,5986,3070,5986,3099,5988,3102,5994,3102,5997,3099,5997,3070,5994,306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3147l5988,3147,5986,3150,5986,3179,5988,3181,5994,3181,5997,3179,5997,3150,5994,314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3227l5988,3227,5986,3229,5986,3258,5988,3261,5994,3261,5997,3258,5997,3229,5994,322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3306l5988,3306,5986,3308,5986,3337,5988,3340,5994,3340,5997,3337,5997,3308,5994,330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3385l5988,3385,5986,3388,5986,3417,5988,3419,5994,3419,5997,3417,5997,3388,5994,338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3464l5988,3464,5986,3467,5986,3496,5988,3498,5994,3498,5997,3496,5997,3467,5994,346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3544l5988,3544,5986,3546,5986,3575,5988,3578,5994,3578,5997,3575,5997,3546,5994,354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3623l5988,3623,5986,3626,5986,3654,5988,3657,5994,3657,5997,3654,5997,3626,5994,362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3702l5988,3702,5986,3705,5986,3734,5988,3736,5994,3736,5997,3734,5997,3705,5994,370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3782l5988,3782,5986,3784,5986,3813,5988,3816,5994,3816,5997,3813,5997,3784,5994,378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3861l5988,3861,5986,3863,5986,3892,5988,3895,5994,3895,5997,3892,5997,3863,5994,386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3940l5988,3940,5986,3943,5986,3972,5988,3974,5994,3974,5997,3972,5997,3943,5994,394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4020l5988,4020,5986,4022,5986,4051,5988,4054,5994,4054,5997,4051,5997,4022,5994,402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4099l5988,4099,5986,4101,5986,4130,5988,4133,5994,4133,5997,4130,5997,4101,5994,409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4178l5988,4178,5986,4181,5986,4210,5988,4212,5994,4212,5997,4210,5997,4181,5994,417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4257l5988,4257,5986,4260,5986,4289,5988,4291,5994,4291,5997,4289,5997,4260,5994,425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4337l5988,4337,5986,4339,5986,4368,5988,4371,5994,4371,5997,4368,5997,4339,5994,433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4416l5988,4416,5986,4419,5986,4448,5988,4450,5994,4450,5997,4448,5997,4419,5994,441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4495l5988,4495,5986,4498,5986,4527,5988,4529,5994,4529,5997,4527,5997,4498,5994,449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4575l5988,4575,5986,4577,5986,4606,5988,4609,5994,4609,5997,4606,5997,4577,5994,457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4654l5988,4654,5986,4657,5986,4685,5988,4688,5994,4688,5997,4685,5997,4657,5994,465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4733l5988,4733,5986,4736,5986,4765,5988,4767,5994,4767,5997,4765,5997,4736,5994,473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4813l5988,4813,5986,4815,5986,4844,5988,4847,5994,4847,5997,4844,5997,4815,5994,481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4892l5988,4892,5986,4894,5986,4923,5988,4926,5994,4926,5997,4923,5997,4894,5994,489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4971l5988,4971,5986,4974,5986,5003,5988,5005,5994,5005,5997,5003,5997,4974,5994,497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5050l5988,5050,5986,5053,5986,5082,5988,5084,5994,5084,5997,5082,5997,5053,5994,505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5130l5988,5130,5986,5132,5986,5161,5988,5164,5994,5164,5997,5161,5997,5132,5994,51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5209l5988,5209,5986,5212,5986,5241,5988,5243,5994,5243,5997,5241,5997,5212,5994,520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5288l5988,5288,5986,5291,5986,5320,5988,5322,5994,5322,5997,5320,5997,5291,5994,528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5368l5988,5368,5986,5370,5986,5399,5988,5402,5994,5402,5997,5399,5997,5370,5994,536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5447l5988,5447,5986,5450,5986,5478,5988,5481,5994,5481,5997,5478,5997,5450,5994,544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5526l5988,5526,5986,5529,5986,5558,5988,5560,5994,5560,5997,5558,5997,5529,5994,552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5606l5988,5606,5986,5608,5986,5637,5988,5640,5994,5640,5997,5637,5997,5608,5994,560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5685l5988,5685,5986,5687,5986,5716,5988,5719,5994,5719,5997,5716,5997,5687,5994,568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5764l5988,5764,5986,5767,5986,5796,5988,5798,5994,5798,5997,5796,5997,5767,5994,576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5843l5988,5843,5986,5846,5986,5875,5988,5877,5994,5877,5997,5875,5997,5846,5994,584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5923l5988,5923,5986,5925,5986,5954,5988,5957,5994,5957,5997,5954,5997,5925,5994,592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6002l5988,6002,5986,6005,5986,6034,5988,6036,5994,6036,5997,6034,5997,6005,5994,600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6081l5988,6081,5986,6084,5986,6113,5988,6115,5994,6115,5997,6113,5997,6084,5994,608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6161l5988,6161,5986,6163,5986,6192,5988,6195,5994,6195,5997,6192,5997,6163,5994,616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6240l5988,6240,5986,6243,5986,6271,5988,6274,5994,6274,5997,6271,5997,6243,5994,624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6319l5988,6319,5986,6322,5986,6351,5988,6353,5994,6353,5997,6351,5997,6322,5994,631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6399l5988,6399,5986,6401,5986,6430,5988,6433,5994,6433,5997,6430,5997,6401,5994,639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6478l5988,6478,5986,6480,5986,6509,5988,6512,5994,6512,5997,6509,5997,6480,5994,647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6557l5988,6557,5986,6560,5986,6589,5988,6591,5994,6591,5997,6589,5997,6560,5994,655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6637l5988,6637,5986,6639,5986,6668,5988,6671,5994,6671,5997,6668,5997,6639,5994,663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6716l5988,6716,5986,6718,5986,6747,5988,6750,5994,6750,5997,6747,5997,6718,5994,671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6795l5988,6795,5986,6798,5986,6827,5988,6829,5994,6829,5997,6827,5997,6798,5994,679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6874l5988,6874,5986,6877,5986,6906,5988,6908,5994,6908,5997,6906,5997,6877,5994,687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6954l5988,6954,5986,6956,5986,6985,5988,6988,5994,6988,5997,6985,5997,6956,5994,695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7033l5988,7033,5986,7036,5986,7064,5988,7067,5994,7067,5997,7064,5997,7036,5994,703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7112l5988,7112,5986,7115,5986,7144,5988,7146,5994,7146,5997,7144,5997,7115,5994,711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7192l5988,7192,5986,7194,5986,7223,5988,7226,5994,7226,5997,7223,5997,7194,5994,719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7271l5988,7271,5986,7273,5986,7302,5988,7305,5994,7305,5997,7302,5997,7273,5994,727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7350l5988,7350,5986,7353,5986,7382,5988,7384,5994,7384,5997,7382,5997,7353,5994,735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7430l5988,7430,5986,7432,5986,7461,5988,7464,5994,7464,5997,7461,5997,7432,5994,74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7509l5988,7509,5986,7511,5986,7540,5988,7543,5994,7543,5997,7540,5997,7511,5994,750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7588l5988,7588,5986,7591,5986,7620,5988,7622,5994,7622,5997,7620,5997,7591,5994,758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7667l5988,7667,5986,7670,5986,7699,5988,7701,5994,7701,5997,7699,5997,7670,5994,766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7747l5988,7747,5986,7749,5986,7778,5988,7781,5994,7781,5997,7778,5997,7749,5994,774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7826l5988,7826,5986,7829,5986,7858,5988,7860,5994,7860,5997,7858,5997,7829,5994,782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7905l5988,7905,5986,7908,5986,7937,5988,7939,5994,7939,5997,7937,5997,7908,5994,790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7985l5988,7985,5986,7987,5986,8016,5988,8019,5994,8019,5997,8016,5997,7987,5994,798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8064l5988,8064,5986,8066,5986,8095,5988,8098,5994,8098,5997,8095,5997,8066,5994,806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8143l5988,8143,5986,8146,5986,8175,5988,8177,5994,8177,5997,8175,5997,8146,5994,814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8223l5988,8223,5986,8225,5986,8254,5988,8257,5994,8257,5997,8254,5997,8225,5994,822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8302l5988,8302,5986,8304,5986,8333,5988,8336,5994,8336,5997,8333,5997,8304,5994,830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8381l5988,8381,5986,8384,5986,8413,5988,8415,5994,8415,5997,8413,5997,8384,5994,838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8460l5988,8460,5986,8463,5986,8492,5988,8494,5994,8494,5997,8492,5997,8463,5994,846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8540l5988,8540,5986,8542,5986,8571,5988,8574,5994,8574,5997,8571,5997,8542,5994,854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8619l5988,8619,5986,8622,5986,8651,5988,8653,5994,8653,5997,8651,5997,8622,5994,861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8698l5988,8698,5986,8701,5986,8730,5988,8732,5994,8732,5997,8730,5997,8701,5994,869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8778l5988,8778,5986,8780,5986,8809,5988,8812,5994,8812,5997,8809,5997,8780,5994,877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8857l5988,8857,5986,8860,5986,8888,5988,8891,5994,8891,5997,8888,5997,8860,5994,885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8936l5988,8936,5986,8939,5986,8968,5988,8970,5994,8970,5997,8968,5997,8939,5994,893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9016l5988,9016,5986,9018,5986,9047,5988,9050,5994,9050,5997,9047,5997,9018,5994,901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9095l5988,9095,5986,9097,5986,9126,5988,9129,5994,9129,5997,9126,5997,9097,5994,909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9174l5988,9174,5986,9177,5986,9206,5988,9208,5994,9208,5997,9206,5997,9177,5994,917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9253l5988,9253,5986,9256,5986,9285,5988,9287,5994,9287,5997,9285,5997,9256,5994,925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9333l5988,9333,5986,9335,5986,9364,5988,9367,5994,9367,5997,9364,5997,9335,5994,933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9412l5988,9412,5986,9415,5986,9444,5988,9446,5994,9446,5997,9444,5997,9415,5994,941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9491l5988,9491,5986,9494,5986,9523,5988,9525,5994,9525,5997,9523,5997,9494,5994,949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9571l5988,9571,5986,9573,5986,9602,5988,9605,5994,9605,5997,9602,5997,9573,5994,957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9650l5988,9650,5986,9653,5986,9681,5988,9684,5994,9684,5997,9681,5997,9653,5994,965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9729l5988,9729,5986,9732,5986,9761,5988,9763,5994,9763,5997,9761,5997,9732,5994,972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9809l5988,9809,5986,9811,5986,9840,5988,9843,5994,9843,5997,9840,5997,9811,5994,980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9888l5988,9888,5986,9890,5986,9919,5988,9922,5994,9922,5997,9919,5997,9890,5994,988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9967l5988,9967,5986,9970,5986,9999,5988,10001,5994,10001,5997,9999,5997,9970,5994,996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0047l5988,10047,5986,10049,5986,10078,5988,10081,5994,10081,5997,10078,5997,10049,5994,1004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0126l5988,10126,5986,10128,5986,10157,5988,10160,5994,10160,5997,10157,5997,10128,5994,1012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0205l5988,10205,5986,10208,5986,10237,5988,10239,5994,10239,5997,10237,5997,10208,5994,1020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0284l5988,10284,5986,10287,5986,10316,5988,10318,5994,10318,5997,10316,5997,10287,5994,1028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0364l5988,10364,5986,10366,5986,10395,5988,10398,5994,10398,5997,10395,5997,10366,5994,1036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0443l5988,10443,5986,10446,5986,10474,5988,10477,5994,10477,5997,10474,5997,10446,5994,1044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0522l5988,10522,5986,10525,5986,10554,5988,10556,5994,10556,5997,10554,5997,10525,5994,1052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0602l5988,10602,5986,10604,5986,10633,5988,10636,5994,10636,5997,10633,5997,10604,5994,1060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0681l5988,10681,5986,10683,5986,10712,5988,10715,5994,10715,5997,10712,5997,10683,5994,1068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0760l5988,10760,5986,10763,5986,10792,5988,10794,5994,10794,5997,10792,5997,10763,5994,1076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0840l5988,10840,5986,10842,5986,10871,5988,10874,5994,10874,5997,10871,5997,10842,5994,1084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0919l5988,10919,5986,10921,5986,10950,5988,10953,5994,10953,5997,10950,5997,10921,5994,1091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0998l5988,10998,5986,11001,5986,11030,5988,11032,5994,11032,5997,11030,5997,11001,5994,1099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1077l5988,11077,5986,11080,5986,11109,5988,11111,5994,11111,5997,11109,5997,11080,5994,1107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1157l5988,11157,5986,11159,5986,11188,5988,11191,5994,11191,5997,11188,5997,11159,5994,1115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1236l5988,11236,5986,11239,5986,11267,5988,11270,5994,11270,5997,11267,5997,11239,5994,1123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1315l5988,11315,5986,11318,5986,11347,5988,11349,5994,11349,5997,11347,5997,11318,5994,1131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1395l5988,11395,5986,11397,5986,11426,5988,11429,5994,11429,5997,11426,5997,11397,5994,1139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1474l5988,11474,5986,11476,5986,11505,5988,11508,5994,11508,5997,11505,5997,11476,5994,1147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1553l5988,11553,5986,11556,5986,11585,5988,11587,5994,11587,5997,11585,5997,11556,5994,1155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1633l5988,11633,5986,11635,5986,11664,5988,11667,5994,11667,5997,11664,5997,11635,5994,1163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1712l5988,11712,5986,11714,5986,11743,5988,11746,5994,11746,5997,11743,5997,11714,5994,1171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1791l5988,11791,5986,11794,5986,11823,5988,11825,5994,11825,5997,11823,5997,11794,5994,1179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1870l5988,11870,5986,11873,5986,11902,5988,11904,5994,11904,5997,11902,5997,11873,5994,1187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1950l5988,11950,5986,11952,5986,11981,5988,11984,5994,11984,5997,11981,5997,11952,5994,1195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2029l5988,12029,5986,12032,5986,12061,5988,12063,5994,12063,5997,12061,5997,12032,5994,1202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2108l5988,12108,5986,12111,5986,12140,5988,12142,5994,12142,5997,12140,5997,12111,5994,1210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2188l5988,12188,5986,12190,5986,12219,5988,12222,5994,12222,5997,12219,5997,12190,5994,1218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2267l5988,12267,5986,12270,5986,12298,5988,12301,5994,12301,5997,12298,5997,12270,5994,1226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2346l5988,12346,5986,12349,5986,12378,5988,12380,5994,12380,5997,12378,5997,12349,5994,1234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2426l5988,12426,5986,12428,5986,12457,5988,12460,5994,12460,5997,12457,5997,12428,5994,1242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2505l5988,12505,5986,12507,5986,12536,5988,12539,5994,12539,5997,12536,5997,12507,5994,1250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2584l5988,12584,5986,12587,5986,12616,5988,12618,5994,12618,5997,12616,5997,12587,5994,1258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2663l5988,12663,5986,12666,5986,12695,5988,12697,5994,12697,5997,12695,5997,12666,5994,1266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2743l5988,12743,5986,12745,5986,12774,5988,12777,5994,12777,5997,12774,5997,12745,5994,1274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2822l5988,12822,5986,12825,5986,12854,5988,12856,5994,12856,5997,12854,5997,12825,5994,1282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2901l5988,12901,5986,12904,5986,12933,5988,12935,5994,12935,5997,12933,5997,12904,5994,1290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2981l5988,12981,5986,12983,5986,13012,5988,13015,5994,13015,5997,13012,5997,12983,5994,1298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3060l5988,13060,5986,13063,5986,13091,5988,13094,5994,13094,5997,13091,5997,13063,5994,1306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3139l5988,13139,5986,13142,5986,13171,5988,13173,5994,13173,5997,13171,5997,13142,5994,1313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80,13230l5977,13230,5974,13233,5974,13239,5977,13241,5980,13241,598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86,13230l5980,13230,5980,13241,5988,13241,5986,13239,598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86,13236l5986,13239,5988,13241,5991,13241,5986,1323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4,13219l5988,13219,5986,13221,5986,13236,5991,13241,5991,13230,5997,13230,5997,13221,5994,1321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7,13230l5991,13230,5991,13241,5997,13236,599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97,13236l5991,13241,5994,13241,5997,13239,5997,1323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01,13230l5897,13230,5895,13233,5895,13239,5897,13241,5901,13241,590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23,13230l5901,13230,5901,13241,5923,13241,592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926,13230l5923,13230,5923,13241,5926,13241,5929,13239,5929,13233,592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821,13230l5818,13230,5816,13233,5816,13239,5818,13241,5821,13241,582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844,13230l5821,13230,5821,13241,5844,13241,5844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847,13230l5844,13230,5844,13241,5847,13241,5850,13239,5850,13233,584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742,13230l5739,13230,5736,13233,5736,13239,5739,13241,5742,13241,574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765,13230l5742,13230,5742,13241,5765,13241,576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768,13230l5765,13230,5765,13241,5768,13241,5770,13239,5770,13233,576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662,13230l5659,13230,5657,13233,5657,13239,5659,13241,5662,13241,566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685,13230l5662,13230,5662,13241,5685,13241,568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688,13230l5685,13230,5685,13241,5688,13241,5691,13239,5691,13233,568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583,13230l5580,13230,5577,13233,5577,13239,5580,13241,5583,13241,558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606,13230l5583,13230,5583,13241,5606,13241,560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609,13230l5606,13230,5606,13241,5609,13241,5611,13239,5611,13233,5609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504,13230l5501,13230,5498,13233,5498,13239,5501,13241,5504,13241,5504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526,13230l5504,13230,5504,13241,5526,13241,552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530,13230l5526,13230,5526,13241,5530,13241,5532,13239,5532,13233,553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424,13230l5421,13230,5419,13233,5419,13239,5421,13241,5424,13241,5424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447,13230l5424,13230,5424,13241,5447,13241,544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450,13230l5447,13230,5447,13241,5450,13241,5453,13239,5453,13233,545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345,13230l5342,13230,5339,13233,5339,13239,5342,13241,5345,13241,534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368,13230l5345,13230,5345,13241,5368,13241,536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371,13230l5368,13230,5368,13241,5371,13241,5373,13239,5373,13233,537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266,13230l5263,13230,5260,13233,5260,13239,5263,13241,5266,13241,526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288,13230l5266,13230,5266,13241,5288,13241,528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291,13230l5288,13230,5288,13241,5291,13241,5294,13239,5294,13233,529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186,13230l5183,13230,5181,13233,5181,13239,5183,13241,5186,13241,518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209,13230l5186,13230,5186,13241,5209,13241,5209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212,13230l5209,13230,5209,13241,5212,13241,5215,13239,5215,13233,521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107,13230l5104,13230,5101,13233,5101,13239,5104,13241,5107,13241,510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130,13230l5107,13230,5107,13241,5130,13241,513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133,13230l5130,13230,5130,13241,5133,13241,5135,13239,5135,13233,513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028,13230l5024,13230,5022,13233,5022,13239,5024,13241,5028,13241,502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050,13230l5028,13230,5028,13241,5050,13241,505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053,13230l5050,13230,5050,13241,5053,13241,5056,13239,5056,13233,505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948,13230l4945,13230,4943,13233,4943,13239,4945,13241,4948,13241,494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971,13230l4948,13230,4948,13241,4971,13241,497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974,13230l4971,13230,4971,13241,4974,13241,4977,13239,4977,13233,4974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869,13230l4866,13230,4863,13233,4863,13239,4866,13241,4869,13241,4869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891,13230l4869,13230,4869,13241,4891,13241,489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895,13230l4891,13230,4891,13241,4895,13241,4897,13239,4897,13233,489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789,13230l4786,13230,4784,13233,4784,13239,4786,13241,4789,13241,4789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812,13230l4789,13230,4789,13241,4812,13241,481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815,13230l4812,13230,4812,13241,4815,13241,4818,13239,4818,13233,481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710,13230l4707,13230,4704,13233,4704,13239,4707,13241,4710,13241,471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733,13230l4710,13230,4710,13241,4733,13241,473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736,13230l4733,13230,4733,13241,4736,13241,4738,13239,4738,13233,473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631,13230l4628,13230,4625,13233,4625,13239,4628,13241,4631,13241,463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653,13230l4631,13230,4631,13241,4653,13241,465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656,13230l4653,13230,4653,13241,4656,13241,4659,13239,4659,13233,465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551,13230l4548,13230,4546,13233,4546,13239,4548,13241,4551,13241,455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574,13230l4551,13230,4551,13241,4574,13241,4574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577,13230l4574,13230,4574,13241,4577,13241,4580,13239,4580,13233,457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472,13230l4469,13230,4466,13233,4466,13239,4469,13241,4472,13241,447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495,13230l4472,13230,4472,13241,4495,13241,449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498,13230l4495,13230,4495,13241,4498,13241,4500,13239,4500,13233,449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3,13230l4389,13230,4387,13233,4387,13239,4389,13241,4393,13241,439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415,13230l4393,13230,4393,13241,4415,13241,441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418,13230l4415,13230,4415,13241,4418,13241,4421,13239,4421,13233,441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13,13230l4310,13230,4308,13233,4308,13239,4310,13241,4313,13241,431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36,13230l4313,13230,4313,13241,4336,13241,433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39,13230l4336,13230,4336,13241,4339,13241,4342,13239,4342,13233,4339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234,13230l4231,13230,4228,13233,4228,13239,4231,13241,4234,13241,4234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257,13230l4234,13230,4234,13241,4257,13241,425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260,13230l4257,13230,4257,13241,4260,13241,4262,13239,4262,13233,426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154,13230l4151,13230,4149,13233,4149,13239,4151,13241,4154,13241,4154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177,13230l4154,13230,4154,13241,4177,13241,417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180,13230l4177,13230,4177,13241,4180,13241,4183,13239,4183,13233,418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075,13230l4072,13230,4069,13233,4069,13239,4072,13241,4075,13241,407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098,13230l4075,13230,4075,13241,4098,13241,409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101,13230l4098,13230,4098,13241,4101,13241,4103,13239,4103,13233,410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996,13230l3993,13230,3990,13233,3990,13239,3993,13241,3996,13241,399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018,13230l3996,13230,3996,13241,4018,13241,401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022,13230l4018,13230,4018,13241,4022,13241,4024,13239,4024,13233,402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916,13230l3913,13230,3911,13233,3911,13239,3913,13241,3916,13241,391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939,13230l3916,13230,3916,13241,3939,13241,3939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942,13230l3939,13230,3939,13241,3942,13241,3945,13239,3945,13233,394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837,13230l3834,13230,3831,13233,3831,13239,3834,13241,3837,13241,383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860,13230l3837,13230,3837,13241,3860,13241,386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863,13230l3860,13230,3860,13241,3863,13241,3865,13239,3865,13233,386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758,13230l3754,13230,3752,13233,3752,13239,3754,13241,3758,13241,375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780,13230l3758,13230,3758,13241,3780,13241,378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783,13230l3780,13230,3780,13241,3783,13241,3786,13239,3786,13233,378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678,13230l3675,13230,3673,13233,3673,13239,3675,13241,3678,13241,367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701,13230l3678,13230,3678,13241,3701,13241,370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704,13230l3701,13230,3701,13241,3704,13241,3707,13239,3707,13233,3704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599,13230l3596,13230,3593,13233,3593,13239,3596,13241,3599,13241,3599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622,13230l3599,13230,3599,13241,3622,13241,362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625,13230l3622,13230,3622,13241,3625,13241,3627,13239,3627,13233,362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520,13230l3516,13230,3514,13233,3514,13239,3516,13241,3520,13241,352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542,13230l3520,13230,3520,13241,3542,13241,354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545,13230l3542,13230,3542,13241,3545,13241,3548,13239,3548,13233,354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440,13230l3437,13230,3434,13233,3434,13239,3437,13241,3440,13241,344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463,13230l3440,13230,3440,13241,3463,13241,346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466,13230l3463,13230,3463,13241,3466,13241,3468,13239,3468,13233,346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361,13230l3358,13230,3355,13233,3355,13239,3358,13241,3361,13241,336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383,13230l3361,13230,3361,13241,3383,13241,338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387,13230l3383,13230,3383,13241,3387,13241,3389,13239,3389,13233,338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281,13230l3278,13230,3276,13233,3276,13239,3278,13241,3281,13241,328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304,13230l3281,13230,3281,13241,3304,13241,3304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307,13230l3304,13230,3304,13241,3307,13241,3310,13239,3310,13233,330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202,13230l3199,13230,3196,13233,3196,13239,3199,13241,3202,13241,320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225,13230l3202,13230,3202,13241,3225,13241,322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228,13230l3225,13230,3225,13241,3228,13241,3230,13239,3230,13233,322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123,13230l3120,13230,3117,13233,3117,13239,3120,13241,3123,13241,312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145,13230l3123,13230,3123,13241,3145,13241,314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148,13230l3145,13230,3145,13241,3148,13241,3151,13239,3151,13233,314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043,13230l3040,13230,3038,13233,3038,13239,3040,13241,3043,13241,304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066,13230l3043,13230,3043,13241,3066,13241,306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3069,13230l3066,13230,3066,13241,3069,13241,3072,13239,3072,13233,3069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964,13230l2961,13230,2958,13233,2958,13239,2961,13241,2964,13241,2964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987,13230l2964,13230,2964,13241,2987,13241,298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990,13230l2987,13230,2987,13241,2990,13241,2992,13239,2992,13233,299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885,13230l2881,13230,2879,13233,2879,13239,2881,13241,2885,13241,288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907,13230l2885,13230,2885,13241,2907,13241,290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910,13230l2907,13230,2907,13241,2910,13241,2913,13239,2913,13233,291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805,13230l2802,13230,2800,13233,2800,13239,2802,13241,2805,13241,280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828,13230l2805,13230,2805,13241,2828,13241,282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831,13230l2828,13230,2828,13241,2831,13241,2834,13239,2834,13233,283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726,13230l2723,13230,2720,13233,2720,13239,2723,13241,2726,13241,272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748,13230l2726,13230,2726,13241,2748,13241,274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752,13230l2748,13230,2748,13241,2752,13241,2754,13239,2754,13233,275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646,13230l2643,13230,2641,13233,2641,13239,2643,13241,2646,13241,264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669,13230l2646,13230,2646,13241,2669,13241,2669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672,13230l2669,13230,2669,13241,2672,13241,2675,13239,2675,13233,267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567,13230l2564,13230,2561,13233,2561,13239,2564,13241,2567,13241,256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590,13230l2567,13230,2567,13241,2590,13241,259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593,13230l2590,13230,2590,13241,2593,13241,2595,13239,2595,13233,259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488,13230l2485,13230,2482,13233,2482,13239,2485,13241,2488,13241,248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510,13230l2488,13230,2488,13241,2510,13241,251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514,13230l2510,13230,2510,13241,2514,13241,2516,13239,2516,13233,2514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408,13230l2405,13230,2403,13233,2403,13239,2405,13241,2408,13241,240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431,13230l2408,13230,2408,13241,2431,13241,243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434,13230l2431,13230,2431,13241,2434,13241,2437,13239,2437,13233,2434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329,13230l2326,13230,2323,13233,2323,13239,2326,13241,2329,13241,2329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352,13230l2329,13230,2329,13241,2352,13241,235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355,13230l2352,13230,2352,13241,2355,13241,2357,13239,2357,13233,235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250,13230l2246,13230,2244,13233,2244,13239,2246,13241,2250,13241,225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272,13230l2250,13230,2250,13241,2272,13241,227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275,13230l2272,13230,2272,13241,2275,13241,2278,13239,2278,13233,227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170,13230l2167,13230,2165,13233,2165,13239,2167,13241,2170,13241,217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193,13230l2170,13230,2170,13241,2193,13241,219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196,13230l2193,13230,2193,13241,2196,13241,2199,13239,2199,13233,219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091,13230l2088,13230,2085,13233,2085,13239,2088,13241,2091,13241,209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114,13230l2091,13230,2091,13241,2114,13241,2114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117,13230l2114,13230,2114,13241,2117,13241,2119,13239,2119,13233,211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011,13230l2008,13230,2006,13233,2006,13239,2008,13241,2011,13241,201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034,13230l2011,13230,2011,13241,2034,13241,2034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2037,13230l2034,13230,2034,13241,2037,13241,2040,13239,2040,13233,203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932,13230l1929,13230,1926,13233,1926,13239,1929,13241,1932,13241,193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955,13230l1932,13230,1932,13241,1955,13241,195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958,13230l1955,13230,1955,13241,1958,13241,1960,13239,1960,13233,195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853,13230l1850,13230,1847,13233,1847,13239,1850,13241,1853,13241,185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875,13230l1853,13230,1853,13241,1875,13241,187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879,13230l1875,13230,1875,13241,1879,13241,1881,13239,1881,13233,1879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773,13230l1770,13230,1768,13233,1768,13239,1770,13241,1773,13241,177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796,13230l1773,13230,1773,13241,1796,13241,179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799,13230l1796,13230,1796,13241,1799,13241,1802,13239,1802,13233,1799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694,13230l1691,13230,1688,13233,1688,13239,1691,13241,1694,13241,1694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717,13230l1694,13230,1694,13241,1717,13241,171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720,13230l1717,13230,1717,13241,1720,13241,1722,13239,1722,13233,172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615,13230l1611,13230,1609,13233,1609,13239,1611,13241,1615,13241,161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637,13230l1615,13230,1615,13241,1637,13241,163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640,13230l1637,13230,1637,13241,1640,13241,1643,13239,1643,13233,164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535,13230l1532,13230,1530,13233,1530,13239,1532,13241,1535,13241,153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558,13230l1535,13230,1535,13241,1558,13241,155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561,13230l1558,13230,1558,13241,1561,13241,1564,13239,1564,13233,156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456,13230l1453,13230,1450,13233,1450,13239,1453,13241,1456,13241,145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479,13230l1456,13230,1456,13241,1479,13241,1479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482,13230l1479,13230,1479,13241,1482,13241,1484,13239,1484,13233,148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377,13230l1373,13230,1371,13233,1371,13239,1373,13241,1377,13241,137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399,13230l1377,13230,1377,13241,1399,13241,1399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402,13230l1399,13230,1399,13241,1402,13241,1405,13239,1405,13233,140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297,13230l1294,13230,1291,13233,1291,13239,1294,13241,1297,13241,129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320,13230l1297,13230,1297,13241,1320,13241,132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323,13230l1320,13230,1320,13241,1323,13241,1325,13239,1325,13233,132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218,13230l1215,13230,1212,13233,1212,13239,1215,13241,1218,13241,121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240,13230l1218,13230,1218,13241,1240,13241,124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244,13230l1240,13230,1240,13241,1244,13241,1246,13239,1246,13233,1244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138,13230l1135,13230,1133,13233,1133,13239,1135,13241,1138,13241,113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161,13230l1138,13230,1138,13241,1161,13241,116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164,13230l1161,13230,1161,13241,1164,13241,1167,13239,1167,13233,1164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059,13230l1056,13230,1053,13233,1053,13239,1056,13241,1059,13241,1059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082,13230l1059,13230,1059,13241,1082,13241,108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085,13230l1082,13230,1082,13241,1085,13241,1087,13239,1087,13233,108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980,13230l977,13230,974,13233,974,13239,977,13241,980,13241,98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002,13230l980,13230,980,13241,1002,13241,100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1005,13230l1002,13230,1002,13241,1005,13241,1008,13239,1008,13233,100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900,13230l897,13230,895,13233,895,13239,897,13241,900,13241,90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923,13230l900,13230,900,13241,923,13241,92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926,13230l923,13230,923,13241,926,13241,929,13239,929,13233,92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821,13230l818,13230,815,13233,815,13239,818,13241,821,13241,82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844,13230l821,13230,821,13241,844,13241,844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847,13230l844,13230,844,13241,847,13241,849,13239,849,13233,84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742,13230l738,13230,736,13233,736,13239,738,13241,742,13241,74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764,13230l742,13230,742,13241,764,13241,764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767,13230l764,13230,764,13241,767,13241,770,13239,770,13233,76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662,13230l659,13230,657,13233,657,13239,659,13241,662,13241,662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685,13230l662,13230,662,13241,685,13241,68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688,13230l685,13230,685,13241,688,13241,691,13239,691,13233,688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83,13230l580,13230,577,13233,577,13239,580,13241,583,13241,58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605,13230l583,13230,583,13241,605,13241,60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609,13230l605,13230,605,13241,609,13241,611,13239,611,13233,609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03,13230l500,13230,498,13233,498,13239,500,13241,503,13241,503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26,13230l503,13230,503,13241,526,13241,526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529,13230l526,13230,526,13241,529,13241,532,13239,532,13233,529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0,13236l430,13239,432,13241,435,13241,430,1323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5,13230l430,13236,435,13241,43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41,13230l435,13230,435,13241,447,13241,447,13236,441,13236,441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50,13230l447,13230,447,13241,450,13241,452,13239,452,13233,450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5,13230l432,13230,430,13233,430,13236,435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47,13230l441,13230,441,13236,447,13236,447,132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3219l432,13219,430,13221,430,13233,432,13230,441,13230,441,13221,439,1321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3139l432,13139,430,13142,430,13171,432,13173,439,13173,441,13171,441,13142,439,1313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3060l432,13060,430,13063,430,13092,432,13094,439,13094,441,13092,441,13063,439,1306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2981l432,12981,430,12983,430,13012,432,13015,439,13015,441,13012,441,12983,439,1298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2901l432,12901,430,12904,430,12933,432,12935,439,12935,441,12933,441,12904,439,1290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2822l432,12822,430,12825,430,12854,432,12856,439,12856,441,12854,441,12825,439,1282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2743l432,12743,430,12745,430,12774,432,12777,439,12777,441,12774,441,12745,439,1274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2664l432,12664,430,12666,430,12695,432,12698,439,12698,441,12695,441,12666,439,1266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2584l432,12584,430,12587,430,12616,432,12618,439,12618,441,12616,441,12587,439,1258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2505l432,12505,430,12507,430,12536,432,12539,439,12539,441,12536,441,12507,439,1250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2426l432,12426,430,12428,430,12457,432,12460,439,12460,441,12457,441,12428,439,1242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2346l432,12346,430,12349,430,12378,432,12380,439,12380,441,12378,441,12349,439,1234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2267l432,12267,430,12270,430,12299,432,12301,439,12301,441,12299,441,12270,439,1226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2188l432,12188,430,12190,430,12219,432,12222,439,12222,441,12219,441,12190,439,1218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2108l432,12108,430,12111,430,12140,432,12142,439,12142,441,12140,441,12111,439,1210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2029l432,12029,430,12032,430,12061,432,12063,439,12063,441,12061,441,12032,439,1202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1950l432,11950,430,11952,430,11981,432,11984,439,11984,441,11981,441,11952,439,1195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1871l432,11871,430,11873,430,11902,432,11905,439,11905,441,11902,441,11873,439,1187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1791l432,11791,430,11794,430,11823,432,11825,439,11825,441,11823,441,11794,439,1179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1712l432,11712,430,11714,430,11743,432,11746,439,11746,441,11743,441,11714,439,1171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1633l432,11633,430,11635,430,11664,432,11667,439,11667,441,11664,441,11635,439,1163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1553l432,11553,430,11556,430,11585,432,11587,439,11587,441,11585,441,11556,439,1155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1474l432,11474,430,11477,430,11505,432,11508,439,11508,441,11505,441,11477,439,1147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1395l432,11395,430,11397,430,11426,432,11429,439,11429,441,11426,441,11397,439,1139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1315l432,11315,430,11318,430,11347,432,11349,439,11349,441,11347,441,11318,439,1131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1236l432,11236,430,11239,430,11268,432,11270,439,11270,441,11268,441,11239,439,1123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1157l432,11157,430,11159,430,11188,432,11191,439,11191,441,11188,441,11159,439,1115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1078l432,11078,430,11080,430,11109,432,11112,439,11112,441,11109,441,11080,439,1107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0998l432,10998,430,11001,430,11030,432,11032,439,11032,441,11030,441,11001,439,1099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0919l432,10919,430,10921,430,10950,432,10953,439,10953,441,10950,441,10921,439,1091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0840l432,10840,430,10842,430,10871,432,10874,439,10874,441,10871,441,10842,439,1084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0760l432,10760,430,10763,430,10792,432,10794,439,10794,441,10792,441,10763,439,1076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0681l432,10681,430,10684,430,10712,432,10715,439,10715,441,10712,441,10684,439,1068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0602l432,10602,430,10604,430,10633,432,10636,439,10636,441,10633,441,10604,439,1060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0522l432,10522,430,10525,430,10554,432,10556,439,10556,441,10554,441,10525,439,1052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0443l432,10443,430,10446,430,10475,432,10477,439,10477,441,10475,441,10446,439,1044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0364l432,10364,430,10366,430,10395,432,10398,439,10398,441,10395,441,10366,439,1036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0284l432,10284,430,10287,430,10316,432,10318,439,10318,441,10316,441,10287,439,1028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0205l432,10205,430,10208,430,10237,432,10239,439,10239,441,10237,441,10208,439,1020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0126l432,10126,430,10128,430,10157,432,10160,439,10160,441,10157,441,10128,439,1012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0047l432,10047,430,10049,430,10078,432,10081,439,10081,441,10078,441,10049,439,1004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9967l432,9967,430,9970,430,9999,432,10001,439,10001,441,9999,441,9970,439,996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9888l432,9888,430,9891,430,9919,432,9922,439,9922,441,9919,441,9891,439,988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9809l432,9809,430,9811,430,9840,432,9843,439,9843,441,9840,441,9811,439,980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9729l432,9729,430,9732,430,9761,432,9763,439,9763,441,9761,441,9732,439,972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9650l432,9650,430,9653,430,9682,432,9684,439,9684,441,9682,441,9653,439,965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9571l432,9571,430,9573,430,9602,432,9605,439,9605,441,9602,441,9573,439,957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9491l432,9491,430,9494,430,9523,432,9525,439,9525,441,9523,441,9494,439,949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9412l432,9412,430,9415,430,9444,432,9446,439,9446,441,9444,441,9415,439,941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9333l432,9333,430,9335,430,9364,432,9367,439,9367,441,9364,441,9335,439,933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9254l432,9254,430,9256,430,9285,432,9288,439,9288,441,9285,441,9256,439,925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9174l432,9174,430,9177,430,9206,432,9208,439,9208,441,9206,441,9177,439,917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9095l432,9095,430,9098,430,9126,432,9129,439,9129,441,9126,441,9098,439,909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9016l432,9016,430,9018,430,9047,432,9050,439,9050,441,9047,441,9018,439,901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8936l432,8936,430,8939,430,8968,432,8970,439,8970,441,8968,441,8939,439,893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8857l432,8857,430,8860,430,8889,432,8891,439,8891,441,8889,441,8860,439,885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8778l432,8778,430,8780,430,8809,432,8812,439,8812,441,8809,441,8780,439,877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8698l432,8698,430,8701,430,8730,432,8732,439,8732,441,8730,441,8701,439,869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8619l432,8619,430,8622,430,8651,432,8653,439,8653,441,8651,441,8622,439,861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8540l432,8540,430,8542,430,8571,432,8574,439,8574,441,8571,441,8542,439,854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8461l432,8461,430,8463,430,8492,432,8495,439,8495,441,8492,441,8463,439,846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8381l432,8381,430,8384,430,8413,432,8415,439,8415,441,8413,441,8384,439,838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8302l432,8302,430,8304,430,8333,432,8336,439,8336,441,8333,441,8304,439,830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8223l432,8223,430,8225,430,8254,432,8257,439,8257,441,8254,441,8225,439,822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8143l432,8143,430,8146,430,8175,432,8177,439,8177,441,8175,441,8146,439,814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8064l432,8064,430,8067,430,8096,432,8098,439,8098,441,8096,441,8067,439,806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7985l432,7985,430,7987,430,8016,432,8019,439,8019,441,8016,441,7987,439,798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7905l432,7905,430,7908,430,7937,432,7939,439,7939,441,7937,441,7908,439,790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7826l432,7826,430,7829,430,7858,432,7860,439,7860,441,7858,441,7829,439,782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7747l432,7747,430,7749,430,7778,432,7781,439,7781,441,7778,441,7749,439,774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7668l432,7668,430,7670,430,7699,432,7702,439,7702,441,7699,441,7670,439,766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7588l432,7588,430,7591,430,7620,432,7622,439,7622,441,7620,441,7591,439,758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7509l432,7509,430,7511,430,7540,432,7543,439,7543,441,7540,441,7511,439,750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7430l432,7430,430,7432,430,7461,432,7464,439,7464,441,7461,441,7432,439,74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7350l432,7350,430,7353,430,7382,432,7384,439,7384,441,7382,441,7353,439,735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7271l432,7271,430,7274,430,7302,432,7305,439,7305,441,7302,441,7274,439,727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7192l432,7192,430,7194,430,7223,432,7226,439,7226,441,7223,441,7194,439,719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7112l432,7112,430,7115,430,7144,432,7146,439,7146,441,7144,441,7115,439,711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7033l432,7033,430,7036,430,7065,432,7067,439,7067,441,7065,441,7036,439,703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6954l432,6954,430,6956,430,6985,432,6988,439,6988,441,6985,441,6956,439,695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6875l432,6875,430,6877,430,6906,432,6909,439,6909,441,6906,441,6877,439,687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6795l432,6795,430,6798,430,6827,432,6829,439,6829,441,6827,441,6798,439,679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6716l432,6716,430,6718,430,6747,432,6750,439,6750,441,6747,441,6718,439,671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6637l432,6637,430,6639,430,6668,432,6671,439,6671,441,6668,441,6639,439,663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6557l432,6557,430,6560,430,6589,432,6591,439,6591,441,6589,441,6560,439,655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6478l432,6478,430,6481,430,6509,432,6512,439,6512,441,6509,441,6481,439,647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6399l432,6399,430,6401,430,6430,432,6433,439,6433,441,6430,441,6401,439,639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6319l432,6319,430,6322,430,6351,432,6353,439,6353,441,6351,441,6322,439,631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6240l432,6240,430,6243,430,6272,432,6274,439,6274,441,6272,441,6243,439,624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6161l432,6161,430,6163,430,6192,432,6195,439,6195,441,6192,441,6163,439,616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6081l432,6081,430,6084,430,6113,432,6115,439,6115,441,6113,441,6084,439,608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6002l432,6002,430,6005,430,6034,432,6036,439,6036,441,6034,441,6005,439,600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5923l432,5923,430,5925,430,5954,432,5957,439,5957,441,5954,441,5925,439,592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5844l432,5844,430,5846,430,5875,432,5878,439,5878,441,5875,441,5846,439,584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5764l432,5764,430,5767,430,5796,432,5798,439,5798,441,5796,441,5767,439,576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5685l432,5685,430,5688,430,5716,432,5719,439,5719,441,5716,441,5688,439,568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5606l432,5606,430,5608,430,5637,432,5640,439,5640,441,5637,441,5608,439,560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5526l432,5526,430,5529,430,5558,432,5560,439,5560,441,5558,441,5529,439,552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5447l432,5447,430,5450,430,5479,432,5481,439,5481,441,5479,441,5450,439,544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5368l432,5368,430,5370,430,5399,432,5402,439,5402,441,5399,441,5370,439,536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5288l432,5288,430,5291,430,5320,432,5322,439,5322,441,5320,441,5291,439,528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5209l432,5209,430,5212,430,5241,432,5243,439,5243,441,5241,441,5212,439,520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5130l432,5130,430,5132,430,5161,432,5164,439,5164,441,5161,441,5132,439,51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5051l432,5051,430,5053,430,5082,432,5085,439,5085,441,5082,441,5053,439,505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4971l432,4971,430,4974,430,5003,432,5005,439,5005,441,5003,441,4974,439,497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4892l432,4892,430,4894,430,4923,432,4926,439,4926,441,4923,441,4894,439,489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4813l432,4813,430,4815,430,4844,432,4847,439,4847,441,4844,441,4815,439,481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4733l432,4733,430,4736,430,4765,432,4767,439,4767,441,4765,441,4736,439,473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4654l432,4654,430,4657,430,4686,432,4688,439,4688,441,4686,441,4657,439,465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4575l432,4575,430,4577,430,4606,432,4609,439,4609,441,4606,441,4577,439,457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4495l432,4495,430,4498,430,4527,432,4529,439,4529,441,4527,441,4498,439,449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4416l432,4416,430,4419,430,4448,432,4450,439,4450,441,4448,441,4419,439,441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4337l432,4337,430,4339,430,4368,432,4371,439,4371,441,4368,441,4339,439,433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4258l432,4258,430,4260,430,4289,432,4292,439,4292,441,4289,441,4260,439,425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4178l432,4178,430,4181,430,4210,432,4212,439,4212,441,4210,441,4181,439,417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4099l432,4099,430,4101,430,4130,432,4133,439,4133,441,4130,441,4101,439,409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4020l432,4020,430,4022,430,4051,432,4054,439,4054,441,4051,441,4022,439,402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3940l432,3940,430,3943,430,3972,432,3974,439,3974,441,3972,441,3943,439,394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3861l432,3861,430,3864,430,3892,432,3895,439,3895,441,3892,441,3864,439,386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3782l432,3782,430,3784,430,3813,432,3816,439,3816,441,3813,441,3784,439,378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3702l432,3702,430,3705,430,3734,432,3736,439,3736,441,3734,441,3705,439,370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3623l432,3623,430,3626,430,3655,432,3657,439,3657,441,3655,441,3626,439,362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3544l432,3544,430,3546,430,3575,432,3578,439,3578,441,3575,441,3546,439,354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3465l432,3465,430,3467,430,3496,432,3499,439,3499,441,3496,441,3467,439,346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3385l432,3385,430,3388,430,3417,432,3419,439,3419,441,3417,441,3388,439,338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3306l432,3306,430,3308,430,3337,432,3340,439,3340,441,3337,441,3308,439,330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3227l432,3227,430,3229,430,3258,432,3261,439,3261,441,3258,441,3229,439,322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3147l432,3147,430,3150,430,3179,432,3181,439,3181,441,3179,441,3150,439,314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3068l432,3068,430,3071,430,3099,432,3102,439,3102,441,3099,441,3071,439,306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2989l432,2989,430,2991,430,3020,432,3023,439,3023,441,3020,441,2991,439,298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2909l432,2909,430,2912,430,2941,432,2943,439,2943,441,2941,441,2912,439,290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2830l432,2830,430,2833,430,2862,432,2864,439,2864,441,2862,441,2833,439,28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2751l432,2751,430,2753,430,2782,432,2785,439,2785,441,2782,441,2753,439,275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2672l432,2672,430,2674,430,2703,432,2705,439,2705,441,2703,441,2674,439,267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2592l432,2592,430,2595,430,2624,432,2626,439,2626,441,2624,441,2595,439,259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2513l432,2513,430,2515,430,2544,432,2547,439,2547,441,2544,441,2515,439,251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2434l432,2434,430,2436,430,2465,432,2468,439,2468,441,2465,441,2436,439,243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2354l432,2354,430,2357,430,2386,432,2388,439,2388,441,2386,441,2357,439,235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2275l432,2275,430,2278,430,2306,432,2309,439,2309,441,2306,441,2278,439,227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2196l432,2196,430,2198,430,2227,432,2230,439,2230,441,2227,441,2198,439,219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2116l432,2116,430,2119,430,2148,432,2150,439,2150,441,2148,441,2119,439,211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2037l432,2037,430,2040,430,2069,432,2071,439,2071,441,2069,441,2040,439,203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958l432,1958,430,1960,430,1989,432,1992,439,1992,441,1989,441,1960,439,195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878l432,1878,430,1881,430,1910,432,1912,439,1912,441,1910,441,1881,439,187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799l432,1799,430,1802,430,1831,432,1833,439,1833,441,1831,441,1802,439,179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720l432,1720,430,1722,430,1751,432,1754,439,1754,441,1751,441,1722,439,172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641l432,1641,430,1643,430,1672,432,1675,439,1675,441,1672,441,1643,439,164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561l432,1561,430,1564,430,1593,432,1595,439,1595,441,1593,441,1564,439,156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482l432,1482,430,1485,430,1513,432,1516,439,1516,441,1513,441,1485,439,148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403l432,1403,430,1405,430,1434,432,1437,439,1437,441,1434,441,1405,439,140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323l432,1323,430,1326,430,1355,432,1357,439,1357,441,1355,441,1326,439,132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244l432,1244,430,1247,430,1276,432,1278,439,1278,441,1276,441,1247,439,124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165l432,1165,430,1167,430,1196,432,1199,439,1199,441,1196,441,1167,439,116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085l432,1085,430,1088,430,1117,432,1119,439,1119,441,1117,441,1088,439,108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006l432,1006,430,1009,430,1038,432,1040,439,1040,441,1038,441,1009,439,1006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927l432,927,430,929,430,958,432,961,439,961,441,958,441,929,439,927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848l432,848,430,850,430,879,432,882,439,882,441,879,441,850,439,84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768l432,768,430,771,430,800,432,802,439,802,441,800,441,771,439,768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689l432,689,430,691,430,720,432,723,439,723,441,720,441,691,439,689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610l432,610,430,612,430,641,432,644,439,644,441,641,441,612,439,61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530l432,530,430,533,430,562,432,564,439,564,441,562,441,533,439,530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451l432,451,430,454,430,483,432,485,439,485,441,483,441,454,439,451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372l432,372,430,374,430,403,432,406,439,406,441,403,441,374,439,37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292l432,292,430,295,430,324,432,326,439,326,441,324,441,295,439,292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213l432,213,430,216,430,245,432,247,439,247,441,245,441,216,439,213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134l432,134,430,136,430,165,432,168,439,168,441,165,441,136,439,134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55l432,55,430,57,430,86,432,89,439,89,441,86,441,57,439,55xe" filled="true" fillcolor="#231f20" stroked="false">
                <v:path arrowok="t"/>
                <v:fill type="solid"/>
              </v:shape>
              <v:shape style="position:absolute;left:430;top:-93;width:5568;height:13335" coordorigin="430,-93" coordsize="5568,13335" path="m439,-25l432,-25,430,-22,430,7,432,9,439,9,441,7,441,-22,439,-25xe" filled="true" fillcolor="#231f20" stroked="false">
                <v:path arrowok="t"/>
                <v:fill type="solid"/>
              </v:shape>
            </v:group>
            <v:group style="position:absolute;left:5986;top:-93;width:5568;height:13335" coordorigin="5986,-93" coordsize="5568,13335">
              <v:shape style="position:absolute;left:5986;top:-93;width:5568;height:13335" coordorigin="5986,-93" coordsize="5568,13335" path="m11547,-93l11542,-87,11542,-73,11544,-70,11550,-70,11553,-73,11553,-81,11547,-81,1154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36,-93l11533,-93,11530,-90,11530,-84,11533,-81,11536,-81,1153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44,-93l11536,-93,11536,-81,11542,-81,11542,-90,1154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47,-93l11547,-81,11550,-81,11553,-84,11553,-87,1154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3,-84l11550,-81,11553,-81,11553,-8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47,-93l11544,-93,11542,-90,11542,-87,1154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-93l11547,-93,11553,-87,11553,-90,11550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457,-93l11453,-93,11451,-90,11451,-84,11453,-81,11457,-81,1145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479,-93l11457,-93,11457,-81,11479,-81,1147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482,-93l11479,-93,11479,-81,11482,-81,11485,-84,11485,-90,1148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377,-93l11374,-93,11371,-90,11371,-84,11374,-81,11377,-81,1137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400,-93l11377,-93,11377,-81,11400,-81,11400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403,-93l11400,-93,11400,-81,11403,-81,11405,-84,11405,-90,11403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298,-93l11295,-93,11292,-90,11292,-84,11295,-81,11298,-81,11298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320,-93l11298,-93,11298,-81,11320,-81,11320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324,-93l11320,-93,11320,-81,11324,-81,11326,-84,11326,-90,1132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218,-93l11215,-93,11213,-90,11213,-84,11215,-81,11218,-81,11218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241,-93l11218,-93,11218,-81,11241,-81,1124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244,-93l11241,-93,11241,-81,11244,-81,11247,-84,11247,-90,1124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139,-93l11136,-93,11133,-90,11133,-84,11136,-81,11139,-81,1113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162,-93l11139,-93,11139,-81,11162,-81,1116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165,-93l11162,-93,11162,-81,11165,-81,11167,-84,11167,-90,11165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060,-93l11057,-93,11054,-90,11054,-84,11057,-81,11060,-81,11060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082,-93l11060,-93,11060,-81,11082,-81,1108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085,-93l11082,-93,11082,-81,11085,-81,11088,-84,11088,-90,11085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980,-93l10977,-93,10975,-90,10975,-84,10977,-81,10980,-81,10980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003,-93l10980,-93,10980,-81,11003,-81,11003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006,-93l11003,-93,11003,-81,11006,-81,11009,-84,11009,-90,1100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901,-93l10898,-93,10895,-90,10895,-84,10898,-81,10901,-81,1090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924,-93l10901,-93,10901,-81,10924,-81,1092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927,-93l10924,-93,10924,-81,10927,-81,10929,-84,10929,-90,1092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822,-93l10818,-93,10816,-90,10816,-84,10818,-81,10822,-81,1082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844,-93l10822,-93,10822,-81,10844,-81,1084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847,-93l10844,-93,10844,-81,10847,-81,10850,-84,10850,-90,1084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742,-93l10739,-93,10737,-90,10737,-84,10739,-81,10742,-81,1074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765,-93l10742,-93,10742,-81,10765,-81,10765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768,-93l10765,-93,10765,-81,10768,-81,10771,-84,10771,-90,10768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663,-93l10660,-93,10657,-90,10657,-84,10660,-81,10663,-81,10663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685,-93l10663,-93,10663,-81,10685,-81,10685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689,-93l10685,-93,10685,-81,10689,-81,10691,-84,10691,-90,1068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583,-93l10580,-93,10578,-90,10578,-84,10580,-81,10583,-81,10583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606,-93l10583,-93,10583,-81,10606,-81,1060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609,-93l10606,-93,10606,-81,10609,-81,10612,-84,10612,-90,1060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504,-93l10501,-93,10498,-90,10498,-84,10501,-81,10504,-81,1050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527,-93l10504,-93,10504,-81,10527,-81,1052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530,-93l10527,-93,10527,-81,10530,-81,10532,-84,10532,-90,10530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425,-93l10422,-93,10419,-90,10419,-84,10422,-81,10425,-81,10425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447,-93l10425,-93,10425,-81,10447,-81,1044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451,-93l10447,-93,10447,-81,10451,-81,10453,-84,10453,-90,1045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345,-93l10342,-93,10340,-90,10340,-84,10342,-81,10345,-81,10345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368,-93l10345,-93,10345,-81,10368,-81,10368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371,-93l10368,-93,10368,-81,10371,-81,10374,-84,10374,-90,1037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266,-93l10263,-93,10260,-90,10260,-84,10263,-81,10266,-81,1026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289,-93l10266,-93,10266,-81,10289,-81,1028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292,-93l10289,-93,10289,-81,10292,-81,10294,-84,10294,-90,1029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187,-93l10183,-93,10181,-90,10181,-84,10183,-81,10187,-81,1018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209,-93l10187,-93,10187,-81,10209,-81,1020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212,-93l10209,-93,10209,-81,10212,-81,10215,-84,10215,-90,1021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107,-93l10104,-93,10102,-90,10102,-84,10104,-81,10107,-81,1010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130,-93l10107,-93,10107,-81,10130,-81,10130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133,-93l10130,-93,10130,-81,10133,-81,10136,-84,10136,-90,10133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028,-93l10025,-93,10022,-90,10022,-84,10025,-81,10028,-81,10028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051,-93l10028,-93,10028,-81,10051,-81,1005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054,-93l10051,-93,10051,-81,10054,-81,10056,-84,10056,-90,1005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948,-93l9945,-93,9943,-90,9943,-84,9945,-81,9948,-81,9948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971,-93l9948,-93,9948,-81,9971,-81,997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974,-93l9971,-93,9971,-81,9974,-81,9977,-84,9977,-90,997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869,-93l9866,-93,9863,-90,9863,-84,9866,-81,9869,-81,986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892,-93l9869,-93,9869,-81,9892,-81,989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895,-93l9892,-93,9892,-81,9895,-81,9897,-84,9897,-90,9895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790,-93l9787,-93,9784,-90,9784,-84,9787,-81,9790,-81,9790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812,-93l9790,-93,9790,-81,9812,-81,981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816,-93l9812,-93,9812,-81,9816,-81,9818,-84,9818,-90,981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710,-93l9707,-93,9705,-90,9705,-84,9707,-81,9710,-81,9710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733,-93l9710,-93,9710,-81,9733,-81,9733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736,-93l9733,-93,9733,-81,9736,-81,9739,-84,9739,-90,973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631,-93l9628,-93,9625,-90,9625,-84,9628,-81,9631,-81,963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654,-93l9631,-93,9631,-81,9654,-81,965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657,-93l9654,-93,9654,-81,9657,-81,9659,-84,9659,-90,965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552,-93l9548,-93,9546,-90,9546,-84,9548,-81,9552,-81,955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574,-93l9552,-93,9552,-81,9574,-81,957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577,-93l9574,-93,9574,-81,9577,-81,9580,-84,9580,-90,957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472,-93l9469,-93,9467,-90,9467,-84,9469,-81,9472,-81,947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495,-93l9472,-93,9472,-81,9495,-81,9495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498,-93l9495,-93,9495,-81,9498,-81,9501,-84,9501,-90,9498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393,-93l9390,-93,9387,-90,9387,-84,9390,-81,9393,-81,9393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416,-93l9393,-93,9393,-81,9416,-81,941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419,-93l9416,-93,9416,-81,9419,-81,9421,-84,9421,-90,941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314,-93l9310,-93,9308,-90,9308,-84,9310,-81,9314,-81,931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336,-93l9314,-93,9314,-81,9336,-81,933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339,-93l9336,-93,9336,-81,9339,-81,9342,-84,9342,-90,933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234,-93l9231,-93,9228,-90,9228,-84,9231,-81,9234,-81,923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257,-93l9234,-93,9234,-81,9257,-81,925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260,-93l9257,-93,9257,-81,9260,-81,9262,-84,9262,-90,9260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155,-93l9152,-93,9149,-90,9149,-84,9152,-81,9155,-81,9155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177,-93l9155,-93,9155,-81,9177,-81,917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181,-93l9177,-93,9177,-81,9181,-81,9183,-84,9183,-90,918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075,-93l9072,-93,9070,-90,9070,-84,9072,-81,9075,-81,9075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098,-93l9075,-93,9075,-81,9098,-81,9098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101,-93l9098,-93,9098,-81,9101,-81,9104,-84,9104,-90,910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996,-93l8993,-93,8990,-90,8990,-84,8993,-81,8996,-81,899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019,-93l8996,-93,8996,-81,9019,-81,901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022,-93l9019,-93,9019,-81,9022,-81,9024,-84,9024,-90,902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917,-93l8914,-93,8911,-90,8911,-84,8914,-81,8917,-81,891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939,-93l8917,-93,8917,-81,8939,-81,893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942,-93l8939,-93,8939,-81,8942,-81,8945,-84,8945,-90,894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837,-93l8834,-93,8832,-90,8832,-84,8834,-81,8837,-81,883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860,-93l8837,-93,8837,-81,8860,-81,8860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863,-93l8860,-93,8860,-81,8863,-81,8866,-84,8866,-90,8863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758,-93l8755,-93,8752,-90,8752,-84,8755,-81,8758,-81,8758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781,-93l8758,-93,8758,-81,8781,-81,878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784,-93l8781,-93,8781,-81,8784,-81,8786,-84,8786,-90,878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679,-93l8675,-93,8673,-90,8673,-84,8675,-81,8679,-81,867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701,-93l8679,-93,8679,-81,8701,-81,870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704,-93l8701,-93,8701,-81,8704,-81,8707,-84,8707,-90,870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599,-93l8596,-93,8594,-90,8594,-84,8596,-81,8599,-81,859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622,-93l8599,-93,8599,-81,8622,-81,862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625,-93l8622,-93,8622,-81,8625,-81,8628,-84,8628,-90,8625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520,-93l8517,-93,8514,-90,8514,-84,8517,-81,8520,-81,8520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542,-93l8520,-93,8520,-81,8542,-81,854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546,-93l8542,-93,8542,-81,8546,-81,8548,-84,8548,-90,854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440,-93l8437,-93,8435,-90,8435,-84,8437,-81,8440,-81,8440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463,-93l8440,-93,8440,-81,8463,-81,8463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466,-93l8463,-93,8463,-81,8466,-81,8469,-84,8469,-90,846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361,-93l8358,-93,8355,-90,8355,-84,8358,-81,8361,-81,836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384,-93l8361,-93,8361,-81,8384,-81,838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387,-93l8384,-93,8384,-81,8387,-81,8389,-84,8389,-90,838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282,-93l8279,-93,8276,-90,8276,-84,8279,-81,8282,-81,828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304,-93l8282,-93,8282,-81,8304,-81,830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308,-93l8304,-93,8304,-81,8308,-81,8310,-84,8310,-90,8308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202,-93l8199,-93,8197,-90,8197,-84,8199,-81,8202,-81,820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225,-93l8202,-93,8202,-81,8225,-81,8225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228,-93l8225,-93,8225,-81,8228,-81,8231,-84,8231,-90,8228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123,-93l8120,-93,8117,-90,8117,-84,8120,-81,8123,-81,8123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146,-93l8123,-93,8123,-81,8146,-81,814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149,-93l8146,-93,8146,-81,8149,-81,8151,-84,8151,-90,814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044,-93l8040,-93,8038,-90,8038,-84,8040,-81,8044,-81,804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066,-93l8044,-93,8044,-81,8066,-81,806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069,-93l8066,-93,8066,-81,8069,-81,8072,-84,8072,-90,806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964,-93l7961,-93,7959,-90,7959,-84,7961,-81,7964,-81,796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987,-93l7964,-93,7964,-81,7987,-81,798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990,-93l7987,-93,7987,-81,7990,-81,7993,-84,7993,-90,7990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885,-93l7882,-93,7879,-90,7879,-84,7882,-81,7885,-81,7885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908,-93l7885,-93,7885,-81,7908,-81,7908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911,-93l7908,-93,7908,-81,7911,-81,7913,-84,7913,-90,791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805,-93l7802,-93,7800,-90,7800,-84,7802,-81,7805,-81,7805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828,-93l7805,-93,7805,-81,7828,-81,7828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831,-93l7828,-93,7828,-81,7831,-81,7834,-84,7834,-90,783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726,-93l7723,-93,7720,-90,7720,-84,7723,-81,7726,-81,772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749,-93l7726,-93,7726,-81,7749,-81,774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752,-93l7749,-93,7749,-81,7752,-81,7754,-84,7754,-90,775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647,-93l7644,-93,7641,-90,7641,-84,7644,-81,7647,-81,764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669,-93l7647,-93,7647,-81,7669,-81,766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673,-93l7669,-93,7669,-81,7673,-81,7675,-84,7675,-90,7673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567,-93l7564,-93,7562,-90,7562,-84,7564,-81,7567,-81,756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590,-93l7567,-93,7567,-81,7590,-81,7590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593,-93l7590,-93,7590,-81,7593,-81,7596,-84,7596,-90,7593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488,-93l7485,-93,7482,-90,7482,-84,7485,-81,7488,-81,7488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511,-93l7488,-93,7488,-81,7511,-81,751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514,-93l7511,-93,7511,-81,7514,-81,7516,-84,7516,-90,751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409,-93l7406,-93,7403,-90,7403,-84,7406,-81,7409,-81,740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431,-93l7409,-93,7409,-81,7431,-81,743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434,-93l7431,-93,7431,-81,7434,-81,7437,-84,7437,-90,743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329,-93l7326,-93,7324,-90,7324,-84,7326,-81,7329,-81,732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352,-93l7329,-93,7329,-81,7352,-81,735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355,-93l7352,-93,7352,-81,7355,-81,7358,-84,7358,-90,7355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250,-93l7247,-93,7244,-90,7244,-84,7247,-81,7250,-81,7250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273,-93l7250,-93,7250,-81,7273,-81,7273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276,-93l7273,-93,7273,-81,7276,-81,7278,-84,7278,-90,727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171,-93l7167,-93,7165,-90,7165,-84,7167,-81,7171,-81,717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193,-93l7171,-93,7171,-81,7193,-81,7193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196,-93l7193,-93,7193,-81,7196,-81,7199,-84,7199,-90,719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091,-93l7088,-93,7085,-90,7085,-84,7088,-81,7091,-81,709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114,-93l7091,-93,7091,-81,7114,-81,711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117,-93l7114,-93,7114,-81,7117,-81,7120,-84,7120,-90,711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012,-93l7009,-93,7006,-90,7006,-84,7009,-81,7012,-81,701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034,-93l7012,-93,7012,-81,7034,-81,703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038,-93l7034,-93,7034,-81,7038,-81,7040,-84,7040,-90,7038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932,-93l6929,-93,6927,-90,6927,-84,6929,-81,6932,-81,693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955,-93l6932,-93,6932,-81,6955,-81,6955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958,-93l6955,-93,6955,-81,6958,-81,6961,-84,6961,-90,6958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853,-93l6850,-93,6847,-90,6847,-84,6850,-81,6853,-81,6853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876,-93l6853,-93,6853,-81,6876,-81,687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879,-93l6876,-93,6876,-81,6879,-81,6881,-84,6881,-90,687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774,-93l6771,-93,6768,-90,6768,-84,6771,-81,6774,-81,677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796,-93l6774,-93,6774,-81,6796,-81,679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799,-93l6796,-93,6796,-81,6799,-81,6802,-84,6802,-90,679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694,-93l6691,-93,6689,-90,6689,-84,6691,-81,6694,-81,669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717,-93l6694,-93,6694,-81,6717,-81,671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720,-93l6717,-93,6717,-81,6720,-81,6723,-84,6723,-90,6720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615,-93l6612,-93,6609,-90,6609,-84,6612,-81,6615,-81,6615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638,-93l6615,-93,6615,-81,6638,-81,6638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641,-93l6638,-93,6638,-81,6641,-81,6643,-84,6643,-90,664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536,-93l6532,-93,6530,-90,6530,-84,6532,-81,6536,-81,653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558,-93l6536,-93,6536,-81,6558,-81,6558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561,-93l6558,-93,6558,-81,6561,-81,6564,-84,6564,-90,656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456,-93l6453,-93,6451,-90,6451,-84,6453,-81,6456,-81,645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479,-93l6456,-93,6456,-81,6479,-81,647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482,-93l6479,-93,6479,-81,6482,-81,6485,-84,6485,-90,648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377,-93l6374,-93,6371,-90,6371,-84,6374,-81,6377,-81,637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400,-93l6377,-93,6377,-81,6400,-81,6400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403,-93l6400,-93,6400,-81,6403,-81,6405,-84,6405,-90,6403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297,-93l6294,-93,6292,-90,6292,-84,6294,-81,6297,-81,6297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320,-93l6297,-93,6297,-81,6320,-81,6320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323,-93l6320,-93,6320,-81,6323,-81,6326,-84,6326,-90,6323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218,-93l6215,-93,6212,-90,6212,-84,6215,-81,6218,-81,6218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241,-93l6218,-93,6218,-81,6241,-81,624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244,-93l6241,-93,6241,-81,6244,-81,6246,-84,6246,-90,6244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139,-93l6136,-93,6133,-90,6133,-84,6136,-81,6139,-81,613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161,-93l6139,-93,6139,-81,6161,-81,616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165,-93l6161,-93,6161,-81,6165,-81,6167,-84,6167,-90,6165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059,-93l6056,-93,6054,-90,6054,-84,6056,-81,6059,-81,6059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082,-93l6059,-93,6059,-81,6082,-81,6082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085,-93l6082,-93,6082,-81,6085,-81,6088,-84,6088,-90,6085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86,-84l5986,-73,5988,-70,5994,-70,5997,-73,5997,-81,5988,-81,5986,-8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86,-87l5986,-84,5988,-81,5991,-81,5986,-8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1,-93l5986,-87,5991,-81,599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003,-93l5991,-93,5991,-81,5997,-81,5997,-87,6003,-87,6003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003,-87l5997,-87,5997,-81,6003,-81,6003,-8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006,-93l6003,-93,6003,-81,6006,-81,6008,-84,6008,-90,6006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1,-93l5988,-93,5986,-90,5986,-87,5991,-9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-25l5988,-25,5986,-22,5986,7,5988,9,5994,9,5997,7,5997,-22,5994,-2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54l5988,54,5986,57,5986,86,5988,88,5994,88,5997,86,5997,57,5994,5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34l5988,134,5986,136,5986,165,5988,168,5994,168,5997,165,5997,136,5994,13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213l5988,213,5986,216,5986,245,5988,247,5994,247,5997,245,5997,216,5994,21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292l5988,292,5986,295,5986,324,5988,326,5994,326,5997,324,5997,295,5994,29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372l5988,372,5986,374,5986,403,5988,406,5994,406,5997,403,5997,374,5994,37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451l5988,451,5986,453,5986,482,5988,485,5994,485,5997,482,5997,453,5994,45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530l5988,530,5986,533,5986,562,5988,564,5994,564,5997,562,5997,533,5994,5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610l5988,610,5986,612,5986,641,5988,644,5994,644,5997,641,5997,612,5994,61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689l5988,689,5986,691,5986,720,5988,723,5994,723,5997,720,5997,691,5994,68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768l5988,768,5986,771,5986,800,5988,802,5994,802,5997,800,5997,771,5994,76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847l5988,847,5986,850,5986,879,5988,881,5994,881,5997,879,5997,850,5994,84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927l5988,927,5986,929,5986,958,5988,961,5994,961,5997,958,5997,929,5994,92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006l5988,1006,5986,1009,5986,1038,5988,1040,5994,1040,5997,1038,5997,1009,5994,100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085l5988,1085,5986,1088,5986,1117,5988,1119,5994,1119,5997,1117,5997,1088,5994,108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165l5988,1165,5986,1167,5986,1196,5988,1199,5994,1199,5997,1196,5997,1167,5994,116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244l5988,1244,5986,1247,5986,1275,5988,1278,5994,1278,5997,1275,5997,1247,5994,124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323l5988,1323,5986,1326,5986,1355,5988,1357,5994,1357,5997,1355,5997,1326,5994,132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403l5988,1403,5986,1405,5986,1434,5988,1437,5994,1437,5997,1434,5997,1405,5994,140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482l5988,1482,5986,1484,5986,1513,5988,1516,5994,1516,5997,1513,5997,1484,5994,148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561l5988,1561,5986,1564,5986,1593,5988,1595,5994,1595,5997,1593,5997,1564,5994,156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640l5988,1640,5986,1643,5986,1672,5988,1674,5994,1674,5997,1672,5997,1643,5994,164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720l5988,1720,5986,1722,5986,1751,5988,1754,5994,1754,5997,1751,5997,1722,5994,172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799l5988,1799,5986,1802,5986,1831,5988,1833,5994,1833,5997,1831,5997,1802,5994,179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878l5988,1878,5986,1881,5986,1910,5988,1912,5994,1912,5997,1910,5997,1881,5994,187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958l5988,1958,5986,1960,5986,1989,5988,1992,5994,1992,5997,1989,5997,1960,5994,195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2037l5988,2037,5986,2040,5986,2068,5988,2071,5994,2071,5997,2068,5997,2040,5994,203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2116l5988,2116,5986,2119,5986,2148,5988,2150,5994,2150,5997,2148,5997,2119,5994,211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2196l5988,2196,5986,2198,5986,2227,5988,2230,5994,2230,5997,2227,5997,2198,5994,219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2275l5988,2275,5986,2277,5986,2306,5988,2309,5994,2309,5997,2306,5997,2277,5994,227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2354l5988,2354,5986,2357,5986,2386,5988,2388,5994,2388,5997,2386,5997,2357,5994,235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2434l5988,2434,5986,2436,5986,2465,5988,2468,5994,2468,5997,2465,5997,2436,5994,243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2513l5988,2513,5986,2515,5986,2544,5988,2547,5994,2547,5997,2544,5997,2515,5994,251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2592l5988,2592,5986,2595,5986,2624,5988,2626,5994,2626,5997,2624,5997,2595,5994,259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2671l5988,2671,5986,2674,5986,2703,5988,2705,5994,2705,5997,2703,5997,2674,5994,267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2751l5988,2751,5986,2753,5986,2782,5988,2785,5994,2785,5997,2782,5997,2753,5994,275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2830l5988,2830,5986,2833,5986,2861,5988,2864,5994,2864,5997,2861,5997,2833,5994,28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2909l5988,2909,5986,2912,5986,2941,5988,2943,5994,2943,5997,2941,5997,2912,5994,290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2989l5988,2989,5986,2991,5986,3020,5988,3023,5994,3023,5997,3020,5997,2991,5994,298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3068l5988,3068,5986,3070,5986,3099,5988,3102,5994,3102,5997,3099,5997,3070,5994,306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3147l5988,3147,5986,3150,5986,3179,5988,3181,5994,3181,5997,3179,5997,3150,5994,314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3227l5988,3227,5986,3229,5986,3258,5988,3261,5994,3261,5997,3258,5997,3229,5994,322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3306l5988,3306,5986,3308,5986,3337,5988,3340,5994,3340,5997,3337,5997,3308,5994,330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3385l5988,3385,5986,3388,5986,3417,5988,3419,5994,3419,5997,3417,5997,3388,5994,338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3464l5988,3464,5986,3467,5986,3496,5988,3498,5994,3498,5997,3496,5997,3467,5994,346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3544l5988,3544,5986,3546,5986,3575,5988,3578,5994,3578,5997,3575,5997,3546,5994,354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3623l5988,3623,5986,3626,5986,3654,5988,3657,5994,3657,5997,3654,5997,3626,5994,362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3702l5988,3702,5986,3705,5986,3734,5988,3736,5994,3736,5997,3734,5997,3705,5994,370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3782l5988,3782,5986,3784,5986,3813,5988,3816,5994,3816,5997,3813,5997,3784,5994,378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3861l5988,3861,5986,3863,5986,3892,5988,3895,5994,3895,5997,3892,5997,3863,5994,386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3940l5988,3940,5986,3943,5986,3972,5988,3974,5994,3974,5997,3972,5997,3943,5994,394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4020l5988,4020,5986,4022,5986,4051,5988,4054,5994,4054,5997,4051,5997,4022,5994,402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4099l5988,4099,5986,4101,5986,4130,5988,4133,5994,4133,5997,4130,5997,4101,5994,409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4178l5988,4178,5986,4181,5986,4210,5988,4212,5994,4212,5997,4210,5997,4181,5994,417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4257l5988,4257,5986,4260,5986,4289,5988,4291,5994,4291,5997,4289,5997,4260,5994,425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4337l5988,4337,5986,4339,5986,4368,5988,4371,5994,4371,5997,4368,5997,4339,5994,433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4416l5988,4416,5986,4419,5986,4448,5988,4450,5994,4450,5997,4448,5997,4419,5994,441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4495l5988,4495,5986,4498,5986,4527,5988,4529,5994,4529,5997,4527,5997,4498,5994,449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4575l5988,4575,5986,4577,5986,4606,5988,4609,5994,4609,5997,4606,5997,4577,5994,457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4654l5988,4654,5986,4657,5986,4685,5988,4688,5994,4688,5997,4685,5997,4657,5994,465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4733l5988,4733,5986,4736,5986,4765,5988,4767,5994,4767,5997,4765,5997,4736,5994,473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4813l5988,4813,5986,4815,5986,4844,5988,4847,5994,4847,5997,4844,5997,4815,5994,481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4892l5988,4892,5986,4894,5986,4923,5988,4926,5994,4926,5997,4923,5997,4894,5994,489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4971l5988,4971,5986,4974,5986,5003,5988,5005,5994,5005,5997,5003,5997,4974,5994,497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5050l5988,5050,5986,5053,5986,5082,5988,5084,5994,5084,5997,5082,5997,5053,5994,505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5130l5988,5130,5986,5132,5986,5161,5988,5164,5994,5164,5997,5161,5997,5132,5994,51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5209l5988,5209,5986,5212,5986,5241,5988,5243,5994,5243,5997,5241,5997,5212,5994,520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5288l5988,5288,5986,5291,5986,5320,5988,5322,5994,5322,5997,5320,5997,5291,5994,528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5368l5988,5368,5986,5370,5986,5399,5988,5402,5994,5402,5997,5399,5997,5370,5994,536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5447l5988,5447,5986,5450,5986,5478,5988,5481,5994,5481,5997,5478,5997,5450,5994,544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5526l5988,5526,5986,5529,5986,5558,5988,5560,5994,5560,5997,5558,5997,5529,5994,552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5606l5988,5606,5986,5608,5986,5637,5988,5640,5994,5640,5997,5637,5997,5608,5994,560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5685l5988,5685,5986,5687,5986,5716,5988,5719,5994,5719,5997,5716,5997,5687,5994,568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5764l5988,5764,5986,5767,5986,5796,5988,5798,5994,5798,5997,5796,5997,5767,5994,576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5843l5988,5843,5986,5846,5986,5875,5988,5877,5994,5877,5997,5875,5997,5846,5994,584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5923l5988,5923,5986,5925,5986,5954,5988,5957,5994,5957,5997,5954,5997,5925,5994,592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6002l5988,6002,5986,6005,5986,6034,5988,6036,5994,6036,5997,6034,5997,6005,5994,600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6081l5988,6081,5986,6084,5986,6113,5988,6115,5994,6115,5997,6113,5997,6084,5994,608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6161l5988,6161,5986,6163,5986,6192,5988,6195,5994,6195,5997,6192,5997,6163,5994,616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6240l5988,6240,5986,6243,5986,6271,5988,6274,5994,6274,5997,6271,5997,6243,5994,624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6319l5988,6319,5986,6322,5986,6351,5988,6353,5994,6353,5997,6351,5997,6322,5994,631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6399l5988,6399,5986,6401,5986,6430,5988,6433,5994,6433,5997,6430,5997,6401,5994,639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6478l5988,6478,5986,6480,5986,6509,5988,6512,5994,6512,5997,6509,5997,6480,5994,647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6557l5988,6557,5986,6560,5986,6589,5988,6591,5994,6591,5997,6589,5997,6560,5994,655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6637l5988,6637,5986,6639,5986,6668,5988,6671,5994,6671,5997,6668,5997,6639,5994,663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6716l5988,6716,5986,6718,5986,6747,5988,6750,5994,6750,5997,6747,5997,6718,5994,671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6795l5988,6795,5986,6798,5986,6827,5988,6829,5994,6829,5997,6827,5997,6798,5994,679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6874l5988,6874,5986,6877,5986,6906,5988,6908,5994,6908,5997,6906,5997,6877,5994,687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6954l5988,6954,5986,6956,5986,6985,5988,6988,5994,6988,5997,6985,5997,6956,5994,695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7033l5988,7033,5986,7036,5986,7064,5988,7067,5994,7067,5997,7064,5997,7036,5994,703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7112l5988,7112,5986,7115,5986,7144,5988,7146,5994,7146,5997,7144,5997,7115,5994,711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7192l5988,7192,5986,7194,5986,7223,5988,7226,5994,7226,5997,7223,5997,7194,5994,719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7271l5988,7271,5986,7273,5986,7302,5988,7305,5994,7305,5997,7302,5997,7273,5994,727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7350l5988,7350,5986,7353,5986,7382,5988,7384,5994,7384,5997,7382,5997,7353,5994,735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7430l5988,7430,5986,7432,5986,7461,5988,7464,5994,7464,5997,7461,5997,7432,5994,74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7509l5988,7509,5986,7511,5986,7540,5988,7543,5994,7543,5997,7540,5997,7511,5994,750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7588l5988,7588,5986,7591,5986,7620,5988,7622,5994,7622,5997,7620,5997,7591,5994,758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7667l5988,7667,5986,7670,5986,7699,5988,7701,5994,7701,5997,7699,5997,7670,5994,766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7747l5988,7747,5986,7749,5986,7778,5988,7781,5994,7781,5997,7778,5997,7749,5994,774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7826l5988,7826,5986,7829,5986,7858,5988,7860,5994,7860,5997,7858,5997,7829,5994,782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7905l5988,7905,5986,7908,5986,7937,5988,7939,5994,7939,5997,7937,5997,7908,5994,790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7985l5988,7985,5986,7987,5986,8016,5988,8019,5994,8019,5997,8016,5997,7987,5994,798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8064l5988,8064,5986,8066,5986,8095,5988,8098,5994,8098,5997,8095,5997,8066,5994,806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8143l5988,8143,5986,8146,5986,8175,5988,8177,5994,8177,5997,8175,5997,8146,5994,814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8223l5988,8223,5986,8225,5986,8254,5988,8257,5994,8257,5997,8254,5997,8225,5994,822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8302l5988,8302,5986,8304,5986,8333,5988,8336,5994,8336,5997,8333,5997,8304,5994,830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8381l5988,8381,5986,8384,5986,8413,5988,8415,5994,8415,5997,8413,5997,8384,5994,838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8460l5988,8460,5986,8463,5986,8492,5988,8494,5994,8494,5997,8492,5997,8463,5994,846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8540l5988,8540,5986,8542,5986,8571,5988,8574,5994,8574,5997,8571,5997,8542,5994,854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8619l5988,8619,5986,8622,5986,8651,5988,8653,5994,8653,5997,8651,5997,8622,5994,861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8698l5988,8698,5986,8701,5986,8730,5988,8732,5994,8732,5997,8730,5997,8701,5994,869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8778l5988,8778,5986,8780,5986,8809,5988,8812,5994,8812,5997,8809,5997,8780,5994,877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8857l5988,8857,5986,8860,5986,8888,5988,8891,5994,8891,5997,8888,5997,8860,5994,885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8936l5988,8936,5986,8939,5986,8968,5988,8970,5994,8970,5997,8968,5997,8939,5994,893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9016l5988,9016,5986,9018,5986,9047,5988,9050,5994,9050,5997,9047,5997,9018,5994,901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9095l5988,9095,5986,9097,5986,9126,5988,9129,5994,9129,5997,9126,5997,9097,5994,909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9174l5988,9174,5986,9177,5986,9206,5988,9208,5994,9208,5997,9206,5997,9177,5994,917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9253l5988,9253,5986,9256,5986,9285,5988,9287,5994,9287,5997,9285,5997,9256,5994,925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9333l5988,9333,5986,9335,5986,9364,5988,9367,5994,9367,5997,9364,5997,9335,5994,933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9412l5988,9412,5986,9415,5986,9444,5988,9446,5994,9446,5997,9444,5997,9415,5994,941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9491l5988,9491,5986,9494,5986,9523,5988,9525,5994,9525,5997,9523,5997,9494,5994,949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9571l5988,9571,5986,9573,5986,9602,5988,9605,5994,9605,5997,9602,5997,9573,5994,957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9650l5988,9650,5986,9653,5986,9681,5988,9684,5994,9684,5997,9681,5997,9653,5994,965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9729l5988,9729,5986,9732,5986,9761,5988,9763,5994,9763,5997,9761,5997,9732,5994,972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9809l5988,9809,5986,9811,5986,9840,5988,9843,5994,9843,5997,9840,5997,9811,5994,980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9888l5988,9888,5986,9890,5986,9919,5988,9922,5994,9922,5997,9919,5997,9890,5994,988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9967l5988,9967,5986,9970,5986,9999,5988,10001,5994,10001,5997,9999,5997,9970,5994,996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0047l5988,10047,5986,10049,5986,10078,5988,10081,5994,10081,5997,10078,5997,10049,5994,1004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0126l5988,10126,5986,10128,5986,10157,5988,10160,5994,10160,5997,10157,5997,10128,5994,1012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0205l5988,10205,5986,10208,5986,10237,5988,10239,5994,10239,5997,10237,5997,10208,5994,1020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0284l5988,10284,5986,10287,5986,10316,5988,10318,5994,10318,5997,10316,5997,10287,5994,1028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0364l5988,10364,5986,10366,5986,10395,5988,10398,5994,10398,5997,10395,5997,10366,5994,1036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0443l5988,10443,5986,10446,5986,10474,5988,10477,5994,10477,5997,10474,5997,10446,5994,1044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0522l5988,10522,5986,10525,5986,10554,5988,10556,5994,10556,5997,10554,5997,10525,5994,1052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0602l5988,10602,5986,10604,5986,10633,5988,10636,5994,10636,5997,10633,5997,10604,5994,1060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0681l5988,10681,5986,10683,5986,10712,5988,10715,5994,10715,5997,10712,5997,10683,5994,1068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0760l5988,10760,5986,10763,5986,10792,5988,10794,5994,10794,5997,10792,5997,10763,5994,1076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0840l5988,10840,5986,10842,5986,10871,5988,10874,5994,10874,5997,10871,5997,10842,5994,1084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0919l5988,10919,5986,10921,5986,10950,5988,10953,5994,10953,5997,10950,5997,10921,5994,1091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0998l5988,10998,5986,11001,5986,11030,5988,11032,5994,11032,5997,11030,5997,11001,5994,1099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1077l5988,11077,5986,11080,5986,11109,5988,11111,5994,11111,5997,11109,5997,11080,5994,1107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1157l5988,11157,5986,11159,5986,11188,5988,11191,5994,11191,5997,11188,5997,11159,5994,1115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1236l5988,11236,5986,11239,5986,11267,5988,11270,5994,11270,5997,11267,5997,11239,5994,1123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1315l5988,11315,5986,11318,5986,11347,5988,11349,5994,11349,5997,11347,5997,11318,5994,1131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1395l5988,11395,5986,11397,5986,11426,5988,11429,5994,11429,5997,11426,5997,11397,5994,1139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1474l5988,11474,5986,11476,5986,11505,5988,11508,5994,11508,5997,11505,5997,11476,5994,1147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1553l5988,11553,5986,11556,5986,11585,5988,11587,5994,11587,5997,11585,5997,11556,5994,1155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1633l5988,11633,5986,11635,5986,11664,5988,11667,5994,11667,5997,11664,5997,11635,5994,1163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1712l5988,11712,5986,11714,5986,11743,5988,11746,5994,11746,5997,11743,5997,11714,5994,1171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1791l5988,11791,5986,11794,5986,11823,5988,11825,5994,11825,5997,11823,5997,11794,5994,1179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1870l5988,11870,5986,11873,5986,11902,5988,11904,5994,11904,5997,11902,5997,11873,5994,1187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1950l5988,11950,5986,11952,5986,11981,5988,11984,5994,11984,5997,11981,5997,11952,5994,1195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2029l5988,12029,5986,12032,5986,12061,5988,12063,5994,12063,5997,12061,5997,12032,5994,1202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2108l5988,12108,5986,12111,5986,12140,5988,12142,5994,12142,5997,12140,5997,12111,5994,1210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2188l5988,12188,5986,12190,5986,12219,5988,12222,5994,12222,5997,12219,5997,12190,5994,1218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2267l5988,12267,5986,12270,5986,12298,5988,12301,5994,12301,5997,12298,5997,12270,5994,1226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2346l5988,12346,5986,12349,5986,12378,5988,12380,5994,12380,5997,12378,5997,12349,5994,1234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2426l5988,12426,5986,12428,5986,12457,5988,12460,5994,12460,5997,12457,5997,12428,5994,1242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2505l5988,12505,5986,12507,5986,12536,5988,12539,5994,12539,5997,12536,5997,12507,5994,1250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2584l5988,12584,5986,12587,5986,12616,5988,12618,5994,12618,5997,12616,5997,12587,5994,1258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2663l5988,12663,5986,12666,5986,12695,5988,12697,5994,12697,5997,12695,5997,12666,5994,1266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2743l5988,12743,5986,12745,5986,12774,5988,12777,5994,12777,5997,12774,5997,12745,5994,1274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2822l5988,12822,5986,12825,5986,12854,5988,12856,5994,12856,5997,12854,5997,12825,5994,1282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2901l5988,12901,5986,12904,5986,12933,5988,12935,5994,12935,5997,12933,5997,12904,5994,1290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2981l5988,12981,5986,12983,5986,13012,5988,13015,5994,13015,5997,13012,5997,12983,5994,1298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3060l5988,13060,5986,13063,5986,13091,5988,13094,5994,13094,5997,13091,5997,13063,5994,1306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3139l5988,13139,5986,13142,5986,13171,5988,13173,5994,13173,5997,13171,5997,13142,5994,1313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86,13236l5986,13239,5988,13241,5991,13241,5986,1323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4,13219l5988,13219,5986,13221,5986,13236,5991,13241,5991,13230,5997,13230,5997,13221,5994,1321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7,13230l5991,13230,5991,13241,5997,13236,599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5997,13236l5991,13241,5994,13241,5997,13239,5997,1323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003,13230l5997,13230,5997,13239,5994,13241,6003,13241,6003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006,13230l6003,13230,6003,13241,6006,13241,6008,13239,6008,13233,600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059,13230l6056,13230,6054,13233,6054,13239,6056,13241,6059,13241,605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082,13230l6059,13230,6059,13241,6082,13241,608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085,13230l6082,13230,6082,13241,6085,13241,6088,13239,6088,13233,6085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139,13230l6136,13230,6133,13233,6133,13239,6136,13241,6139,13241,613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161,13230l6139,13230,6139,13241,6161,13241,616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165,13230l6161,13230,6161,13241,6165,13241,6167,13239,6167,13233,6165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218,13230l6215,13230,6212,13233,6212,13239,6215,13241,6218,13241,6218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241,13230l6218,13230,6218,13241,6241,13241,624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244,13230l6241,13230,6241,13241,6244,13241,6246,13239,6246,13233,624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297,13230l6294,13230,6292,13233,6292,13239,6294,13241,6297,13241,629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320,13230l6297,13230,6297,13241,6320,13241,6320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323,13230l6320,13230,6320,13241,6323,13241,6326,13239,6326,13233,6323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377,13230l6374,13230,6371,13233,6371,13239,6374,13241,6377,13241,637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399,13230l6377,13230,6377,13241,6399,13241,639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403,13230l6399,13230,6399,13241,6403,13241,6405,13239,6405,13233,6403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456,13230l6453,13230,6451,13233,6451,13239,6453,13241,6456,13241,645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479,13230l6456,13230,6456,13241,6479,13241,647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482,13230l6479,13230,6479,13241,6482,13241,6485,13239,6485,13233,648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536,13230l6532,13230,6530,13233,6530,13239,6532,13241,6536,13241,653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558,13230l6536,13230,6536,13241,6558,13241,6558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561,13230l6558,13230,6558,13241,6561,13241,6564,13239,6564,13233,656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615,13230l6612,13230,6609,13233,6609,13239,6612,13241,6615,13241,6615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638,13230l6615,13230,6615,13241,6638,13241,6638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641,13230l6638,13230,6638,13241,6641,13241,6643,13239,6643,13233,664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694,13230l6691,13230,6689,13233,6689,13239,6691,13241,6694,13241,669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717,13230l6694,13230,6694,13241,6717,13241,671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720,13230l6717,13230,6717,13241,6720,13241,6723,13239,6723,13233,6720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774,13230l6771,13230,6768,13233,6768,13239,6771,13241,6774,13241,677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796,13230l6774,13230,6774,13241,6796,13241,679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799,13230l6796,13230,6796,13241,6799,13241,6802,13239,6802,13233,679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853,13230l6850,13230,6847,13233,6847,13239,6850,13241,6853,13241,6853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876,13230l6853,13230,6853,13241,6876,13241,687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879,13230l6876,13230,6876,13241,6879,13241,6881,13239,6881,13233,687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932,13230l6929,13230,6927,13233,6927,13239,6929,13241,6932,13241,693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955,13230l6932,13230,6932,13241,6955,13241,6955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6958,13230l6955,13230,6955,13241,6958,13241,6961,13239,6961,13233,6958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012,13230l7009,13230,7006,13233,7006,13239,7009,13241,7012,13241,701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034,13230l7012,13230,7012,13241,7034,13241,703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038,13230l7034,13230,7034,13241,7038,13241,7040,13239,7040,13233,7038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091,13230l7088,13230,7085,13233,7085,13239,7088,13241,7091,13241,709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114,13230l7091,13230,7091,13241,7114,13241,711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117,13230l7114,13230,7114,13241,7117,13241,7119,13239,7119,13233,711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171,13230l7167,13230,7165,13233,7165,13239,7167,13241,7171,13241,717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193,13230l7171,13230,7171,13241,7193,13241,7193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196,13230l7193,13230,7193,13241,7196,13241,7199,13239,7199,13233,719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250,13230l7247,13230,7244,13233,7244,13239,7247,13241,7250,13241,7250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273,13230l7250,13230,7250,13241,7273,13241,7273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276,13230l7273,13230,7273,13241,7276,13241,7278,13239,7278,13233,727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329,13230l7326,13230,7324,13233,7324,13239,7326,13241,7329,13241,732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352,13230l7329,13230,7329,13241,7352,13241,735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355,13230l7352,13230,7352,13241,7355,13241,7358,13239,7358,13233,7355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409,13230l7405,13230,7403,13233,7403,13239,7405,13241,7409,13241,740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431,13230l7409,13230,7409,13241,7431,13241,743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434,13230l7431,13230,7431,13241,7434,13241,7437,13239,7437,13233,743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488,13230l7485,13230,7482,13233,7482,13239,7485,13241,7488,13241,7488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511,13230l7488,13230,7488,13241,7511,13241,751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514,13230l7511,13230,7511,13241,7514,13241,7516,13239,7516,13233,751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567,13230l7564,13230,7562,13233,7562,13239,7564,13241,7567,13241,756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590,13230l7567,13230,7567,13241,7590,13241,7590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593,13230l7590,13230,7590,13241,7593,13241,7596,13239,7596,13233,7593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647,13230l7644,13230,7641,13233,7641,13239,7644,13241,7647,13241,764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669,13230l7647,13230,7647,13241,7669,13241,766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673,13230l7669,13230,7669,13241,7673,13241,7675,13239,7675,13233,7673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726,13230l7723,13230,7720,13233,7720,13239,7723,13241,7726,13241,772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749,13230l7726,13230,7726,13241,7749,13241,774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752,13230l7749,13230,7749,13241,7752,13241,7754,13239,7754,13233,775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805,13230l7802,13230,7800,13233,7800,13239,7802,13241,7805,13241,7805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828,13230l7805,13230,7805,13241,7828,13241,7828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831,13230l7828,13230,7828,13241,7831,13241,7834,13239,7834,13233,783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885,13230l7882,13230,7879,13233,7879,13239,7882,13241,7885,13241,7885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908,13230l7885,13230,7885,13241,7908,13241,7908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911,13230l7908,13230,7908,13241,7911,13241,7913,13239,7913,13233,791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964,13230l7961,13230,7959,13233,7959,13239,7961,13241,7964,13241,796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987,13230l7964,13230,7964,13241,7987,13241,798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7990,13230l7987,13230,7987,13241,7990,13241,7993,13239,7993,13233,7990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044,13230l8040,13230,8038,13233,8038,13239,8040,13241,8044,13241,804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066,13230l8044,13230,8044,13241,8066,13241,806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069,13230l8066,13230,8066,13241,8069,13241,8072,13239,8072,13233,806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123,13230l8120,13230,8117,13233,8117,13239,8120,13241,8123,13241,8123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146,13230l8123,13230,8123,13241,8146,13241,814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149,13230l8146,13230,8146,13241,8149,13241,8151,13239,8151,13233,814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202,13230l8199,13230,8197,13233,8197,13239,8199,13241,8202,13241,820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225,13230l8202,13230,8202,13241,8225,13241,8225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228,13230l8225,13230,8225,13241,8228,13241,8231,13239,8231,13233,8228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282,13230l8279,13230,8276,13233,8276,13239,8279,13241,8282,13241,828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304,13230l8282,13230,8282,13241,8304,13241,830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307,13230l8304,13230,8304,13241,8307,13241,8310,13239,8310,13233,830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361,13230l8358,13230,8355,13233,8355,13239,8358,13241,8361,13241,836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384,13230l8361,13230,8361,13241,8384,13241,838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387,13230l8384,13230,8384,13241,8387,13241,8389,13239,8389,13233,838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440,13230l8437,13230,8435,13233,8435,13239,8437,13241,8440,13241,8440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463,13230l8440,13230,8440,13241,8463,13241,8463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466,13230l8463,13230,8463,13241,8466,13241,8469,13239,8469,13233,846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520,13230l8517,13230,8514,13233,8514,13239,8517,13241,8520,13241,8520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542,13230l8520,13230,8520,13241,8542,13241,854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546,13230l8542,13230,8542,13241,8546,13241,8548,13239,8548,13233,854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599,13230l8596,13230,8594,13233,8594,13239,8596,13241,8599,13241,859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622,13230l8599,13230,8599,13241,8622,13241,862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625,13230l8622,13230,8622,13241,8625,13241,8628,13239,8628,13233,8625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679,13230l8675,13230,8673,13233,8673,13239,8675,13241,8679,13241,867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701,13230l8679,13230,8679,13241,8701,13241,870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704,13230l8701,13230,8701,13241,8704,13241,8707,13239,8707,13233,870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758,13230l8755,13230,8752,13233,8752,13239,8755,13241,8758,13241,8758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781,13230l8758,13230,8758,13241,8781,13241,878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784,13230l8781,13230,8781,13241,8784,13241,8786,13239,8786,13233,878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837,13230l8834,13230,8832,13233,8832,13239,8834,13241,8837,13241,883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860,13230l8837,13230,8837,13241,8860,13241,8860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863,13230l8860,13230,8860,13241,8863,13241,8866,13239,8866,13233,8863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917,13230l8914,13230,8911,13233,8911,13239,8914,13241,8917,13241,891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939,13230l8917,13230,8917,13241,8939,13241,893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942,13230l8939,13230,8939,13241,8942,13241,8945,13239,8945,13233,894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8996,13230l8993,13230,8990,13233,8990,13239,8993,13241,8996,13241,899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019,13230l8996,13230,8996,13241,9019,13241,901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022,13230l9019,13230,9019,13241,9022,13241,9024,13239,9024,13233,902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075,13230l9072,13230,9070,13233,9070,13239,9072,13241,9075,13241,9075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098,13230l9075,13230,9075,13241,9098,13241,9098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101,13230l9098,13230,9098,13241,9101,13241,9104,13239,9104,13233,910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155,13230l9152,13230,9149,13233,9149,13239,9152,13241,9155,13241,9155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177,13230l9155,13230,9155,13241,9177,13241,917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181,13230l9177,13230,9177,13241,9181,13241,9183,13239,9183,13233,918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234,13230l9231,13230,9228,13233,9228,13239,9231,13241,9234,13241,923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257,13230l9234,13230,9234,13241,9257,13241,925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260,13230l9257,13230,9257,13241,9260,13241,9262,13239,9262,13233,9260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314,13230l9310,13230,9308,13233,9308,13239,9310,13241,9314,13241,931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336,13230l9314,13230,9314,13241,9336,13241,933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339,13230l9336,13230,9336,13241,9339,13241,9342,13239,9342,13233,933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393,13230l9390,13230,9387,13233,9387,13239,9390,13241,9393,13241,9393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416,13230l9393,13230,9393,13241,9416,13241,941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419,13230l9416,13230,9416,13241,9419,13241,9421,13239,9421,13233,941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472,13230l9469,13230,9467,13233,9467,13239,9469,13241,9472,13241,947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495,13230l9472,13230,9472,13241,9495,13241,9495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498,13230l9495,13230,9495,13241,9498,13241,9501,13239,9501,13233,9498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552,13230l9548,13230,9546,13233,9546,13239,9548,13241,9552,13241,955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574,13230l9552,13230,9552,13241,9574,13241,957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577,13230l9574,13230,9574,13241,9577,13241,9580,13239,9580,13233,957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631,13230l9628,13230,9625,13233,9625,13239,9628,13241,9631,13241,963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654,13230l9631,13230,9631,13241,9654,13241,965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657,13230l9654,13230,9654,13241,9657,13241,9659,13239,9659,13233,965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710,13230l9707,13230,9705,13233,9705,13239,9707,13241,9710,13241,9710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733,13230l9710,13230,9710,13241,9733,13241,9733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736,13230l9733,13230,9733,13241,9736,13241,9739,13239,9739,13233,973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790,13230l9787,13230,9784,13233,9784,13239,9787,13241,9790,13241,9790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812,13230l9790,13230,9790,13241,9812,13241,981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816,13230l9812,13230,9812,13241,9816,13241,9818,13239,9818,13233,981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869,13230l9866,13230,9863,13233,9863,13239,9866,13241,9869,13241,986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892,13230l9869,13230,9869,13241,9892,13241,989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895,13230l9892,13230,9892,13241,9895,13241,9897,13239,9897,13233,9895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948,13230l9945,13230,9943,13233,9943,13239,9945,13241,9948,13241,9948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971,13230l9948,13230,9948,13241,9971,13241,997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9974,13230l9971,13230,9971,13241,9974,13241,9977,13239,9977,13233,997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028,13230l10025,13230,10022,13233,10022,13239,10025,13241,10028,13241,10028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051,13230l10028,13230,10028,13241,10051,13241,1005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054,13230l10051,13230,10051,13241,10054,13241,10056,13239,10056,13233,1005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107,13230l10104,13230,10102,13233,10102,13239,10104,13241,10107,13241,1010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130,13230l10107,13230,10107,13241,10130,13241,10130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133,13230l10130,13230,10130,13241,10133,13241,10136,13239,10136,13233,10133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187,13230l10183,13230,10181,13233,10181,13239,10183,13241,10187,13241,1018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209,13230l10187,13230,10187,13241,10209,13241,1020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212,13230l10209,13230,10209,13241,10212,13241,10215,13239,10215,13233,1021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266,13230l10263,13230,10260,13233,10260,13239,10263,13241,10266,13241,1026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289,13230l10266,13230,10266,13241,10289,13241,1028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292,13230l10289,13230,10289,13241,10292,13241,10294,13239,10294,13233,1029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345,13230l10342,13230,10340,13233,10340,13239,10342,13241,10345,13241,10345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368,13230l10345,13230,10345,13241,10368,13241,10368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371,13230l10368,13230,10368,13241,10371,13241,10374,13239,10374,13233,1037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425,13230l10422,13230,10419,13233,10419,13239,10422,13241,10425,13241,10425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447,13230l10425,13230,10425,13241,10447,13241,1044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450,13230l10447,13230,10447,13241,10450,13241,10453,13239,10453,13233,10450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504,13230l10501,13230,10498,13233,10498,13239,10501,13241,10504,13241,1050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527,13230l10504,13230,10504,13241,10527,13241,1052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530,13230l10527,13230,10527,13241,10530,13241,10532,13239,10532,13233,10530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583,13230l10580,13230,10578,13233,10578,13239,10580,13241,10583,13241,10583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606,13230l10583,13230,10583,13241,10606,13241,1060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609,13230l10606,13230,10606,13241,10609,13241,10612,13239,10612,13233,1060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663,13230l10660,13230,10657,13233,10657,13239,10660,13241,10663,13241,10663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685,13230l10663,13230,10663,13241,10685,13241,10685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689,13230l10685,13230,10685,13241,10689,13241,10691,13239,10691,13233,1068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742,13230l10739,13230,10736,13233,10736,13239,10739,13241,10742,13241,1074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765,13230l10742,13230,10742,13241,10765,13241,10765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768,13230l10765,13230,10765,13241,10768,13241,10771,13239,10771,13233,10768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822,13230l10818,13230,10816,13233,10816,13239,10818,13241,10822,13241,1082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844,13230l10822,13230,10822,13241,10844,13241,1084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847,13230l10844,13230,10844,13241,10847,13241,10850,13239,10850,13233,1084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901,13230l10898,13230,10895,13233,10895,13239,10898,13241,10901,13241,1090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924,13230l10901,13230,10901,13241,10924,13241,1092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927,13230l10924,13230,10924,13241,10927,13241,10929,13239,10929,13233,1092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0980,13230l10977,13230,10975,13233,10975,13239,10977,13241,10980,13241,10980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003,13230l10980,13230,10980,13241,11003,13241,11003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006,13230l11003,13230,11003,13241,11006,13241,11009,13239,11009,13233,1100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060,13230l11057,13230,11054,13233,11054,13239,11057,13241,11060,13241,11060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082,13230l11060,13230,11060,13241,11082,13241,1108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085,13230l11082,13230,11082,13241,11085,13241,11088,13239,11088,13233,11085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139,13230l11136,13230,11133,13233,11133,13239,11136,13241,11139,13241,1113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162,13230l11139,13230,11139,13241,11162,13241,1116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165,13230l11162,13230,11162,13241,11165,13241,11167,13239,11167,13233,11165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218,13230l11215,13230,11213,13233,11213,13239,11215,13241,11218,13241,11218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241,13230l11218,13230,11218,13241,11241,13241,11241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244,13230l11241,13230,11241,13241,11244,13241,11247,13239,11247,13233,1124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298,13230l11295,13230,11292,13233,11292,13239,11295,13241,11298,13241,11298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320,13230l11298,13230,11298,13241,11320,13241,11320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324,13230l11320,13230,11320,13241,11324,13241,11326,13239,11326,13233,11324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377,13230l11374,13230,11371,13233,11371,13239,11374,13241,11377,13241,1137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400,13230l11377,13230,11377,13241,11400,13241,11400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403,13230l11400,13230,11400,13241,11403,13241,11405,13239,11405,13233,11403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456,13230l11453,13230,11451,13233,11451,13239,11453,13241,11456,13241,1145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479,13230l11456,13230,11456,13241,11479,13241,11479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482,13230l11479,13230,11479,13241,11482,13241,11485,13239,11485,13233,1148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36,13230l11533,13230,11530,13233,11530,13239,11533,13241,11536,13241,11536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42,13230l11536,13230,11536,13241,11547,13241,11547,13236,11542,13236,11542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47,13230l11547,13241,11553,13236,11547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3,13236l11547,13241,11550,13241,11553,13239,11553,1323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3219l11544,13219,11542,13221,11542,13236,11547,13236,11547,13230,11553,13230,11553,13221,11550,1321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3230l11547,13230,11553,13236,11553,13233,11550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3,13230l11550,13230,11553,13233,11553,132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3139l11544,13139,11542,13142,11542,13171,11544,13173,11550,13173,11553,13171,11553,13142,11550,1313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3060l11544,13060,11542,13063,11542,13092,11544,13094,11550,13094,11553,13092,11553,13063,11550,1306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2981l11544,12981,11542,12983,11542,13012,11544,13015,11550,13015,11553,13012,11553,12983,11550,1298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2901l11544,12901,11542,12904,11542,12933,11544,12935,11550,12935,11553,12933,11553,12904,11550,1290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2822l11544,12822,11542,12825,11542,12854,11544,12856,11550,12856,11553,12854,11553,12825,11550,1282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2743l11544,12743,11542,12745,11542,12774,11544,12777,11550,12777,11553,12774,11553,12745,11550,1274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2664l11544,12664,11542,12666,11542,12695,11544,12698,11550,12698,11553,12695,11553,12666,11550,1266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2584l11544,12584,11542,12587,11542,12616,11544,12618,11550,12618,11553,12616,11553,12587,11550,1258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2505l11544,12505,11542,12507,11542,12536,11544,12539,11550,12539,11553,12536,11553,12507,11550,1250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2426l11544,12426,11542,12428,11542,12457,11544,12460,11550,12460,11553,12457,11553,12428,11550,1242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2346l11544,12346,11542,12349,11542,12378,11544,12380,11550,12380,11553,12378,11553,12349,11550,1234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2267l11544,12267,11542,12270,11542,12299,11544,12301,11550,12301,11553,12299,11553,12270,11550,1226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2188l11544,12188,11542,12190,11542,12219,11544,12222,11550,12222,11553,12219,11553,12190,11550,1218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2108l11544,12108,11542,12111,11542,12140,11544,12142,11550,12142,11553,12140,11553,12111,11550,1210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2029l11544,12029,11542,12032,11542,12061,11544,12063,11550,12063,11553,12061,11553,12032,11550,1202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1950l11544,11950,11542,11952,11542,11981,11544,11984,11550,11984,11553,11981,11553,11952,11550,1195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1871l11544,11871,11542,11873,11542,11902,11544,11905,11550,11905,11553,11902,11553,11873,11550,1187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1791l11544,11791,11542,11794,11542,11823,11544,11825,11550,11825,11553,11823,11553,11794,11550,1179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1712l11544,11712,11542,11714,11542,11743,11544,11746,11550,11746,11553,11743,11553,11714,11550,1171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1633l11544,11633,11542,11635,11542,11664,11544,11667,11550,11667,11553,11664,11553,11635,11550,1163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1553l11544,11553,11542,11556,11542,11585,11544,11587,11550,11587,11553,11585,11553,11556,11550,1155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1474l11544,11474,11542,11477,11542,11505,11544,11508,11550,11508,11553,11505,11553,11477,11550,1147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1395l11544,11395,11542,11397,11542,11426,11544,11429,11550,11429,11553,11426,11553,11397,11550,1139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1315l11544,11315,11542,11318,11542,11347,11544,11349,11550,11349,11553,11347,11553,11318,11550,1131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1236l11544,11236,11542,11239,11542,11268,11544,11270,11550,11270,11553,11268,11553,11239,11550,1123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1157l11544,11157,11542,11159,11542,11188,11544,11191,11550,11191,11553,11188,11553,11159,11550,1115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1078l11544,11078,11542,11080,11542,11109,11544,11112,11550,11112,11553,11109,11553,11080,11550,1107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0998l11544,10998,11542,11001,11542,11030,11544,11032,11550,11032,11553,11030,11553,11001,11550,1099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0919l11544,10919,11542,10921,11542,10950,11544,10953,11550,10953,11553,10950,11553,10921,11550,1091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0840l11544,10840,11542,10842,11542,10871,11544,10874,11550,10874,11553,10871,11553,10842,11550,1084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0760l11544,10760,11542,10763,11542,10792,11544,10794,11550,10794,11553,10792,11553,10763,11550,1076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0681l11544,10681,11542,10684,11542,10712,11544,10715,11550,10715,11553,10712,11553,10684,11550,1068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0602l11544,10602,11542,10604,11542,10633,11544,10636,11550,10636,11553,10633,11553,10604,11550,1060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0522l11544,10522,11542,10525,11542,10554,11544,10556,11550,10556,11553,10554,11553,10525,11550,1052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0443l11544,10443,11542,10446,11542,10475,11544,10477,11550,10477,11553,10475,11553,10446,11550,1044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0364l11544,10364,11542,10366,11542,10395,11544,10398,11550,10398,11553,10395,11553,10366,11550,1036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0284l11544,10284,11542,10287,11542,10316,11544,10318,11550,10318,11553,10316,11553,10287,11550,1028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0205l11544,10205,11542,10208,11542,10237,11544,10239,11550,10239,11553,10237,11553,10208,11550,1020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0126l11544,10126,11542,10128,11542,10157,11544,10160,11550,10160,11553,10157,11553,10128,11550,1012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0047l11544,10047,11542,10049,11542,10078,11544,10081,11550,10081,11553,10078,11553,10049,11550,1004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9967l11544,9967,11542,9970,11542,9999,11544,10001,11550,10001,11553,9999,11553,9970,11550,996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9888l11544,9888,11542,9891,11542,9919,11544,9922,11550,9922,11553,9919,11553,9891,11550,988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9809l11544,9809,11542,9811,11542,9840,11544,9843,11550,9843,11553,9840,11553,9811,11550,980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9729l11544,9729,11542,9732,11542,9761,11544,9763,11550,9763,11553,9761,11553,9732,11550,972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9650l11544,9650,11542,9653,11542,9682,11544,9684,11550,9684,11553,9682,11553,9653,11550,965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9571l11544,9571,11542,9573,11542,9602,11544,9605,11550,9605,11553,9602,11553,9573,11550,957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9491l11544,9491,11542,9494,11542,9523,11544,9525,11550,9525,11553,9523,11553,9494,11550,949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9412l11544,9412,11542,9415,11542,9444,11544,9446,11550,9446,11553,9444,11553,9415,11550,941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9333l11544,9333,11542,9335,11542,9364,11544,9367,11550,9367,11553,9364,11553,9335,11550,933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9254l11544,9254,11542,9256,11542,9285,11544,9288,11550,9288,11553,9285,11553,9256,11550,925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9174l11544,9174,11542,9177,11542,9206,11544,9208,11550,9208,11553,9206,11553,9177,11550,917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9095l11544,9095,11542,9098,11542,9126,11544,9129,11550,9129,11553,9126,11553,9098,11550,909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9016l11544,9016,11542,9018,11542,9047,11544,9050,11550,9050,11553,9047,11553,9018,11550,901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8936l11544,8936,11542,8939,11542,8968,11544,8970,11550,8970,11553,8968,11553,8939,11550,893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8857l11544,8857,11542,8860,11542,8889,11544,8891,11550,8891,11553,8889,11553,8860,11550,885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8778l11544,8778,11542,8780,11542,8809,11544,8812,11550,8812,11553,8809,11553,8780,11550,877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8698l11544,8698,11542,8701,11542,8730,11544,8732,11550,8732,11553,8730,11553,8701,11550,869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8619l11544,8619,11542,8622,11542,8651,11544,8653,11550,8653,11553,8651,11553,8622,11550,861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8540l11544,8540,11542,8542,11542,8571,11544,8574,11550,8574,11553,8571,11553,8542,11550,854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8461l11544,8461,11542,8463,11542,8492,11544,8495,11550,8495,11553,8492,11553,8463,11550,846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8381l11544,8381,11542,8384,11542,8413,11544,8415,11550,8415,11553,8413,11553,8384,11550,838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8302l11544,8302,11542,8304,11542,8333,11544,8336,11550,8336,11553,8333,11553,8304,11550,830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8223l11544,8223,11542,8225,11542,8254,11544,8257,11550,8257,11553,8254,11553,8225,11550,822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8143l11544,8143,11542,8146,11542,8175,11544,8177,11550,8177,11553,8175,11553,8146,11550,814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8064l11544,8064,11542,8067,11542,8095,11544,8098,11550,8098,11553,8095,11553,8067,11550,806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7985l11544,7985,11542,7987,11542,8016,11544,8019,11550,8019,11553,8016,11553,7987,11550,798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7905l11544,7905,11542,7908,11542,7937,11544,7939,11550,7939,11553,7937,11553,7908,11550,790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7826l11544,7826,11542,7829,11542,7858,11544,7860,11550,7860,11553,7858,11553,7829,11550,782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7747l11544,7747,11542,7749,11542,7778,11544,7781,11550,7781,11553,7778,11553,7749,11550,774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7668l11544,7668,11542,7670,11542,7699,11544,7702,11550,7702,11553,7699,11553,7670,11550,766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7588l11544,7588,11542,7591,11542,7620,11544,7622,11550,7622,11553,7620,11553,7591,11550,758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7509l11544,7509,11542,7511,11542,7540,11544,7543,11550,7543,11553,7540,11553,7511,11550,750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7430l11544,7430,11542,7432,11542,7461,11544,7464,11550,7464,11553,7461,11553,7432,11550,74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7350l11544,7350,11542,7353,11542,7382,11544,7384,11550,7384,11553,7382,11553,7353,11550,735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7271l11544,7271,11542,7274,11542,7302,11544,7305,11550,7305,11553,7302,11553,7274,11550,727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7192l11544,7192,11542,7194,11542,7223,11544,7226,11550,7226,11553,7223,11553,7194,11550,719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7112l11544,7112,11542,7115,11542,7144,11544,7146,11550,7146,11553,7144,11553,7115,11550,711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7033l11544,7033,11542,7036,11542,7065,11544,7067,11550,7067,11553,7065,11553,7036,11550,703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6954l11544,6954,11542,6956,11542,6985,11544,6988,11550,6988,11553,6985,11553,6956,11550,695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6875l11544,6875,11542,6877,11542,6906,11544,6909,11550,6909,11553,6906,11553,6877,11550,687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6795l11544,6795,11542,6798,11542,6827,11544,6829,11550,6829,11553,6827,11553,6798,11550,679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6716l11544,6716,11542,6718,11542,6747,11544,6750,11550,6750,11553,6747,11553,6718,11550,671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6637l11544,6637,11542,6639,11542,6668,11544,6671,11550,6671,11553,6668,11553,6639,11550,663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6557l11544,6557,11542,6560,11542,6589,11544,6591,11550,6591,11553,6589,11553,6560,11550,655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6478l11544,6478,11542,6481,11542,6509,11544,6512,11550,6512,11553,6509,11553,6481,11550,647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6399l11544,6399,11542,6401,11542,6430,11544,6433,11550,6433,11553,6430,11553,6401,11550,639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6319l11544,6319,11542,6322,11542,6351,11544,6353,11550,6353,11553,6351,11553,6322,11550,631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6240l11544,6240,11542,6243,11542,6272,11544,6274,11550,6274,11553,6272,11553,6243,11550,624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6161l11544,6161,11542,6163,11542,6192,11544,6195,11550,6195,11553,6192,11553,6163,11550,616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6081l11544,6081,11542,6084,11542,6113,11544,6115,11550,6115,11553,6113,11553,6084,11550,608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6002l11544,6002,11542,6005,11542,6034,11544,6036,11550,6036,11553,6034,11553,6005,11550,600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5923l11544,5923,11542,5925,11542,5954,11544,5957,11550,5957,11553,5954,11553,5925,11550,592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5844l11544,5844,11542,5846,11542,5875,11544,5878,11550,5878,11553,5875,11553,5846,11550,584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5764l11544,5764,11542,5767,11542,5796,11544,5798,11550,5798,11553,5796,11553,5767,11550,576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5685l11544,5685,11542,5688,11542,5716,11544,5719,11550,5719,11553,5716,11553,5688,11550,568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5606l11544,5606,11542,5608,11542,5637,11544,5640,11550,5640,11553,5637,11553,5608,11550,560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5526l11544,5526,11542,5529,11542,5558,11544,5560,11550,5560,11553,5558,11553,5529,11550,552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5447l11544,5447,11542,5450,11542,5479,11544,5481,11550,5481,11553,5479,11553,5450,11550,544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5368l11544,5368,11542,5370,11542,5399,11544,5402,11550,5402,11553,5399,11553,5370,11550,536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5288l11544,5288,11542,5291,11542,5320,11544,5322,11550,5322,11553,5320,11553,5291,11550,528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5209l11544,5209,11542,5212,11542,5241,11544,5243,11550,5243,11553,5241,11553,5212,11550,520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5130l11544,5130,11542,5132,11542,5161,11544,5164,11550,5164,11553,5161,11553,5132,11550,51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5051l11544,5051,11542,5053,11542,5082,11544,5085,11550,5085,11553,5082,11553,5053,11550,505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4971l11544,4971,11542,4974,11542,5003,11544,5005,11550,5005,11553,5003,11553,4974,11550,497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4892l11544,4892,11542,4894,11542,4923,11544,4926,11550,4926,11553,4923,11553,4894,11550,489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4813l11544,4813,11542,4815,11542,4844,11544,4847,11550,4847,11553,4844,11553,4815,11550,481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4733l11544,4733,11542,4736,11542,4765,11544,4767,11550,4767,11553,4765,11553,4736,11550,473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4654l11544,4654,11542,4657,11542,4686,11544,4688,11550,4688,11553,4686,11553,4657,11550,465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4575l11544,4575,11542,4577,11542,4606,11544,4609,11550,4609,11553,4606,11553,4577,11550,457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4495l11544,4495,11542,4498,11542,4527,11544,4529,11550,4529,11553,4527,11553,4498,11550,449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4416l11544,4416,11542,4419,11542,4448,11544,4450,11550,4450,11553,4448,11553,4419,11550,441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4337l11544,4337,11542,4339,11542,4368,11544,4371,11550,4371,11553,4368,11553,4339,11550,433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4258l11544,4258,11542,4260,11542,4289,11544,4292,11550,4292,11553,4289,11553,4260,11550,425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4178l11544,4178,11542,4181,11542,4210,11544,4212,11550,4212,11553,4210,11553,4181,11550,417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4099l11544,4099,11542,4101,11542,4130,11544,4133,11550,4133,11553,4130,11553,4101,11550,409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4020l11544,4020,11542,4022,11542,4051,11544,4054,11550,4054,11553,4051,11553,4022,11550,402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3940l11544,3940,11542,3943,11542,3972,11544,3974,11550,3974,11553,3972,11553,3943,11550,394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3861l11544,3861,11542,3864,11542,3892,11544,3895,11550,3895,11553,3892,11553,3864,11550,386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3782l11544,3782,11542,3784,11542,3813,11544,3816,11550,3816,11553,3813,11553,3784,11550,378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3702l11544,3702,11542,3705,11542,3734,11544,3736,11550,3736,11553,3734,11553,3705,11550,370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3623l11544,3623,11542,3626,11542,3655,11544,3657,11550,3657,11553,3655,11553,3626,11550,362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3544l11544,3544,11542,3546,11542,3575,11544,3578,11550,3578,11553,3575,11553,3546,11550,354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3465l11544,3465,11542,3467,11542,3496,11544,3499,11550,3499,11553,3496,11553,3467,11550,346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3385l11544,3385,11542,3388,11542,3417,11544,3419,11550,3419,11553,3417,11553,3388,11550,338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3306l11544,3306,11542,3308,11542,3337,11544,3340,11550,3340,11553,3337,11553,3308,11550,330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3227l11544,3227,11542,3229,11542,3258,11544,3261,11550,3261,11553,3258,11553,3229,11550,322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3147l11544,3147,11542,3150,11542,3179,11544,3181,11550,3181,11553,3179,11553,3150,11550,314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3068l11544,3068,11542,3071,11542,3099,11544,3102,11550,3102,11553,3099,11553,3071,11550,306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2989l11544,2989,11542,2991,11542,3020,11544,3023,11550,3023,11553,3020,11553,2991,11550,298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2909l11544,2909,11542,2912,11542,2941,11544,2943,11550,2943,11553,2941,11553,2912,11550,290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2830l11544,2830,11542,2833,11542,2862,11544,2864,11550,2864,11553,2862,11553,2833,11550,28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2751l11544,2751,11542,2753,11542,2782,11544,2785,11550,2785,11553,2782,11553,2753,11550,275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2671l11544,2671,11542,2674,11542,2703,11544,2705,11550,2705,11553,2703,11553,2674,11550,267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2592l11544,2592,11542,2595,11542,2624,11544,2626,11550,2626,11553,2624,11553,2595,11550,259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2513l11544,2513,11542,2515,11542,2544,11544,2547,11550,2547,11553,2544,11553,2515,11550,251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2434l11544,2434,11542,2436,11542,2465,11544,2468,11550,2468,11553,2465,11553,2436,11550,243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2354l11544,2354,11542,2357,11542,2386,11544,2388,11550,2388,11553,2386,11553,2357,11550,235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2275l11544,2275,11542,2278,11542,2306,11544,2309,11550,2309,11553,2306,11553,2278,11550,227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2196l11544,2196,11542,2198,11542,2227,11544,2230,11550,2230,11553,2227,11553,2198,11550,219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2116l11544,2116,11542,2119,11542,2148,11544,2150,11550,2150,11553,2148,11553,2119,11550,211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2037l11544,2037,11542,2040,11542,2069,11544,2071,11550,2071,11553,2069,11553,2040,11550,203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958l11544,1958,11542,1960,11542,1989,11544,1992,11550,1992,11553,1989,11553,1960,11550,195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878l11544,1878,11542,1881,11542,1910,11544,1912,11550,1912,11553,1910,11553,1881,11550,187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799l11544,1799,11542,1802,11542,1831,11544,1833,11550,1833,11553,1831,11553,1802,11550,179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720l11544,1720,11542,1722,11542,1751,11544,1754,11550,1754,11553,1751,11553,1722,11550,172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641l11544,1641,11542,1643,11542,1672,11544,1675,11550,1675,11553,1672,11553,1643,11550,164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561l11544,1561,11542,1564,11542,1593,11544,1595,11550,1595,11553,1593,11553,1564,11550,156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482l11544,1482,11542,1485,11542,1513,11544,1516,11550,1516,11553,1513,11553,1485,11550,148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403l11544,1403,11542,1405,11542,1434,11544,1437,11550,1437,11553,1434,11553,1405,11550,140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323l11544,1323,11542,1326,11542,1355,11544,1357,11550,1357,11553,1355,11553,1326,11550,132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244l11544,1244,11542,1247,11542,1276,11544,1278,11550,1278,11553,1276,11553,1247,11550,124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165l11544,1165,11542,1167,11542,1196,11544,1199,11550,1199,11553,1196,11553,1167,11550,116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085l11544,1085,11542,1088,11542,1117,11544,1119,11550,1119,11553,1117,11553,1088,11550,108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006l11544,1006,11542,1009,11542,1038,11544,1040,11550,1040,11553,1038,11553,1009,11550,1006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927l11544,927,11542,929,11542,958,11544,961,11550,961,11553,958,11553,929,11550,927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848l11544,848,11542,850,11542,879,11544,882,11550,882,11553,879,11553,850,11550,84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768l11544,768,11542,771,11542,800,11544,802,11550,802,11553,800,11553,771,11550,768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689l11544,689,11542,691,11542,720,11544,723,11550,723,11553,720,11553,691,11550,689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610l11544,610,11542,612,11542,641,11544,644,11550,644,11553,641,11553,612,11550,61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530l11544,530,11542,533,11542,562,11544,564,11550,564,11553,562,11553,533,11550,530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451l11544,451,11542,454,11542,482,11544,485,11550,485,11553,482,11553,454,11550,451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372l11544,372,11542,374,11542,403,11544,406,11550,406,11553,403,11553,374,11550,37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292l11544,292,11542,295,11542,324,11544,326,11550,326,11553,324,11553,295,11550,292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213l11544,213,11542,216,11542,245,11544,247,11550,247,11553,245,11553,216,11550,213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134l11544,134,11542,136,11542,165,11544,168,11550,168,11553,165,11553,136,11550,134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55l11544,55,11542,57,11542,86,11544,89,11550,89,11553,86,11553,57,11550,55xe" filled="true" fillcolor="#231f20" stroked="false">
                <v:path arrowok="t"/>
                <v:fill type="solid"/>
              </v:shape>
              <v:shape style="position:absolute;left:5986;top:-93;width:5568;height:13335" coordorigin="5986,-93" coordsize="5568,13335" path="m11550,-25l11544,-25,11542,-22,11542,7,11544,9,11550,9,11553,7,11553,-22,11550,-25xe" filled="true" fillcolor="#231f20" stroked="false">
                <v:path arrowok="t"/>
                <v:fill type="solid"/>
              </v:shape>
            </v:group>
            <v:group style="position:absolute;left:552;top:4;width:5330;height:313" coordorigin="552,4" coordsize="5330,313">
              <v:shape style="position:absolute;left:552;top:4;width:5330;height:313" coordorigin="552,4" coordsize="5330,313" path="m552,4l5881,4,5881,317,552,317,552,4xe" filled="false" stroked="true" strokeweight=".567pt" strokecolor="#231f20">
                <v:path arrowok="t"/>
              </v:shape>
            </v:group>
            <v:group style="position:absolute;left:552;top:4;width:1189;height:313" coordorigin="552,4" coordsize="1189,313">
              <v:shape style="position:absolute;left:552;top:4;width:1189;height:313" coordorigin="552,4" coordsize="1189,313" path="m552,4l1740,4,1740,317,552,317,552,4xe" filled="false" stroked="true" strokeweight=".567pt" strokecolor="#231f20">
                <v:path arrowok="t"/>
              </v:shape>
            </v:group>
            <v:group style="position:absolute;left:552;top:317;width:5330;height:2266" coordorigin="552,317" coordsize="5330,2266">
              <v:shape style="position:absolute;left:552;top:317;width:5330;height:2266" coordorigin="552,317" coordsize="5330,2266" path="m552,2582l5881,2582,5881,317,552,317,552,2582xe" filled="false" stroked="true" strokeweight=".567pt" strokecolor="#231f20">
                <v:path arrowok="t"/>
              </v:shape>
              <v:shape style="position:absolute;left:3189;top:2193;width:607;height:352" type="#_x0000_t75" stroked="false">
                <v:imagedata r:id="rId7" o:title=""/>
              </v:shape>
            </v:group>
            <v:group style="position:absolute;left:552;top:2579;width:5330;height:372" coordorigin="552,2579" coordsize="5330,372">
              <v:shape style="position:absolute;left:552;top:2579;width:5330;height:372" coordorigin="552,2579" coordsize="5330,372" path="m552,2579l5881,2579,5881,2950,552,2950,552,2579xe" filled="false" stroked="true" strokeweight=".567pt" strokecolor="#231f20">
                <v:path arrowok="t"/>
              </v:shape>
            </v:group>
            <v:group style="position:absolute;left:552;top:2950;width:5330;height:2960" coordorigin="552,2950" coordsize="5330,2960">
              <v:shape style="position:absolute;left:552;top:2950;width:5330;height:2960" coordorigin="552,2950" coordsize="5330,2960" path="m552,5909l5881,5909,5881,2950,552,2950,552,5909xe" filled="false" stroked="true" strokeweight=".567pt" strokecolor="#231f20">
                <v:path arrowok="t"/>
              </v:shape>
              <v:shape style="position:absolute;left:4194;top:3644;width:1087;height:312" type="#_x0000_t75" stroked="false">
                <v:imagedata r:id="rId8" o:title=""/>
              </v:shape>
              <v:shape style="position:absolute;left:4202;top:4925;width:1087;height:312" type="#_x0000_t75" stroked="false">
                <v:imagedata r:id="rId9" o:title=""/>
              </v:shape>
            </v:group>
            <v:group style="position:absolute;left:552;top:5914;width:5330;height:1201" coordorigin="552,5914" coordsize="5330,1201">
              <v:shape style="position:absolute;left:552;top:5914;width:5330;height:1201" coordorigin="552,5914" coordsize="5330,1201" path="m552,5914l5881,5914,5881,7115,552,7115,552,5914xe" filled="false" stroked="true" strokeweight=".567pt" strokecolor="#231f20">
                <v:path arrowok="t"/>
              </v:shape>
              <v:shape style="position:absolute;left:1125;top:6204;width:607;height:351" type="#_x0000_t75" stroked="false">
                <v:imagedata r:id="rId10" o:title=""/>
              </v:shape>
              <v:shape style="position:absolute;left:2363;top:6204;width:2236;height:777" type="#_x0000_t75" stroked="false">
                <v:imagedata r:id="rId11" o:title=""/>
              </v:shape>
            </v:group>
            <v:group style="position:absolute;left:552;top:7120;width:5330;height:708" coordorigin="552,7120" coordsize="5330,708">
              <v:shape style="position:absolute;left:552;top:7120;width:5330;height:708" coordorigin="552,7120" coordsize="5330,708" path="m552,7828l5881,7828,5881,7120,552,7120,552,7828xe" filled="false" stroked="true" strokeweight=".567pt" strokecolor="#231f20">
                <v:path arrowok="t"/>
              </v:shape>
            </v:group>
            <v:group style="position:absolute;left:552;top:7827;width:5330;height:1691" coordorigin="552,7827" coordsize="5330,1691">
              <v:shape style="position:absolute;left:552;top:7827;width:5330;height:1691" coordorigin="552,7827" coordsize="5330,1691" path="m552,7827l5881,7827,5881,9517,552,9517,552,7827xe" filled="false" stroked="true" strokeweight=".567pt" strokecolor="#231f20">
                <v:path arrowok="t"/>
              </v:shape>
              <v:shape style="position:absolute;left:2945;top:9091;width:607;height:352" type="#_x0000_t75" stroked="false">
                <v:imagedata r:id="rId12" o:title=""/>
              </v:shape>
            </v:group>
            <v:group style="position:absolute;left:552;top:9518;width:5330;height:842" coordorigin="552,9518" coordsize="5330,842">
              <v:shape style="position:absolute;left:552;top:9518;width:5330;height:842" coordorigin="552,9518" coordsize="5330,842" path="m552,10359l5881,10359,5881,9518,552,9518,552,10359xe" filled="false" stroked="true" strokeweight=".567pt" strokecolor="#231f20">
                <v:path arrowok="t"/>
              </v:shape>
            </v:group>
            <v:group style="position:absolute;left:552;top:10362;width:5330;height:816" coordorigin="552,10362" coordsize="5330,816">
              <v:shape style="position:absolute;left:552;top:10362;width:5330;height:816" coordorigin="552,10362" coordsize="5330,816" path="m552,10362l5881,10362,5881,11178,552,11178,552,10362xe" filled="false" stroked="true" strokeweight=".567pt" strokecolor="#231f20">
                <v:path arrowok="t"/>
              </v:shape>
            </v:group>
            <v:group style="position:absolute;left:552;top:11180;width:5330;height:983" coordorigin="552,11180" coordsize="5330,983">
              <v:shape style="position:absolute;left:552;top:11180;width:5330;height:983" coordorigin="552,11180" coordsize="5330,983" path="m552,12163l5881,12163,5881,11180,552,11180,552,12163xe" filled="false" stroked="true" strokeweight=".567pt" strokecolor="#231f20">
                <v:path arrowok="t"/>
              </v:shape>
            </v:group>
            <v:group style="position:absolute;left:602;top:12381;width:5228;height:767" coordorigin="602,12381" coordsize="5228,767">
              <v:shape style="position:absolute;left:602;top:12381;width:5228;height:767" coordorigin="602,12381" coordsize="5228,767" path="m602,13143l602,13146,605,13148,608,13148,602,13143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08,13137l605,13137,602,13140,602,13143,608,13148,60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13,13137l608,13137,608,13148,613,13143,61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13,13143l608,13148,611,13148,613,13146,613,13143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19,13137l613,13137,613,13146,611,13148,619,13148,61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22,13137l619,13137,619,13148,622,13148,625,13146,625,13140,62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11,13126l605,13126,602,13128,602,13140,605,13137,613,13137,613,13128,611,13126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76,13137l672,13137,670,13140,670,13146,672,13148,676,13148,67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98,13137l676,13137,676,13148,698,13148,69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701,13137l698,13137,698,13148,701,13148,704,13146,704,13140,701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755,13137l751,13137,749,13140,749,13146,751,13148,755,13148,755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777,13137l755,13137,755,13148,777,13148,77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780,13137l777,13137,777,13148,780,13148,783,13146,783,13140,78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834,13137l830,13137,828,13140,828,13146,830,13148,834,13148,83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856,13137l834,13137,834,13148,856,13148,85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859,13137l856,13137,856,13148,859,13148,862,13146,862,13140,85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913,13137l909,13137,907,13140,907,13146,909,13148,913,13148,91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935,13137l913,13137,913,13148,935,13148,935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938,13137l935,13137,935,13148,938,13148,941,13146,941,13140,93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992,13137l989,13137,986,13140,986,13146,989,13148,992,13148,99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014,13137l992,13137,992,13148,1014,13148,101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017,13137l1014,13137,1014,13148,1017,13148,1020,13146,1020,13140,101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071,13137l1068,13137,1065,13140,1065,13146,1068,13148,1071,13148,1071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093,13137l1071,13137,1071,13148,1093,13148,109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096,13137l1093,13137,1093,13148,1096,13148,1099,13146,1099,13140,109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150,13137l1147,13137,1144,13140,1144,13146,1147,13148,1150,13148,115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172,13137l1150,13137,1150,13148,1172,13148,117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175,13137l1172,13137,1172,13148,1175,13148,1178,13146,1178,13140,1175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229,13137l1226,13137,1223,13140,1223,13146,1226,13148,1229,13148,122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251,13137l1229,13137,1229,13148,1251,13148,1251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254,13137l1251,13137,1251,13148,1254,13148,1257,13146,1257,13140,125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308,13137l1305,13137,1302,13140,1302,13146,1305,13148,1308,13148,130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330,13137l1308,13137,1308,13148,1330,13148,133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333,13137l1330,13137,1330,13148,1333,13148,1336,13146,1336,13140,133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387,13137l1384,13137,1381,13140,1381,13146,1384,13148,1387,13148,138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409,13137l1387,13137,1387,13148,1409,13148,140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413,13137l1409,13137,1409,13148,1413,13148,1415,13146,1415,13140,141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466,13137l1463,13137,1460,13140,1460,13146,1463,13148,1466,13148,146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488,13137l1466,13137,1466,13148,1488,13148,148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492,13137l1488,13137,1488,13148,1492,13148,1494,13146,1494,13140,149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545,13137l1542,13137,1539,13140,1539,13146,1542,13148,1545,13148,1545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567,13137l1545,13137,1545,13148,1567,13148,156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571,13137l1567,13137,1567,13148,1571,13148,1573,13146,1573,13140,1571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624,13137l1621,13137,1618,13140,1618,13146,1621,13148,1624,13148,162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646,13137l1624,13137,1624,13148,1646,13148,164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650,13137l1646,13137,1646,13148,1650,13148,1652,13146,1652,13140,165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703,13137l1700,13137,1697,13140,1697,13146,1700,13148,1703,13148,170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726,13137l1703,13137,1703,13148,1726,13148,172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729,13137l1726,13137,1726,13148,1729,13148,1731,13146,1731,13140,172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782,13137l1779,13137,1776,13140,1776,13146,1779,13148,1782,13148,178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805,13137l1782,13137,1782,13148,1805,13148,1805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808,13137l1805,13137,1805,13148,1808,13148,1810,13146,1810,13140,180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861,13137l1858,13137,1855,13140,1855,13146,1858,13148,1861,13148,1861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884,13137l1861,13137,1861,13148,1884,13148,188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887,13137l1884,13137,1884,13148,1887,13148,1889,13146,1889,13140,188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940,13137l1937,13137,1934,13140,1934,13146,1937,13148,1940,13148,194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963,13137l1940,13137,1940,13148,1963,13148,196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966,13137l1963,13137,1963,13148,1966,13148,1968,13146,1968,13140,196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019,13137l2016,13137,2013,13140,2013,13146,2016,13148,2019,13148,201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042,13137l2019,13137,2019,13148,2042,13148,204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045,13137l2042,13137,2042,13148,2045,13148,2047,13146,2047,13140,2045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098,13137l2095,13137,2092,13140,2092,13146,2095,13148,2098,13148,209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121,13137l2098,13137,2098,13148,2121,13148,2121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124,13137l2121,13137,2121,13148,2124,13148,2126,13146,2126,13140,212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177,13137l2174,13137,2171,13140,2171,13146,2174,13148,2177,13148,217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200,13137l2177,13137,2177,13148,2200,13148,220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203,13137l2200,13137,2200,13148,2203,13148,2205,13146,2205,13140,220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256,13137l2253,13137,2250,13140,2250,13146,2253,13148,2256,13148,225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279,13137l2256,13137,2256,13148,2279,13148,227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282,13137l2279,13137,2279,13148,2282,13148,2284,13146,2284,13140,228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335,13137l2332,13137,2329,13140,2329,13146,2332,13148,2335,13148,2335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358,13137l2335,13137,2335,13148,2358,13148,235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361,13137l2358,13137,2358,13148,2361,13148,2363,13146,2363,13140,2361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414,13137l2411,13137,2409,13140,2409,13146,2411,13148,2414,13148,241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437,13137l2414,13137,2414,13148,2437,13148,243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440,13137l2437,13137,2437,13148,2440,13148,2442,13146,2442,13140,244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493,13137l2490,13137,2488,13140,2488,13146,2490,13148,2493,13148,249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516,13137l2493,13137,2493,13148,2516,13148,251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519,13137l2516,13137,2516,13148,2519,13148,2521,13146,2521,13140,251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572,13137l2569,13137,2567,13140,2567,13146,2569,13148,2572,13148,257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595,13137l2572,13137,2572,13148,2595,13148,2595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598,13137l2595,13137,2595,13148,2598,13148,2601,13146,2601,13140,259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651,13137l2648,13137,2646,13140,2646,13146,2648,13148,2651,13148,2651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674,13137l2651,13137,2651,13148,2674,13148,267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677,13137l2674,13137,2674,13148,2677,13148,2680,13146,2680,13140,267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730,13137l2727,13137,2725,13140,2725,13146,2727,13148,2730,13148,273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753,13137l2730,13137,2730,13148,2753,13148,275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756,13137l2753,13137,2753,13148,2756,13148,2759,13146,2759,13140,275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809,13137l2806,13137,2804,13140,2804,13146,2806,13148,2809,13148,280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832,13137l2809,13137,2809,13148,2832,13148,283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835,13137l2832,13137,2832,13148,2835,13148,2838,13146,2838,13140,2835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888,13137l2885,13137,2883,13140,2883,13146,2885,13148,2888,13148,288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911,13137l2888,13137,2888,13148,2911,13148,2911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914,13137l2911,13137,2911,13148,2914,13148,2917,13146,2917,13140,291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967,13137l2964,13137,2962,13140,2962,13146,2964,13148,2967,13148,296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990,13137l2967,13137,2967,13148,2990,13148,299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993,13137l2990,13137,2990,13148,2993,13148,2996,13146,2996,13140,299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046,13137l3043,13137,3041,13140,3041,13146,3043,13148,3046,13148,304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069,13137l3046,13137,3046,13148,3069,13148,306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072,13137l3069,13137,3069,13148,3072,13148,3075,13146,3075,13140,307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125,13137l3122,13137,3120,13140,3120,13146,3122,13148,3125,13148,3125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148,13137l3125,13137,3125,13148,3148,13148,314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151,13137l3148,13137,3148,13148,3151,13148,3154,13146,3154,13140,3151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204,13137l3201,13137,3199,13140,3199,13146,3201,13148,3204,13148,320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227,13137l3204,13137,3204,13148,3227,13148,322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230,13137l3227,13137,3227,13148,3230,13148,3233,13146,3233,13140,323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284,13137l3280,13137,3278,13140,3278,13146,3280,13148,3284,13148,328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306,13137l3284,13137,3284,13148,3306,13148,330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309,13137l3306,13137,3306,13148,3309,13148,3312,13146,3312,13140,330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363,13137l3359,13137,3357,13140,3357,13146,3359,13148,3363,13148,336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385,13137l3363,13137,3363,13148,3385,13148,3385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388,13137l3385,13137,3385,13148,3388,13148,3391,13146,3391,13140,338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442,13137l3438,13137,3436,13140,3436,13146,3438,13148,3442,13148,344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464,13137l3442,13137,3442,13148,3464,13148,346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467,13137l3464,13137,3464,13148,3467,13148,3470,13146,3470,13140,346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521,13137l3517,13137,3515,13140,3515,13146,3517,13148,3521,13148,3521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543,13137l3521,13137,3521,13148,3543,13148,354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546,13137l3543,13137,3543,13148,3546,13148,3549,13146,3549,13140,354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600,13137l3597,13137,3594,13140,3594,13146,3597,13148,3600,13148,360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622,13137l3600,13137,3600,13148,3622,13148,362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625,13137l3622,13137,3622,13148,3625,13148,3628,13146,3628,13140,3625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679,13137l3676,13137,3673,13140,3673,13146,3676,13148,3679,13148,367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701,13137l3679,13137,3679,13148,3701,13148,3701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704,13137l3701,13137,3701,13148,3704,13148,3707,13146,3707,13140,370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758,13137l3755,13137,3752,13140,3752,13146,3755,13148,3758,13148,375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780,13137l3758,13137,3758,13148,3780,13148,378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783,13137l3780,13137,3780,13148,3783,13148,3786,13146,3786,13140,378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837,13137l3834,13137,3831,13140,3831,13146,3834,13148,3837,13148,383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859,13137l3837,13137,3837,13148,3859,13148,385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862,13137l3859,13137,3859,13148,3862,13148,3865,13146,3865,13140,386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916,13137l3913,13137,3910,13140,3910,13146,3913,13148,3916,13148,391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938,13137l3916,13137,3916,13148,3938,13148,393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941,13137l3938,13137,3938,13148,3941,13148,3944,13146,3944,13140,3941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995,13137l3992,13137,3989,13140,3989,13146,3992,13148,3995,13148,3995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017,13137l3995,13137,3995,13148,4017,13148,401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020,13137l4017,13137,4017,13148,4020,13148,4023,13146,4023,13140,402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074,13137l4071,13137,4068,13140,4068,13146,4071,13148,4074,13148,407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096,13137l4074,13137,4074,13148,4096,13148,409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100,13137l4096,13137,4096,13148,4100,13148,4102,13146,4102,13140,410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153,13137l4150,13137,4147,13140,4147,13146,4150,13148,4153,13148,415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175,13137l4153,13137,4153,13148,4175,13148,4175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179,13137l4175,13137,4175,13148,4179,13148,4181,13146,4181,13140,417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232,13137l4229,13137,4226,13140,4226,13146,4229,13148,4232,13148,423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254,13137l4232,13137,4232,13148,4254,13148,425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258,13137l4254,13137,4254,13148,4258,13148,4260,13146,4260,13140,425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311,13137l4308,13137,4305,13140,4305,13146,4308,13148,4311,13148,4311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333,13137l4311,13137,4311,13148,4333,13148,433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337,13137l4333,13137,4333,13148,4337,13148,4339,13146,4339,13140,433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390,13137l4387,13137,4384,13140,4384,13146,4387,13148,4390,13148,439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413,13137l4390,13137,4390,13148,4413,13148,441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416,13137l4413,13137,4413,13148,4416,13148,4418,13146,4418,13140,441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469,13137l4466,13137,4463,13140,4463,13146,4466,13148,4469,13148,446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492,13137l4469,13137,4469,13148,4492,13148,449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495,13137l4492,13137,4492,13148,4495,13148,4497,13146,4497,13140,4495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548,13137l4545,13137,4542,13140,4542,13146,4545,13148,4548,13148,454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571,13137l4548,13137,4548,13148,4571,13148,4571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574,13137l4571,13137,4571,13148,4574,13148,4576,13146,4576,13140,457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627,13137l4624,13137,4621,13140,4621,13146,4624,13148,4627,13148,462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650,13137l4627,13137,4627,13148,4650,13148,465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653,13137l4650,13137,4650,13148,4653,13148,4655,13146,4655,13140,465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706,13137l4703,13137,4700,13140,4700,13146,4703,13148,4706,13148,470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729,13137l4706,13137,4706,13148,4729,13148,472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732,13137l4729,13137,4729,13148,4732,13148,4734,13146,4734,13140,473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785,13137l4782,13137,4779,13140,4779,13146,4782,13148,4785,13148,4785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808,13137l4785,13137,4785,13148,4808,13148,480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811,13137l4808,13137,4808,13148,4811,13148,4813,13146,4813,13140,4811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864,13137l4861,13137,4858,13140,4858,13146,4861,13148,4864,13148,486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887,13137l4864,13137,4864,13148,4887,13148,488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890,13137l4887,13137,4887,13148,4890,13148,4892,13146,4892,13140,489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943,13137l4940,13137,4937,13140,4937,13146,4940,13148,4943,13148,494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966,13137l4943,13137,4943,13148,4966,13148,496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969,13137l4966,13137,4966,13148,4969,13148,4971,13146,4971,13140,496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022,13137l5019,13137,5017,13140,5017,13146,5019,13148,5022,13148,502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045,13137l5022,13137,5022,13148,5045,13148,5045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048,13137l5045,13137,5045,13148,5048,13148,5050,13146,5050,13140,504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101,13137l5098,13137,5096,13140,5096,13146,5098,13148,5101,13148,5101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124,13137l5101,13137,5101,13148,5124,13148,512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127,13137l5124,13137,5124,13148,5127,13148,5129,13146,5129,13140,512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180,13137l5177,13137,5175,13140,5175,13146,5177,13148,5180,13148,518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203,13137l5180,13137,5180,13148,5203,13148,520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206,13137l5203,13137,5203,13148,5206,13148,5208,13146,5208,13140,520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259,13137l5256,13137,5254,13140,5254,13146,5256,13148,5259,13148,525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282,13137l5259,13137,5259,13148,5282,13148,528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285,13137l5282,13137,5282,13148,5285,13148,5288,13146,5288,13140,5285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338,13137l5335,13137,5333,13140,5333,13146,5335,13148,5338,13148,533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361,13137l5338,13137,5338,13148,5361,13148,5361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364,13137l5361,13137,5361,13148,5364,13148,5367,13146,5367,13140,536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417,13137l5414,13137,5412,13140,5412,13146,5414,13148,5417,13148,541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440,13137l5417,13137,5417,13148,5440,13148,544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443,13137l5440,13137,5440,13148,5443,13148,5446,13146,5446,13140,544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496,13137l5493,13137,5491,13140,5491,13146,5493,13148,5496,13148,549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519,13137l5496,13137,5496,13148,5519,13148,551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522,13137l5519,13137,5519,13148,5522,13148,5525,13146,5525,13140,552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575,13137l5572,13137,5570,13140,5570,13146,5572,13148,5575,13148,5575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598,13137l5575,13137,5575,13148,5598,13148,559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601,13137l5598,13137,5598,13148,5601,13148,5604,13146,5604,13140,5601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654,13137l5651,13137,5649,13140,5649,13146,5651,13148,5654,13148,5654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677,13137l5654,13137,5654,13148,5677,13148,567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680,13137l5677,13137,5677,13148,5680,13148,5683,13146,5683,13140,5680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733,13137l5730,13137,5728,13140,5728,13146,5730,13148,5733,13148,573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756,13137l5733,13137,5733,13148,5756,13148,5756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759,13137l5756,13137,5756,13148,5759,13148,5762,13146,5762,13140,575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12,13137l5809,13137,5807,13140,5807,13146,5809,13148,5812,13148,5812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18,13137l5812,13137,5812,13148,5823,13148,5823,13143,5818,13143,5818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23,13137l5823,13148,5829,13143,5823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29,13143l5823,13148,5827,13148,5829,13146,5829,13143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27,13126l5820,13126,5818,13128,5818,13143,5823,13143,5823,13137,5829,13137,5829,13128,5827,13126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27,13137l5823,13137,5829,13143,5829,13140,5827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29,13137l5827,13137,5829,13140,5829,1313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27,13050l5820,13050,5818,13053,5818,13081,5820,13083,5827,13083,5829,13081,5829,13053,5827,13050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27,12975l5820,12975,5818,12977,5818,13005,5820,13008,5827,13008,5829,13005,5829,12977,5827,12975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27,12899l5820,12899,5818,12902,5818,12930,5820,12932,5827,12932,5829,12930,5829,12902,5827,12899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27,12824l5820,12824,5818,12826,5818,12854,5820,12857,5827,12857,5829,12854,5829,12826,5827,12824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27,12748l5820,12748,5818,12751,5818,12779,5820,12781,5827,12781,5829,12779,5829,12751,5827,12748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27,12673l5820,12673,5818,12676,5818,12703,5820,12706,5827,12706,5829,12703,5829,12676,5827,12673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27,12598l5820,12598,5818,12600,5818,12628,5820,12630,5827,12630,5829,12628,5829,12600,5827,12598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27,12522l5820,12522,5818,12525,5818,12552,5820,12555,5827,12555,5829,12552,5829,12525,5827,12522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27,12447l5820,12447,5818,12449,5818,12477,5820,12480,5827,12480,5829,12477,5829,12449,5827,1244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23,12381l5818,12387,5818,12402,5820,12404,5827,12404,5829,12402,5829,12393,5823,12393,582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12,12381l5809,12381,5806,12384,5806,12390,5809,12393,5812,12393,581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20,12381l5812,12381,5812,12393,5818,12393,5818,12384,582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23,12381l5823,12393,5829,12393,5829,12387,582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23,12381l5820,12381,5818,12384,5818,12387,582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827,12381l5823,12381,5829,12387,5829,12384,582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733,12381l5730,12381,5727,12384,5727,12390,5730,12393,5733,12393,573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756,12381l5733,12381,5733,12393,5756,12393,575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759,12381l5756,12381,5756,12393,5759,12393,5761,12390,5761,12384,575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654,12381l5651,12381,5648,12384,5648,12390,5651,12393,5654,12393,565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677,12381l5654,12381,5654,12393,5677,12393,567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680,12381l5677,12381,5677,12393,5680,12393,5682,12390,5682,12384,568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575,12381l5572,12381,5569,12384,5569,12390,5572,12393,5575,12393,557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598,12381l5575,12381,5575,12393,5598,12393,559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601,12381l5598,12381,5598,12393,5601,12393,5603,12390,5603,12384,5601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496,12381l5493,12381,5490,12384,5490,12390,5493,12393,5496,12393,549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519,12381l5496,12381,5496,12393,5519,12393,551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522,12381l5519,12381,5519,12393,5522,12393,5524,12390,5524,12384,552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417,12381l5414,12381,5411,12384,5411,12390,5414,12393,5417,12393,541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440,12381l5417,12381,5417,12393,5440,12393,544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443,12381l5440,12381,5440,12393,5443,12393,5445,12390,5445,12384,544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338,12381l5335,12381,5332,12384,5332,12390,5335,12393,5338,12393,533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361,12381l5338,12381,5338,12393,5361,12393,5361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364,12381l5361,12381,5361,12393,5364,12393,5366,12390,5366,12384,536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259,12381l5256,12381,5253,12384,5253,12390,5256,12393,5259,12393,525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282,12381l5259,12381,5259,12393,5282,12393,528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285,12381l5282,12381,5282,12393,5285,12393,5287,12390,5287,12384,528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180,12381l5177,12381,5174,12384,5174,12390,5177,12393,5180,12393,518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203,12381l5180,12381,5180,12393,5203,12393,520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206,12381l5203,12381,5203,12393,5206,12393,5208,12390,5208,12384,520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101,12381l5098,12381,5095,12384,5095,12390,5098,12393,5101,12393,5101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123,12381l5101,12381,5101,12393,5123,12393,512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127,12381l5123,12381,5123,12393,5127,12393,5129,12390,5129,12384,512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022,12381l5019,12381,5016,12384,5016,12390,5019,12393,5022,12393,502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044,12381l5022,12381,5022,12393,5044,12393,504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5048,12381l5044,12381,5044,12393,5048,12393,5050,12390,5050,12384,504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943,12381l4940,12381,4937,12384,4937,12390,4940,12393,4943,12393,494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965,12381l4943,12381,4943,12393,4965,12393,496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969,12381l4965,12381,4965,12393,4969,12393,4971,12390,4971,12384,496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864,12381l4861,12381,4858,12384,4858,12390,4861,12393,4864,12393,486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886,12381l4864,12381,4864,12393,4886,12393,488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890,12381l4886,12381,4886,12393,4890,12393,4892,12390,4892,12384,489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785,12381l4782,12381,4779,12384,4779,12390,4782,12393,4785,12393,478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807,12381l4785,12381,4785,12393,4807,12393,480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810,12381l4807,12381,4807,12393,4810,12393,4813,12390,4813,12384,481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706,12381l4703,12381,4700,12384,4700,12390,4703,12393,4706,12393,470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728,12381l4706,12381,4706,12393,4728,12393,472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731,12381l4728,12381,4728,12393,4731,12393,4734,12390,4734,12384,4731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627,12381l4624,12381,4621,12384,4621,12390,4624,12393,4627,12393,462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649,12381l4627,12381,4627,12393,4649,12393,464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652,12381l4649,12381,4649,12393,4652,12393,4655,12390,4655,12384,465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548,12381l4545,12381,4542,12384,4542,12390,4545,12393,4548,12393,454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570,12381l4548,12381,4548,12393,4570,12393,457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573,12381l4570,12381,4570,12393,4573,12393,4576,12390,4576,12384,457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469,12381l4466,12381,4463,12384,4463,12390,4466,12393,4469,12393,446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491,12381l4469,12381,4469,12393,4491,12393,4491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494,12381l4491,12381,4491,12393,4494,12393,4497,12390,4497,12384,449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390,12381l4386,12381,4384,12384,4384,12390,4386,12393,4390,12393,439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412,12381l4390,12381,4390,12393,4412,12393,441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415,12381l4412,12381,4412,12393,4415,12393,4418,12390,4418,12384,441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311,12381l4307,12381,4305,12384,4305,12390,4307,12393,4311,12393,4311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333,12381l4311,12381,4311,12393,4333,12393,433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336,12381l4333,12381,4333,12393,4336,12393,4339,12390,4339,12384,433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232,12381l4228,12381,4226,12384,4226,12390,4228,12393,4232,12393,423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254,12381l4232,12381,4232,12393,4254,12393,425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257,12381l4254,12381,4254,12393,4257,12393,4260,12390,4260,12384,425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153,12381l4149,12381,4147,12384,4147,12390,4149,12393,4153,12393,415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175,12381l4153,12381,4153,12393,4175,12393,417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178,12381l4175,12381,4175,12393,4178,12393,4181,12390,4181,12384,417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074,12381l4070,12381,4068,12384,4068,12390,4070,12393,4074,12393,407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096,12381l4074,12381,4074,12393,4096,12393,409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099,12381l4096,12381,4096,12393,4099,12393,4102,12390,4102,12384,409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994,12381l3991,12381,3989,12384,3989,12390,3991,12393,3994,12393,399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017,12381l3994,12381,3994,12393,4017,12393,401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4020,12381l4017,12381,4017,12393,4020,12393,4023,12390,4023,12384,402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915,12381l3912,12381,3910,12384,3910,12390,3912,12393,3915,12393,391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938,12381l3915,12381,3915,12393,3938,12393,393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941,12381l3938,12381,3938,12393,3941,12393,3944,12390,3944,12384,3941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836,12381l3833,12381,3831,12384,3831,12390,3833,12393,3836,12393,383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859,12381l3836,12381,3836,12393,3859,12393,385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862,12381l3859,12381,3859,12393,3862,12393,3865,12390,3865,12384,386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757,12381l3754,12381,3752,12384,3752,12390,3754,12393,3757,12393,375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780,12381l3757,12381,3757,12393,3780,12393,378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783,12381l3780,12381,3780,12393,3783,12393,3786,12390,3786,12384,378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678,12381l3675,12381,3673,12384,3673,12390,3675,12393,3678,12393,367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701,12381l3678,12381,3678,12393,3701,12393,3701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704,12381l3701,12381,3701,12393,3704,12393,3707,12390,3707,12384,370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599,12381l3596,12381,3594,12384,3594,12390,3596,12393,3599,12393,359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622,12381l3599,12381,3599,12393,3622,12393,362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625,12381l3622,12381,3622,12393,3625,12393,3628,12390,3628,12384,362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520,12381l3517,12381,3515,12384,3515,12390,3517,12393,3520,12393,352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543,12381l3520,12381,3520,12393,3543,12393,354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546,12381l3543,12381,3543,12393,3546,12393,3549,12390,3549,12384,354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441,12381l3438,12381,3436,12384,3436,12390,3438,12393,3441,12393,3441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464,12381l3441,12381,3441,12393,3464,12393,346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467,12381l3464,12381,3464,12393,3467,12393,3470,12390,3470,12384,346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362,12381l3359,12381,3357,12384,3357,12390,3359,12393,3362,12393,336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385,12381l3362,12381,3362,12393,3385,12393,338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388,12381l3385,12381,3385,12393,3388,12393,3390,12390,3390,12384,338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283,12381l3280,12381,3278,12384,3278,12390,3280,12393,3283,12393,328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306,12381l3283,12381,3283,12393,3306,12393,330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309,12381l3306,12381,3306,12393,3309,12393,3311,12390,3311,12384,330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204,12381l3201,12381,3199,12384,3199,12390,3201,12393,3204,12393,320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227,12381l3204,12381,3204,12393,3227,12393,322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230,12381l3227,12381,3227,12393,3230,12393,3232,12390,3232,12384,323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125,12381l3122,12381,3119,12384,3119,12390,3122,12393,3125,12393,312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148,12381l3125,12381,3125,12393,3148,12393,314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151,12381l3148,12381,3148,12393,3151,12393,3153,12390,3153,12384,3151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046,12381l3043,12381,3040,12384,3040,12390,3043,12393,3046,12393,304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069,12381l3046,12381,3046,12393,3069,12393,306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3072,12381l3069,12381,3069,12393,3072,12393,3074,12390,3074,12384,307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967,12381l2964,12381,2961,12384,2961,12390,2964,12393,2967,12393,296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990,12381l2967,12381,2967,12393,2990,12393,299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993,12381l2990,12381,2990,12393,2993,12393,2995,12390,2995,12384,299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888,12381l2885,12381,2882,12384,2882,12390,2885,12393,2888,12393,288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911,12381l2888,12381,2888,12393,2911,12393,2911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914,12381l2911,12381,2911,12393,2914,12393,2916,12390,2916,12384,291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809,12381l2806,12381,2803,12384,2803,12390,2806,12393,2809,12393,280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832,12381l2809,12381,2809,12393,2832,12393,283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835,12381l2832,12381,2832,12393,2835,12393,2837,12390,2837,12384,283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730,12381l2727,12381,2724,12384,2724,12390,2727,12393,2730,12393,273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753,12381l2730,12381,2730,12393,2753,12393,275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756,12381l2753,12381,2753,12393,2756,12393,2758,12390,2758,12384,275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651,12381l2648,12381,2645,12384,2645,12390,2648,12393,2651,12393,2651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674,12381l2651,12381,2651,12393,2674,12393,267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677,12381l2674,12381,2674,12393,2677,12393,2679,12390,2679,12384,267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572,12381l2569,12381,2566,12384,2566,12390,2569,12393,2572,12393,257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595,12381l2572,12381,2572,12393,2595,12393,259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598,12381l2595,12381,2595,12393,2598,12393,2600,12390,2600,12384,259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493,12381l2490,12381,2487,12384,2487,12390,2490,12393,2493,12393,249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515,12381l2493,12381,2493,12393,2515,12393,251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519,12381l2515,12381,2515,12393,2519,12393,2521,12390,2521,12384,251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414,12381l2411,12381,2408,12384,2408,12390,2411,12393,2414,12393,241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436,12381l2414,12381,2414,12393,2436,12393,243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440,12381l2436,12381,2436,12393,2440,12393,2442,12390,2442,12384,244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335,12381l2332,12381,2329,12384,2329,12390,2332,12393,2335,12393,233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357,12381l2335,12381,2335,12393,2357,12393,235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361,12381l2357,12381,2357,12393,2361,12393,2363,12390,2363,12384,2361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256,12381l2253,12381,2250,12384,2250,12390,2253,12393,2256,12393,225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278,12381l2256,12381,2256,12393,2278,12393,227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282,12381l2278,12381,2278,12393,2282,12393,2284,12390,2284,12384,228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177,12381l2174,12381,2171,12384,2171,12390,2174,12393,2177,12393,217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199,12381l2177,12381,2177,12393,2199,12393,219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203,12381l2199,12381,2199,12393,2203,12393,2205,12390,2205,12384,220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098,12381l2095,12381,2092,12384,2092,12390,2095,12393,2098,12393,209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120,12381l2098,12381,2098,12393,2120,12393,212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123,12381l2120,12381,2120,12393,2123,12393,2126,12390,2126,12384,212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019,12381l2016,12381,2013,12384,2013,12390,2016,12393,2019,12393,201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041,12381l2019,12381,2019,12393,2041,12393,2041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2044,12381l2041,12381,2041,12393,2044,12393,2047,12390,2047,12384,204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940,12381l1937,12381,1934,12384,1934,12390,1937,12393,1940,12393,194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962,12381l1940,12381,1940,12393,1962,12393,196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965,12381l1962,12381,1962,12393,1965,12393,1968,12390,1968,12384,196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861,12381l1858,12381,1855,12384,1855,12390,1858,12393,1861,12393,1861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883,12381l1861,12381,1861,12393,1883,12393,188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886,12381l1883,12381,1883,12393,1886,12393,1889,12390,1889,12384,188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782,12381l1779,12381,1776,12384,1776,12390,1779,12393,1782,12393,178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804,12381l1782,12381,1782,12393,1804,12393,180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807,12381l1804,12381,1804,12393,1807,12393,1810,12390,1810,12384,180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703,12381l1699,12381,1697,12384,1697,12390,1699,12393,1703,12393,170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725,12381l1703,12381,1703,12393,1725,12393,172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728,12381l1725,12381,1725,12393,1728,12393,1731,12390,1731,12384,172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624,12381l1620,12381,1618,12384,1618,12390,1620,12393,1624,12393,162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646,12381l1624,12381,1624,12393,1646,12393,164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649,12381l1646,12381,1646,12393,1649,12393,1652,12390,1652,12384,164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545,12381l1541,12381,1539,12384,1539,12390,1541,12393,1545,12393,154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567,12381l1545,12381,1545,12393,1567,12393,156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570,12381l1567,12381,1567,12393,1570,12393,1573,12390,1573,12384,157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466,12381l1462,12381,1460,12384,1460,12390,1462,12393,1466,12393,146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488,12381l1466,12381,1466,12393,1488,12393,148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491,12381l1488,12381,1488,12393,1491,12393,1494,12390,1494,12384,1491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386,12381l1383,12381,1381,12384,1381,12390,1383,12393,1386,12393,138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409,12381l1386,12381,1386,12393,1409,12393,140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412,12381l1409,12381,1409,12393,1412,12393,1415,12390,1415,12384,141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307,12381l1304,12381,1302,12384,1302,12390,1304,12393,1307,12393,130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330,12381l1307,12381,1307,12393,1330,12393,133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333,12381l1330,12381,1330,12393,1333,12393,1336,12390,1336,12384,133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228,12381l1225,12381,1223,12384,1223,12390,1225,12393,1228,12393,122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251,12381l1228,12381,1228,12393,1251,12393,1251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254,12381l1251,12381,1251,12393,1254,12393,1257,12390,1257,12384,125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149,12381l1146,12381,1144,12384,1144,12390,1146,12393,1149,12393,114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172,12381l1149,12381,1149,12393,1172,12393,117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175,12381l1172,12381,1172,12393,1175,12393,1178,12390,1178,12384,117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070,12381l1067,12381,1065,12384,1065,12390,1067,12393,1070,12393,107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093,12381l1070,12381,1070,12393,1093,12393,109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096,12381l1093,12381,1093,12393,1096,12393,1099,12390,1099,12384,109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991,12381l988,12381,986,12384,986,12390,988,12393,991,12393,991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014,12381l991,12381,991,12393,1014,12393,101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1017,12381l1014,12381,1014,12393,1017,12393,1020,12390,1020,12384,101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912,12381l909,12381,907,12384,907,12390,909,12393,912,12393,91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935,12381l912,12381,912,12393,935,12393,93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938,12381l935,12381,935,12393,938,12393,941,12390,941,12384,93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833,12381l830,12381,828,12384,828,12390,830,12393,833,12393,833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856,12381l833,12381,833,12393,856,12393,856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859,12381l856,12381,856,12393,859,12393,862,12390,862,12384,85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754,12381l751,12381,749,12384,749,12390,751,12393,754,12393,754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777,12381l754,12381,754,12393,777,12393,777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780,12381l777,12381,777,12393,780,12393,783,12390,783,12384,780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75,12381l672,12381,670,12384,670,12390,672,12393,675,12393,675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98,12381l675,12381,675,12393,698,12393,69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701,12381l698,12381,698,12393,701,12393,703,12390,703,12384,701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02,12390l602,12402,605,12404,611,12404,613,12402,613,12393,605,12393,602,12390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02,12387l602,12390,605,12393,608,12393,602,1238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08,12381l602,12387,608,12393,60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19,12381l608,12381,608,12393,613,12393,613,12387,619,12387,619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19,12387l613,12387,613,12393,619,12393,619,1238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22,12381l619,12381,619,12393,622,12393,624,12390,624,12384,622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08,12381l605,12381,602,12384,602,12387,608,12381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11,12447l605,12447,602,12449,602,12477,605,12480,611,12480,613,12477,613,12449,611,12447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11,12522l605,12522,602,12525,602,12552,605,12555,611,12555,613,12552,613,12525,611,12522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11,12598l605,12598,602,12600,602,12628,605,12630,611,12630,613,12628,613,12600,611,12598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11,12673l605,12673,602,12676,602,12703,605,12706,611,12706,613,12703,613,12676,611,12673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11,12748l605,12748,602,12751,602,12779,605,12781,611,12781,613,12779,613,12751,611,12748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11,12824l605,12824,602,12826,602,12854,605,12857,611,12857,613,12854,613,12826,611,12824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11,12899l605,12899,602,12902,602,12930,605,12932,611,12932,613,12930,613,12902,611,12899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11,12975l605,12975,602,12977,602,13005,605,13008,611,13008,613,13005,613,12977,611,12975xe" filled="true" fillcolor="#231f20" stroked="false">
                <v:path arrowok="t"/>
                <v:fill type="solid"/>
              </v:shape>
              <v:shape style="position:absolute;left:602;top:12381;width:5228;height:767" coordorigin="602,12381" coordsize="5228,767" path="m611,13050l605,13050,602,13053,602,13081,605,13083,611,13083,613,13081,613,13053,611,13050xe" filled="true" fillcolor="#231f20" stroked="false">
                <v:path arrowok="t"/>
                <v:fill type="solid"/>
              </v:shape>
              <v:shape style="position:absolute;left:4860;top:12747;width:918;height:352" type="#_x0000_t75" stroked="false">
                <v:imagedata r:id="rId13" o:title=""/>
              </v:shape>
            </v:group>
            <v:group style="position:absolute;left:552;top:12163;width:5330;height:1022" coordorigin="552,12163" coordsize="5330,1022">
              <v:shape style="position:absolute;left:552;top:12163;width:5330;height:1022" coordorigin="552,12163" coordsize="5330,1022" path="m552,12163l5881,12163,5881,13185,552,13185,552,12163xe" filled="false" stroked="true" strokeweight=".567pt" strokecolor="#231f20">
                <v:path arrowok="t"/>
              </v:shape>
            </v:group>
            <v:group style="position:absolute;left:6123;top:4;width:5330;height:2798" coordorigin="6123,4" coordsize="5330,2798">
              <v:shape style="position:absolute;left:6123;top:4;width:5330;height:2798" coordorigin="6123,4" coordsize="5330,2798" path="m6123,4l11452,4,11452,2801,6123,2801,6123,4xe" filled="false" stroked="true" strokeweight=".567pt" strokecolor="#231f20">
                <v:path arrowok="t"/>
              </v:shape>
            </v:group>
            <v:group style="position:absolute;left:6174;top:63;width:5228;height:513" coordorigin="6174,63" coordsize="5228,513">
              <v:shape style="position:absolute;left:6174;top:63;width:5228;height:513" coordorigin="6174,63" coordsize="5228,513" path="m6174,72l6174,83,6176,86,6183,86,6185,83,6185,74,6176,74,6174,72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180,63l6174,69,6174,72,6176,74,6180,74,618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180,63l6180,74,6185,74,6185,69,618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191,63l6183,63,6185,65,6185,74,6191,74,619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194,63l6191,63,6191,74,6194,74,6197,72,6197,65,619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180,63l6176,63,6174,65,6174,69,618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183,63l6180,63,6185,69,6185,65,618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247,63l6244,63,6242,65,6242,72,6244,74,6247,74,624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270,63l6247,63,6247,74,6270,74,627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273,63l6270,63,6270,74,6273,74,6276,72,6276,65,627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326,63l6323,63,6321,65,6321,72,6323,74,6326,74,6326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349,63l6326,63,6326,74,6349,74,634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352,63l6349,63,6349,74,6352,74,6355,72,6355,65,6352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405,63l6402,63,6400,65,6400,72,6402,74,6405,74,640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428,63l6405,63,6405,74,6428,74,642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431,63l6428,63,6428,74,6431,74,6434,72,6434,65,643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484,63l6481,63,6479,65,6479,72,6481,74,6484,74,648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507,63l6484,63,6484,74,6507,74,650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510,63l6507,63,6507,74,6510,74,6513,72,6513,65,651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563,63l6560,63,6558,65,6558,72,6560,74,6563,74,656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586,63l6563,63,6563,74,6586,74,6586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589,63l6586,63,6586,74,6589,74,6592,72,6592,65,658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642,63l6639,63,6637,65,6637,72,6639,74,6642,74,6642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665,63l6642,63,6642,74,6665,74,666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668,63l6665,63,6665,74,6668,74,6671,72,6671,65,666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721,63l6718,63,6716,65,6716,72,6718,74,6721,74,672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744,63l6721,63,6721,74,6744,74,674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747,63l6744,63,6744,74,6747,74,6750,72,6750,65,674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801,63l6797,63,6795,65,6795,72,6797,74,6801,74,680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823,63l6801,63,6801,74,6823,74,682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826,63l6823,63,6823,74,6826,74,6829,72,6829,65,6826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880,63l6876,63,6874,65,6874,72,6876,74,6880,74,688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902,63l6880,63,6880,74,6902,74,6902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905,63l6902,63,6902,74,6905,74,6908,72,6908,65,690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959,63l6955,63,6953,65,6953,72,6955,74,6959,74,695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981,63l6959,63,6959,74,6981,74,698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984,63l6981,63,6981,74,6984,74,6987,72,6987,65,698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038,63l7034,63,7032,65,7032,72,7034,74,7038,74,703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060,63l7038,63,7038,74,7060,74,706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063,63l7060,63,7060,74,7063,74,7066,72,7066,65,706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117,63l7114,63,7111,65,7111,72,7114,74,7117,74,711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139,63l7117,63,7117,74,7139,74,713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142,63l7139,63,7139,74,7142,74,7145,72,7145,65,7142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196,63l7193,63,7190,65,7190,72,7193,74,7196,74,7196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218,63l7196,63,7196,74,7218,74,721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221,63l7218,63,7218,74,7221,74,7224,72,7224,65,722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275,63l7272,63,7269,65,7269,72,7272,74,7275,74,727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297,63l7275,63,7275,74,7297,74,729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300,63l7297,63,7297,74,7300,74,7303,72,7303,65,730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354,63l7351,63,7348,65,7348,72,7351,74,7354,74,735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376,63l7354,63,7354,74,7376,74,7376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379,63l7376,63,7376,74,7379,74,7382,72,7382,65,737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433,63l7430,63,7427,65,7427,72,7430,74,7433,74,743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455,63l7433,63,7433,74,7455,74,745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458,63l7455,63,7455,74,7458,74,7461,72,7461,65,745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512,63l7509,63,7506,65,7506,72,7509,74,7512,74,7512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534,63l7512,63,7512,74,7534,74,753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537,63l7534,63,7534,74,7537,74,7540,72,7540,65,753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591,63l7588,63,7585,65,7585,72,7588,74,7591,74,759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613,63l7591,63,7591,74,7613,74,761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617,63l7613,63,7613,74,7617,74,7619,72,7619,65,761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670,63l7667,63,7664,65,7664,72,7667,74,7670,74,767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692,63l7670,63,7670,74,7692,74,7692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696,63l7692,63,7692,74,7696,74,7698,72,7698,65,7696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749,63l7746,63,7743,65,7743,72,7746,74,7749,74,774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771,63l7749,63,7749,74,7771,74,777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775,63l7771,63,7771,74,7775,74,7777,72,7777,65,777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828,63l7825,63,7822,65,7822,72,7825,74,7828,74,782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850,63l7828,63,7828,74,7850,74,785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854,63l7850,63,7850,74,7854,74,7856,72,7856,65,785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907,63l7904,63,7901,65,7901,72,7904,74,7907,74,790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930,63l7907,63,7907,74,7930,74,793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933,63l7930,63,7930,74,7933,74,7935,72,7935,65,793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986,63l7983,63,7980,65,7980,72,7983,74,7986,74,7986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009,63l7986,63,7986,74,8009,74,800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012,63l8009,63,8009,74,8012,74,8014,72,8014,65,8012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065,63l8062,63,8059,65,8059,72,8062,74,8065,74,806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088,63l8065,63,8065,74,8088,74,808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091,63l8088,63,8088,74,8091,74,8093,72,8093,65,809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144,63l8141,63,8138,65,8138,72,8141,74,8144,74,814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167,63l8144,63,8144,74,8167,74,816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170,63l8167,63,8167,74,8170,74,8172,72,8172,65,817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223,63l8220,63,8217,65,8217,72,8220,74,8223,74,822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246,63l8223,63,8223,74,8246,74,8246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249,63l8246,63,8246,74,8249,74,8251,72,8251,65,824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302,63l8299,63,8296,65,8296,72,8299,74,8302,74,8302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325,63l8302,63,8302,74,8325,74,832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328,63l8325,63,8325,74,8328,74,8330,72,8330,65,832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381,63l8378,63,8375,65,8375,72,8378,74,8381,74,838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404,63l8381,63,8381,74,8404,74,840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407,63l8404,63,8404,74,8407,74,8409,72,8409,65,840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460,63l8457,63,8454,65,8454,72,8457,74,8460,74,846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483,63l8460,63,8460,74,8483,74,848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486,63l8483,63,8483,74,8486,74,8488,72,8488,65,8486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539,63l8536,63,8534,65,8534,72,8536,74,8539,74,853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562,63l8539,63,8539,74,8562,74,8562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565,63l8562,63,8562,74,8565,74,8567,72,8567,65,856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618,63l8615,63,8613,65,8613,72,8615,74,8618,74,861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641,63l8618,63,8618,74,8641,74,864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644,63l8641,63,8641,74,8644,74,8646,72,8646,65,864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697,63l8694,63,8692,65,8692,72,8694,74,8697,74,869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720,63l8697,63,8697,74,8720,74,872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723,63l8720,63,8720,74,8723,74,8725,72,8725,65,872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776,63l8773,63,8771,65,8771,72,8773,74,8776,74,8776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799,63l8776,63,8776,74,8799,74,879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802,63l8799,63,8799,74,8802,74,8805,72,8805,65,8802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855,63l8852,63,8850,65,8850,72,8852,74,8855,74,885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878,63l8855,63,8855,74,8878,74,887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881,63l8878,63,8878,74,8881,74,8884,72,8884,65,888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934,63l8931,63,8929,65,8929,72,8931,74,8934,74,893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957,63l8934,63,8934,74,8957,74,895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960,63l8957,63,8957,74,8960,74,8963,72,8963,65,896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013,63l9010,63,9008,65,9008,72,9010,74,9013,74,901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036,63l9013,63,9013,74,9036,74,9036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039,63l9036,63,9036,74,9039,74,9042,72,9042,65,903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092,63l9089,63,9087,65,9087,72,9089,74,9092,74,9092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115,63l9092,63,9092,74,9115,74,911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118,63l9115,63,9115,74,9118,74,9121,72,9121,65,911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171,63l9168,63,9166,65,9166,72,9168,74,9171,74,917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194,63l9171,63,9171,74,9194,74,919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197,63l9194,63,9194,74,9197,74,9200,72,9200,65,919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250,63l9247,63,9245,65,9245,72,9247,74,9250,74,925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273,63l9250,63,9250,74,9273,74,927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276,63l9273,63,9273,74,9276,74,9279,72,9279,65,9276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329,63l9326,63,9324,65,9324,72,9326,74,9329,74,932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352,63l9329,63,9329,74,9352,74,9352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355,63l9352,63,9352,74,9355,74,9358,72,9358,65,935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409,63l9405,63,9403,65,9403,72,9405,74,9409,74,940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431,63l9409,63,9409,74,9431,74,943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434,63l9431,63,9431,74,9434,74,9437,72,9437,65,943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488,63l9484,63,9482,65,9482,72,9484,74,9488,74,948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510,63l9488,63,9488,74,9510,74,951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513,63l9510,63,9510,74,9513,74,9516,72,9516,65,951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567,63l9563,63,9561,65,9561,72,9563,74,9567,74,956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589,63l9567,63,9567,74,9589,74,958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592,63l9589,63,9589,74,9592,74,9595,72,9595,65,9592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646,63l9642,63,9640,65,9640,72,9642,74,9646,74,9646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668,63l9646,63,9646,74,9668,74,966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671,63l9668,63,9668,74,9671,74,9674,72,9674,65,967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725,63l9721,63,9719,65,9719,72,9721,74,9725,74,972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747,63l9725,63,9725,74,9747,74,974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750,63l9747,63,9747,74,9750,74,9753,72,9753,65,975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804,63l9801,63,9798,65,9798,72,9801,74,9804,74,980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826,63l9804,63,9804,74,9826,74,9826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829,63l9826,63,9826,74,9829,74,9832,72,9832,65,982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883,63l9880,63,9877,65,9877,72,9880,74,9883,74,988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905,63l9883,63,9883,74,9905,74,990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908,63l9905,63,9905,74,9908,74,9911,72,9911,65,990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962,63l9959,63,9956,65,9956,72,9959,74,9962,74,9962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984,63l9962,63,9962,74,9984,74,998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987,63l9984,63,9984,74,9987,74,9990,72,9990,65,998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041,63l10038,63,10035,65,10035,72,10038,74,10041,74,1004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063,63l10041,63,10041,74,10063,74,1006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066,63l10063,63,10063,74,10066,74,10069,72,10069,65,10066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120,63l10117,63,10114,65,10114,72,10117,74,10120,74,1012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142,63l10120,63,10120,74,10142,74,10142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145,63l10142,63,10142,74,10145,74,10148,72,10148,65,1014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199,63l10196,63,10193,65,10193,72,10196,74,10199,74,1019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221,63l10199,63,10199,74,10221,74,1022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225,63l10221,63,10221,74,10225,74,10227,72,10227,65,1022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278,63l10275,63,10272,65,10272,72,10275,74,10278,74,1027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300,63l10278,63,10278,74,10300,74,1030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304,63l10300,63,10300,74,10304,74,10306,72,10306,65,1030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357,63l10354,63,10351,65,10351,72,10354,74,10357,74,1035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379,63l10357,63,10357,74,10379,74,1037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383,63l10379,63,10379,74,10383,74,10385,72,10385,65,1038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436,63l10433,63,10430,65,10430,72,10433,74,10436,74,10436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458,63l10436,63,10436,74,10458,74,1045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462,63l10458,63,10458,74,10462,74,10464,72,10464,65,10462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515,63l10512,63,10509,65,10509,72,10512,74,10515,74,1051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538,63l10515,63,10515,74,10538,74,1053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541,63l10538,63,10538,74,10541,74,10543,72,10543,65,1054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594,63l10591,63,10588,65,10588,72,10591,74,10594,74,1059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617,63l10594,63,10594,74,10617,74,1061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620,63l10617,63,10617,74,10620,74,10622,72,10622,65,1062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673,63l10670,63,10667,65,10667,72,10670,74,10673,74,1067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696,63l10673,63,10673,74,10696,74,10696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699,63l10696,63,10696,74,10699,74,10701,72,10701,65,1069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752,63l10749,63,10746,65,10746,72,10749,74,10752,74,10752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775,63l10752,63,10752,74,10775,74,1077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778,63l10775,63,10775,74,10778,74,10780,72,10780,65,1077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831,63l10828,63,10825,65,10825,72,10828,74,10831,74,1083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854,63l10831,63,10831,74,10854,74,1085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857,63l10854,63,10854,74,10857,74,10859,72,10859,65,1085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910,63l10907,63,10904,65,10904,72,10907,74,10910,74,1091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933,63l10910,63,10910,74,10933,74,1093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936,63l10933,63,10933,74,10936,74,10938,72,10938,65,10936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989,63l10986,63,10983,65,10983,72,10986,74,10989,74,1098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012,63l10989,63,10989,74,11012,74,11012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015,63l11012,63,11012,74,11015,74,11017,72,11017,65,1101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068,63l11065,63,11062,65,11062,72,11065,74,11068,74,1106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091,63l11068,63,11068,74,11091,74,1109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094,63l11091,63,11091,74,11094,74,11096,72,11096,65,1109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147,63l11144,63,11141,65,11141,72,11144,74,11147,74,11147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170,63l11147,63,11147,74,11170,74,11170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173,63l11170,63,11170,74,11173,74,11175,72,11175,65,11173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226,63l11223,63,11221,65,11221,72,11223,74,11226,74,11226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249,63l11226,63,11226,74,11249,74,11249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252,63l11249,63,11249,74,11252,74,11254,72,11254,65,11252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05,63l11302,63,11300,65,11300,72,11302,74,11305,74,1130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28,63l11305,63,11305,74,11328,74,1132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31,63l11328,63,11328,74,11331,74,11333,72,11333,65,11331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95,69l11390,69,11390,83,11392,86,11398,86,11401,83,11401,74,11395,74,11395,69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84,63l11381,63,11379,65,11379,72,11381,74,11384,74,11384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95,63l11384,63,11384,74,11390,74,11390,69,11395,69,1139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95,63l11395,74,11401,69,11395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401,69l11395,74,11398,74,11401,72,11401,69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401,72l11398,74,11401,74,11401,72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98,63l11395,63,11401,69,11401,65,11398,6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98,125l11392,125,11390,128,11390,154,11392,157,11398,157,11401,154,11401,128,11398,125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98,196l11392,196,11390,199,11390,226,11392,228,11398,228,11401,226,11401,199,11398,196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98,268l11392,268,11390,270,11390,297,11392,299,11398,299,11401,297,11401,270,11398,268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98,339l11392,339,11390,342,11390,368,11392,371,11398,371,11401,368,11401,342,11398,339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98,410l11392,410,11390,413,11390,439,11392,442,11398,442,11401,439,11401,413,11398,410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98,482l11392,482,11390,484,11390,511,11392,513,11398,513,11401,511,11401,484,11398,482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84,564l11381,564,11378,567,11378,573,11381,575,11384,575,1138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90,564l11384,564,11384,575,11392,575,11390,573,1139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90,570l11390,573,11392,575,11395,575,11390,570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98,553l11392,553,11390,555,11390,570,11395,575,11395,564,11401,564,11401,555,11398,55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401,564l11395,564,11395,575,11401,570,1140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401,570l11395,575,11398,575,11401,573,11401,570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05,564l11302,564,11299,567,11299,573,11302,575,11305,575,1130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27,564l11305,564,11305,575,11327,575,1132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331,564l11327,564,11327,575,11331,575,11333,573,11333,567,1133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226,564l11223,564,11220,567,11220,573,11223,575,11226,575,11226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248,564l11226,564,11226,575,11248,575,1124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252,564l11248,564,11248,575,11252,575,11254,573,11254,567,11252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147,564l11144,564,11141,567,11141,573,11144,575,11147,575,1114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169,564l11147,564,11147,575,11169,575,11169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173,564l11169,564,11169,575,11173,575,11175,573,11175,567,11173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068,564l11065,564,11062,567,11062,573,11065,575,11068,575,1106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090,564l11068,564,11068,575,11090,575,1109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094,564l11090,564,11090,575,11094,575,11096,573,11096,567,1109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989,564l10986,564,10983,567,10983,573,10986,575,10989,575,10989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011,564l10989,564,10989,575,11011,575,1101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1015,564l11011,564,11011,575,11015,575,11017,573,11017,567,1101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910,564l10907,564,10904,567,10904,573,10907,575,10910,575,1091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932,564l10910,564,10910,575,10932,575,10932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935,564l10932,564,10932,575,10935,575,10938,573,10938,567,1093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831,564l10828,564,10825,567,10825,573,10828,575,10831,575,1083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853,564l10831,564,10831,575,10853,575,10853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856,564l10853,564,10853,575,10856,575,10859,573,10859,567,10856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752,564l10749,564,10746,567,10746,573,10749,575,10752,575,10752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774,564l10752,564,10752,575,10774,575,1077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777,564l10774,564,10774,575,10777,575,10780,573,10780,567,1077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673,564l10670,564,10667,567,10667,573,10670,575,10673,575,10673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695,564l10673,564,10673,575,10695,575,1069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698,564l10695,564,10695,575,10698,575,10701,573,10701,567,1069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594,564l10591,564,10588,567,10588,573,10591,575,10594,575,1059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616,564l10594,564,10594,575,10616,575,10616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619,564l10616,564,10616,575,10619,575,10622,573,10622,567,10619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515,564l10511,564,10509,567,10509,573,10511,575,10515,575,1051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537,564l10515,564,10515,575,10537,575,1053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540,564l10537,564,10537,575,10540,575,10543,573,10543,567,1054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436,564l10432,564,10430,567,10430,573,10432,575,10436,575,10436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458,564l10436,564,10436,575,10458,575,1045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461,564l10458,564,10458,575,10461,575,10464,573,10464,567,1046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357,564l10353,564,10351,567,10351,573,10353,575,10357,575,1035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379,564l10357,564,10357,575,10379,575,10379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382,564l10379,564,10379,575,10382,575,10385,573,10385,567,10382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278,564l10274,564,10272,567,10272,573,10274,575,10278,575,1027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300,564l10278,564,10278,575,10300,575,1030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303,564l10300,564,10300,575,10303,575,10306,573,10306,567,10303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198,564l10195,564,10193,567,10193,573,10195,575,10198,575,1019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221,564l10198,564,10198,575,10221,575,1022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224,564l10221,564,10221,575,10224,575,10227,573,10227,567,1022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119,564l10116,564,10114,567,10114,573,10116,575,10119,575,10119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142,564l10119,564,10119,575,10142,575,10142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145,564l10142,564,10142,575,10145,575,10148,573,10148,567,1014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040,564l10037,564,10035,567,10035,573,10037,575,10040,575,1004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063,564l10040,564,10040,575,10063,575,10063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10066,564l10063,564,10063,575,10066,575,10069,573,10069,567,10066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961,564l9958,564,9956,567,9956,573,9958,575,9961,575,996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984,564l9961,564,9961,575,9984,575,998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987,564l9984,564,9984,575,9987,575,9990,573,9990,567,998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882,564l9879,564,9877,567,9877,573,9879,575,9882,575,9882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905,564l9882,564,9882,575,9905,575,990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908,564l9905,564,9905,575,9908,575,9911,573,9911,567,990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803,564l9800,564,9798,567,9798,573,9800,575,9803,575,9803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826,564l9803,564,9803,575,9826,575,9826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829,564l9826,564,9826,575,9829,575,9832,573,9832,567,9829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724,564l9721,564,9719,567,9719,573,9721,575,9724,575,972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747,564l9724,564,9724,575,9747,575,974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750,564l9747,564,9747,575,9750,575,9753,573,9753,567,975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645,564l9642,564,9640,567,9640,573,9642,575,9645,575,964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668,564l9645,564,9645,575,9668,575,966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671,564l9668,564,9668,575,9671,575,9674,573,9674,567,967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566,564l9563,564,9561,567,9561,573,9563,575,9566,575,9566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589,564l9566,564,9566,575,9589,575,9589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592,564l9589,564,9589,575,9592,575,9595,573,9595,567,9592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487,564l9484,564,9482,567,9482,573,9484,575,9487,575,948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510,564l9487,564,9487,575,9510,575,951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513,564l9510,564,9510,575,9513,575,9515,573,9515,567,9513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408,564l9405,564,9403,567,9403,573,9405,575,9408,575,940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431,564l9408,564,9408,575,9431,575,943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434,564l9431,564,9431,575,9434,575,9436,573,9436,567,943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329,564l9326,564,9323,567,9323,573,9326,575,9329,575,9329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352,564l9329,564,9329,575,9352,575,9352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355,564l9352,564,9352,575,9355,575,9357,573,9357,567,935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250,564l9247,564,9244,567,9244,573,9247,575,9250,575,925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273,564l9250,564,9250,575,9273,575,9273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276,564l9273,564,9273,575,9276,575,9278,573,9278,567,9276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171,564l9168,564,9165,567,9165,573,9168,575,9171,575,917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194,564l9171,564,9171,575,9194,575,919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197,564l9194,564,9194,575,9197,575,9199,573,9199,567,919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092,564l9089,564,9086,567,9086,573,9089,575,9092,575,9092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115,564l9092,564,9092,575,9115,575,911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118,564l9115,564,9115,575,9118,575,9120,573,9120,567,911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013,564l9010,564,9007,567,9007,573,9010,575,9013,575,9013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036,564l9013,564,9013,575,9036,575,9036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9039,564l9036,564,9036,575,9039,575,9041,573,9041,567,9039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934,564l8931,564,8928,567,8928,573,8931,575,8934,575,893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957,564l8934,564,8934,575,8957,575,895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960,564l8957,564,8957,575,8960,575,8962,573,8962,567,896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855,564l8852,564,8849,567,8849,573,8852,575,8855,575,885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878,564l8855,564,8855,575,8878,575,887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881,564l8878,564,8878,575,8881,575,8883,573,8883,567,888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776,564l8773,564,8770,567,8770,573,8773,575,8776,575,8776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799,564l8776,564,8776,575,8799,575,8799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802,564l8799,564,8799,575,8802,575,8804,573,8804,567,8802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697,564l8694,564,8691,567,8691,573,8694,575,8697,575,869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720,564l8697,564,8697,575,8720,575,872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723,564l8720,564,8720,575,8723,575,8725,573,8725,567,8723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618,564l8615,564,8612,567,8612,573,8615,575,8618,575,861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640,564l8618,564,8618,575,8640,575,864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644,564l8640,564,8640,575,8644,575,8646,573,8646,567,864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539,564l8536,564,8533,567,8533,573,8536,575,8539,575,8539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561,564l8539,564,8539,575,8561,575,856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565,564l8561,564,8561,575,8565,575,8567,573,8567,567,856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460,564l8457,564,8454,567,8454,573,8457,575,8460,575,846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482,564l8460,564,8460,575,8482,575,8482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486,564l8482,564,8482,575,8486,575,8488,573,8488,567,8486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381,564l8378,564,8375,567,8375,573,8378,575,8381,575,838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403,564l8381,564,8381,575,8403,575,8403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407,564l8403,564,8403,575,8407,575,8409,573,8409,567,840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302,564l8299,564,8296,567,8296,573,8299,575,8302,575,8302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324,564l8302,564,8302,575,8324,575,832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327,564l8324,564,8324,575,8327,575,8330,573,8330,567,832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223,564l8220,564,8217,567,8217,573,8220,575,8223,575,8223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245,564l8223,564,8223,575,8245,575,824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248,564l8245,564,8245,575,8248,575,8251,573,8251,567,824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144,564l8141,564,8138,567,8138,573,8141,575,8144,575,814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166,564l8144,564,8144,575,8166,575,8166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169,564l8166,564,8166,575,8169,575,8172,573,8172,567,8169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065,564l8062,564,8059,567,8059,573,8062,575,8065,575,806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087,564l8065,564,8065,575,8087,575,808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090,564l8087,564,8087,575,8090,575,8093,573,8093,567,809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986,564l7983,564,7980,567,7980,573,7983,575,7986,575,7986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008,564l7986,564,7986,575,8008,575,800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8011,564l8008,564,8008,575,8011,575,8014,573,8014,567,801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907,564l7903,564,7901,567,7901,573,7903,575,7907,575,790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929,564l7907,564,7907,575,7929,575,7929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932,564l7929,564,7929,575,7932,575,7935,573,7935,567,7932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828,564l7824,564,7822,567,7822,573,7824,575,7828,575,782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850,564l7828,564,7828,575,7850,575,785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853,564l7850,564,7850,575,7853,575,7856,573,7856,567,7853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749,564l7745,564,7743,567,7743,573,7745,575,7749,575,7749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771,564l7749,564,7749,575,7771,575,777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774,564l7771,564,7771,575,7774,575,7777,573,7777,567,777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670,564l7666,564,7664,567,7664,573,7666,575,7670,575,767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692,564l7670,564,7670,575,7692,575,7692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695,564l7692,564,7692,575,7695,575,7698,573,7698,567,769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591,564l7587,564,7585,567,7585,573,7587,575,7591,575,759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613,564l7591,564,7591,575,7613,575,7613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616,564l7613,564,7613,575,7616,575,7619,573,7619,567,7616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511,564l7508,564,7506,567,7506,573,7508,575,7511,575,751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534,564l7511,564,7511,575,7534,575,753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537,564l7534,564,7534,575,7537,575,7540,573,7540,567,753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432,564l7429,564,7427,567,7427,573,7429,575,7432,575,7432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455,564l7432,564,7432,575,7455,575,745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458,564l7455,564,7455,575,7458,575,7461,573,7461,567,745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353,564l7350,564,7348,567,7348,573,7350,575,7353,575,7353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376,564l7353,564,7353,575,7376,575,7376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379,564l7376,564,7376,575,7379,575,7382,573,7382,567,7379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274,564l7271,564,7269,567,7269,573,7271,575,7274,575,727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297,564l7274,564,7274,575,7297,575,729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300,564l7297,564,7297,575,7300,575,7303,573,7303,567,730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195,564l7192,564,7190,567,7190,573,7192,575,7195,575,719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218,564l7195,564,7195,575,7218,575,721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221,564l7218,564,7218,575,7221,575,7224,573,7224,567,722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116,564l7113,564,7111,567,7111,573,7113,575,7116,575,7116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139,564l7116,564,7116,575,7139,575,7139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142,564l7139,564,7139,575,7142,575,7145,573,7145,567,7142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037,564l7034,564,7032,567,7032,573,7034,575,7037,575,703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060,564l7037,564,7037,575,7060,575,706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7063,564l7060,564,7060,575,7063,575,7066,573,7066,567,7063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958,564l6955,564,6953,567,6953,573,6955,575,6958,575,695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981,564l6958,564,6958,575,6981,575,698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984,564l6981,564,6981,575,6984,575,6987,573,6987,567,698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879,564l6876,564,6874,567,6874,573,6876,575,6879,575,6879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902,564l6879,564,6879,575,6902,575,6902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905,564l6902,564,6902,575,6905,575,6907,573,6907,567,690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800,564l6797,564,6795,567,6795,573,6797,575,6800,575,680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823,564l6800,564,6800,575,6823,575,6823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826,564l6823,564,6823,575,6826,575,6828,573,6828,567,6826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721,564l6718,564,6716,567,6716,573,6718,575,6721,575,672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744,564l6721,564,6721,575,6744,575,674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747,564l6744,564,6744,575,6747,575,6749,573,6749,567,674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642,564l6639,564,6636,567,6636,573,6639,575,6642,575,6642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665,564l6642,564,6642,575,6665,575,666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668,564l6665,564,6665,575,6668,575,6670,573,6670,567,666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563,564l6560,564,6557,567,6557,573,6560,575,6563,575,6563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586,564l6563,564,6563,575,6586,575,6586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589,564l6586,564,6586,575,6589,575,6591,573,6591,567,6589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484,564l6481,564,6478,567,6478,573,6481,575,6484,575,648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507,564l6484,564,6484,575,6507,575,650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510,564l6507,564,6507,575,6510,575,6512,573,6512,567,651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405,564l6402,564,6399,567,6399,573,6402,575,6405,575,640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428,564l6405,564,6405,575,6428,575,6428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431,564l6428,564,6428,575,6431,575,6433,573,6433,567,643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326,564l6323,564,6320,567,6320,573,6323,575,6326,575,6326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349,564l6326,564,6326,575,6349,575,6349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352,564l6349,564,6349,575,6352,575,6354,573,6354,567,6352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247,564l6244,564,6241,567,6241,573,6244,575,6247,575,6247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270,564l6247,564,6247,575,6270,575,627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273,564l6270,564,6270,575,6273,575,6275,573,6275,567,6273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174,570l6174,573,6176,575,6180,575,6174,570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180,564l6174,570,6180,575,618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185,564l6180,564,6180,575,6191,575,6191,570,6185,570,6185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194,564l6191,564,6191,575,6194,575,6196,573,6196,567,6194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180,564l6176,564,6174,567,6174,570,6180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191,564l6185,564,6185,570,6191,570,6191,564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183,553l6176,553,6174,555,6174,567,6176,564,6185,564,6185,555,6183,553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183,482l6176,482,6174,484,6174,511,6176,513,6183,513,6185,511,6185,484,6183,482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183,410l6176,410,6174,413,6174,439,6176,442,6183,442,6185,439,6185,413,6183,410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183,339l6176,339,6174,341,6174,368,6176,371,6183,371,6185,368,6185,341,6183,339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183,268l6176,268,6174,270,6174,297,6176,299,6183,299,6185,297,6185,270,6183,268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183,196l6176,196,6174,199,6174,226,6176,228,6183,228,6185,226,6185,199,6183,196xe" filled="true" fillcolor="#231f20" stroked="false">
                <v:path arrowok="t"/>
                <v:fill type="solid"/>
              </v:shape>
              <v:shape style="position:absolute;left:6174;top:63;width:5228;height:513" coordorigin="6174,63" coordsize="5228,513" path="m6183,125l6176,125,6174,128,6174,154,6176,157,6183,157,6185,154,6185,128,6183,125xe" filled="true" fillcolor="#231f20" stroked="false">
                <v:path arrowok="t"/>
                <v:fill type="solid"/>
              </v:shape>
            </v:group>
            <v:group style="position:absolute;left:6174;top:564;width:5228;height:485" coordorigin="6174,564" coordsize="5228,485">
              <v:shape style="position:absolute;left:6174;top:564;width:5228;height:485" coordorigin="6174,564" coordsize="5228,485" path="m6174,1043l6174,1046,6176,1048,6180,1048,6174,1043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180,1037l6176,1037,6174,1040,6174,1043,6180,1048,618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185,1037l6180,1037,6180,1048,6185,1043,618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185,1043l6180,1048,6183,1048,6185,1046,6185,1043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191,1037l6185,1037,6185,1046,6183,1048,6191,1048,619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194,1037l6191,1037,6191,1048,6194,1048,6197,1046,6197,1040,619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183,1026l6176,1026,6174,1028,6174,1040,6176,1037,6185,1037,6185,1028,6183,1026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247,1037l6244,1037,6242,1040,6242,1046,6244,1048,6247,1048,624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270,1037l6247,1037,6247,1048,6270,1048,627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273,1037l6270,1037,6270,1048,6273,1048,6276,1046,6276,1040,6273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326,1037l6323,1037,6321,1040,6321,1046,6323,1048,6326,1048,6326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349,1037l6326,1037,6326,1048,6349,1048,634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352,1037l6349,1037,6349,1048,6352,1048,6355,1046,6355,1040,6352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405,1037l6402,1037,6400,1040,6400,1046,6402,1048,6405,1048,640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428,1037l6405,1037,6405,1048,6428,1048,642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431,1037l6428,1037,6428,1048,6431,1048,6434,1046,6434,1040,643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484,1037l6481,1037,6479,1040,6479,1046,6481,1048,6484,1048,648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507,1037l6484,1037,6484,1048,6507,1048,650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510,1037l6507,1037,6507,1048,6510,1048,6513,1046,6513,1040,651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563,1037l6560,1037,6558,1040,6558,1046,6560,1048,6563,1048,6563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586,1037l6563,1037,6563,1048,6586,1048,6586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589,1037l6586,1037,6586,1048,6589,1048,6592,1046,6592,1040,658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642,1037l6639,1037,6637,1040,6637,1046,6639,1048,6642,1048,6642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665,1037l6642,1037,6642,1048,6665,1048,666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668,1037l6665,1037,6665,1048,6668,1048,6671,1046,6671,1040,666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721,1037l6718,1037,6716,1040,6716,1046,6718,1048,6721,1048,672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744,1037l6721,1037,6721,1048,6744,1048,674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747,1037l6744,1037,6744,1048,6747,1048,6750,1046,6750,1040,674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801,1037l6797,1037,6795,1040,6795,1046,6797,1048,6801,1048,680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823,1037l6801,1037,6801,1048,6823,1048,6823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826,1037l6823,1037,6823,1048,6826,1048,6829,1046,6829,1040,6826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880,1037l6876,1037,6874,1040,6874,1046,6876,1048,6880,1048,688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902,1037l6880,1037,6880,1048,6902,1048,6902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905,1037l6902,1037,6902,1048,6905,1048,6908,1046,6908,1040,690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959,1037l6955,1037,6953,1040,6953,1046,6955,1048,6959,1048,695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981,1037l6959,1037,6959,1048,6981,1048,698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984,1037l6981,1037,6981,1048,6984,1048,6987,1046,6987,1040,698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038,1037l7034,1037,7032,1040,7032,1046,7034,1048,7038,1048,703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060,1037l7038,1037,7038,1048,7060,1048,706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063,1037l7060,1037,7060,1048,7063,1048,7066,1046,7066,1040,7063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117,1037l7114,1037,7111,1040,7111,1046,7114,1048,7117,1048,711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139,1037l7117,1037,7117,1048,7139,1048,713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142,1037l7139,1037,7139,1048,7142,1048,7145,1046,7145,1040,7142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196,1037l7193,1037,7190,1040,7190,1046,7193,1048,7196,1048,7196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218,1037l7196,1037,7196,1048,7218,1048,721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221,1037l7218,1037,7218,1048,7221,1048,7224,1046,7224,1040,722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275,1037l7272,1037,7269,1040,7269,1046,7272,1048,7275,1048,727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297,1037l7275,1037,7275,1048,7297,1048,729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300,1037l7297,1037,7297,1048,7300,1048,7303,1046,7303,1040,730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354,1037l7351,1037,7348,1040,7348,1046,7351,1048,7354,1048,735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376,1037l7354,1037,7354,1048,7376,1048,7376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379,1037l7376,1037,7376,1048,7379,1048,7382,1046,7382,1040,737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433,1037l7430,1037,7427,1040,7427,1046,7430,1048,7433,1048,7433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455,1037l7433,1037,7433,1048,7455,1048,745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458,1037l7455,1037,7455,1048,7458,1048,7461,1046,7461,1040,745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512,1037l7509,1037,7506,1040,7506,1046,7509,1048,7512,1048,7512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534,1037l7512,1037,7512,1048,7534,1048,753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537,1037l7534,1037,7534,1048,7537,1048,7540,1046,7540,1040,753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591,1037l7588,1037,7585,1040,7585,1046,7588,1048,7591,1048,759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613,1037l7591,1037,7591,1048,7613,1048,7613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617,1037l7613,1037,7613,1048,7617,1048,7619,1046,7619,1040,761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670,1037l7667,1037,7664,1040,7664,1046,7667,1048,7670,1048,767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692,1037l7670,1037,7670,1048,7692,1048,7692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696,1037l7692,1037,7692,1048,7696,1048,7698,1046,7698,1040,7696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749,1037l7746,1037,7743,1040,7743,1046,7746,1048,7749,1048,774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771,1037l7749,1037,7749,1048,7771,1048,777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775,1037l7771,1037,7771,1048,7775,1048,7777,1046,7777,1040,777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828,1037l7825,1037,7822,1040,7822,1046,7825,1048,7828,1048,782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850,1037l7828,1037,7828,1048,7850,1048,785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854,1037l7850,1037,7850,1048,7854,1048,7856,1046,7856,1040,785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907,1037l7904,1037,7901,1040,7901,1046,7904,1048,7907,1048,790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930,1037l7907,1037,7907,1048,7930,1048,793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933,1037l7930,1037,7930,1048,7933,1048,7935,1046,7935,1040,7933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986,1037l7983,1037,7980,1040,7980,1046,7983,1048,7986,1048,7986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009,1037l7986,1037,7986,1048,8009,1048,800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012,1037l8009,1037,8009,1048,8012,1048,8014,1046,8014,1040,8012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065,1037l8062,1037,8059,1040,8059,1046,8062,1048,8065,1048,806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088,1037l8065,1037,8065,1048,8088,1048,808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091,1037l8088,1037,8088,1048,8091,1048,8093,1046,8093,1040,809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144,1037l8141,1037,8138,1040,8138,1046,8141,1048,8144,1048,814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167,1037l8144,1037,8144,1048,8167,1048,816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170,1037l8167,1037,8167,1048,8170,1048,8172,1046,8172,1040,817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223,1037l8220,1037,8217,1040,8217,1046,8220,1048,8223,1048,8223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246,1037l8223,1037,8223,1048,8246,1048,8246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249,1037l8246,1037,8246,1048,8249,1048,8251,1046,8251,1040,824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302,1037l8299,1037,8296,1040,8296,1046,8299,1048,8302,1048,8302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325,1037l8302,1037,8302,1048,8325,1048,832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328,1037l8325,1037,8325,1048,8328,1048,8330,1046,8330,1040,832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381,1037l8378,1037,8375,1040,8375,1046,8378,1048,8381,1048,838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404,1037l8381,1037,8381,1048,8404,1048,840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407,1037l8404,1037,8404,1048,8407,1048,8409,1046,8409,1040,840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460,1037l8457,1037,8454,1040,8454,1046,8457,1048,8460,1048,846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483,1037l8460,1037,8460,1048,8483,1048,8483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486,1037l8483,1037,8483,1048,8486,1048,8488,1046,8488,1040,8486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539,1037l8536,1037,8534,1040,8534,1046,8536,1048,8539,1048,853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562,1037l8539,1037,8539,1048,8562,1048,8562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565,1037l8562,1037,8562,1048,8565,1048,8567,1046,8567,1040,856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618,1037l8615,1037,8613,1040,8613,1046,8615,1048,8618,1048,861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641,1037l8618,1037,8618,1048,8641,1048,864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644,1037l8641,1037,8641,1048,8644,1048,8646,1046,8646,1040,864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697,1037l8694,1037,8692,1040,8692,1046,8694,1048,8697,1048,869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720,1037l8697,1037,8697,1048,8720,1048,872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723,1037l8720,1037,8720,1048,8723,1048,8725,1046,8725,1040,8723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776,1037l8773,1037,8771,1040,8771,1046,8773,1048,8776,1048,8776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799,1037l8776,1037,8776,1048,8799,1048,879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802,1037l8799,1037,8799,1048,8802,1048,8805,1046,8805,1040,8802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855,1037l8852,1037,8850,1040,8850,1046,8852,1048,8855,1048,885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878,1037l8855,1037,8855,1048,8878,1048,887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881,1037l8878,1037,8878,1048,8881,1048,8884,1046,8884,1040,888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934,1037l8931,1037,8929,1040,8929,1046,8931,1048,8934,1048,893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957,1037l8934,1037,8934,1048,8957,1048,895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960,1037l8957,1037,8957,1048,8960,1048,8963,1046,8963,1040,896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013,1037l9010,1037,9008,1040,9008,1046,9010,1048,9013,1048,9013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036,1037l9013,1037,9013,1048,9036,1048,9036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039,1037l9036,1037,9036,1048,9039,1048,9042,1046,9042,1040,903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092,1037l9089,1037,9087,1040,9087,1046,9089,1048,9092,1048,9092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115,1037l9092,1037,9092,1048,9115,1048,911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118,1037l9115,1037,9115,1048,9118,1048,9121,1046,9121,1040,911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171,1037l9168,1037,9166,1040,9166,1046,9168,1048,9171,1048,917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194,1037l9171,1037,9171,1048,9194,1048,919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197,1037l9194,1037,9194,1048,9197,1048,9200,1046,9200,1040,919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250,1037l9247,1037,9245,1040,9245,1046,9247,1048,9250,1048,925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273,1037l9250,1037,9250,1048,9273,1048,9273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276,1037l9273,1037,9273,1048,9276,1048,9279,1046,9279,1040,9276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329,1037l9326,1037,9324,1040,9324,1046,9326,1048,9329,1048,932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352,1037l9329,1037,9329,1048,9352,1048,9352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355,1037l9352,1037,9352,1048,9355,1048,9358,1046,9358,1040,935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409,1037l9405,1037,9403,1040,9403,1046,9405,1048,9409,1048,940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431,1037l9409,1037,9409,1048,9431,1048,943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434,1037l9431,1037,9431,1048,9434,1048,9437,1046,9437,1040,943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488,1037l9484,1037,9482,1040,9482,1046,9484,1048,9488,1048,948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510,1037l9488,1037,9488,1048,9510,1048,951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513,1037l9510,1037,9510,1048,9513,1048,9516,1046,9516,1040,9513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567,1037l9563,1037,9561,1040,9561,1046,9563,1048,9567,1048,956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589,1037l9567,1037,9567,1048,9589,1048,958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592,1037l9589,1037,9589,1048,9592,1048,9595,1046,9595,1040,9592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646,1037l9642,1037,9640,1040,9640,1046,9642,1048,9646,1048,9646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668,1037l9646,1037,9646,1048,9668,1048,966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671,1037l9668,1037,9668,1048,9671,1048,9674,1046,9674,1040,967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725,1037l9721,1037,9719,1040,9719,1046,9721,1048,9725,1048,972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747,1037l9725,1037,9725,1048,9747,1048,974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750,1037l9747,1037,9747,1048,9750,1048,9753,1046,9753,1040,975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804,1037l9801,1037,9798,1040,9798,1046,9801,1048,9804,1048,980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826,1037l9804,1037,9804,1048,9826,1048,9826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829,1037l9826,1037,9826,1048,9829,1048,9832,1046,9832,1040,982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883,1037l9880,1037,9877,1040,9877,1046,9880,1048,9883,1048,9883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905,1037l9883,1037,9883,1048,9905,1048,990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908,1037l9905,1037,9905,1048,9908,1048,9911,1046,9911,1040,990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962,1037l9959,1037,9956,1040,9956,1046,9959,1048,9962,1048,9962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984,1037l9962,1037,9962,1048,9984,1048,998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987,1037l9984,1037,9984,1048,9987,1048,9990,1046,9990,1040,998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041,1037l10038,1037,10035,1040,10035,1046,10038,1048,10041,1048,1004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063,1037l10041,1037,10041,1048,10063,1048,10063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066,1037l10063,1037,10063,1048,10066,1048,10069,1046,10069,1040,10066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120,1037l10117,1037,10114,1040,10114,1046,10117,1048,10120,1048,1012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142,1037l10120,1037,10120,1048,10142,1048,10142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145,1037l10142,1037,10142,1048,10145,1048,10148,1046,10148,1040,1014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199,1037l10196,1037,10193,1040,10193,1046,10196,1048,10199,1048,1019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221,1037l10199,1037,10199,1048,10221,1048,1022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225,1037l10221,1037,10221,1048,10225,1048,10227,1046,10227,1040,1022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278,1037l10275,1037,10272,1040,10272,1046,10275,1048,10278,1048,1027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300,1037l10278,1037,10278,1048,10300,1048,1030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304,1037l10300,1037,10300,1048,10304,1048,10306,1046,10306,1040,1030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357,1037l10354,1037,10351,1040,10351,1046,10354,1048,10357,1048,1035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379,1037l10357,1037,10357,1048,10379,1048,1037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383,1037l10379,1037,10379,1048,10383,1048,10385,1046,10385,1040,10383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436,1037l10433,1037,10430,1040,10430,1046,10433,1048,10436,1048,10436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458,1037l10436,1037,10436,1048,10458,1048,1045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462,1037l10458,1037,10458,1048,10462,1048,10464,1046,10464,1040,10462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515,1037l10512,1037,10509,1040,10509,1046,10512,1048,10515,1048,1051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538,1037l10515,1037,10515,1048,10538,1048,1053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541,1037l10538,1037,10538,1048,10541,1048,10543,1046,10543,1040,1054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594,1037l10591,1037,10588,1040,10588,1046,10591,1048,10594,1048,1059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617,1037l10594,1037,10594,1048,10617,1048,1061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620,1037l10617,1037,10617,1048,10620,1048,10622,1046,10622,1040,1062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673,1037l10670,1037,10667,1040,10667,1046,10670,1048,10673,1048,10673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696,1037l10673,1037,10673,1048,10696,1048,10696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699,1037l10696,1037,10696,1048,10699,1048,10701,1046,10701,1040,1069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752,1037l10749,1037,10746,1040,10746,1046,10749,1048,10752,1048,10752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775,1037l10752,1037,10752,1048,10775,1048,1077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778,1037l10775,1037,10775,1048,10778,1048,10780,1046,10780,1040,1077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831,1037l10828,1037,10825,1040,10825,1046,10828,1048,10831,1048,1083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854,1037l10831,1037,10831,1048,10854,1048,1085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857,1037l10854,1037,10854,1048,10857,1048,10859,1046,10859,1040,1085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910,1037l10907,1037,10904,1040,10904,1046,10907,1048,10910,1048,1091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933,1037l10910,1037,10910,1048,10933,1048,10933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936,1037l10933,1037,10933,1048,10936,1048,10938,1046,10938,1040,10936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989,1037l10986,1037,10983,1040,10983,1046,10986,1048,10989,1048,1098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012,1037l10989,1037,10989,1048,11012,1048,11012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015,1037l11012,1037,11012,1048,11015,1048,11017,1046,11017,1040,1101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068,1037l11065,1037,11062,1040,11062,1046,11065,1048,11068,1048,1106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091,1037l11068,1037,11068,1048,11091,1048,1109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094,1037l11091,1037,11091,1048,11094,1048,11096,1046,11096,1040,1109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147,1037l11144,1037,11141,1040,11141,1046,11144,1048,11147,1048,11147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170,1037l11147,1037,11147,1048,11170,1048,1117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173,1037l11170,1037,11170,1048,11173,1048,11175,1046,11175,1040,11173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226,1037l11223,1037,11221,1040,11221,1046,11223,1048,11226,1048,11226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249,1037l11226,1037,11226,1048,11249,1048,11249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252,1037l11249,1037,11249,1048,11252,1048,11254,1046,11254,1040,11252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05,1037l11302,1037,11300,1040,11300,1046,11302,1048,11305,1048,1130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28,1037l11305,1037,11305,1048,11328,1048,1132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31,1037l11328,1037,11328,1048,11331,1048,11333,1046,11333,1040,1133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84,1037l11381,1037,11379,1040,11379,1046,11381,1048,11384,1048,11384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90,1037l11384,1037,11384,1048,11395,1048,11395,1043,11390,1043,11390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95,1037l11395,1048,11401,1043,11395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401,1043l11395,1048,11398,1048,11401,1046,11401,1043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98,1026l11392,1026,11390,1028,11390,1043,11395,1043,11395,1037,11401,1037,11401,1028,11398,1026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98,1037l11395,1037,11401,1043,11401,1040,11398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401,1037l11398,1037,11401,1040,11401,103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98,947l11392,947,11390,949,11390,978,11392,981,11398,981,11401,978,11401,949,11398,947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98,868l11392,868,11390,871,11390,899,11392,902,11398,902,11401,899,11401,871,11398,868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98,789l11392,789,11390,792,11390,821,11392,823,11398,823,11401,821,11401,792,11398,789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98,711l11392,711,11390,713,11390,742,11392,744,11398,744,11401,742,11401,713,11398,711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98,632l11392,632,11390,634,11390,663,11392,666,11398,666,11401,663,11401,634,11398,632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95,564l11390,570,11390,584,11392,587,11398,587,11401,584,11401,575,11395,575,1139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84,564l11381,564,11378,567,11378,573,11381,575,11384,575,1138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92,564l11384,564,11384,575,11390,575,11390,567,1139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95,564l11395,575,11401,575,11401,570,1139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95,564l11392,564,11390,567,11390,570,1139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98,564l11395,564,11401,570,11401,567,1139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05,564l11302,564,11299,567,11299,573,11302,575,11305,575,1130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27,564l11305,564,11305,575,11327,575,1132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331,564l11327,564,11327,575,11331,575,11333,573,11333,567,1133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226,564l11223,564,11220,567,11220,573,11223,575,11226,575,11226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248,564l11226,564,11226,575,11248,575,1124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252,564l11248,564,11248,575,11252,575,11254,573,11254,567,1125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147,564l11144,564,11141,567,11141,573,11144,575,11147,575,1114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169,564l11147,564,11147,575,11169,575,11169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173,564l11169,564,11169,575,11173,575,11175,573,11175,567,11173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068,564l11065,564,11062,567,11062,573,11065,575,11068,575,1106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090,564l11068,564,11068,575,11090,575,1109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094,564l11090,564,11090,575,11094,575,11096,573,11096,567,1109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989,564l10986,564,10983,567,10983,573,10986,575,10989,575,10989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011,564l10989,564,10989,575,11011,575,1101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1015,564l11011,564,11011,575,11015,575,11017,573,11017,567,1101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910,564l10907,564,10904,567,10904,573,10907,575,10910,575,1091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932,564l10910,564,10910,575,10932,575,1093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935,564l10932,564,10932,575,10935,575,10938,573,10938,567,1093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831,564l10828,564,10825,567,10825,573,10828,575,10831,575,1083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853,564l10831,564,10831,575,10853,575,10853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856,564l10853,564,10853,575,10856,575,10859,573,10859,567,10856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752,564l10749,564,10746,567,10746,573,10749,575,10752,575,1075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774,564l10752,564,10752,575,10774,575,1077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777,564l10774,564,10774,575,10777,575,10780,573,10780,567,1077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673,564l10670,564,10667,567,10667,573,10670,575,10673,575,10673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695,564l10673,564,10673,575,10695,575,1069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698,564l10695,564,10695,575,10698,575,10701,573,10701,567,1069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594,564l10591,564,10588,567,10588,573,10591,575,10594,575,1059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616,564l10594,564,10594,575,10616,575,10616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619,564l10616,564,10616,575,10619,575,10622,573,10622,567,10619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515,564l10511,564,10509,567,10509,573,10511,575,10515,575,1051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537,564l10515,564,10515,575,10537,575,1053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540,564l10537,564,10537,575,10540,575,10543,573,10543,567,1054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436,564l10432,564,10430,567,10430,573,10432,575,10436,575,10436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458,564l10436,564,10436,575,10458,575,1045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461,564l10458,564,10458,575,10461,575,10464,573,10464,567,1046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357,564l10353,564,10351,567,10351,573,10353,575,10357,575,1035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379,564l10357,564,10357,575,10379,575,10379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382,564l10379,564,10379,575,10382,575,10385,573,10385,567,1038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278,564l10274,564,10272,567,10272,573,10274,575,10278,575,1027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300,564l10278,564,10278,575,10300,575,1030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303,564l10300,564,10300,575,10303,575,10306,573,10306,567,10303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198,564l10195,564,10193,567,10193,573,10195,575,10198,575,1019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221,564l10198,564,10198,575,10221,575,1022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224,564l10221,564,10221,575,10224,575,10227,573,10227,567,1022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119,564l10116,564,10114,567,10114,573,10116,575,10119,575,10119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142,564l10119,564,10119,575,10142,575,1014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145,564l10142,564,10142,575,10145,575,10148,573,10148,567,1014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040,564l10037,564,10035,567,10035,573,10037,575,10040,575,1004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063,564l10040,564,10040,575,10063,575,10063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10066,564l10063,564,10063,575,10066,575,10069,573,10069,567,10066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961,564l9958,564,9956,567,9956,573,9958,575,9961,575,996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984,564l9961,564,9961,575,9984,575,998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987,564l9984,564,9984,575,9987,575,9990,573,9990,567,998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882,564l9879,564,9877,567,9877,573,9879,575,9882,575,988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905,564l9882,564,9882,575,9905,575,990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908,564l9905,564,9905,575,9908,575,9911,573,9911,567,990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803,564l9800,564,9798,567,9798,573,9800,575,9803,575,9803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826,564l9803,564,9803,575,9826,575,9826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829,564l9826,564,9826,575,9829,575,9832,573,9832,567,9829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724,564l9721,564,9719,567,9719,573,9721,575,9724,575,972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747,564l9724,564,9724,575,9747,575,974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750,564l9747,564,9747,575,9750,575,9753,573,9753,567,975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645,564l9642,564,9640,567,9640,573,9642,575,9645,575,964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668,564l9645,564,9645,575,9668,575,966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671,564l9668,564,9668,575,9671,575,9674,573,9674,567,967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566,564l9563,564,9561,567,9561,573,9563,575,9566,575,9566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589,564l9566,564,9566,575,9589,575,9589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592,564l9589,564,9589,575,9592,575,9595,573,9595,567,959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487,564l9484,564,9482,567,9482,573,9484,575,9487,575,948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510,564l9487,564,9487,575,9510,575,951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513,564l9510,564,9510,575,9513,575,9515,573,9515,567,9513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408,564l9405,564,9403,567,9403,573,9405,575,9408,575,940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431,564l9408,564,9408,575,9431,575,943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434,564l9431,564,9431,575,9434,575,9436,573,9436,567,943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329,564l9326,564,9323,567,9323,573,9326,575,9329,575,9329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352,564l9329,564,9329,575,9352,575,935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355,564l9352,564,9352,575,9355,575,9357,573,9357,567,935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250,564l9247,564,9244,567,9244,573,9247,575,9250,575,925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273,564l9250,564,9250,575,9273,575,9273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276,564l9273,564,9273,575,9276,575,9278,573,9278,567,9276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171,564l9168,564,9165,567,9165,573,9168,575,9171,575,917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194,564l9171,564,9171,575,9194,575,919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197,564l9194,564,9194,575,9197,575,9199,573,9199,567,919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092,564l9089,564,9086,567,9086,573,9089,575,9092,575,909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115,564l9092,564,9092,575,9115,575,911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118,564l9115,564,9115,575,9118,575,9120,573,9120,567,911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013,564l9010,564,9007,567,9007,573,9010,575,9013,575,9013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036,564l9013,564,9013,575,9036,575,9036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9039,564l9036,564,9036,575,9039,575,9041,573,9041,567,9039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934,564l8931,564,8928,567,8928,573,8931,575,8934,575,893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957,564l8934,564,8934,575,8957,575,895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960,564l8957,564,8957,575,8960,575,8962,573,8962,567,896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855,564l8852,564,8849,567,8849,573,8852,575,8855,575,885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878,564l8855,564,8855,575,8878,575,887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881,564l8878,564,8878,575,8881,575,8883,573,8883,567,888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776,564l8773,564,8770,567,8770,573,8773,575,8776,575,8776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799,564l8776,564,8776,575,8799,575,8799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802,564l8799,564,8799,575,8802,575,8804,573,8804,567,880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697,564l8694,564,8691,567,8691,573,8694,575,8697,575,869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720,564l8697,564,8697,575,8720,575,872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723,564l8720,564,8720,575,8723,575,8725,573,8725,567,8723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618,564l8615,564,8612,567,8612,573,8615,575,8618,575,861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640,564l8618,564,8618,575,8640,575,864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644,564l8640,564,8640,575,8644,575,8646,573,8646,567,864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539,564l8536,564,8533,567,8533,573,8536,575,8539,575,8539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561,564l8539,564,8539,575,8561,575,856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565,564l8561,564,8561,575,8565,575,8567,573,8567,567,856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460,564l8457,564,8454,567,8454,573,8457,575,8460,575,846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482,564l8460,564,8460,575,8482,575,848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486,564l8482,564,8482,575,8486,575,8488,573,8488,567,8486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381,564l8378,564,8375,567,8375,573,8378,575,8381,575,838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403,564l8381,564,8381,575,8403,575,8403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407,564l8403,564,8403,575,8407,575,8409,573,8409,567,840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302,564l8299,564,8296,567,8296,573,8299,575,8302,575,830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324,564l8302,564,8302,575,8324,575,832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327,564l8324,564,8324,575,8327,575,8330,573,8330,567,832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223,564l8220,564,8217,567,8217,573,8220,575,8223,575,8223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245,564l8223,564,8223,575,8245,575,824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248,564l8245,564,8245,575,8248,575,8251,573,8251,567,824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144,564l8141,564,8138,567,8138,573,8141,575,8144,575,814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166,564l8144,564,8144,575,8166,575,8166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169,564l8166,564,8166,575,8169,575,8172,573,8172,567,8169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065,564l8062,564,8059,567,8059,573,8062,575,8065,575,806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087,564l8065,564,8065,575,8087,575,808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090,564l8087,564,8087,575,8090,575,8093,573,8093,567,809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986,564l7983,564,7980,567,7980,573,7983,575,7986,575,7986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008,564l7986,564,7986,575,8008,575,800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8011,564l8008,564,8008,575,8011,575,8014,573,8014,567,801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907,564l7903,564,7901,567,7901,573,7903,575,7907,575,790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929,564l7907,564,7907,575,7929,575,7929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932,564l7929,564,7929,575,7932,575,7935,573,7935,567,793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828,564l7824,564,7822,567,7822,573,7824,575,7828,575,782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850,564l7828,564,7828,575,7850,575,785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853,564l7850,564,7850,575,7853,575,7856,573,7856,567,7853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749,564l7745,564,7743,567,7743,573,7745,575,7749,575,7749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771,564l7749,564,7749,575,7771,575,777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774,564l7771,564,7771,575,7774,575,7777,573,7777,567,777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670,564l7666,564,7664,567,7664,573,7666,575,7670,575,767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692,564l7670,564,7670,575,7692,575,769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695,564l7692,564,7692,575,7695,575,7698,573,7698,567,769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591,564l7587,564,7585,567,7585,573,7587,575,7591,575,759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613,564l7591,564,7591,575,7613,575,7613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616,564l7613,564,7613,575,7616,575,7619,573,7619,567,7616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511,564l7508,564,7506,567,7506,573,7508,575,7511,575,751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534,564l7511,564,7511,575,7534,575,753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537,564l7534,564,7534,575,7537,575,7540,573,7540,567,753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432,564l7429,564,7427,567,7427,573,7429,575,7432,575,743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455,564l7432,564,7432,575,7455,575,745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458,564l7455,564,7455,575,7458,575,7461,573,7461,567,745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353,564l7350,564,7348,567,7348,573,7350,575,7353,575,7353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376,564l7353,564,7353,575,7376,575,7376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379,564l7376,564,7376,575,7379,575,7382,573,7382,567,7379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274,564l7271,564,7269,567,7269,573,7271,575,7274,575,727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297,564l7274,564,7274,575,7297,575,729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300,564l7297,564,7297,575,7300,575,7303,573,7303,567,730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195,564l7192,564,7190,567,7190,573,7192,575,7195,575,719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218,564l7195,564,7195,575,7218,575,721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221,564l7218,564,7218,575,7221,575,7224,573,7224,567,722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116,564l7113,564,7111,567,7111,573,7113,575,7116,575,7116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139,564l7116,564,7116,575,7139,575,7139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142,564l7139,564,7139,575,7142,575,7145,573,7145,567,714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037,564l7034,564,7032,567,7032,573,7034,575,7037,575,703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060,564l7037,564,7037,575,7060,575,706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7063,564l7060,564,7060,575,7063,575,7066,573,7066,567,7063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958,564l6955,564,6953,567,6953,573,6955,575,6958,575,695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981,564l6958,564,6958,575,6981,575,698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984,564l6981,564,6981,575,6984,575,6987,573,6987,567,698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879,564l6876,564,6874,567,6874,573,6876,575,6879,575,6879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902,564l6879,564,6879,575,6902,575,690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905,564l6902,564,6902,575,6905,575,6907,573,6907,567,690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800,564l6797,564,6795,567,6795,573,6797,575,6800,575,680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823,564l6800,564,6800,575,6823,575,6823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826,564l6823,564,6823,575,6826,575,6828,573,6828,567,6826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721,564l6718,564,6716,567,6716,573,6718,575,6721,575,672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744,564l6721,564,6721,575,6744,575,674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747,564l6744,564,6744,575,6747,575,6749,573,6749,567,674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642,564l6639,564,6636,567,6636,573,6639,575,6642,575,664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665,564l6642,564,6642,575,6665,575,666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668,564l6665,564,6665,575,6668,575,6670,573,6670,567,666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563,564l6560,564,6557,567,6557,573,6560,575,6563,575,6563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586,564l6563,564,6563,575,6586,575,6586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589,564l6586,564,6586,575,6589,575,6591,573,6591,567,6589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484,564l6481,564,6478,567,6478,573,6481,575,6484,575,648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507,564l6484,564,6484,575,6507,575,650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510,564l6507,564,6507,575,6510,575,6512,573,6512,567,651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405,564l6402,564,6399,567,6399,573,6402,575,6405,575,6405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428,564l6405,564,6405,575,6428,575,6428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431,564l6428,564,6428,575,6431,575,6433,573,6433,567,643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326,564l6323,564,6320,567,6320,573,6323,575,6326,575,6326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349,564l6326,564,6326,575,6349,575,6349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352,564l6349,564,6349,575,6352,575,6354,573,6354,567,6352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247,564l6244,564,6241,567,6241,573,6244,575,6247,575,6247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270,564l6247,564,6247,575,6270,575,627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273,564l6270,564,6270,575,6273,575,6275,573,6275,567,6273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174,573l6174,584,6176,587,6183,587,6185,584,6185,575,6176,575,6174,573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174,570l6174,573,6176,575,6180,575,6174,570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180,564l6174,570,6180,575,618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191,564l6180,564,6180,575,6185,575,6185,570,6191,570,6191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191,570l6185,570,6185,575,6191,575,6191,570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194,564l6191,564,6191,575,6194,575,6196,573,6196,567,6194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180,564l6176,564,6174,567,6174,570,6180,564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183,632l6176,632,6174,634,6174,663,6176,666,6183,666,6185,663,6185,634,6183,632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183,711l6176,711,6174,713,6174,742,6176,744,6183,744,6185,742,6185,713,6183,711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183,789l6176,789,6174,792,6174,821,6176,823,6183,823,6185,821,6185,792,6183,789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183,868l6176,868,6174,871,6174,899,6176,902,6183,902,6185,899,6185,871,6183,868xe" filled="true" fillcolor="#231f20" stroked="false">
                <v:path arrowok="t"/>
                <v:fill type="solid"/>
              </v:shape>
              <v:shape style="position:absolute;left:6174;top:564;width:5228;height:485" coordorigin="6174,564" coordsize="5228,485" path="m6183,947l6176,947,6174,949,6174,978,6176,981,6183,981,6185,978,6185,949,6183,947xe" filled="true" fillcolor="#231f20" stroked="false">
                <v:path arrowok="t"/>
                <v:fill type="solid"/>
              </v:shape>
            </v:group>
            <v:group style="position:absolute;left:6174;top:1037;width:5228;height:1160" coordorigin="6174,1037" coordsize="5228,1160">
              <v:shape style="position:absolute;left:6174;top:1037;width:5228;height:1160" coordorigin="6174,1037" coordsize="5228,1160" path="m6174,1046l6174,1057,6176,1060,6183,1060,6185,1057,6185,1048,6176,1048,6174,1046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0,1037l6174,1043,6174,1046,6176,1048,6180,1048,618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0,1037l6180,1048,6185,1048,6185,1043,618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91,1037l6183,1037,6185,1040,6185,1048,6191,1048,619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94,1037l6191,1037,6191,1048,6194,1048,6197,1046,6197,1040,619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0,1037l6176,1037,6174,1040,6174,1043,618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3,1037l6180,1037,6185,1043,6185,1040,618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247,1037l6244,1037,6242,1040,6242,1046,6244,1048,6247,1048,624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270,1037l6247,1037,6247,1048,6270,1048,627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273,1037l6270,1037,6270,1048,6273,1048,6276,1046,6276,1040,627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326,1037l6323,1037,6321,1040,6321,1046,6323,1048,6326,1048,6326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349,1037l6326,1037,6326,1048,6349,1048,634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352,1037l6349,1037,6349,1048,6352,1048,6355,1046,6355,1040,6352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405,1037l6402,1037,6400,1040,6400,1046,6402,1048,6405,1048,640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428,1037l6405,1037,6405,1048,6428,1048,642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431,1037l6428,1037,6428,1048,6431,1048,6434,1046,6434,1040,643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484,1037l6481,1037,6479,1040,6479,1046,6481,1048,6484,1048,648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507,1037l6484,1037,6484,1048,6507,1048,650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510,1037l6507,1037,6507,1048,6510,1048,6513,1046,6513,1040,651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563,1037l6560,1037,6558,1040,6558,1046,6560,1048,6563,1048,656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586,1037l6563,1037,6563,1048,6586,1048,6586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589,1037l6586,1037,6586,1048,6589,1048,6592,1046,6592,1040,658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642,1037l6639,1037,6637,1040,6637,1046,6639,1048,6642,1048,6642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665,1037l6642,1037,6642,1048,6665,1048,666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668,1037l6665,1037,6665,1048,6668,1048,6671,1046,6671,1040,666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721,1037l6718,1037,6716,1040,6716,1046,6718,1048,6721,1048,672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744,1037l6721,1037,6721,1048,6744,1048,674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747,1037l6744,1037,6744,1048,6747,1048,6750,1046,6750,1040,674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801,1037l6797,1037,6795,1040,6795,1046,6797,1048,6801,1048,680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823,1037l6801,1037,6801,1048,6823,1048,682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826,1037l6823,1037,6823,1048,6826,1048,6829,1046,6829,1040,6826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880,1037l6876,1037,6874,1040,6874,1046,6876,1048,6880,1048,688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902,1037l6880,1037,6880,1048,6902,1048,6902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905,1037l6902,1037,6902,1048,6905,1048,6908,1046,6908,1040,690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959,1037l6955,1037,6953,1040,6953,1046,6955,1048,6959,1048,695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981,1037l6959,1037,6959,1048,6981,1048,698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984,1037l6981,1037,6981,1048,6984,1048,6987,1046,6987,1040,698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038,1037l7034,1037,7032,1040,7032,1046,7034,1048,7038,1048,703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060,1037l7038,1037,7038,1048,7060,1048,706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063,1037l7060,1037,7060,1048,7063,1048,7066,1046,7066,1040,706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117,1037l7114,1037,7111,1040,7111,1046,7114,1048,7117,1048,711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139,1037l7117,1037,7117,1048,7139,1048,713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142,1037l7139,1037,7139,1048,7142,1048,7145,1046,7145,1040,7142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196,1037l7193,1037,7190,1040,7190,1046,7193,1048,7196,1048,7196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218,1037l7196,1037,7196,1048,7218,1048,721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221,1037l7218,1037,7218,1048,7221,1048,7224,1046,7224,1040,722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275,1037l7272,1037,7269,1040,7269,1046,7272,1048,7275,1048,727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297,1037l7275,1037,7275,1048,7297,1048,729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300,1037l7297,1037,7297,1048,7300,1048,7303,1046,7303,1040,730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354,1037l7351,1037,7348,1040,7348,1046,7351,1048,7354,1048,735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376,1037l7354,1037,7354,1048,7376,1048,7376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379,1037l7376,1037,7376,1048,7379,1048,7382,1046,7382,1040,737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433,1037l7430,1037,7427,1040,7427,1046,7430,1048,7433,1048,743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455,1037l7433,1037,7433,1048,7455,1048,745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458,1037l7455,1037,7455,1048,7458,1048,7461,1046,7461,1040,745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512,1037l7509,1037,7506,1040,7506,1046,7509,1048,7512,1048,7512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534,1037l7512,1037,7512,1048,7534,1048,753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537,1037l7534,1037,7534,1048,7537,1048,7540,1046,7540,1040,753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591,1037l7588,1037,7585,1040,7585,1046,7588,1048,7591,1048,759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613,1037l7591,1037,7591,1048,7613,1048,761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617,1037l7613,1037,7613,1048,7617,1048,7619,1046,7619,1040,761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670,1037l7667,1037,7664,1040,7664,1046,7667,1048,7670,1048,767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692,1037l7670,1037,7670,1048,7692,1048,7692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696,1037l7692,1037,7692,1048,7696,1048,7698,1046,7698,1040,7696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749,1037l7746,1037,7743,1040,7743,1046,7746,1048,7749,1048,774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771,1037l7749,1037,7749,1048,7771,1048,777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775,1037l7771,1037,7771,1048,7775,1048,7777,1046,7777,1040,777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828,1037l7825,1037,7822,1040,7822,1046,7825,1048,7828,1048,782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850,1037l7828,1037,7828,1048,7850,1048,785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854,1037l7850,1037,7850,1048,7854,1048,7856,1046,7856,1040,785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907,1037l7904,1037,7901,1040,7901,1046,7904,1048,7907,1048,790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930,1037l7907,1037,7907,1048,7930,1048,793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933,1037l7930,1037,7930,1048,7933,1048,7935,1046,7935,1040,793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986,1037l7983,1037,7980,1040,7980,1046,7983,1048,7986,1048,7986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009,1037l7986,1037,7986,1048,8009,1048,800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012,1037l8009,1037,8009,1048,8012,1048,8014,1046,8014,1040,8012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065,1037l8062,1037,8059,1040,8059,1046,8062,1048,8065,1048,806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088,1037l8065,1037,8065,1048,8088,1048,808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091,1037l8088,1037,8088,1048,8091,1048,8093,1046,8093,1040,809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144,1037l8141,1037,8138,1040,8138,1046,8141,1048,8144,1048,814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167,1037l8144,1037,8144,1048,8167,1048,816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170,1037l8167,1037,8167,1048,8170,1048,8172,1046,8172,1040,817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223,1037l8220,1037,8217,1040,8217,1046,8220,1048,8223,1048,822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246,1037l8223,1037,8223,1048,8246,1048,8246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249,1037l8246,1037,8246,1048,8249,1048,8251,1046,8251,1040,824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302,1037l8299,1037,8296,1040,8296,1046,8299,1048,8302,1048,8302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325,1037l8302,1037,8302,1048,8325,1048,832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328,1037l8325,1037,8325,1048,8328,1048,8330,1046,8330,1040,832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381,1037l8378,1037,8375,1040,8375,1046,8378,1048,8381,1048,838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404,1037l8381,1037,8381,1048,8404,1048,840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407,1037l8404,1037,8404,1048,8407,1048,8409,1046,8409,1040,840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460,1037l8457,1037,8454,1040,8454,1046,8457,1048,8460,1048,846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483,1037l8460,1037,8460,1048,8483,1048,848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486,1037l8483,1037,8483,1048,8486,1048,8488,1046,8488,1040,8486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539,1037l8536,1037,8534,1040,8534,1046,8536,1048,8539,1048,853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562,1037l8539,1037,8539,1048,8562,1048,8562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565,1037l8562,1037,8562,1048,8565,1048,8567,1046,8567,1040,856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618,1037l8615,1037,8613,1040,8613,1046,8615,1048,8618,1048,861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641,1037l8618,1037,8618,1048,8641,1048,864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644,1037l8641,1037,8641,1048,8644,1048,8646,1046,8646,1040,864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697,1037l8694,1037,8692,1040,8692,1046,8694,1048,8697,1048,869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720,1037l8697,1037,8697,1048,8720,1048,872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723,1037l8720,1037,8720,1048,8723,1048,8725,1046,8725,1040,872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776,1037l8773,1037,8771,1040,8771,1046,8773,1048,8776,1048,8776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799,1037l8776,1037,8776,1048,8799,1048,879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802,1037l8799,1037,8799,1048,8802,1048,8805,1046,8805,1040,8802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855,1037l8852,1037,8850,1040,8850,1046,8852,1048,8855,1048,885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878,1037l8855,1037,8855,1048,8878,1048,887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881,1037l8878,1037,8878,1048,8881,1048,8884,1046,8884,1040,888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934,1037l8931,1037,8929,1040,8929,1046,8931,1048,8934,1048,893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957,1037l8934,1037,8934,1048,8957,1048,895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960,1037l8957,1037,8957,1048,8960,1048,8963,1046,8963,1040,896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013,1037l9010,1037,9008,1040,9008,1046,9010,1048,9013,1048,901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036,1037l9013,1037,9013,1048,9036,1048,9036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039,1037l9036,1037,9036,1048,9039,1048,9042,1046,9042,1040,903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092,1037l9089,1037,9087,1040,9087,1046,9089,1048,9092,1048,9092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115,1037l9092,1037,9092,1048,9115,1048,911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118,1037l9115,1037,9115,1048,9118,1048,9121,1046,9121,1040,911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171,1037l9168,1037,9166,1040,9166,1046,9168,1048,9171,1048,917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194,1037l9171,1037,9171,1048,9194,1048,919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197,1037l9194,1037,9194,1048,9197,1048,9200,1046,9200,1040,919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250,1037l9247,1037,9245,1040,9245,1046,9247,1048,9250,1048,925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273,1037l9250,1037,9250,1048,9273,1048,927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276,1037l9273,1037,9273,1048,9276,1048,9279,1046,9279,1040,9276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329,1037l9326,1037,9324,1040,9324,1046,9326,1048,9329,1048,932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352,1037l9329,1037,9329,1048,9352,1048,9352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355,1037l9352,1037,9352,1048,9355,1048,9358,1046,9358,1040,935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409,1037l9405,1037,9403,1040,9403,1046,9405,1048,9409,1048,940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431,1037l9409,1037,9409,1048,9431,1048,943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434,1037l9431,1037,9431,1048,9434,1048,9437,1046,9437,1040,943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488,1037l9484,1037,9482,1040,9482,1046,9484,1048,9488,1048,948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510,1037l9488,1037,9488,1048,9510,1048,951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513,1037l9510,1037,9510,1048,9513,1048,9516,1046,9516,1040,951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567,1037l9563,1037,9561,1040,9561,1046,9563,1048,9567,1048,956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589,1037l9567,1037,9567,1048,9589,1048,958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592,1037l9589,1037,9589,1048,9592,1048,9595,1046,9595,1040,9592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646,1037l9642,1037,9640,1040,9640,1046,9642,1048,9646,1048,9646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668,1037l9646,1037,9646,1048,9668,1048,966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671,1037l9668,1037,9668,1048,9671,1048,9674,1046,9674,1040,967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725,1037l9721,1037,9719,1040,9719,1046,9721,1048,9725,1048,972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747,1037l9725,1037,9725,1048,9747,1048,974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750,1037l9747,1037,9747,1048,9750,1048,9753,1046,9753,1040,975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804,1037l9801,1037,9798,1040,9798,1046,9801,1048,9804,1048,980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826,1037l9804,1037,9804,1048,9826,1048,9826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829,1037l9826,1037,9826,1048,9829,1048,9832,1046,9832,1040,982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883,1037l9880,1037,9877,1040,9877,1046,9880,1048,9883,1048,988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905,1037l9883,1037,9883,1048,9905,1048,990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908,1037l9905,1037,9905,1048,9908,1048,9911,1046,9911,1040,990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962,1037l9959,1037,9956,1040,9956,1046,9959,1048,9962,1048,9962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984,1037l9962,1037,9962,1048,9984,1048,998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987,1037l9984,1037,9984,1048,9987,1048,9990,1046,9990,1040,998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041,1037l10038,1037,10035,1040,10035,1046,10038,1048,10041,1048,1004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063,1037l10041,1037,10041,1048,10063,1048,1006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066,1037l10063,1037,10063,1048,10066,1048,10069,1046,10069,1040,10066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120,1037l10117,1037,10114,1040,10114,1046,10117,1048,10120,1048,1012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142,1037l10120,1037,10120,1048,10142,1048,10142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145,1037l10142,1037,10142,1048,10145,1048,10148,1046,10148,1040,1014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199,1037l10196,1037,10193,1040,10193,1046,10196,1048,10199,1048,1019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221,1037l10199,1037,10199,1048,10221,1048,1022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225,1037l10221,1037,10221,1048,10225,1048,10227,1046,10227,1040,1022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278,1037l10275,1037,10272,1040,10272,1046,10275,1048,10278,1048,1027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300,1037l10278,1037,10278,1048,10300,1048,1030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304,1037l10300,1037,10300,1048,10304,1048,10306,1046,10306,1040,1030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357,1037l10354,1037,10351,1040,10351,1046,10354,1048,10357,1048,1035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379,1037l10357,1037,10357,1048,10379,1048,1037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383,1037l10379,1037,10379,1048,10383,1048,10385,1046,10385,1040,1038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436,1037l10433,1037,10430,1040,10430,1046,10433,1048,10436,1048,10436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458,1037l10436,1037,10436,1048,10458,1048,1045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462,1037l10458,1037,10458,1048,10462,1048,10464,1046,10464,1040,10462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515,1037l10512,1037,10509,1040,10509,1046,10512,1048,10515,1048,1051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538,1037l10515,1037,10515,1048,10538,1048,1053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541,1037l10538,1037,10538,1048,10541,1048,10543,1046,10543,1040,1054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594,1037l10591,1037,10588,1040,10588,1046,10591,1048,10594,1048,1059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617,1037l10594,1037,10594,1048,10617,1048,1061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620,1037l10617,1037,10617,1048,10620,1048,10622,1046,10622,1040,1062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673,1037l10670,1037,10667,1040,10667,1046,10670,1048,10673,1048,1067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696,1037l10673,1037,10673,1048,10696,1048,10696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699,1037l10696,1037,10696,1048,10699,1048,10701,1046,10701,1040,1069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752,1037l10749,1037,10746,1040,10746,1046,10749,1048,10752,1048,10752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775,1037l10752,1037,10752,1048,10775,1048,1077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778,1037l10775,1037,10775,1048,10778,1048,10780,1046,10780,1040,1077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831,1037l10828,1037,10825,1040,10825,1046,10828,1048,10831,1048,1083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854,1037l10831,1037,10831,1048,10854,1048,1085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857,1037l10854,1037,10854,1048,10857,1048,10859,1046,10859,1040,1085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910,1037l10907,1037,10904,1040,10904,1046,10907,1048,10910,1048,1091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933,1037l10910,1037,10910,1048,10933,1048,1093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936,1037l10933,1037,10933,1048,10936,1048,10938,1046,10938,1040,10936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989,1037l10986,1037,10983,1040,10983,1046,10986,1048,10989,1048,1098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012,1037l10989,1037,10989,1048,11012,1048,11012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015,1037l11012,1037,11012,1048,11015,1048,11017,1046,11017,1040,1101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068,1037l11065,1037,11062,1040,11062,1046,11065,1048,11068,1048,1106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091,1037l11068,1037,11068,1048,11091,1048,1109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094,1037l11091,1037,11091,1048,11094,1048,11096,1046,11096,1040,1109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147,1037l11144,1037,11141,1040,11141,1046,11144,1048,11147,1048,11147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170,1037l11147,1037,11147,1048,11170,1048,11170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173,1037l11170,1037,11170,1048,11173,1048,11175,1046,11175,1040,11173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226,1037l11223,1037,11221,1040,11221,1046,11223,1048,11226,1048,11226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249,1037l11226,1037,11226,1048,11249,1048,11249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252,1037l11249,1037,11249,1048,11252,1048,11254,1046,11254,1040,11252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05,1037l11302,1037,11300,1040,11300,1046,11302,1048,11305,1048,1130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28,1037l11305,1037,11305,1048,11328,1048,1132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31,1037l11328,1037,11328,1048,11331,1048,11333,1046,11333,1040,11331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5,1043l11390,1043,11390,1057,11392,1060,11398,1060,11401,1057,11401,1048,11395,1048,11395,1043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84,1037l11381,1037,11379,1040,11379,1046,11381,1048,11384,1048,11384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5,1037l11384,1037,11384,1048,11390,1048,11390,1043,11395,1043,1139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5,1037l11395,1048,11401,1043,11395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401,1043l11395,1048,11398,1048,11401,1046,11401,1043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401,1046l11398,1048,11401,1048,11401,1046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8,1037l11395,1037,11401,1043,11401,1040,11398,103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8,1103l11392,1103,11390,1106,11390,1134,11392,1136,11398,1136,11401,1134,11401,1106,11398,1103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8,1179l11392,1179,11390,1182,11390,1210,11392,1213,11398,1213,11401,1210,11401,1182,11398,1179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8,1256l11392,1256,11390,1259,11390,1287,11392,1289,11398,1289,11401,1287,11401,1259,11398,1256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8,1332l11392,1332,11390,1335,11390,1363,11392,1366,11398,1366,11401,1363,11401,1335,11398,1332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8,1409l11392,1409,11390,1411,11390,1440,11392,1442,11398,1442,11401,1440,11401,1411,11398,1409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8,1485l11392,1485,11390,1488,11390,1516,11392,1519,11398,1519,11401,1516,11401,1488,11398,14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8,1562l11392,1562,11390,1564,11390,1593,11392,1595,11398,1595,11401,1593,11401,1564,11398,1562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8,1638l11392,1638,11390,1641,11390,1669,11392,1672,11398,1672,11401,1669,11401,1641,11398,1638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8,1715l11392,1715,11390,1717,11390,1746,11392,1748,11398,1748,11401,1746,11401,1717,11398,171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8,1791l11392,1791,11390,1794,11390,1822,11392,1825,11398,1825,11401,1822,11401,1794,11398,1791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8,1868l11392,1868,11390,1870,11390,1899,11392,1901,11398,1901,11401,1899,11401,1870,11398,1868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8,1944l11392,1944,11390,1947,11390,1975,11392,1978,11398,1978,11401,1975,11401,1947,11398,1944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8,2021l11392,2021,11390,2023,11390,2052,11392,2054,11398,2054,11401,2052,11401,2023,11398,2021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8,2097l11392,2097,11390,2100,11390,2128,11392,2131,11398,2131,11401,2128,11401,2100,11398,209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84,2185l11381,2185,11378,2188,11378,2194,11381,2197,11384,2197,1138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0,2185l11384,2185,11384,2197,11392,2197,11390,2194,1139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0,2191l11390,2194,11392,2197,11395,2197,11390,2191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98,2174l11392,2174,11390,2176,11390,2191,11395,2197,11395,2185,11401,2185,11401,2176,11398,2174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401,2185l11395,2185,11395,2197,11401,2191,1140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401,2191l11395,2197,11398,2197,11401,2194,11401,2191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05,2185l11302,2185,11299,2188,11299,2194,11302,2197,11305,2197,1130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27,2185l11305,2185,11305,2197,11327,2197,1132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331,2185l11327,2185,11327,2197,11331,2197,11333,2194,11333,2188,1133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226,2185l11223,2185,11220,2188,11220,2194,11223,2197,11226,2197,11226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248,2185l11226,2185,11226,2197,11248,2197,1124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252,2185l11248,2185,11248,2197,11252,2197,11254,2194,11254,2188,11252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147,2185l11144,2185,11141,2188,11141,2194,11144,2197,11147,2197,1114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169,2185l11147,2185,11147,2197,11169,2197,11169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173,2185l11169,2185,11169,2197,11173,2197,11175,2194,11175,2188,11173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068,2185l11065,2185,11062,2188,11062,2194,11065,2197,11068,2197,1106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090,2185l11068,2185,11068,2197,11090,2197,1109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094,2185l11090,2185,11090,2197,11094,2197,11096,2194,11096,2188,1109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989,2185l10986,2185,10983,2188,10983,2194,10986,2197,10989,2197,10989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011,2185l10989,2185,10989,2197,11011,2197,1101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1015,2185l11011,2185,11011,2197,11015,2197,11017,2194,11017,2188,1101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910,2185l10907,2185,10904,2188,10904,2194,10907,2197,10910,2197,1091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932,2185l10910,2185,10910,2197,10932,2197,10932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935,2185l10932,2185,10932,2197,10935,2197,10938,2194,10938,2188,1093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831,2185l10828,2185,10825,2188,10825,2194,10828,2197,10831,2197,1083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853,2185l10831,2185,10831,2197,10853,2197,10853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856,2185l10853,2185,10853,2197,10856,2197,10859,2194,10859,2188,10856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752,2185l10749,2185,10746,2188,10746,2194,10749,2197,10752,2197,10752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774,2185l10752,2185,10752,2197,10774,2197,1077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777,2185l10774,2185,10774,2197,10777,2197,10780,2194,10780,2188,1077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673,2185l10670,2185,10667,2188,10667,2194,10670,2197,10673,2197,10673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695,2185l10673,2185,10673,2197,10695,2197,1069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698,2185l10695,2185,10695,2197,10698,2197,10701,2194,10701,2188,1069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594,2185l10591,2185,10588,2188,10588,2194,10591,2197,10594,2197,1059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616,2185l10594,2185,10594,2197,10616,2197,10616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619,2185l10616,2185,10616,2197,10619,2197,10622,2194,10622,2188,10619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515,2185l10511,2185,10509,2188,10509,2194,10511,2197,10515,2197,1051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537,2185l10515,2185,10515,2197,10537,2197,1053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540,2185l10537,2185,10537,2197,10540,2197,10543,2194,10543,2188,1054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436,2185l10432,2185,10430,2188,10430,2194,10432,2197,10436,2197,10436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458,2185l10436,2185,10436,2197,10458,2197,1045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461,2185l10458,2185,10458,2197,10461,2197,10464,2194,10464,2188,1046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357,2185l10353,2185,10351,2188,10351,2194,10353,2197,10357,2197,1035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379,2185l10357,2185,10357,2197,10379,2197,10379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382,2185l10379,2185,10379,2197,10382,2197,10385,2194,10385,2188,10382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278,2185l10274,2185,10272,2188,10272,2194,10274,2197,10278,2197,1027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300,2185l10278,2185,10278,2197,10300,2197,1030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303,2185l10300,2185,10300,2197,10303,2197,10306,2194,10306,2188,10303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198,2185l10195,2185,10193,2188,10193,2194,10195,2197,10198,2197,1019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221,2185l10198,2185,10198,2197,10221,2197,1022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224,2185l10221,2185,10221,2197,10224,2197,10227,2194,10227,2188,1022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119,2185l10116,2185,10114,2188,10114,2194,10116,2197,10119,2197,10119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142,2185l10119,2185,10119,2197,10142,2197,10142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145,2185l10142,2185,10142,2197,10145,2197,10148,2194,10148,2188,1014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040,2185l10037,2185,10035,2188,10035,2194,10037,2197,10040,2197,1004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063,2185l10040,2185,10040,2197,10063,2197,10063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10066,2185l10063,2185,10063,2197,10066,2197,10069,2194,10069,2188,10066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961,2185l9958,2185,9956,2188,9956,2194,9958,2197,9961,2197,996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984,2185l9961,2185,9961,2197,9984,2197,998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987,2185l9984,2185,9984,2197,9987,2197,9990,2194,9990,2188,998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882,2185l9879,2185,9877,2188,9877,2194,9879,2197,9882,2197,9882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905,2185l9882,2185,9882,2197,9905,2197,990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908,2185l9905,2185,9905,2197,9908,2197,9911,2194,9911,2188,990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803,2185l9800,2185,9798,2188,9798,2194,9800,2197,9803,2197,9803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826,2185l9803,2185,9803,2197,9826,2197,9826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829,2185l9826,2185,9826,2197,9829,2197,9832,2194,9832,2188,9829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724,2185l9721,2185,9719,2188,9719,2194,9721,2197,9724,2197,972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747,2185l9724,2185,9724,2197,9747,2197,974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750,2185l9747,2185,9747,2197,9750,2197,9753,2194,9753,2188,975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645,2185l9642,2185,9640,2188,9640,2194,9642,2197,9645,2197,964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668,2185l9645,2185,9645,2197,9668,2197,966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671,2185l9668,2185,9668,2197,9671,2197,9674,2194,9674,2188,967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566,2185l9563,2185,9561,2188,9561,2194,9563,2197,9566,2197,9566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589,2185l9566,2185,9566,2197,9589,2197,9589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592,2185l9589,2185,9589,2197,9592,2197,9595,2194,9595,2188,9592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487,2185l9484,2185,9482,2188,9482,2194,9484,2197,9487,2197,948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510,2185l9487,2185,9487,2197,9510,2197,951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513,2185l9510,2185,9510,2197,9513,2197,9515,2194,9515,2188,9513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408,2185l9405,2185,9403,2188,9403,2194,9405,2197,9408,2197,940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431,2185l9408,2185,9408,2197,9431,2197,943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434,2185l9431,2185,9431,2197,9434,2197,9436,2194,9436,2188,943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329,2185l9326,2185,9323,2188,9323,2194,9326,2197,9329,2197,9329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352,2185l9329,2185,9329,2197,9352,2197,9352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355,2185l9352,2185,9352,2197,9355,2197,9357,2194,9357,2188,935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250,2185l9247,2185,9244,2188,9244,2194,9247,2197,9250,2197,925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273,2185l9250,2185,9250,2197,9273,2197,9273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276,2185l9273,2185,9273,2197,9276,2197,9278,2194,9278,2188,9276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171,2185l9168,2185,9165,2188,9165,2194,9168,2197,9171,2197,917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194,2185l9171,2185,9171,2197,9194,2197,919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197,2185l9194,2185,9194,2197,9197,2197,9199,2194,9199,2188,919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092,2185l9089,2185,9086,2188,9086,2194,9089,2197,9092,2197,9092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115,2185l9092,2185,9092,2197,9115,2197,911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118,2185l9115,2185,9115,2197,9118,2197,9120,2194,9120,2188,911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013,2185l9010,2185,9007,2188,9007,2194,9010,2197,9013,2197,9013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036,2185l9013,2185,9013,2197,9036,2197,9036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9039,2185l9036,2185,9036,2197,9039,2197,9041,2194,9041,2188,9039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934,2185l8931,2185,8928,2188,8928,2194,8931,2197,8934,2197,893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957,2185l8934,2185,8934,2197,8957,2197,895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960,2185l8957,2185,8957,2197,8960,2197,8962,2194,8962,2188,896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855,2185l8852,2185,8849,2188,8849,2194,8852,2197,8855,2197,885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878,2185l8855,2185,8855,2197,8878,2197,887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881,2185l8878,2185,8878,2197,8881,2197,8883,2194,8883,2188,888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776,2185l8773,2185,8770,2188,8770,2194,8773,2197,8776,2197,8776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799,2185l8776,2185,8776,2197,8799,2197,8799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802,2185l8799,2185,8799,2197,8802,2197,8804,2194,8804,2188,8802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697,2185l8694,2185,8691,2188,8691,2194,8694,2197,8697,2197,869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720,2185l8697,2185,8697,2197,8720,2197,872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723,2185l8720,2185,8720,2197,8723,2197,8725,2194,8725,2188,8723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618,2185l8615,2185,8612,2188,8612,2194,8615,2197,8618,2197,861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640,2185l8618,2185,8618,2197,8640,2197,864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644,2185l8640,2185,8640,2197,8644,2197,8646,2194,8646,2188,864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539,2185l8536,2185,8533,2188,8533,2194,8536,2197,8539,2197,8539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561,2185l8539,2185,8539,2197,8561,2197,856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565,2185l8561,2185,8561,2197,8565,2197,8567,2194,8567,2188,856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460,2185l8457,2185,8454,2188,8454,2194,8457,2197,8460,2197,846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482,2185l8460,2185,8460,2197,8482,2197,8482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486,2185l8482,2185,8482,2197,8486,2197,8488,2194,8488,2188,8486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381,2185l8378,2185,8375,2188,8375,2194,8378,2197,8381,2197,838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403,2185l8381,2185,8381,2197,8403,2197,8403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407,2185l8403,2185,8403,2197,8407,2197,8409,2194,8409,2188,840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302,2185l8299,2185,8296,2188,8296,2194,8299,2197,8302,2197,8302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324,2185l8302,2185,8302,2197,8324,2197,832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327,2185l8324,2185,8324,2197,8327,2197,8330,2194,8330,2188,832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223,2185l8220,2185,8217,2188,8217,2194,8220,2197,8223,2197,8223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245,2185l8223,2185,8223,2197,8245,2197,824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248,2185l8245,2185,8245,2197,8248,2197,8251,2194,8251,2188,824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144,2185l8141,2185,8138,2188,8138,2194,8141,2197,8144,2197,814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166,2185l8144,2185,8144,2197,8166,2197,8166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169,2185l8166,2185,8166,2197,8169,2197,8172,2194,8172,2188,8169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065,2185l8062,2185,8059,2188,8059,2194,8062,2197,8065,2197,806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087,2185l8065,2185,8065,2197,8087,2197,808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090,2185l8087,2185,8087,2197,8090,2197,8093,2194,8093,2188,809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986,2185l7983,2185,7980,2188,7980,2194,7983,2197,7986,2197,7986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008,2185l7986,2185,7986,2197,8008,2197,800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8011,2185l8008,2185,8008,2197,8011,2197,8014,2194,8014,2188,801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907,2185l7903,2185,7901,2188,7901,2194,7903,2197,7907,2197,790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929,2185l7907,2185,7907,2197,7929,2197,7929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932,2185l7929,2185,7929,2197,7932,2197,7935,2194,7935,2188,7932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828,2185l7824,2185,7822,2188,7822,2194,7824,2197,7828,2197,782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850,2185l7828,2185,7828,2197,7850,2197,785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853,2185l7850,2185,7850,2197,7853,2197,7856,2194,7856,2188,7853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749,2185l7745,2185,7743,2188,7743,2194,7745,2197,7749,2197,7749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771,2185l7749,2185,7749,2197,7771,2197,777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774,2185l7771,2185,7771,2197,7774,2197,7777,2194,7777,2188,777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670,2185l7666,2185,7664,2188,7664,2194,7666,2197,7670,2197,767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692,2185l7670,2185,7670,2197,7692,2197,7692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695,2185l7692,2185,7692,2197,7695,2197,7698,2194,7698,2188,769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591,2185l7587,2185,7585,2188,7585,2194,7587,2197,7591,2197,759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613,2185l7591,2185,7591,2197,7613,2197,7613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616,2185l7613,2185,7613,2197,7616,2197,7619,2194,7619,2188,7616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511,2185l7508,2185,7506,2188,7506,2194,7508,2197,7511,2197,751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534,2185l7511,2185,7511,2197,7534,2197,753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537,2185l7534,2185,7534,2197,7537,2197,7540,2194,7540,2188,753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432,2185l7429,2185,7427,2188,7427,2194,7429,2197,7432,2197,7432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455,2185l7432,2185,7432,2197,7455,2197,745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458,2185l7455,2185,7455,2197,7458,2197,7461,2194,7461,2188,745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353,2185l7350,2185,7348,2188,7348,2194,7350,2197,7353,2197,7353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376,2185l7353,2185,7353,2197,7376,2197,7376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379,2185l7376,2185,7376,2197,7379,2197,7382,2194,7382,2188,7379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274,2185l7271,2185,7269,2188,7269,2194,7271,2197,7274,2197,727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297,2185l7274,2185,7274,2197,7297,2197,729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300,2185l7297,2185,7297,2197,7300,2197,7303,2194,7303,2188,730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195,2185l7192,2185,7190,2188,7190,2194,7192,2197,7195,2197,719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218,2185l7195,2185,7195,2197,7218,2197,721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221,2185l7218,2185,7218,2197,7221,2197,7224,2194,7224,2188,722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116,2185l7113,2185,7111,2188,7111,2194,7113,2197,7116,2197,7116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139,2185l7116,2185,7116,2197,7139,2197,7139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142,2185l7139,2185,7139,2197,7142,2197,7145,2194,7145,2188,7142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037,2185l7034,2185,7032,2188,7032,2194,7034,2197,7037,2197,703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060,2185l7037,2185,7037,2197,7060,2197,706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7063,2185l7060,2185,7060,2197,7063,2197,7066,2194,7066,2188,7063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958,2185l6955,2185,6953,2188,6953,2194,6955,2197,6958,2197,695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981,2185l6958,2185,6958,2197,6981,2197,698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984,2185l6981,2185,6981,2197,6984,2197,6987,2194,6987,2188,698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879,2185l6876,2185,6874,2188,6874,2194,6876,2197,6879,2197,6879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902,2185l6879,2185,6879,2197,6902,2197,6902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905,2185l6902,2185,6902,2197,6905,2197,6907,2194,6907,2188,690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800,2185l6797,2185,6795,2188,6795,2194,6797,2197,6800,2197,680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823,2185l6800,2185,6800,2197,6823,2197,6823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826,2185l6823,2185,6823,2197,6826,2197,6828,2194,6828,2188,6826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721,2185l6718,2185,6716,2188,6716,2194,6718,2197,6721,2197,672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744,2185l6721,2185,6721,2197,6744,2197,674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747,2185l6744,2185,6744,2197,6747,2197,6749,2194,6749,2188,674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642,2185l6639,2185,6636,2188,6636,2194,6639,2197,6642,2197,6642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665,2185l6642,2185,6642,2197,6665,2197,666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668,2185l6665,2185,6665,2197,6668,2197,6670,2194,6670,2188,666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563,2185l6560,2185,6557,2188,6557,2194,6560,2197,6563,2197,6563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586,2185l6563,2185,6563,2197,6586,2197,6586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589,2185l6586,2185,6586,2197,6589,2197,6591,2194,6591,2188,6589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484,2185l6481,2185,6478,2188,6478,2194,6481,2197,6484,2197,648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507,2185l6484,2185,6484,2197,6507,2197,650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510,2185l6507,2185,6507,2197,6510,2197,6512,2194,6512,2188,651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405,2185l6402,2185,6399,2188,6399,2194,6402,2197,6405,2197,640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428,2185l6405,2185,6405,2197,6428,2197,6428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431,2185l6428,2185,6428,2197,6431,2197,6433,2194,6433,2188,643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326,2185l6323,2185,6320,2188,6320,2194,6323,2197,6326,2197,6326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349,2185l6326,2185,6326,2197,6349,2197,6349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352,2185l6349,2185,6349,2197,6352,2197,6354,2194,6354,2188,6352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247,2185l6244,2185,6241,2188,6241,2194,6244,2197,6247,2197,6247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270,2185l6247,2185,6247,2197,6270,2197,627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273,2185l6270,2185,6270,2197,6273,2197,6275,2194,6275,2188,6273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74,2191l6174,2194,6176,2197,6180,2197,6174,2191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0,2185l6174,2191,6180,2197,618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5,2185l6180,2185,6180,2197,6191,2197,6191,2191,6185,2191,6185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94,2185l6191,2185,6191,2197,6194,2197,6196,2194,6196,2188,6194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0,2185l6176,2185,6174,2188,6174,2191,6180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91,2185l6185,2185,6185,2191,6191,2191,6191,21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3,2174l6176,2174,6174,2176,6174,2188,6176,2185,6185,2185,6185,2176,6183,2174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3,2097l6176,2097,6174,2100,6174,2128,6176,2131,6183,2131,6185,2128,6185,2100,6183,2097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3,2021l6176,2021,6174,2023,6174,2052,6176,2054,6183,2054,6185,2052,6185,2023,6183,2021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3,1944l6176,1944,6174,1947,6174,1975,6176,1978,6183,1978,6185,1975,6185,1947,6183,1944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3,1868l6176,1868,6174,1870,6174,1899,6176,1901,6183,1901,6185,1899,6185,1870,6183,1868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3,1791l6176,1791,6174,1794,6174,1822,6176,1825,6183,1825,6185,1822,6185,1794,6183,1791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3,1715l6176,1715,6174,1717,6174,1746,6176,1748,6183,1748,6185,1746,6185,1717,6183,171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3,1638l6176,1638,6174,1641,6174,1669,6176,1672,6183,1672,6185,1669,6185,1641,6183,1638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3,1562l6176,1562,6174,1564,6174,1593,6176,1595,6183,1595,6185,1593,6185,1564,6183,1562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3,1485l6176,1485,6174,1488,6174,1516,6176,1519,6183,1519,6185,1516,6185,1488,6183,1485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3,1409l6176,1409,6174,1411,6174,1440,6176,1442,6183,1442,6185,1440,6185,1411,6183,1409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3,1332l6176,1332,6174,1335,6174,1363,6176,1366,6183,1366,6185,1363,6185,1335,6183,1332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3,1256l6176,1256,6174,1258,6174,1287,6176,1289,6183,1289,6185,1287,6185,1258,6183,1256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3,1179l6176,1179,6174,1182,6174,1210,6176,1213,6183,1213,6185,1210,6185,1182,6183,1179xe" filled="true" fillcolor="#231f20" stroked="false">
                <v:path arrowok="t"/>
                <v:fill type="solid"/>
              </v:shape>
              <v:shape style="position:absolute;left:6174;top:1037;width:5228;height:1160" coordorigin="6174,1037" coordsize="5228,1160" path="m6183,1103l6176,1103,6174,1106,6174,1134,6176,1136,6183,1136,6185,1134,6185,1106,6183,1103xe" filled="true" fillcolor="#231f20" stroked="false">
                <v:path arrowok="t"/>
                <v:fill type="solid"/>
              </v:shape>
              <v:shape style="position:absolute;left:10432;top:1802;width:918;height:352" type="#_x0000_t75" stroked="false">
                <v:imagedata r:id="rId14" o:title=""/>
              </v:shape>
            </v:group>
            <v:group style="position:absolute;left:6174;top:2185;width:5228;height:550" coordorigin="6174,2185" coordsize="5228,550">
              <v:shape style="position:absolute;left:6174;top:2185;width:5228;height:550" coordorigin="6174,2185" coordsize="5228,550" path="m6174,2729l6174,2732,6176,2735,6180,2735,6174,2729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180,2724l6176,2724,6174,2726,6174,2729,6180,2735,618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185,2724l6180,2724,6180,2735,6185,2729,618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185,2729l6180,2735,6183,2735,6185,2732,6185,2729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191,2724l6185,2724,6185,2732,6183,2735,6191,2735,619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194,2724l6191,2724,6191,2735,6194,2735,6197,2732,6197,2726,619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183,2712l6176,2712,6174,2715,6174,2726,6176,2724,6185,2724,6185,2715,6183,2712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247,2724l6244,2724,6242,2726,6242,2732,6244,2735,6247,2735,624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270,2724l6247,2724,6247,2735,6270,2735,627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273,2724l6270,2724,6270,2735,6273,2735,6276,2732,6276,2726,6273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326,2724l6323,2724,6321,2726,6321,2732,6323,2735,6326,2735,6326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349,2724l6326,2724,6326,2735,6349,2735,634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352,2724l6349,2724,6349,2735,6352,2735,6355,2732,6355,2726,6352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405,2724l6402,2724,6400,2726,6400,2732,6402,2735,6405,2735,640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428,2724l6405,2724,6405,2735,6428,2735,642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431,2724l6428,2724,6428,2735,6431,2735,6434,2732,6434,2726,643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484,2724l6481,2724,6479,2726,6479,2732,6481,2735,6484,2735,648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507,2724l6484,2724,6484,2735,6507,2735,650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510,2724l6507,2724,6507,2735,6510,2735,6513,2732,6513,2726,651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563,2724l6560,2724,6558,2726,6558,2732,6560,2735,6563,2735,6563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586,2724l6563,2724,6563,2735,6586,2735,6586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589,2724l6586,2724,6586,2735,6589,2735,6592,2732,6592,2726,658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642,2724l6639,2724,6637,2726,6637,2732,6639,2735,6642,2735,6642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665,2724l6642,2724,6642,2735,6665,2735,666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668,2724l6665,2724,6665,2735,6668,2735,6671,2732,6671,2726,666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721,2724l6718,2724,6716,2726,6716,2732,6718,2735,6721,2735,672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744,2724l6721,2724,6721,2735,6744,2735,674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747,2724l6744,2724,6744,2735,6747,2735,6750,2732,6750,2726,674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801,2724l6797,2724,6795,2726,6795,2732,6797,2735,6801,2735,680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823,2724l6801,2724,6801,2735,6823,2735,6823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826,2724l6823,2724,6823,2735,6826,2735,6829,2732,6829,2726,6826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880,2724l6876,2724,6874,2726,6874,2732,6876,2735,6880,2735,688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902,2724l6880,2724,6880,2735,6902,2735,6902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905,2724l6902,2724,6902,2735,6905,2735,6908,2732,6908,2726,690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959,2724l6955,2724,6953,2726,6953,2732,6955,2735,6959,2735,695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981,2724l6959,2724,6959,2735,6981,2735,698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984,2724l6981,2724,6981,2735,6984,2735,6987,2732,6987,2726,698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038,2724l7034,2724,7032,2726,7032,2732,7034,2735,7038,2735,703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060,2724l7038,2724,7038,2735,7060,2735,706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063,2724l7060,2724,7060,2735,7063,2735,7066,2732,7066,2726,7063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117,2724l7114,2724,7111,2726,7111,2732,7114,2735,7117,2735,711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139,2724l7117,2724,7117,2735,7139,2735,713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142,2724l7139,2724,7139,2735,7142,2735,7145,2732,7145,2726,7142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196,2724l7193,2724,7190,2726,7190,2732,7193,2735,7196,2735,7196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218,2724l7196,2724,7196,2735,7218,2735,721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221,2724l7218,2724,7218,2735,7221,2735,7224,2732,7224,2726,722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275,2724l7272,2724,7269,2726,7269,2732,7272,2735,7275,2735,727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297,2724l7275,2724,7275,2735,7297,2735,729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300,2724l7297,2724,7297,2735,7300,2735,7303,2732,7303,2726,730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354,2724l7351,2724,7348,2726,7348,2732,7351,2735,7354,2735,735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376,2724l7354,2724,7354,2735,7376,2735,7376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379,2724l7376,2724,7376,2735,7379,2735,7382,2732,7382,2726,737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433,2724l7430,2724,7427,2726,7427,2732,7430,2735,7433,2735,7433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455,2724l7433,2724,7433,2735,7455,2735,745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458,2724l7455,2724,7455,2735,7458,2735,7461,2732,7461,2726,745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512,2724l7509,2724,7506,2726,7506,2732,7509,2735,7512,2735,7512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534,2724l7512,2724,7512,2735,7534,2735,753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537,2724l7534,2724,7534,2735,7537,2735,7540,2732,7540,2726,753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591,2724l7588,2724,7585,2726,7585,2732,7588,2735,7591,2735,759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613,2724l7591,2724,7591,2735,7613,2735,7613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617,2724l7613,2724,7613,2735,7617,2735,7619,2732,7619,2726,761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670,2724l7667,2724,7664,2726,7664,2732,7667,2735,7670,2735,767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692,2724l7670,2724,7670,2735,7692,2735,7692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696,2724l7692,2724,7692,2735,7696,2735,7698,2732,7698,2726,7696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749,2724l7746,2724,7743,2726,7743,2732,7746,2735,7749,2735,774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771,2724l7749,2724,7749,2735,7771,2735,777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775,2724l7771,2724,7771,2735,7775,2735,7777,2732,7777,2726,777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828,2724l7825,2724,7822,2726,7822,2732,7825,2735,7828,2735,782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850,2724l7828,2724,7828,2735,7850,2735,785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854,2724l7850,2724,7850,2735,7854,2735,7856,2732,7856,2726,785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907,2724l7904,2724,7901,2726,7901,2732,7904,2735,7907,2735,790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930,2724l7907,2724,7907,2735,7930,2735,793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933,2724l7930,2724,7930,2735,7933,2735,7935,2732,7935,2726,7933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986,2724l7983,2724,7980,2726,7980,2732,7983,2735,7986,2735,7986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009,2724l7986,2724,7986,2735,8009,2735,800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012,2724l8009,2724,8009,2735,8012,2735,8014,2732,8014,2726,8012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065,2724l8062,2724,8059,2726,8059,2732,8062,2735,8065,2735,806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088,2724l8065,2724,8065,2735,8088,2735,808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091,2724l8088,2724,8088,2735,8091,2735,8093,2732,8093,2726,809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144,2724l8141,2724,8138,2726,8138,2732,8141,2735,8144,2735,814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167,2724l8144,2724,8144,2735,8167,2735,816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170,2724l8167,2724,8167,2735,8170,2735,8172,2732,8172,2726,817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223,2724l8220,2724,8217,2726,8217,2732,8220,2735,8223,2735,8223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246,2724l8223,2724,8223,2735,8246,2735,8246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249,2724l8246,2724,8246,2735,8249,2735,8251,2732,8251,2726,824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302,2724l8299,2724,8296,2726,8296,2732,8299,2735,8302,2735,8302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325,2724l8302,2724,8302,2735,8325,2735,832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328,2724l8325,2724,8325,2735,8328,2735,8330,2732,8330,2726,832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381,2724l8378,2724,8375,2726,8375,2732,8378,2735,8381,2735,838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404,2724l8381,2724,8381,2735,8404,2735,840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407,2724l8404,2724,8404,2735,8407,2735,8409,2732,8409,2726,840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460,2724l8457,2724,8454,2726,8454,2732,8457,2735,8460,2735,846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483,2724l8460,2724,8460,2735,8483,2735,8483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486,2724l8483,2724,8483,2735,8486,2735,8488,2732,8488,2726,8486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539,2724l8536,2724,8534,2726,8534,2732,8536,2735,8539,2735,853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562,2724l8539,2724,8539,2735,8562,2735,8562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565,2724l8562,2724,8562,2735,8565,2735,8567,2732,8567,2726,856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618,2724l8615,2724,8613,2726,8613,2732,8615,2735,8618,2735,861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641,2724l8618,2724,8618,2735,8641,2735,864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644,2724l8641,2724,8641,2735,8644,2735,8646,2732,8646,2726,864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697,2724l8694,2724,8692,2726,8692,2732,8694,2735,8697,2735,869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720,2724l8697,2724,8697,2735,8720,2735,872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723,2724l8720,2724,8720,2735,8723,2735,8725,2732,8725,2726,8723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776,2724l8773,2724,8771,2726,8771,2732,8773,2735,8776,2735,8776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799,2724l8776,2724,8776,2735,8799,2735,879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802,2724l8799,2724,8799,2735,8802,2735,8805,2732,8805,2726,8802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855,2724l8852,2724,8850,2726,8850,2732,8852,2735,8855,2735,885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878,2724l8855,2724,8855,2735,8878,2735,887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881,2724l8878,2724,8878,2735,8881,2735,8884,2732,8884,2726,888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934,2724l8931,2724,8929,2726,8929,2732,8931,2735,8934,2735,893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957,2724l8934,2724,8934,2735,8957,2735,895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960,2724l8957,2724,8957,2735,8960,2735,8963,2732,8963,2726,896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013,2724l9010,2724,9008,2726,9008,2732,9010,2735,9013,2735,9013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036,2724l9013,2724,9013,2735,9036,2735,9036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039,2724l9036,2724,9036,2735,9039,2735,9042,2732,9042,2726,903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092,2724l9089,2724,9087,2726,9087,2732,9089,2735,9092,2735,9092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115,2724l9092,2724,9092,2735,9115,2735,911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118,2724l9115,2724,9115,2735,9118,2735,9121,2732,9121,2726,911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171,2724l9168,2724,9166,2726,9166,2732,9168,2735,9171,2735,917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194,2724l9171,2724,9171,2735,9194,2735,919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197,2724l9194,2724,9194,2735,9197,2735,9200,2732,9200,2726,919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250,2724l9247,2724,9245,2726,9245,2732,9247,2735,9250,2735,925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273,2724l9250,2724,9250,2735,9273,2735,9273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276,2724l9273,2724,9273,2735,9276,2735,9279,2732,9279,2726,9276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329,2724l9326,2724,9324,2726,9324,2732,9326,2735,9329,2735,932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352,2724l9329,2724,9329,2735,9352,2735,9352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355,2724l9352,2724,9352,2735,9355,2735,9358,2732,9358,2726,935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409,2724l9405,2724,9403,2726,9403,2732,9405,2735,9409,2735,940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431,2724l9409,2724,9409,2735,9431,2735,943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434,2724l9431,2724,9431,2735,9434,2735,9437,2732,9437,2726,943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488,2724l9484,2724,9482,2726,9482,2732,9484,2735,9488,2735,948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510,2724l9488,2724,9488,2735,9510,2735,951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513,2724l9510,2724,9510,2735,9513,2735,9516,2732,9516,2726,9513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567,2724l9563,2724,9561,2726,9561,2732,9563,2735,9567,2735,956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589,2724l9567,2724,9567,2735,9589,2735,958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592,2724l9589,2724,9589,2735,9592,2735,9595,2732,9595,2726,9592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646,2724l9642,2724,9640,2726,9640,2732,9642,2735,9646,2735,9646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668,2724l9646,2724,9646,2735,9668,2735,966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671,2724l9668,2724,9668,2735,9671,2735,9674,2732,9674,2726,967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725,2724l9721,2724,9719,2726,9719,2732,9721,2735,9725,2735,972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747,2724l9725,2724,9725,2735,9747,2735,974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750,2724l9747,2724,9747,2735,9750,2735,9753,2732,9753,2726,975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804,2724l9801,2724,9798,2726,9798,2732,9801,2735,9804,2735,980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826,2724l9804,2724,9804,2735,9826,2735,9826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829,2724l9826,2724,9826,2735,9829,2735,9832,2732,9832,2726,982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883,2724l9880,2724,9877,2726,9877,2732,9880,2735,9883,2735,9883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905,2724l9883,2724,9883,2735,9905,2735,990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908,2724l9905,2724,9905,2735,9908,2735,9911,2732,9911,2726,990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962,2724l9959,2724,9956,2726,9956,2732,9959,2735,9962,2735,9962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984,2724l9962,2724,9962,2735,9984,2735,998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987,2724l9984,2724,9984,2735,9987,2735,9990,2732,9990,2726,998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041,2724l10038,2724,10035,2726,10035,2732,10038,2735,10041,2735,1004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063,2724l10041,2724,10041,2735,10063,2735,10063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066,2724l10063,2724,10063,2735,10066,2735,10069,2732,10069,2726,10066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120,2724l10117,2724,10114,2726,10114,2732,10117,2735,10120,2735,1012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142,2724l10120,2724,10120,2735,10142,2735,10142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145,2724l10142,2724,10142,2735,10145,2735,10148,2732,10148,2726,1014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199,2724l10196,2724,10193,2726,10193,2732,10196,2735,10199,2735,1019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221,2724l10199,2724,10199,2735,10221,2735,1022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225,2724l10221,2724,10221,2735,10225,2735,10227,2732,10227,2726,1022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278,2724l10275,2724,10272,2726,10272,2732,10275,2735,10278,2735,1027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300,2724l10278,2724,10278,2735,10300,2735,1030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304,2724l10300,2724,10300,2735,10304,2735,10306,2732,10306,2726,1030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357,2724l10354,2724,10351,2726,10351,2732,10354,2735,10357,2735,1035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379,2724l10357,2724,10357,2735,10379,2735,1037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383,2724l10379,2724,10379,2735,10383,2735,10385,2732,10385,2726,10383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436,2724l10433,2724,10430,2726,10430,2732,10433,2735,10436,2735,10436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458,2724l10436,2724,10436,2735,10458,2735,1045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462,2724l10458,2724,10458,2735,10462,2735,10464,2732,10464,2726,10462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515,2724l10512,2724,10509,2726,10509,2732,10512,2735,10515,2735,1051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538,2724l10515,2724,10515,2735,10538,2735,1053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541,2724l10538,2724,10538,2735,10541,2735,10543,2732,10543,2726,1054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594,2724l10591,2724,10588,2726,10588,2732,10591,2735,10594,2735,1059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617,2724l10594,2724,10594,2735,10617,2735,1061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620,2724l10617,2724,10617,2735,10620,2735,10622,2732,10622,2726,1062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673,2724l10670,2724,10667,2726,10667,2732,10670,2735,10673,2735,10673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696,2724l10673,2724,10673,2735,10696,2735,10696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699,2724l10696,2724,10696,2735,10699,2735,10701,2732,10701,2726,1069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752,2724l10749,2724,10746,2726,10746,2732,10749,2735,10752,2735,10752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775,2724l10752,2724,10752,2735,10775,2735,1077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778,2724l10775,2724,10775,2735,10778,2735,10780,2732,10780,2726,1077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831,2724l10828,2724,10825,2726,10825,2732,10828,2735,10831,2735,1083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854,2724l10831,2724,10831,2735,10854,2735,1085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857,2724l10854,2724,10854,2735,10857,2735,10859,2732,10859,2726,1085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910,2724l10907,2724,10904,2726,10904,2732,10907,2735,10910,2735,1091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933,2724l10910,2724,10910,2735,10933,2735,10933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936,2724l10933,2724,10933,2735,10936,2735,10938,2732,10938,2726,10936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989,2724l10986,2724,10983,2726,10983,2732,10986,2735,10989,2735,1098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012,2724l10989,2724,10989,2735,11012,2735,11012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015,2724l11012,2724,11012,2735,11015,2735,11017,2732,11017,2726,1101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068,2724l11065,2724,11062,2726,11062,2732,11065,2735,11068,2735,1106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091,2724l11068,2724,11068,2735,11091,2735,1109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094,2724l11091,2724,11091,2735,11094,2735,11096,2732,11096,2726,1109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147,2724l11144,2724,11141,2726,11141,2732,11144,2735,11147,2735,11147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170,2724l11147,2724,11147,2735,11170,2735,1117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173,2724l11170,2724,11170,2735,11173,2735,11175,2732,11175,2726,11173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226,2724l11223,2724,11221,2726,11221,2732,11223,2735,11226,2735,11226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249,2724l11226,2724,11226,2735,11249,2735,11249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252,2724l11249,2724,11249,2735,11252,2735,11254,2732,11254,2726,11252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05,2724l11302,2724,11300,2726,11300,2732,11302,2735,11305,2735,1130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28,2724l11305,2724,11305,2735,11328,2735,1132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31,2724l11328,2724,11328,2735,11331,2735,11333,2732,11333,2726,1133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84,2724l11381,2724,11379,2726,11379,2732,11381,2735,11384,2735,11384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90,2724l11384,2724,11384,2735,11395,2735,11395,2729,11390,2729,11390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95,2724l11395,2735,11401,2729,11395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401,2729l11395,2735,11398,2735,11401,2732,11401,2729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98,2712l11392,2712,11390,2715,11390,2729,11395,2729,11395,2724,11401,2724,11401,2715,11398,2712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98,2724l11395,2724,11401,2729,11401,2726,11398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401,2724l11398,2724,11401,2726,11401,272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98,2636l11392,2636,11390,2638,11390,2666,11392,2669,11398,2669,11401,2666,11401,2638,11398,2636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98,2559l11392,2559,11390,2561,11390,2589,11392,2592,11398,2592,11401,2589,11401,2561,11398,2559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98,2482l11392,2482,11390,2484,11390,2513,11392,2515,11398,2515,11401,2513,11401,2484,11398,2482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98,2405l11392,2405,11390,2408,11390,2436,11392,2438,11398,2438,11401,2436,11401,2408,11398,240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98,2328l11392,2328,11390,2331,11390,2359,11392,2361,11398,2361,11401,2359,11401,2331,11398,2328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98,2251l11392,2251,11390,2254,11390,2282,11392,2285,11398,2285,11401,2282,11401,2254,11398,2251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95,2185l11390,2191,11390,2205,11392,2208,11398,2208,11401,2205,11401,2197,11395,2197,1139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84,2185l11381,2185,11378,2188,11378,2194,11381,2197,11384,2197,1138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92,2185l11384,2185,11384,2197,11390,2197,11390,2188,1139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95,2185l11395,2197,11401,2197,11401,2191,1139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95,2185l11392,2185,11390,2188,11390,2191,1139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98,2185l11395,2185,11401,2191,11401,2188,1139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05,2185l11302,2185,11299,2188,11299,2194,11302,2197,11305,2197,1130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27,2185l11305,2185,11305,2197,11327,2197,1132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331,2185l11327,2185,11327,2197,11331,2197,11333,2194,11333,2188,1133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226,2185l11223,2185,11220,2188,11220,2194,11223,2197,11226,2197,11226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248,2185l11226,2185,11226,2197,11248,2197,1124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252,2185l11248,2185,11248,2197,11252,2197,11254,2194,11254,2188,1125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147,2185l11144,2185,11141,2188,11141,2194,11144,2197,11147,2197,1114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169,2185l11147,2185,11147,2197,11169,2197,11169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173,2185l11169,2185,11169,2197,11173,2197,11175,2194,11175,2188,11173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068,2185l11065,2185,11062,2188,11062,2194,11065,2197,11068,2197,1106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090,2185l11068,2185,11068,2197,11090,2197,1109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094,2185l11090,2185,11090,2197,11094,2197,11096,2194,11096,2188,1109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989,2185l10986,2185,10983,2188,10983,2194,10986,2197,10989,2197,10989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011,2185l10989,2185,10989,2197,11011,2197,1101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1015,2185l11011,2185,11011,2197,11015,2197,11017,2194,11017,2188,1101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910,2185l10907,2185,10904,2188,10904,2194,10907,2197,10910,2197,1091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932,2185l10910,2185,10910,2197,10932,2197,1093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935,2185l10932,2185,10932,2197,10935,2197,10938,2194,10938,2188,1093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831,2185l10828,2185,10825,2188,10825,2194,10828,2197,10831,2197,1083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853,2185l10831,2185,10831,2197,10853,2197,10853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856,2185l10853,2185,10853,2197,10856,2197,10859,2194,10859,2188,10856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752,2185l10749,2185,10746,2188,10746,2194,10749,2197,10752,2197,1075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774,2185l10752,2185,10752,2197,10774,2197,1077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777,2185l10774,2185,10774,2197,10777,2197,10780,2194,10780,2188,1077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673,2185l10670,2185,10667,2188,10667,2194,10670,2197,10673,2197,10673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695,2185l10673,2185,10673,2197,10695,2197,1069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698,2185l10695,2185,10695,2197,10698,2197,10701,2194,10701,2188,1069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594,2185l10591,2185,10588,2188,10588,2194,10591,2197,10594,2197,1059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616,2185l10594,2185,10594,2197,10616,2197,10616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619,2185l10616,2185,10616,2197,10619,2197,10622,2194,10622,2188,10619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515,2185l10511,2185,10509,2188,10509,2194,10511,2197,10515,2197,1051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537,2185l10515,2185,10515,2197,10537,2197,1053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540,2185l10537,2185,10537,2197,10540,2197,10543,2194,10543,2188,1054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436,2185l10432,2185,10430,2188,10430,2194,10432,2197,10436,2197,10436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458,2185l10436,2185,10436,2197,10458,2197,1045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461,2185l10458,2185,10458,2197,10461,2197,10464,2194,10464,2188,1046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357,2185l10353,2185,10351,2188,10351,2194,10353,2197,10357,2197,1035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379,2185l10357,2185,10357,2197,10379,2197,10379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382,2185l10379,2185,10379,2197,10382,2197,10385,2194,10385,2188,1038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278,2185l10274,2185,10272,2188,10272,2194,10274,2197,10278,2197,1027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300,2185l10278,2185,10278,2197,10300,2197,1030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303,2185l10300,2185,10300,2197,10303,2197,10306,2194,10306,2188,10303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198,2185l10195,2185,10193,2188,10193,2194,10195,2197,10198,2197,1019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221,2185l10198,2185,10198,2197,10221,2197,1022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224,2185l10221,2185,10221,2197,10224,2197,10227,2194,10227,2188,1022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119,2185l10116,2185,10114,2188,10114,2194,10116,2197,10119,2197,10119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142,2185l10119,2185,10119,2197,10142,2197,1014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145,2185l10142,2185,10142,2197,10145,2197,10148,2194,10148,2188,1014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040,2185l10037,2185,10035,2188,10035,2194,10037,2197,10040,2197,1004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063,2185l10040,2185,10040,2197,10063,2197,10063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10066,2185l10063,2185,10063,2197,10066,2197,10069,2194,10069,2188,10066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961,2185l9958,2185,9956,2188,9956,2194,9958,2197,9961,2197,996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984,2185l9961,2185,9961,2197,9984,2197,998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987,2185l9984,2185,9984,2197,9987,2197,9990,2194,9990,2188,998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882,2185l9879,2185,9877,2188,9877,2194,9879,2197,9882,2197,988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905,2185l9882,2185,9882,2197,9905,2197,990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908,2185l9905,2185,9905,2197,9908,2197,9911,2194,9911,2188,990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803,2185l9800,2185,9798,2188,9798,2194,9800,2197,9803,2197,9803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826,2185l9803,2185,9803,2197,9826,2197,9826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829,2185l9826,2185,9826,2197,9829,2197,9832,2194,9832,2188,9829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724,2185l9721,2185,9719,2188,9719,2194,9721,2197,9724,2197,972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747,2185l9724,2185,9724,2197,9747,2197,974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750,2185l9747,2185,9747,2197,9750,2197,9753,2194,9753,2188,975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645,2185l9642,2185,9640,2188,9640,2194,9642,2197,9645,2197,964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668,2185l9645,2185,9645,2197,9668,2197,966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671,2185l9668,2185,9668,2197,9671,2197,9674,2194,9674,2188,967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566,2185l9563,2185,9561,2188,9561,2194,9563,2197,9566,2197,9566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589,2185l9566,2185,9566,2197,9589,2197,9589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592,2185l9589,2185,9589,2197,9592,2197,9595,2194,9595,2188,959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487,2185l9484,2185,9482,2188,9482,2194,9484,2197,9487,2197,948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510,2185l9487,2185,9487,2197,9510,2197,951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513,2185l9510,2185,9510,2197,9513,2197,9515,2194,9515,2188,9513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408,2185l9405,2185,9403,2188,9403,2194,9405,2197,9408,2197,940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431,2185l9408,2185,9408,2197,9431,2197,943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434,2185l9431,2185,9431,2197,9434,2197,9436,2194,9436,2188,943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329,2185l9326,2185,9323,2188,9323,2194,9326,2197,9329,2197,9329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352,2185l9329,2185,9329,2197,9352,2197,935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355,2185l9352,2185,9352,2197,9355,2197,9357,2194,9357,2188,935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250,2185l9247,2185,9244,2188,9244,2194,9247,2197,9250,2197,925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273,2185l9250,2185,9250,2197,9273,2197,9273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276,2185l9273,2185,9273,2197,9276,2197,9278,2194,9278,2188,9276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171,2185l9168,2185,9165,2188,9165,2194,9168,2197,9171,2197,917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194,2185l9171,2185,9171,2197,9194,2197,919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197,2185l9194,2185,9194,2197,9197,2197,9199,2194,9199,2188,919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092,2185l9089,2185,9086,2188,9086,2194,9089,2197,9092,2197,909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115,2185l9092,2185,9092,2197,9115,2197,911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118,2185l9115,2185,9115,2197,9118,2197,9120,2194,9120,2188,911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013,2185l9010,2185,9007,2188,9007,2194,9010,2197,9013,2197,9013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036,2185l9013,2185,9013,2197,9036,2197,9036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9039,2185l9036,2185,9036,2197,9039,2197,9041,2194,9041,2188,9039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934,2185l8931,2185,8928,2188,8928,2194,8931,2197,8934,2197,893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957,2185l8934,2185,8934,2197,8957,2197,895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960,2185l8957,2185,8957,2197,8960,2197,8962,2194,8962,2188,896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855,2185l8852,2185,8849,2188,8849,2194,8852,2197,8855,2197,885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878,2185l8855,2185,8855,2197,8878,2197,887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881,2185l8878,2185,8878,2197,8881,2197,8883,2194,8883,2188,888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776,2185l8773,2185,8770,2188,8770,2194,8773,2197,8776,2197,8776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799,2185l8776,2185,8776,2197,8799,2197,8799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802,2185l8799,2185,8799,2197,8802,2197,8804,2194,8804,2188,880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697,2185l8694,2185,8691,2188,8691,2194,8694,2197,8697,2197,869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720,2185l8697,2185,8697,2197,8720,2197,872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723,2185l8720,2185,8720,2197,8723,2197,8725,2194,8725,2188,8723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618,2185l8615,2185,8612,2188,8612,2194,8615,2197,8618,2197,861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640,2185l8618,2185,8618,2197,8640,2197,864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644,2185l8640,2185,8640,2197,8644,2197,8646,2194,8646,2188,864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539,2185l8536,2185,8533,2188,8533,2194,8536,2197,8539,2197,8539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561,2185l8539,2185,8539,2197,8561,2197,856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565,2185l8561,2185,8561,2197,8565,2197,8567,2194,8567,2188,856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460,2185l8457,2185,8454,2188,8454,2194,8457,2197,8460,2197,846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482,2185l8460,2185,8460,2197,8482,2197,848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486,2185l8482,2185,8482,2197,8486,2197,8488,2194,8488,2188,8486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381,2185l8378,2185,8375,2188,8375,2194,8378,2197,8381,2197,838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403,2185l8381,2185,8381,2197,8403,2197,8403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407,2185l8403,2185,8403,2197,8407,2197,8409,2194,8409,2188,840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302,2185l8299,2185,8296,2188,8296,2194,8299,2197,8302,2197,830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324,2185l8302,2185,8302,2197,8324,2197,832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327,2185l8324,2185,8324,2197,8327,2197,8330,2194,8330,2188,832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223,2185l8220,2185,8217,2188,8217,2194,8220,2197,8223,2197,8223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245,2185l8223,2185,8223,2197,8245,2197,824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248,2185l8245,2185,8245,2197,8248,2197,8251,2194,8251,2188,824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144,2185l8141,2185,8138,2188,8138,2194,8141,2197,8144,2197,814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166,2185l8144,2185,8144,2197,8166,2197,8166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169,2185l8166,2185,8166,2197,8169,2197,8172,2194,8172,2188,8169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065,2185l8062,2185,8059,2188,8059,2194,8062,2197,8065,2197,806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087,2185l8065,2185,8065,2197,8087,2197,808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090,2185l8087,2185,8087,2197,8090,2197,8093,2194,8093,2188,809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986,2185l7983,2185,7980,2188,7980,2194,7983,2197,7986,2197,7986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008,2185l7986,2185,7986,2197,8008,2197,800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8011,2185l8008,2185,8008,2197,8011,2197,8014,2194,8014,2188,801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907,2185l7903,2185,7901,2188,7901,2194,7903,2197,7907,2197,790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929,2185l7907,2185,7907,2197,7929,2197,7929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932,2185l7929,2185,7929,2197,7932,2197,7935,2194,7935,2188,793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828,2185l7824,2185,7822,2188,7822,2194,7824,2197,7828,2197,782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850,2185l7828,2185,7828,2197,7850,2197,785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853,2185l7850,2185,7850,2197,7853,2197,7856,2194,7856,2188,7853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749,2185l7745,2185,7743,2188,7743,2194,7745,2197,7749,2197,7749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771,2185l7749,2185,7749,2197,7771,2197,777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774,2185l7771,2185,7771,2197,7774,2197,7777,2194,7777,2188,777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670,2185l7666,2185,7664,2188,7664,2194,7666,2197,7670,2197,767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692,2185l7670,2185,7670,2197,7692,2197,769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695,2185l7692,2185,7692,2197,7695,2197,7698,2194,7698,2188,769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591,2185l7587,2185,7585,2188,7585,2194,7587,2197,7591,2197,759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613,2185l7591,2185,7591,2197,7613,2197,7613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616,2185l7613,2185,7613,2197,7616,2197,7619,2194,7619,2188,7616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511,2185l7508,2185,7506,2188,7506,2194,7508,2197,7511,2197,751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534,2185l7511,2185,7511,2197,7534,2197,753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537,2185l7534,2185,7534,2197,7537,2197,7540,2194,7540,2188,753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432,2185l7429,2185,7427,2188,7427,2194,7429,2197,7432,2197,743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455,2185l7432,2185,7432,2197,7455,2197,745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458,2185l7455,2185,7455,2197,7458,2197,7461,2194,7461,2188,745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353,2185l7350,2185,7348,2188,7348,2194,7350,2197,7353,2197,7353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376,2185l7353,2185,7353,2197,7376,2197,7376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379,2185l7376,2185,7376,2197,7379,2197,7382,2194,7382,2188,7379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274,2185l7271,2185,7269,2188,7269,2194,7271,2197,7274,2197,727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297,2185l7274,2185,7274,2197,7297,2197,729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300,2185l7297,2185,7297,2197,7300,2197,7303,2194,7303,2188,730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195,2185l7192,2185,7190,2188,7190,2194,7192,2197,7195,2197,719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218,2185l7195,2185,7195,2197,7218,2197,721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221,2185l7218,2185,7218,2197,7221,2197,7224,2194,7224,2188,722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116,2185l7113,2185,7111,2188,7111,2194,7113,2197,7116,2197,7116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139,2185l7116,2185,7116,2197,7139,2197,7139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142,2185l7139,2185,7139,2197,7142,2197,7145,2194,7145,2188,714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037,2185l7034,2185,7032,2188,7032,2194,7034,2197,7037,2197,703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060,2185l7037,2185,7037,2197,7060,2197,706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7063,2185l7060,2185,7060,2197,7063,2197,7066,2194,7066,2188,7063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958,2185l6955,2185,6953,2188,6953,2194,6955,2197,6958,2197,695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981,2185l6958,2185,6958,2197,6981,2197,698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984,2185l6981,2185,6981,2197,6984,2197,6987,2194,6987,2188,698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879,2185l6876,2185,6874,2188,6874,2194,6876,2197,6879,2197,6879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902,2185l6879,2185,6879,2197,6902,2197,690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905,2185l6902,2185,6902,2197,6905,2197,6907,2194,6907,2188,690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800,2185l6797,2185,6795,2188,6795,2194,6797,2197,6800,2197,680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823,2185l6800,2185,6800,2197,6823,2197,6823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826,2185l6823,2185,6823,2197,6826,2197,6828,2194,6828,2188,6826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721,2185l6718,2185,6716,2188,6716,2194,6718,2197,6721,2197,672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744,2185l6721,2185,6721,2197,6744,2197,674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747,2185l6744,2185,6744,2197,6747,2197,6749,2194,6749,2188,674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642,2185l6639,2185,6636,2188,6636,2194,6639,2197,6642,2197,664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665,2185l6642,2185,6642,2197,6665,2197,666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668,2185l6665,2185,6665,2197,6668,2197,6670,2194,6670,2188,666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563,2185l6560,2185,6557,2188,6557,2194,6560,2197,6563,2197,6563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586,2185l6563,2185,6563,2197,6586,2197,6586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589,2185l6586,2185,6586,2197,6589,2197,6591,2194,6591,2188,6589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484,2185l6481,2185,6478,2188,6478,2194,6481,2197,6484,2197,648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507,2185l6484,2185,6484,2197,6507,2197,650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510,2185l6507,2185,6507,2197,6510,2197,6512,2194,6512,2188,651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405,2185l6402,2185,6399,2188,6399,2194,6402,2197,6405,2197,6405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428,2185l6405,2185,6405,2197,6428,2197,6428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431,2185l6428,2185,6428,2197,6431,2197,6433,2194,6433,2188,643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326,2185l6323,2185,6320,2188,6320,2194,6323,2197,6326,2197,6326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349,2185l6326,2185,6326,2197,6349,2197,6349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352,2185l6349,2185,6349,2197,6352,2197,6354,2194,6354,2188,6352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247,2185l6244,2185,6241,2188,6241,2194,6244,2197,6247,2197,6247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270,2185l6247,2185,6247,2197,6270,2197,627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273,2185l6270,2185,6270,2197,6273,2197,6275,2194,6275,2188,6273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174,2194l6174,2205,6176,2208,6183,2208,6185,2205,6185,2197,6176,2197,6174,2194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174,2191l6174,2194,6176,2197,6180,2197,6174,2191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180,2185l6174,2191,6180,2197,618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191,2185l6180,2185,6180,2197,6185,2197,6185,2191,6191,2191,6191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191,2191l6185,2191,6185,2197,6191,2197,6191,2191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194,2185l6191,2185,6191,2197,6194,2197,6196,2194,6196,2188,6194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180,2185l6176,2185,6174,2188,6174,2191,6180,218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183,2251l6176,2251,6174,2254,6174,2282,6176,2285,6183,2285,6185,2282,6185,2254,6183,2251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183,2328l6176,2328,6174,2331,6174,2359,6176,2362,6183,2362,6185,2359,6185,2331,6183,2328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183,2405l6176,2405,6174,2408,6174,2436,6176,2438,6183,2438,6185,2436,6185,2408,6183,2405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183,2482l6176,2482,6174,2484,6174,2513,6176,2515,6183,2515,6185,2513,6185,2484,6183,2482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183,2559l6176,2559,6174,2561,6174,2589,6176,2592,6183,2592,6185,2589,6185,2561,6183,2559xe" filled="true" fillcolor="#231f20" stroked="false">
                <v:path arrowok="t"/>
                <v:fill type="solid"/>
              </v:shape>
              <v:shape style="position:absolute;left:6174;top:2185;width:5228;height:550" coordorigin="6174,2185" coordsize="5228,550" path="m6183,2636l6176,2636,6174,2638,6174,2666,6176,2669,6183,2669,6185,2666,6185,2638,6183,2636xe" filled="true" fillcolor="#231f20" stroked="false">
                <v:path arrowok="t"/>
                <v:fill type="solid"/>
              </v:shape>
            </v:group>
            <v:group style="position:absolute;left:6123;top:2792;width:5330;height:7749" coordorigin="6123,2792" coordsize="5330,7749">
              <v:shape style="position:absolute;left:6123;top:2792;width:5330;height:7749" coordorigin="6123,2792" coordsize="5330,7749" path="m11452,10541l6123,10541,6123,2792,11452,2792,11452,10541xe" filled="false" stroked="true" strokeweight=".558368pt" strokecolor="#231f20">
                <v:path arrowok="t"/>
              </v:shape>
              <v:shape style="position:absolute;left:10154;top:3717;width:1219;height:351" type="#_x0000_t75" stroked="false">
                <v:imagedata r:id="rId15" o:title=""/>
              </v:shape>
            </v:group>
            <v:group style="position:absolute;left:6174;top:3198;width:5228;height:1223" coordorigin="6174,3198" coordsize="5228,1223">
              <v:shape style="position:absolute;left:6174;top:3198;width:5228;height:1223" coordorigin="6174,3198" coordsize="5228,1223" path="m11384,4409l11381,4409,11378,4411,11378,4418,11381,4421,11384,4421,1138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0,4409l11384,4409,11384,4421,11392,4421,11390,4418,1139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0,4415l11390,4418,11392,4421,11395,4421,11390,4415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8,4397l11392,4397,11390,4399,11390,4415,11395,4421,11395,4409,11401,4409,11401,4399,11398,4397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8,4409l11395,4409,11395,4421,11401,4415,11401,4411,1139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401,4415l11395,4421,11398,4421,11401,4418,11401,4415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401,4409l11398,4409,11401,4411,1140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05,4409l11302,4409,11299,4411,11299,4418,11302,4421,11305,4421,1130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27,4409l11305,4409,11305,4421,11327,4421,1132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31,4409l11327,4409,11327,4421,11331,4421,11333,4418,11333,4411,1133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226,4409l11223,4409,11220,4411,11220,4418,11223,4421,11226,4421,11226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248,4409l11226,4409,11226,4421,11248,4421,1124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252,4409l11248,4409,11248,4421,11252,4421,11254,4418,11254,4411,11252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147,4409l11144,4409,11141,4411,11141,4418,11144,4421,11147,4421,1114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169,4409l11147,4409,11147,4421,11169,4421,11169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173,4409l11169,4409,11169,4421,11173,4421,11175,4418,11175,4411,11173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068,4409l11065,4409,11062,4411,11062,4418,11065,4421,11068,4421,1106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090,4409l11068,4409,11068,4421,11090,4421,1109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094,4409l11090,4409,11090,4421,11094,4421,11096,4418,11096,4411,1109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989,4409l10986,4409,10983,4411,10983,4418,10986,4421,10989,4421,10989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011,4409l10989,4409,10989,4421,11011,4421,1101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014,4409l11011,4409,11011,4421,11014,4421,11017,4418,11017,4411,1101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910,4409l10907,4409,10904,4411,10904,4418,10907,4421,10910,4421,1091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932,4409l10910,4409,10910,4421,10932,4421,10932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935,4409l10932,4409,10932,4421,10935,4421,10938,4418,10938,4411,1093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831,4409l10828,4409,10825,4411,10825,4418,10828,4421,10831,4421,1083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853,4409l10831,4409,10831,4421,10853,4421,10853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856,4409l10853,4409,10853,4421,10856,4421,10859,4418,10859,4411,10856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752,4409l10749,4409,10746,4411,10746,4418,10749,4421,10752,4421,10752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774,4409l10752,4409,10752,4421,10774,4421,1077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777,4409l10774,4409,10774,4421,10777,4421,10780,4418,10780,4411,1077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673,4409l10670,4409,10667,4411,10667,4418,10670,4421,10673,4421,10673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695,4409l10673,4409,10673,4421,10695,4421,1069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698,4409l10695,4409,10695,4421,10698,4421,10701,4418,10701,4411,1069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594,4409l10591,4409,10588,4411,10588,4418,10591,4421,10594,4421,1059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616,4409l10594,4409,10594,4421,10616,4421,10616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619,4409l10616,4409,10616,4421,10619,4421,10622,4418,10622,4411,10619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515,4409l10511,4409,10509,4411,10509,4418,10511,4421,10515,4421,1051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537,4409l10515,4409,10515,4421,10537,4421,1053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540,4409l10537,4409,10537,4421,10540,4421,10543,4418,10543,4411,1054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436,4409l10432,4409,10430,4411,10430,4418,10432,4421,10436,4421,10436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458,4409l10436,4409,10436,4421,10458,4421,1045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461,4409l10458,4409,10458,4421,10461,4421,10464,4418,10464,4411,1046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357,4409l10353,4409,10351,4411,10351,4418,10353,4421,10357,4421,1035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379,4409l10357,4409,10357,4421,10379,4421,10379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382,4409l10379,4409,10379,4421,10382,4421,10385,4418,10385,4411,10382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278,4409l10274,4409,10272,4411,10272,4418,10274,4421,10278,4421,1027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300,4409l10278,4409,10278,4421,10300,4421,1030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303,4409l10300,4409,10300,4421,10303,4421,10306,4418,10306,4411,10303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198,4409l10195,4409,10193,4411,10193,4418,10195,4421,10198,4421,1019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221,4409l10198,4409,10198,4421,10221,4421,1022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224,4409l10221,4409,10221,4421,10224,4421,10227,4418,10227,4411,1022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119,4409l10116,4409,10114,4411,10114,4418,10116,4421,10119,4421,10119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142,4409l10119,4409,10119,4421,10142,4421,10142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145,4409l10142,4409,10142,4421,10145,4421,10148,4418,10148,4411,1014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040,4409l10037,4409,10035,4411,10035,4418,10037,4421,10040,4421,1004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063,4409l10040,4409,10040,4421,10063,4421,10063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066,4409l10063,4409,10063,4421,10066,4421,10069,4418,10069,4411,10066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961,4409l9958,4409,9956,4411,9956,4418,9958,4421,9961,4421,996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984,4409l9961,4409,9961,4421,9984,4421,998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987,4409l9984,4409,9984,4421,9987,4421,9990,4418,9990,4411,998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882,4409l9879,4409,9877,4411,9877,4418,9879,4421,9882,4421,9882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905,4409l9882,4409,9882,4421,9905,4421,990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908,4409l9905,4409,9905,4421,9908,4421,9911,4418,9911,4411,990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803,4409l9800,4409,9798,4411,9798,4418,9800,4421,9803,4421,9803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826,4409l9803,4409,9803,4421,9826,4421,9826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829,4409l9826,4409,9826,4421,9829,4421,9832,4418,9832,4411,9829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724,4409l9721,4409,9719,4411,9719,4418,9721,4421,9724,4421,972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747,4409l9724,4409,9724,4421,9747,4421,974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750,4409l9747,4409,9747,4421,9750,4421,9753,4418,9753,4411,975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645,4409l9642,4409,9640,4411,9640,4418,9642,4421,9645,4421,964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668,4409l9645,4409,9645,4421,9668,4421,966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671,4409l9668,4409,9668,4421,9671,4421,9674,4418,9674,4411,967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566,4409l9563,4409,9561,4411,9561,4418,9563,4421,9566,4421,9566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589,4409l9566,4409,9566,4421,9589,4421,9589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592,4409l9589,4409,9589,4421,9592,4421,9594,4418,9594,4411,9592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487,4409l9484,4409,9482,4411,9482,4418,9484,4421,9487,4421,948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510,4409l9487,4409,9487,4421,9510,4421,951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513,4409l9510,4409,9510,4421,9513,4421,9515,4418,9515,4411,9513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408,4409l9405,4409,9403,4411,9403,4418,9405,4421,9408,4421,940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431,4409l9408,4409,9408,4421,9431,4421,943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434,4409l9431,4409,9431,4421,9434,4421,9436,4418,9436,4411,943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329,4409l9326,4409,9323,4411,9323,4418,9326,4421,9329,4421,9329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352,4409l9329,4409,9329,4421,9352,4421,9352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355,4409l9352,4409,9352,4421,9355,4421,9357,4418,9357,4411,935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250,4409l9247,4409,9244,4411,9244,4418,9247,4421,9250,4421,925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273,4409l9250,4409,9250,4421,9273,4421,9273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276,4409l9273,4409,9273,4421,9276,4421,9278,4418,9278,4411,9276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171,4409l9168,4409,9165,4411,9165,4418,9168,4421,9171,4421,917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194,4409l9171,4409,9171,4421,9194,4421,919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197,4409l9194,4409,9194,4421,9197,4421,9199,4418,9199,4411,919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092,4409l9089,4409,9086,4411,9086,4418,9089,4421,9092,4421,9092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115,4409l9092,4409,9092,4421,9115,4421,911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118,4409l9115,4409,9115,4421,9118,4421,9120,4418,9120,4411,911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013,4409l9010,4409,9007,4411,9007,4418,9010,4421,9013,4421,9013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036,4409l9013,4409,9013,4421,9036,4421,9036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039,4409l9036,4409,9036,4421,9039,4421,9041,4418,9041,4411,9039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934,4409l8931,4409,8928,4411,8928,4418,8931,4421,8934,4421,893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957,4409l8934,4409,8934,4421,8957,4421,895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960,4409l8957,4409,8957,4421,8960,4421,8962,4418,8962,4411,896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855,4409l8852,4409,8849,4411,8849,4418,8852,4421,8855,4421,885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878,4409l8855,4409,8855,4421,8878,4421,887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881,4409l8878,4409,8878,4421,8881,4421,8883,4418,8883,4411,888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776,4409l8773,4409,8770,4411,8770,4418,8773,4421,8776,4421,8776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799,4409l8776,4409,8776,4421,8799,4421,8799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802,4409l8799,4409,8799,4421,8802,4421,8804,4418,8804,4411,8802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697,4409l8694,4409,8691,4411,8691,4418,8694,4421,8697,4421,869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720,4409l8697,4409,8697,4421,8720,4421,872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723,4409l8720,4409,8720,4421,8723,4421,8725,4418,8725,4411,8723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618,4409l8615,4409,8612,4411,8612,4418,8615,4421,8618,4421,861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640,4409l8618,4409,8618,4421,8640,4421,864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644,4409l8640,4409,8640,4421,8644,4421,8646,4418,8646,4411,864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539,4409l8536,4409,8533,4411,8533,4418,8536,4421,8539,4421,8539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561,4409l8539,4409,8539,4421,8561,4421,856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565,4409l8561,4409,8561,4421,8565,4421,8567,4418,8567,4411,856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460,4409l8457,4409,8454,4411,8454,4418,8457,4421,8460,4421,846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482,4409l8460,4409,8460,4421,8482,4421,8482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486,4409l8482,4409,8482,4421,8486,4421,8488,4418,8488,4411,8486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381,4409l8378,4409,8375,4411,8375,4418,8378,4421,8381,4421,838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403,4409l8381,4409,8381,4421,8403,4421,8403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407,4409l8403,4409,8403,4421,8407,4421,8409,4418,8409,4411,840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302,4409l8299,4409,8296,4411,8296,4418,8299,4421,8302,4421,8302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324,4409l8302,4409,8302,4421,8324,4421,832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327,4409l8324,4409,8324,4421,8327,4421,8330,4418,8330,4411,832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223,4409l8220,4409,8217,4411,8217,4418,8220,4421,8223,4421,8223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245,4409l8223,4409,8223,4421,8245,4421,824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248,4409l8245,4409,8245,4421,8248,4421,8251,4418,8251,4411,824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144,4409l8141,4409,8138,4411,8138,4418,8141,4421,8144,4421,814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166,4409l8144,4409,8144,4421,8166,4421,8166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169,4409l8166,4409,8166,4421,8169,4421,8172,4418,8172,4411,8169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065,4409l8062,4409,8059,4411,8059,4418,8062,4421,8065,4421,806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087,4409l8065,4409,8065,4421,8087,4421,808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090,4409l8087,4409,8087,4421,8090,4421,8093,4418,8093,4411,809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986,4409l7983,4409,7980,4411,7980,4418,7983,4421,7986,4421,7986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008,4409l7986,4409,7986,4421,8008,4421,800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011,4409l8008,4409,8008,4421,8011,4421,8014,4418,8014,4411,801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907,4409l7903,4409,7901,4411,7901,4418,7903,4421,7907,4421,790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929,4409l7907,4409,7907,4421,7929,4421,7929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932,4409l7929,4409,7929,4421,7932,4421,7935,4418,7935,4411,7932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828,4409l7824,4409,7822,4411,7822,4418,7824,4421,7828,4421,782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850,4409l7828,4409,7828,4421,7850,4421,785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853,4409l7850,4409,7850,4421,7853,4421,7856,4418,7856,4411,7853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749,4409l7745,4409,7743,4411,7743,4418,7745,4421,7749,4421,7749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771,4409l7749,4409,7749,4421,7771,4421,777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774,4409l7771,4409,7771,4421,7774,4421,7777,4418,7777,4411,777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670,4409l7666,4409,7664,4411,7664,4418,7666,4421,7670,4421,767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692,4409l7670,4409,7670,4421,7692,4421,7692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695,4409l7692,4409,7692,4421,7695,4421,7698,4418,7698,4411,769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591,4409l7587,4409,7585,4411,7585,4418,7587,4421,7591,4421,759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613,4409l7591,4409,7591,4421,7613,4421,7613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616,4409l7613,4409,7613,4421,7616,4421,7619,4418,7619,4411,7616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511,4409l7508,4409,7506,4411,7506,4418,7508,4421,7511,4421,751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534,4409l7511,4409,7511,4421,7534,4421,753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537,4409l7534,4409,7534,4421,7537,4421,7540,4418,7540,4411,753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432,4409l7429,4409,7427,4411,7427,4418,7429,4421,7432,4421,7432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455,4409l7432,4409,7432,4421,7455,4421,745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458,4409l7455,4409,7455,4421,7458,4421,7461,4418,7461,4411,745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353,4409l7350,4409,7348,4411,7348,4418,7350,4421,7353,4421,7353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376,4409l7353,4409,7353,4421,7376,4421,7376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379,4409l7376,4409,7376,4421,7379,4421,7382,4418,7382,4411,7379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274,4409l7271,4409,7269,4411,7269,4418,7271,4421,7274,4421,727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297,4409l7274,4409,7274,4421,7297,4421,729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300,4409l7297,4409,7297,4421,7300,4421,7303,4418,7303,4411,730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195,4409l7192,4409,7190,4411,7190,4418,7192,4421,7195,4421,719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218,4409l7195,4409,7195,4421,7218,4421,721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221,4409l7218,4409,7218,4421,7221,4421,7224,4418,7224,4411,722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116,4409l7113,4409,7111,4411,7111,4418,7113,4421,7116,4421,7116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139,4409l7116,4409,7116,4421,7139,4421,7139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142,4409l7139,4409,7139,4421,7142,4421,7145,4418,7145,4411,7142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037,4409l7034,4409,7032,4411,7032,4418,7034,4421,7037,4421,703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060,4409l7037,4409,7037,4421,7060,4421,706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063,4409l7060,4409,7060,4421,7063,4421,7066,4418,7066,4411,7063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958,4409l6955,4409,6953,4411,6953,4418,6955,4421,6958,4421,695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981,4409l6958,4409,6958,4421,6981,4421,698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984,4409l6981,4409,6981,4421,6984,4421,6987,4418,6987,4411,698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879,4409l6876,4409,6874,4411,6874,4418,6876,4421,6879,4421,6879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902,4409l6879,4409,6879,4421,6902,4421,6902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905,4409l6902,4409,6902,4421,6905,4421,6907,4418,6907,4411,690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800,4409l6797,4409,6795,4411,6795,4418,6797,4421,6800,4421,680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823,4409l6800,4409,6800,4421,6823,4421,6823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826,4409l6823,4409,6823,4421,6826,4421,6828,4418,6828,4411,6826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721,4409l6718,4409,6716,4411,6716,4418,6718,4421,6721,4421,672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744,4409l6721,4409,6721,4421,6744,4421,674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747,4409l6744,4409,6744,4421,6747,4421,6749,4418,6749,4411,674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642,4409l6639,4409,6636,4411,6636,4418,6639,4421,6642,4421,6642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665,4409l6642,4409,6642,4421,6665,4421,666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668,4409l6665,4409,6665,4421,6668,4421,6670,4418,6670,4411,666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563,4409l6560,4409,6557,4411,6557,4418,6560,4421,6563,4421,6563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586,4409l6563,4409,6563,4421,6586,4421,6586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589,4409l6586,4409,6586,4421,6589,4421,6591,4418,6591,4411,6589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484,4409l6481,4409,6478,4411,6478,4418,6481,4421,6484,4421,648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507,4409l6484,4409,6484,4421,6507,4421,650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510,4409l6507,4409,6507,4421,6510,4421,6512,4418,6512,4411,651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405,4409l6402,4409,6399,4411,6399,4418,6402,4421,6405,4421,640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428,4409l6405,4409,6405,4421,6428,4421,6428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431,4409l6428,4409,6428,4421,6431,4421,6433,4418,6433,4411,643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326,4409l6323,4409,6320,4411,6320,4418,6323,4421,6326,4421,6326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349,4409l6326,4409,6326,4421,6349,4421,6349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352,4409l6349,4409,6349,4421,6352,4421,6354,4418,6354,4411,6352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247,4409l6244,4409,6241,4411,6241,4418,6244,4421,6247,4421,6247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270,4409l6247,4409,6247,4421,6270,4421,627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273,4409l6270,4409,6270,4421,6273,4421,6275,4418,6275,4411,6273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74,4415l6174,4418,6176,4421,6180,4421,6174,4415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0,4409l6174,4415,6180,4421,618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5,4409l6180,4409,6180,4421,6191,4421,6191,4415,6185,4415,6185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94,4409l6191,4409,6191,4421,6194,4421,6196,4418,6196,4411,6194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0,4409l6176,4409,6174,4411,6174,4415,6180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91,4409l6185,4409,6185,4415,6191,4415,6191,440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3,4397l6176,4397,6174,4399,6174,4411,6176,4409,6185,4409,6185,4399,6183,4397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3,4310l6176,4310,6174,4313,6174,4344,6176,4347,6183,4347,6185,4344,6185,4313,6183,4310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3,4224l6176,4224,6174,4226,6174,4258,6176,4260,6183,4260,6185,4258,6185,4226,6183,4224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3,4137l6176,4137,6174,4140,6174,4171,6176,4174,6183,4174,6185,4171,6185,4140,6183,4137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3,4051l6176,4051,6174,4053,6174,4085,6176,4088,6183,4088,6185,4085,6185,4053,6183,4051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3,3964l6176,3964,6174,3967,6174,3998,6176,4001,6183,4001,6185,3998,6185,3967,6183,3964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3,3878l6176,3878,6174,3880,6174,3912,6176,3915,6183,3915,6185,3912,6185,3880,6183,387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3,3791l6176,3791,6174,3794,6174,3825,6176,3828,6183,3828,6185,3825,6185,3794,6183,3791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3,3705l6176,3705,6174,3707,6174,3739,6176,3742,6183,3742,6185,3739,6185,3707,6183,3705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3,3618l6176,3618,6174,3621,6174,3652,6176,3655,6183,3655,6185,3652,6185,3621,6183,361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3,3532l6176,3532,6174,3535,6174,3566,6176,3569,6183,3569,6185,3566,6185,3535,6183,3532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3,3445l6176,3445,6174,3448,6174,3479,6176,3482,6183,3482,6185,3479,6185,3448,6183,3445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3,3359l6176,3359,6174,3362,6174,3393,6176,3396,6183,3396,6185,3393,6185,3362,6183,335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3,3272l6176,3272,6174,3275,6174,3307,6176,3309,6183,3309,6185,3307,6185,3275,6183,3272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0,3198l6174,3205,6174,3220,6176,3223,6183,3223,6185,3220,6185,3211,6180,3211,618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0,3198l6180,3211,6185,3211,6185,3205,618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91,3198l6183,3198,6185,3201,6185,3211,6191,3211,619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94,3198l6191,3198,6191,3211,6194,3211,6197,3208,6197,3201,619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0,3198l6176,3198,6174,3201,6174,3205,618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183,3198l6180,3198,6185,3205,6185,3201,618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247,3198l6244,3198,6242,3201,6242,3208,6244,3211,6247,3211,624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270,3198l6247,3198,6247,3211,6270,3211,627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273,3198l6270,3198,6270,3211,6273,3211,6276,3208,6276,3201,627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326,3198l6323,3198,6321,3201,6321,3208,6323,3211,6326,3211,6326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349,3198l6326,3198,6326,3211,6349,3211,6349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352,3198l6349,3198,6349,3211,6352,3211,6355,3208,6355,3201,6352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405,3198l6402,3198,6400,3201,6400,3208,6402,3211,6405,3211,640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428,3198l6405,3198,6405,3211,6428,3211,642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431,3198l6428,3198,6428,3211,6431,3211,6434,3208,6434,3201,643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484,3198l6481,3198,6479,3201,6479,3208,6481,3211,6484,3211,648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507,3198l6484,3198,6484,3211,6507,3211,650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510,3198l6507,3198,6507,3211,6510,3211,6513,3208,6513,3201,651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563,3198l6560,3198,6558,3201,6558,3208,6560,3211,6563,3211,656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586,3198l6563,3198,6563,3211,6586,3211,6586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589,3198l6586,3198,6586,3211,6589,3211,6592,3208,6592,3201,6589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642,3198l6639,3198,6637,3201,6637,3208,6639,3211,6642,3211,6642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665,3198l6642,3198,6642,3211,6665,3211,666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668,3198l6665,3198,6665,3211,6668,3211,6671,3208,6671,3201,666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721,3198l6718,3198,6716,3201,6716,3208,6718,3211,6721,3211,672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744,3198l6721,3198,6721,3211,6744,3211,674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747,3198l6744,3198,6744,3211,6747,3211,6750,3208,6750,3201,674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801,3198l6797,3198,6795,3201,6795,3208,6797,3211,6801,3211,680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823,3198l6801,3198,6801,3211,6823,3211,682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826,3198l6823,3198,6823,3211,6826,3211,6829,3208,6829,3201,6826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880,3198l6876,3198,6874,3201,6874,3208,6876,3211,6880,3211,688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902,3198l6880,3198,6880,3211,6902,3211,6902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905,3198l6902,3198,6902,3211,6905,3211,6908,3208,6908,3201,690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959,3198l6955,3198,6953,3201,6953,3208,6955,3211,6959,3211,6959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981,3198l6959,3198,6959,3211,6981,3211,698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6984,3198l6981,3198,6981,3211,6984,3211,6987,3208,6987,3201,698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038,3198l7034,3198,7032,3201,7032,3208,7034,3211,7038,3211,703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060,3198l7038,3198,7038,3211,7060,3211,706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063,3198l7060,3198,7060,3211,7063,3211,7066,3208,7066,3201,706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117,3198l7114,3198,7111,3201,7111,3208,7114,3211,7117,3211,711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139,3198l7117,3198,7117,3211,7139,3211,7139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142,3198l7139,3198,7139,3211,7142,3211,7145,3208,7145,3201,7142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196,3198l7193,3198,7190,3201,7190,3208,7193,3211,7196,3211,7196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218,3198l7196,3198,7196,3211,7218,3211,721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221,3198l7218,3198,7218,3211,7221,3211,7224,3208,7224,3201,722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275,3198l7272,3198,7269,3201,7269,3208,7272,3211,7275,3211,727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297,3198l7275,3198,7275,3211,7297,3211,729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300,3198l7297,3198,7297,3211,7300,3211,7303,3208,7303,3201,730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354,3198l7351,3198,7348,3201,7348,3208,7351,3211,7354,3211,735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376,3198l7354,3198,7354,3211,7376,3211,7376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379,3198l7376,3198,7376,3211,7379,3211,7382,3208,7382,3201,7379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433,3198l7430,3198,7427,3201,7427,3208,7430,3211,7433,3211,743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455,3198l7433,3198,7433,3211,7455,3211,745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458,3198l7455,3198,7455,3211,7458,3211,7461,3208,7461,3201,745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512,3198l7509,3198,7506,3201,7506,3208,7509,3211,7512,3211,7512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534,3198l7512,3198,7512,3211,7534,3211,753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537,3198l7534,3198,7534,3211,7537,3211,7540,3208,7540,3201,753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591,3198l7588,3198,7585,3201,7585,3208,7588,3211,7591,3211,759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613,3198l7591,3198,7591,3211,7613,3211,761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617,3198l7613,3198,7613,3211,7617,3211,7619,3208,7619,3201,761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670,3198l7667,3198,7664,3201,7664,3208,7667,3211,7670,3211,767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692,3198l7670,3198,7670,3211,7692,3211,7692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696,3198l7692,3198,7692,3211,7696,3211,7698,3208,7698,3201,7696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749,3198l7746,3198,7743,3201,7743,3208,7746,3211,7749,3211,7749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771,3198l7749,3198,7749,3211,7771,3211,777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775,3198l7771,3198,7771,3211,7775,3211,7777,3208,7777,3201,777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828,3198l7825,3198,7822,3201,7822,3208,7825,3211,7828,3211,782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850,3198l7828,3198,7828,3211,7850,3211,785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854,3198l7850,3198,7850,3211,7854,3211,7856,3208,7856,3201,785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907,3198l7904,3198,7901,3201,7901,3208,7904,3211,7907,3211,790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930,3198l7907,3198,7907,3211,7930,3211,793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933,3198l7930,3198,7930,3211,7933,3211,7935,3208,7935,3201,793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7986,3198l7983,3198,7980,3201,7980,3208,7983,3211,7986,3211,7986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009,3198l7986,3198,7986,3211,8009,3211,8009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012,3198l8009,3198,8009,3211,8012,3211,8014,3208,8014,3201,8012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065,3198l8062,3198,8059,3201,8059,3208,8062,3211,8065,3211,806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088,3198l8065,3198,8065,3211,8088,3211,808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091,3198l8088,3198,8088,3211,8091,3211,8093,3208,8093,3201,809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144,3198l8141,3198,8138,3201,8138,3208,8141,3211,8144,3211,814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167,3198l8144,3198,8144,3211,8167,3211,816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170,3198l8167,3198,8167,3211,8170,3211,8172,3208,8172,3201,817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223,3198l8220,3198,8217,3201,8217,3208,8220,3211,8223,3211,822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246,3198l8223,3198,8223,3211,8246,3211,8246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249,3198l8246,3198,8246,3211,8249,3211,8251,3208,8251,3201,8249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302,3198l8299,3198,8296,3201,8296,3208,8299,3211,8302,3211,8302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325,3198l8302,3198,8302,3211,8325,3211,832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328,3198l8325,3198,8325,3211,8328,3211,8330,3208,8330,3201,832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381,3198l8378,3198,8375,3201,8375,3208,8378,3211,8381,3211,838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404,3198l8381,3198,8381,3211,8404,3211,840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407,3198l8404,3198,8404,3211,8407,3211,8409,3208,8409,3201,840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460,3198l8457,3198,8454,3201,8454,3208,8457,3211,8460,3211,846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483,3198l8460,3198,8460,3211,8483,3211,848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486,3198l8483,3198,8483,3211,8486,3211,8488,3208,8488,3201,8486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539,3198l8536,3198,8534,3201,8534,3208,8536,3211,8539,3211,8539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562,3198l8539,3198,8539,3211,8562,3211,8562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565,3198l8562,3198,8562,3211,8565,3211,8567,3208,8567,3201,856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618,3198l8615,3198,8613,3201,8613,3208,8615,3211,8618,3211,861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641,3198l8618,3198,8618,3211,8641,3211,864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644,3198l8641,3198,8641,3211,8644,3211,8646,3208,8646,3201,864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697,3198l8694,3198,8692,3201,8692,3208,8694,3211,8697,3211,869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720,3198l8697,3198,8697,3211,8720,3211,872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723,3198l8720,3198,8720,3211,8723,3211,8725,3208,8725,3201,872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776,3198l8773,3198,8771,3201,8771,3208,8773,3211,8776,3211,8776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799,3198l8776,3198,8776,3211,8799,3211,8799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802,3198l8799,3198,8799,3211,8802,3211,8805,3208,8805,3201,8802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855,3198l8852,3198,8850,3201,8850,3208,8852,3211,8855,3211,885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878,3198l8855,3198,8855,3211,8878,3211,887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881,3198l8878,3198,8878,3211,8881,3211,8884,3208,8884,3201,888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934,3198l8931,3198,8929,3201,8929,3208,8931,3211,8934,3211,893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957,3198l8934,3198,8934,3211,8957,3211,895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8960,3198l8957,3198,8957,3211,8960,3211,8963,3208,8963,3201,896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013,3198l9010,3198,9008,3201,9008,3208,9010,3211,9013,3211,901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036,3198l9013,3198,9013,3211,9036,3211,9036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039,3198l9036,3198,9036,3211,9039,3211,9042,3208,9042,3201,9039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092,3198l9089,3198,9087,3201,9087,3208,9089,3211,9092,3211,9092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115,3198l9092,3198,9092,3211,9115,3211,911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118,3198l9115,3198,9115,3211,9118,3211,9121,3208,9121,3201,911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171,3198l9168,3198,9166,3201,9166,3208,9168,3211,9171,3211,917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194,3198l9171,3198,9171,3211,9194,3211,919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197,3198l9194,3198,9194,3211,9197,3211,9200,3208,9200,3201,919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250,3198l9247,3198,9245,3201,9245,3208,9247,3211,9250,3211,925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273,3198l9250,3198,9250,3211,9273,3211,927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276,3198l9273,3198,9273,3211,9276,3211,9279,3208,9279,3201,9276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329,3198l9326,3198,9324,3201,9324,3208,9326,3211,9329,3211,9329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352,3198l9329,3198,9329,3211,9352,3211,9352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355,3198l9352,3198,9352,3211,9355,3211,9358,3208,9358,3201,935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408,3198l9405,3198,9403,3201,9403,3208,9405,3211,9408,3211,940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431,3198l9408,3198,9408,3211,9431,3211,943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434,3198l9431,3198,9431,3211,9434,3211,9437,3208,9437,3201,943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488,3198l9484,3198,9482,3201,9482,3208,9484,3211,9488,3211,948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510,3198l9488,3198,9488,3211,9510,3211,951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513,3198l9510,3198,9510,3211,9513,3211,9516,3208,9516,3201,951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567,3198l9563,3198,9561,3201,9561,3208,9563,3211,9567,3211,956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589,3198l9567,3198,9567,3211,9589,3211,9589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592,3198l9589,3198,9589,3211,9592,3211,9595,3208,9595,3201,9592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646,3198l9642,3198,9640,3201,9640,3208,9642,3211,9646,3211,9646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668,3198l9646,3198,9646,3211,9668,3211,966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671,3198l9668,3198,9668,3211,9671,3211,9674,3208,9674,3201,967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725,3198l9721,3198,9719,3201,9719,3208,9721,3211,9725,3211,972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747,3198l9725,3198,9725,3211,9747,3211,974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750,3198l9747,3198,9747,3211,9750,3211,9753,3208,9753,3201,975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804,3198l9801,3198,9798,3201,9798,3208,9801,3211,9804,3211,980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826,3198l9804,3198,9804,3211,9826,3211,9826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829,3198l9826,3198,9826,3211,9829,3211,9832,3208,9832,3201,9829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883,3198l9880,3198,9877,3201,9877,3208,9880,3211,9883,3211,988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905,3198l9883,3198,9883,3211,9905,3211,990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908,3198l9905,3198,9905,3211,9908,3211,9911,3208,9911,3201,990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962,3198l9959,3198,9956,3201,9956,3208,9959,3211,9962,3211,9962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984,3198l9962,3198,9962,3211,9984,3211,998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9987,3198l9984,3198,9984,3211,9987,3211,9990,3208,9990,3201,998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041,3198l10038,3198,10035,3201,10035,3208,10038,3211,10041,3211,1004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063,3198l10041,3198,10041,3211,10063,3211,1006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066,3198l10063,3198,10063,3211,10066,3211,10069,3208,10069,3201,10066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120,3198l10117,3198,10114,3201,10114,3208,10117,3211,10120,3211,1012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142,3198l10120,3198,10120,3211,10142,3211,10142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145,3198l10142,3198,10142,3211,10145,3211,10148,3208,10148,3201,1014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199,3198l10196,3198,10193,3201,10193,3208,10196,3211,10199,3211,10199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221,3198l10199,3198,10199,3211,10221,3211,1022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225,3198l10221,3198,10221,3211,10225,3211,10227,3208,10227,3201,1022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278,3198l10275,3198,10272,3201,10272,3208,10275,3211,10278,3211,1027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300,3198l10278,3198,10278,3211,10300,3211,1030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304,3198l10300,3198,10300,3211,10304,3211,10306,3208,10306,3201,1030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357,3198l10354,3198,10351,3201,10351,3208,10354,3211,10357,3211,1035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379,3198l10357,3198,10357,3211,10379,3211,10379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383,3198l10379,3198,10379,3211,10383,3211,10385,3208,10385,3201,1038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436,3198l10433,3198,10430,3201,10430,3208,10433,3211,10436,3211,10436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458,3198l10436,3198,10436,3211,10458,3211,1045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462,3198l10458,3198,10458,3211,10462,3211,10464,3208,10464,3201,10462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515,3198l10512,3198,10509,3201,10509,3208,10512,3211,10515,3211,1051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538,3198l10515,3198,10515,3211,10538,3211,1053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541,3198l10538,3198,10538,3211,10541,3211,10543,3208,10543,3201,1054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594,3198l10591,3198,10588,3201,10588,3208,10591,3211,10594,3211,1059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617,3198l10594,3198,10594,3211,10617,3211,1061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620,3198l10617,3198,10617,3211,10620,3211,10622,3208,10622,3201,1062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673,3198l10670,3198,10667,3201,10667,3208,10670,3211,10673,3211,1067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696,3198l10673,3198,10673,3211,10696,3211,10696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699,3198l10696,3198,10696,3211,10699,3211,10701,3208,10701,3201,10699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752,3198l10749,3198,10746,3201,10746,3208,10749,3211,10752,3211,10752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775,3198l10752,3198,10752,3211,10775,3211,1077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778,3198l10775,3198,10775,3211,10778,3211,10780,3208,10780,3201,1077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831,3198l10828,3198,10825,3201,10825,3208,10828,3211,10831,3211,1083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854,3198l10831,3198,10831,3211,10854,3211,1085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857,3198l10854,3198,10854,3211,10857,3211,10859,3208,10859,3201,1085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910,3198l10907,3198,10904,3201,10904,3208,10907,3211,10910,3211,1091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933,3198l10910,3198,10910,3211,10933,3211,1093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936,3198l10933,3198,10933,3211,10936,3211,10938,3208,10938,3201,10936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0989,3198l10986,3198,10983,3201,10983,3208,10986,3211,10989,3211,10989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012,3198l10989,3198,10989,3211,11012,3211,11012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015,3198l11012,3198,11012,3211,11015,3211,11017,3208,11017,3201,1101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068,3198l11065,3198,11062,3201,11062,3208,11065,3211,11068,3211,1106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091,3198l11068,3198,11068,3211,11091,3211,1109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094,3198l11091,3198,11091,3211,11094,3211,11096,3208,11096,3201,1109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147,3198l11144,3198,11141,3201,11141,3208,11144,3211,11147,3211,11147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170,3198l11147,3198,11147,3211,11170,3211,11170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173,3198l11170,3198,11170,3211,11173,3211,11175,3208,11175,3201,11173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226,3198l11223,3198,11221,3201,11221,3208,11223,3211,11226,3211,11226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249,3198l11226,3198,11226,3211,11249,3211,11249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252,3198l11249,3198,11249,3211,11252,3211,11254,3208,11254,3201,11252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05,3198l11302,3198,11300,3201,11300,3208,11302,3211,11305,3211,1130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28,3198l11305,3198,11305,3211,11328,3211,1132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31,3198l11328,3198,11328,3211,11331,3211,11333,3208,11333,3201,11331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5,3205l11390,3205,11390,3220,11392,3223,11398,3223,11401,3220,11401,3211,11395,3211,11395,3205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84,3198l11381,3198,11379,3201,11379,3208,11381,3211,11384,3211,11384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5,3198l11384,3198,11384,3211,11390,3211,11390,3205,11395,3205,1139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5,3198l11395,3211,11401,3205,11395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401,3205l11395,3211,11398,3211,11401,3208,11401,3205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401,3208l11398,3211,11401,3211,11401,320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8,3198l11395,3198,11401,3205,11401,3201,11398,319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8,3272l11392,3272,11390,3275,11390,3306,11392,3309,11398,3309,11401,3306,11401,3275,11398,3272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8,3359l11392,3359,11390,3362,11390,3393,11392,3396,11398,3396,11401,3393,11401,3362,11398,3359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8,3445l11392,3445,11390,3448,11390,3479,11392,3482,11398,3482,11401,3479,11401,3448,11398,3445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8,3532l11392,3532,11390,3534,11390,3566,11392,3569,11398,3569,11401,3566,11401,3534,11398,3532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8,3618l11392,3618,11390,3621,11390,3652,11392,3655,11398,3655,11401,3652,11401,3621,11398,361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8,3705l11392,3705,11390,3707,11390,3739,11392,3742,11398,3742,11401,3739,11401,3707,11398,3705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8,3791l11392,3791,11390,3794,11390,3825,11392,3828,11398,3828,11401,3825,11401,3794,11398,3791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8,3878l11392,3878,11390,3880,11390,3912,11392,3915,11398,3915,11401,3912,11401,3880,11398,3878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8,3964l11392,3964,11390,3967,11390,3998,11392,4001,11398,4001,11401,3998,11401,3967,11398,3964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8,4051l11392,4051,11390,4053,11390,4085,11392,4087,11398,4087,11401,4085,11401,4053,11398,4051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8,4137l11392,4137,11390,4140,11390,4171,11392,4174,11398,4174,11401,4171,11401,4140,11398,4137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8,4224l11392,4224,11390,4226,11390,4258,11392,4260,11398,4260,11401,4258,11401,4226,11398,4224xe" filled="true" fillcolor="#231f20" stroked="false">
                <v:path arrowok="t"/>
                <v:fill type="solid"/>
              </v:shape>
              <v:shape style="position:absolute;left:6174;top:3198;width:5228;height:1223" coordorigin="6174,3198" coordsize="5228,1223" path="m11398,4310l11392,4310,11390,4313,11390,4344,11392,4347,11398,4347,11401,4344,11401,4313,11398,4310xe" filled="true" fillcolor="#231f20" stroked="false">
                <v:path arrowok="t"/>
                <v:fill type="solid"/>
              </v:shape>
            </v:group>
            <v:group style="position:absolute;left:6174;top:5284;width:5228;height:1534" coordorigin="6174,5284" coordsize="5228,1534">
              <v:shape style="position:absolute;left:6174;top:5284;width:5228;height:1534" coordorigin="6174,5284" coordsize="5228,1534" path="m11384,6806l11381,6806,11378,6809,11378,6815,11381,6818,11384,6818,1138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0,6806l11384,6806,11384,6818,11392,6818,11390,6815,1139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0,6812l11390,6815,11392,6818,11395,6818,11390,6812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6795l11392,6795,11390,6798,11390,6812,11395,6818,11395,6806,11401,6806,11401,6798,11398,6795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6806l11395,6806,11395,6818,11401,6812,11401,6809,1139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401,6812l11395,6818,11398,6818,11401,6815,11401,6812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401,6806l11398,6806,11401,6809,1140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05,6806l11302,6806,11299,6809,11299,6815,11302,6818,11305,6818,1130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27,6806l11305,6806,11305,6818,11327,6818,1132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31,6806l11327,6806,11327,6818,11331,6818,11333,6815,11333,6809,1133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226,6806l11223,6806,11220,6809,11220,6815,11223,6818,11226,6818,11226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248,6806l11226,6806,11226,6818,11248,6818,1124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252,6806l11248,6806,11248,6818,11252,6818,11254,6815,11254,6809,11252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147,6806l11144,6806,11141,6809,11141,6815,11144,6818,11147,6818,1114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169,6806l11147,6806,11147,6818,11169,6818,11169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173,6806l11169,6806,11169,6818,11173,6818,11175,6815,11175,6809,11173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068,6806l11065,6806,11062,6809,11062,6815,11065,6818,11068,6818,1106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090,6806l11068,6806,11068,6818,11090,6818,1109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094,6806l11090,6806,11090,6818,11094,6818,11096,6815,11096,6809,1109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989,6806l10986,6806,10983,6809,10983,6815,10986,6818,10989,6818,10989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011,6806l10989,6806,10989,6818,11011,6818,1101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014,6806l11011,6806,11011,6818,11014,6818,11017,6815,11017,6809,1101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910,6806l10907,6806,10904,6809,10904,6815,10907,6818,10910,6818,1091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932,6806l10910,6806,10910,6818,10932,6818,10932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935,6806l10932,6806,10932,6818,10935,6818,10938,6815,10938,6809,1093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831,6806l10828,6806,10825,6809,10825,6815,10828,6818,10831,6818,1083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853,6806l10831,6806,10831,6818,10853,6818,10853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856,6806l10853,6806,10853,6818,10856,6818,10859,6815,10859,6809,10856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752,6806l10749,6806,10746,6809,10746,6815,10749,6818,10752,6818,10752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774,6806l10752,6806,10752,6818,10774,6818,1077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777,6806l10774,6806,10774,6818,10777,6818,10780,6815,10780,6809,1077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673,6806l10670,6806,10667,6809,10667,6815,10670,6818,10673,6818,10673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695,6806l10673,6806,10673,6818,10695,6818,1069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698,6806l10695,6806,10695,6818,10698,6818,10701,6815,10701,6809,1069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594,6806l10591,6806,10588,6809,10588,6815,10591,6818,10594,6818,1059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616,6806l10594,6806,10594,6818,10616,6818,10616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619,6806l10616,6806,10616,6818,10619,6818,10622,6815,10622,6809,10619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515,6806l10511,6806,10509,6809,10509,6815,10511,6818,10515,6818,1051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537,6806l10515,6806,10515,6818,10537,6818,1053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540,6806l10537,6806,10537,6818,10540,6818,10543,6815,10543,6809,1054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436,6806l10432,6806,10430,6809,10430,6815,10432,6818,10436,6818,10436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458,6806l10436,6806,10436,6818,10458,6818,1045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461,6806l10458,6806,10458,6818,10461,6818,10464,6815,10464,6809,1046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357,6806l10353,6806,10351,6809,10351,6815,10353,6818,10357,6818,1035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379,6806l10357,6806,10357,6818,10379,6818,10379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382,6806l10379,6806,10379,6818,10382,6818,10385,6815,10385,6809,10382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278,6806l10274,6806,10272,6809,10272,6815,10274,6818,10278,6818,1027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300,6806l10278,6806,10278,6818,10300,6818,1030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303,6806l10300,6806,10300,6818,10303,6818,10306,6815,10306,6809,10303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198,6806l10195,6806,10193,6809,10193,6815,10195,6818,10198,6818,1019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221,6806l10198,6806,10198,6818,10221,6818,1022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224,6806l10221,6806,10221,6818,10224,6818,10227,6815,10227,6809,1022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119,6806l10116,6806,10114,6809,10114,6815,10116,6818,10119,6818,10119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142,6806l10119,6806,10119,6818,10142,6818,10142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145,6806l10142,6806,10142,6818,10145,6818,10148,6815,10148,6809,1014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040,6806l10037,6806,10035,6809,10035,6815,10037,6818,10040,6818,1004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063,6806l10040,6806,10040,6818,10063,6818,10063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066,6806l10063,6806,10063,6818,10066,6818,10069,6815,10069,6809,10066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961,6806l9958,6806,9956,6809,9956,6815,9958,6818,9961,6818,996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984,6806l9961,6806,9961,6818,9984,6818,998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987,6806l9984,6806,9984,6818,9987,6818,9990,6815,9990,6809,998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882,6806l9879,6806,9877,6809,9877,6815,9879,6818,9882,6818,9882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905,6806l9882,6806,9882,6818,9905,6818,990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908,6806l9905,6806,9905,6818,9908,6818,9911,6815,9911,6809,990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803,6806l9800,6806,9798,6809,9798,6815,9800,6818,9803,6818,9803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826,6806l9803,6806,9803,6818,9826,6818,9826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829,6806l9826,6806,9826,6818,9829,6818,9832,6815,9832,6809,9829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724,6806l9721,6806,9719,6809,9719,6815,9721,6818,9724,6818,972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747,6806l9724,6806,9724,6818,9747,6818,974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750,6806l9747,6806,9747,6818,9750,6818,9753,6815,9753,6809,975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645,6806l9642,6806,9640,6809,9640,6815,9642,6818,9645,6818,964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668,6806l9645,6806,9645,6818,9668,6818,966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671,6806l9668,6806,9668,6818,9671,6818,9674,6815,9674,6809,967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566,6806l9563,6806,9561,6809,9561,6815,9563,6818,9566,6818,9566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589,6806l9566,6806,9566,6818,9589,6818,9589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592,6806l9589,6806,9589,6818,9592,6818,9594,6815,9594,6809,9592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487,6806l9484,6806,9482,6809,9482,6815,9484,6818,9487,6818,948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510,6806l9487,6806,9487,6818,9510,6818,951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513,6806l9510,6806,9510,6818,9513,6818,9515,6815,9515,6809,9513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408,6806l9405,6806,9403,6809,9403,6815,9405,6818,9408,6818,940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431,6806l9408,6806,9408,6818,9431,6818,943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434,6806l9431,6806,9431,6818,9434,6818,9436,6815,9436,6809,943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329,6806l9326,6806,9323,6809,9323,6815,9326,6818,9329,6818,9329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352,6806l9329,6806,9329,6818,9352,6818,9352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355,6806l9352,6806,9352,6818,9355,6818,9357,6815,9357,6809,935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250,6806l9247,6806,9244,6809,9244,6815,9247,6818,9250,6818,925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273,6806l9250,6806,9250,6818,9273,6818,9273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276,6806l9273,6806,9273,6818,9276,6818,9278,6815,9278,6809,9276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171,6806l9168,6806,9165,6809,9165,6815,9168,6818,9171,6818,917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194,6806l9171,6806,9171,6818,9194,6818,919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197,6806l9194,6806,9194,6818,9197,6818,9199,6815,9199,6809,919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092,6806l9089,6806,9086,6809,9086,6815,9089,6818,9092,6818,9092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115,6806l9092,6806,9092,6818,9115,6818,911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118,6806l9115,6806,9115,6818,9118,6818,9120,6815,9120,6809,911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013,6806l9010,6806,9007,6809,9007,6815,9010,6818,9013,6818,9013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036,6806l9013,6806,9013,6818,9036,6818,9036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039,6806l9036,6806,9036,6818,9039,6818,9041,6815,9041,6809,9039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934,6806l8931,6806,8928,6809,8928,6815,8931,6818,8934,6818,893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957,6806l8934,6806,8934,6818,8957,6818,895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960,6806l8957,6806,8957,6818,8960,6818,8962,6815,8962,6809,896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855,6806l8852,6806,8849,6809,8849,6815,8852,6818,8855,6818,885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878,6806l8855,6806,8855,6818,8878,6818,887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881,6806l8878,6806,8878,6818,8881,6818,8883,6815,8883,6809,888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776,6806l8773,6806,8770,6809,8770,6815,8773,6818,8776,6818,8776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799,6806l8776,6806,8776,6818,8799,6818,8799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802,6806l8799,6806,8799,6818,8802,6818,8804,6815,8804,6809,8802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697,6806l8694,6806,8691,6809,8691,6815,8694,6818,8697,6818,869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720,6806l8697,6806,8697,6818,8720,6818,872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723,6806l8720,6806,8720,6818,8723,6818,8725,6815,8725,6809,8723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618,6806l8615,6806,8612,6809,8612,6815,8615,6818,8618,6818,861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640,6806l8618,6806,8618,6818,8640,6818,864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644,6806l8640,6806,8640,6818,8644,6818,8646,6815,8646,6809,864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539,6806l8536,6806,8533,6809,8533,6815,8536,6818,8539,6818,8539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561,6806l8539,6806,8539,6818,8561,6818,856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565,6806l8561,6806,8561,6818,8565,6818,8567,6815,8567,6809,856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460,6806l8457,6806,8454,6809,8454,6815,8457,6818,8460,6818,846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482,6806l8460,6806,8460,6818,8482,6818,8482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486,6806l8482,6806,8482,6818,8486,6818,8488,6815,8488,6809,8486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381,6806l8378,6806,8375,6809,8375,6815,8378,6818,8381,6818,838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403,6806l8381,6806,8381,6818,8403,6818,8403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407,6806l8403,6806,8403,6818,8407,6818,8409,6815,8409,6809,840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302,6806l8299,6806,8296,6809,8296,6815,8299,6818,8302,6818,8302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324,6806l8302,6806,8302,6818,8324,6818,832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327,6806l8324,6806,8324,6818,8327,6818,8330,6815,8330,6809,832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223,6806l8220,6806,8217,6809,8217,6815,8220,6818,8223,6818,8223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245,6806l8223,6806,8223,6818,8245,6818,824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248,6806l8245,6806,8245,6818,8248,6818,8251,6815,8251,6809,824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144,6806l8141,6806,8138,6809,8138,6815,8141,6818,8144,6818,814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166,6806l8144,6806,8144,6818,8166,6818,8166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169,6806l8166,6806,8166,6818,8169,6818,8172,6815,8172,6809,8169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065,6806l8062,6806,8059,6809,8059,6815,8062,6818,8065,6818,806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087,6806l8065,6806,8065,6818,8087,6818,808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090,6806l8087,6806,8087,6818,8090,6818,8093,6815,8093,6809,809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986,6806l7983,6806,7980,6809,7980,6815,7983,6818,7986,6818,7986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008,6806l7986,6806,7986,6818,8008,6818,800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011,6806l8008,6806,8008,6818,8011,6818,8014,6815,8014,6809,801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907,6806l7903,6806,7901,6809,7901,6815,7903,6818,7907,6818,790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929,6806l7907,6806,7907,6818,7929,6818,7929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932,6806l7929,6806,7929,6818,7932,6818,7935,6815,7935,6809,7932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828,6806l7824,6806,7822,6809,7822,6815,7824,6818,7828,6818,782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850,6806l7828,6806,7828,6818,7850,6818,785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853,6806l7850,6806,7850,6818,7853,6818,7856,6815,7856,6809,7853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749,6806l7745,6806,7743,6809,7743,6815,7745,6818,7749,6818,7749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771,6806l7749,6806,7749,6818,7771,6818,777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774,6806l7771,6806,7771,6818,7774,6818,7777,6815,7777,6809,777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670,6806l7666,6806,7664,6809,7664,6815,7666,6818,7670,6818,767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692,6806l7670,6806,7670,6818,7692,6818,7692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695,6806l7692,6806,7692,6818,7695,6818,7698,6815,7698,6809,769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591,6806l7587,6806,7585,6809,7585,6815,7587,6818,7591,6818,759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613,6806l7591,6806,7591,6818,7613,6818,7613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616,6806l7613,6806,7613,6818,7616,6818,7619,6815,7619,6809,7616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511,6806l7508,6806,7506,6809,7506,6815,7508,6818,7511,6818,751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534,6806l7511,6806,7511,6818,7534,6818,753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537,6806l7534,6806,7534,6818,7537,6818,7540,6815,7540,6809,753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432,6806l7429,6806,7427,6809,7427,6815,7429,6818,7432,6818,7432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455,6806l7432,6806,7432,6818,7455,6818,745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458,6806l7455,6806,7455,6818,7458,6818,7461,6815,7461,6809,745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353,6806l7350,6806,7348,6809,7348,6815,7350,6818,7353,6818,7353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376,6806l7353,6806,7353,6818,7376,6818,7376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379,6806l7376,6806,7376,6818,7379,6818,7382,6815,7382,6809,7379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274,6806l7271,6806,7269,6809,7269,6815,7271,6818,7274,6818,727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297,6806l7274,6806,7274,6818,7297,6818,729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300,6806l7297,6806,7297,6818,7300,6818,7303,6815,7303,6809,730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195,6806l7192,6806,7190,6809,7190,6815,7192,6818,7195,6818,719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218,6806l7195,6806,7195,6818,7218,6818,721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221,6806l7218,6806,7218,6818,7221,6818,7224,6815,7224,6809,722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116,6806l7113,6806,7111,6809,7111,6815,7113,6818,7116,6818,7116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139,6806l7116,6806,7116,6818,7139,6818,7139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142,6806l7139,6806,7139,6818,7142,6818,7145,6815,7145,6809,7142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037,6806l7034,6806,7032,6809,7032,6815,7034,6818,7037,6818,703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060,6806l7037,6806,7037,6818,7060,6818,706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063,6806l7060,6806,7060,6818,7063,6818,7066,6815,7066,6809,7063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958,6806l6955,6806,6953,6809,6953,6815,6955,6818,6958,6818,695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981,6806l6958,6806,6958,6818,6981,6818,698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984,6806l6981,6806,6981,6818,6984,6818,6987,6815,6987,6809,698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879,6806l6876,6806,6874,6809,6874,6815,6876,6818,6879,6818,6879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902,6806l6879,6806,6879,6818,6902,6818,6902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905,6806l6902,6806,6902,6818,6905,6818,6907,6815,6907,6809,690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800,6806l6797,6806,6795,6809,6795,6815,6797,6818,6800,6818,680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823,6806l6800,6806,6800,6818,6823,6818,6823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826,6806l6823,6806,6823,6818,6826,6818,6828,6815,6828,6809,6826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721,6806l6718,6806,6716,6809,6716,6815,6718,6818,6721,6818,672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744,6806l6721,6806,6721,6818,6744,6818,674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747,6806l6744,6806,6744,6818,6747,6818,6749,6815,6749,6809,674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642,6806l6639,6806,6636,6809,6636,6815,6639,6818,6642,6818,6642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665,6806l6642,6806,6642,6818,6665,6818,666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668,6806l6665,6806,6665,6818,6668,6818,6670,6815,6670,6809,666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563,6806l6560,6806,6557,6809,6557,6815,6560,6818,6563,6818,6563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586,6806l6563,6806,6563,6818,6586,6818,6586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589,6806l6586,6806,6586,6818,6589,6818,6591,6815,6591,6809,6589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484,6806l6481,6806,6478,6809,6478,6815,6481,6818,6484,6818,648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507,6806l6484,6806,6484,6818,6507,6818,650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510,6806l6507,6806,6507,6818,6510,6818,6512,6815,6512,6809,651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405,6806l6402,6806,6399,6809,6399,6815,6402,6818,6405,6818,640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428,6806l6405,6806,6405,6818,6428,6818,6428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431,6806l6428,6806,6428,6818,6431,6818,6433,6815,6433,6809,643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326,6806l6323,6806,6320,6809,6320,6815,6323,6818,6326,6818,6326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349,6806l6326,6806,6326,6818,6349,6818,6349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352,6806l6349,6806,6349,6818,6352,6818,6354,6815,6354,6809,6352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247,6806l6244,6806,6241,6809,6241,6815,6244,6818,6247,6818,6247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270,6806l6247,6806,6247,6818,6270,6818,627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273,6806l6270,6806,6270,6818,6273,6818,6275,6815,6275,6809,6273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74,6812l6174,6815,6176,6818,6180,6818,6174,6812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0,6806l6174,6812,6180,6818,618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5,6806l6180,6806,6180,6818,6191,6818,6191,6812,6185,6812,6185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94,6806l6191,6806,6191,6818,6194,6818,6196,6815,6196,6809,6194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0,6806l6176,6806,6174,6809,6174,6812,6180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91,6806l6185,6806,6185,6812,6191,6812,6191,6806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6795l6176,6795,6174,6798,6174,6809,6176,6806,6185,6806,6185,6798,6183,6795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6715l6176,6715,6174,6718,6174,6747,6176,6749,6183,6749,6185,6747,6185,6718,6183,6715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6635l6176,6635,6174,6637,6174,6667,6176,6669,6183,6669,6185,6667,6185,6637,6183,6635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6555l6176,6555,6174,6557,6174,6586,6176,6589,6183,6589,6185,6586,6185,6557,6183,6555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6475l6176,6475,6174,6477,6174,6506,6176,6509,6183,6509,6185,6506,6185,6477,6183,6475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6394l6176,6394,6174,6397,6174,6426,6176,6429,6183,6429,6185,6426,6185,6397,6183,639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6314l6176,6314,6174,6317,6174,6346,6176,6349,6183,6349,6185,6346,6185,6317,6183,631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6234l6176,6234,6174,6237,6174,6266,6176,6268,6183,6268,6185,6266,6185,6237,6183,623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6154l6176,6154,6174,6157,6174,6186,6176,6188,6183,6188,6185,6186,6185,6157,6183,615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6074l6176,6074,6174,6076,6174,6106,6176,6108,6183,6108,6185,6106,6185,6076,6183,607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5994l6176,5994,6174,5996,6174,6026,6176,6028,6183,6028,6185,6026,6185,5996,6183,599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5914l6176,5914,6174,5916,6174,5945,6176,5948,6183,5948,6185,5945,6185,5916,6183,591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5834l6176,5834,6174,5836,6174,5865,6176,5868,6183,5868,6185,5865,6185,5836,6183,583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5753l6176,5753,6174,5756,6174,5785,6176,5788,6183,5788,6185,5785,6185,5756,6183,5753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5673l6176,5673,6174,5676,6174,5705,6176,5708,6183,5708,6185,5705,6185,5676,6183,5673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5593l6176,5593,6174,5596,6174,5625,6176,5627,6183,5627,6185,5625,6185,5596,6183,5593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5513l6176,5513,6174,5516,6174,5545,6176,5547,6183,5547,6185,5545,6185,5516,6183,5513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5433l6176,5433,6174,5435,6174,5465,6176,5467,6183,5467,6185,5465,6185,5435,6183,5433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5353l6176,5353,6174,5355,6174,5384,6176,5387,6183,5387,6185,5384,6185,5355,6183,5353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0,5284l6174,5290,6174,5304,6176,5307,6183,5307,6185,5304,6185,5296,6180,5296,618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0,5284l6180,5296,6185,5296,6185,5290,618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91,5284l6183,5284,6185,5287,6185,5296,6191,5296,619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94,5284l6191,5284,6191,5296,6194,5296,6197,5293,6197,5287,619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0,5284l6176,5284,6174,5287,6174,5290,618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183,5284l6180,5284,6185,5290,6185,5287,618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247,5284l6244,5284,6242,5287,6242,5293,6244,5296,6247,5296,624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270,5284l6247,5284,6247,5296,6270,5296,627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273,5284l6270,5284,6270,5296,6273,5296,6276,5293,6276,5287,627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326,5284l6323,5284,6321,5287,6321,5293,6323,5296,6326,5296,6326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349,5284l6326,5284,6326,5296,6349,5296,6349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352,5284l6349,5284,6349,5296,6352,5296,6355,5293,6355,5287,6352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405,5284l6402,5284,6400,5287,6400,5293,6402,5296,6405,5296,640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428,5284l6405,5284,6405,5296,6428,5296,642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431,5284l6428,5284,6428,5296,6431,5296,6434,5293,6434,5287,643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484,5284l6481,5284,6479,5287,6479,5293,6481,5296,6484,5296,648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507,5284l6484,5284,6484,5296,6507,5296,650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510,5284l6507,5284,6507,5296,6510,5296,6513,5293,6513,5287,651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563,5284l6560,5284,6558,5287,6558,5293,6560,5296,6563,5296,656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586,5284l6563,5284,6563,5296,6586,5296,6586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589,5284l6586,5284,6586,5296,6589,5296,6592,5293,6592,5287,6589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642,5284l6639,5284,6637,5287,6637,5293,6639,5296,6642,5296,6642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665,5284l6642,5284,6642,5296,6665,5296,666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668,5284l6665,5284,6665,5296,6668,5296,6671,5293,6671,5287,666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721,5284l6718,5284,6716,5287,6716,5293,6718,5296,6721,5296,672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744,5284l6721,5284,6721,5296,6744,5296,674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747,5284l6744,5284,6744,5296,6747,5296,6750,5293,6750,5287,674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801,5284l6797,5284,6795,5287,6795,5293,6797,5296,6801,5296,680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823,5284l6801,5284,6801,5296,6823,5296,682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826,5284l6823,5284,6823,5296,6826,5296,6829,5293,6829,5287,6826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880,5284l6876,5284,6874,5287,6874,5293,6876,5296,6880,5296,688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902,5284l6880,5284,6880,5296,6902,5296,6902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905,5284l6902,5284,6902,5296,6905,5296,6908,5293,6908,5287,690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959,5284l6955,5284,6953,5287,6953,5293,6955,5296,6959,5296,6959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981,5284l6959,5284,6959,5296,6981,5296,698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6984,5284l6981,5284,6981,5296,6984,5296,6987,5293,6987,5287,698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038,5284l7034,5284,7032,5287,7032,5293,7034,5296,7038,5296,703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060,5284l7038,5284,7038,5296,7060,5296,706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063,5284l7060,5284,7060,5296,7063,5296,7066,5293,7066,5287,706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117,5284l7114,5284,7111,5287,7111,5293,7114,5296,7117,5296,711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139,5284l7117,5284,7117,5296,7139,5296,7139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142,5284l7139,5284,7139,5296,7142,5296,7145,5293,7145,5287,7142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196,5284l7193,5284,7190,5287,7190,5293,7193,5296,7196,5296,7196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218,5284l7196,5284,7196,5296,7218,5296,721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221,5284l7218,5284,7218,5296,7221,5296,7224,5293,7224,5287,722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275,5284l7272,5284,7269,5287,7269,5293,7272,5296,7275,5296,727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297,5284l7275,5284,7275,5296,7297,5296,729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300,5284l7297,5284,7297,5296,7300,5296,7303,5293,7303,5287,730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354,5284l7351,5284,7348,5287,7348,5293,7351,5296,7354,5296,735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376,5284l7354,5284,7354,5296,7376,5296,7376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379,5284l7376,5284,7376,5296,7379,5296,7382,5293,7382,5287,7379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433,5284l7430,5284,7427,5287,7427,5293,7430,5296,7433,5296,743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455,5284l7433,5284,7433,5296,7455,5296,745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458,5284l7455,5284,7455,5296,7458,5296,7461,5293,7461,5287,745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512,5284l7509,5284,7506,5287,7506,5293,7509,5296,7512,5296,7512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534,5284l7512,5284,7512,5296,7534,5296,753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537,5284l7534,5284,7534,5296,7537,5296,7540,5293,7540,5287,753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591,5284l7588,5284,7585,5287,7585,5293,7588,5296,7591,5296,759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613,5284l7591,5284,7591,5296,7613,5296,761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617,5284l7613,5284,7613,5296,7617,5296,7619,5293,7619,5287,761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670,5284l7667,5284,7664,5287,7664,5293,7667,5296,7670,5296,767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692,5284l7670,5284,7670,5296,7692,5296,7692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696,5284l7692,5284,7692,5296,7696,5296,7698,5293,7698,5287,7696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749,5284l7746,5284,7743,5287,7743,5293,7746,5296,7749,5296,7749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771,5284l7749,5284,7749,5296,7771,5296,777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775,5284l7771,5284,7771,5296,7775,5296,7777,5293,7777,5287,777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828,5284l7825,5284,7822,5287,7822,5293,7825,5296,7828,5296,782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850,5284l7828,5284,7828,5296,7850,5296,785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854,5284l7850,5284,7850,5296,7854,5296,7856,5293,7856,5287,785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907,5284l7904,5284,7901,5287,7901,5293,7904,5296,7907,5296,790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930,5284l7907,5284,7907,5296,7930,5296,793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933,5284l7930,5284,7930,5296,7933,5296,7935,5293,7935,5287,793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7986,5284l7983,5284,7980,5287,7980,5293,7983,5296,7986,5296,7986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009,5284l7986,5284,7986,5296,8009,5296,8009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012,5284l8009,5284,8009,5296,8012,5296,8014,5293,8014,5287,8012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065,5284l8062,5284,8059,5287,8059,5293,8062,5296,8065,5296,806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088,5284l8065,5284,8065,5296,8088,5296,808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091,5284l8088,5284,8088,5296,8091,5296,8093,5293,8093,5287,809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144,5284l8141,5284,8138,5287,8138,5293,8141,5296,8144,5296,814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167,5284l8144,5284,8144,5296,8167,5296,816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170,5284l8167,5284,8167,5296,8170,5296,8172,5293,8172,5287,817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223,5284l8220,5284,8217,5287,8217,5293,8220,5296,8223,5296,822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246,5284l8223,5284,8223,5296,8246,5296,8246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249,5284l8246,5284,8246,5296,8249,5296,8251,5293,8251,5287,8249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302,5284l8299,5284,8296,5287,8296,5293,8299,5296,8302,5296,8302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325,5284l8302,5284,8302,5296,8325,5296,832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328,5284l8325,5284,8325,5296,8328,5296,8330,5293,8330,5287,832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381,5284l8378,5284,8375,5287,8375,5293,8378,5296,8381,5296,838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404,5284l8381,5284,8381,5296,8404,5296,840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407,5284l8404,5284,8404,5296,8407,5296,8409,5293,8409,5287,840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460,5284l8457,5284,8454,5287,8454,5293,8457,5296,8460,5296,846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483,5284l8460,5284,8460,5296,8483,5296,848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486,5284l8483,5284,8483,5296,8486,5296,8488,5293,8488,5287,8486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539,5284l8536,5284,8534,5287,8534,5293,8536,5296,8539,5296,8539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562,5284l8539,5284,8539,5296,8562,5296,8562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565,5284l8562,5284,8562,5296,8565,5296,8567,5293,8567,5287,856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618,5284l8615,5284,8613,5287,8613,5293,8615,5296,8618,5296,861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641,5284l8618,5284,8618,5296,8641,5296,864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644,5284l8641,5284,8641,5296,8644,5296,8646,5293,8646,5287,864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697,5284l8694,5284,8692,5287,8692,5293,8694,5296,8697,5296,869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720,5284l8697,5284,8697,5296,8720,5296,872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723,5284l8720,5284,8720,5296,8723,5296,8725,5293,8725,5287,872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776,5284l8773,5284,8771,5287,8771,5293,8773,5296,8776,5296,8776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799,5284l8776,5284,8776,5296,8799,5296,8799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802,5284l8799,5284,8799,5296,8802,5296,8805,5293,8805,5287,8802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855,5284l8852,5284,8850,5287,8850,5293,8852,5296,8855,5296,885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878,5284l8855,5284,8855,5296,8878,5296,887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881,5284l8878,5284,8878,5296,8881,5296,8884,5293,8884,5287,888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934,5284l8931,5284,8929,5287,8929,5293,8931,5296,8934,5296,893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957,5284l8934,5284,8934,5296,8957,5296,895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8960,5284l8957,5284,8957,5296,8960,5296,8963,5293,8963,5287,896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013,5284l9010,5284,9008,5287,9008,5293,9010,5296,9013,5296,901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036,5284l9013,5284,9013,5296,9036,5296,9036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039,5284l9036,5284,9036,5296,9039,5296,9042,5293,9042,5287,9039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092,5284l9089,5284,9087,5287,9087,5293,9089,5296,9092,5296,9092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115,5284l9092,5284,9092,5296,9115,5296,911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118,5284l9115,5284,9115,5296,9118,5296,9121,5293,9121,5287,911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171,5284l9168,5284,9166,5287,9166,5293,9168,5296,9171,5296,917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194,5284l9171,5284,9171,5296,9194,5296,919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197,5284l9194,5284,9194,5296,9197,5296,9200,5293,9200,5287,919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250,5284l9247,5284,9245,5287,9245,5293,9247,5296,9250,5296,925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273,5284l9250,5284,9250,5296,9273,5296,927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276,5284l9273,5284,9273,5296,9276,5296,9279,5293,9279,5287,9276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329,5284l9326,5284,9324,5287,9324,5293,9326,5296,9329,5296,9329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352,5284l9329,5284,9329,5296,9352,5296,9352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355,5284l9352,5284,9352,5296,9355,5296,9358,5293,9358,5287,935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408,5284l9405,5284,9403,5287,9403,5293,9405,5296,9408,5296,940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431,5284l9408,5284,9408,5296,9431,5296,943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434,5284l9431,5284,9431,5296,9434,5296,9437,5293,9437,5287,943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488,5284l9484,5284,9482,5287,9482,5293,9484,5296,9488,5296,948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510,5284l9488,5284,9488,5296,9510,5296,951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513,5284l9510,5284,9510,5296,9513,5296,9516,5293,9516,5287,951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567,5284l9563,5284,9561,5287,9561,5293,9563,5296,9567,5296,956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589,5284l9567,5284,9567,5296,9589,5296,9589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592,5284l9589,5284,9589,5296,9592,5296,9595,5293,9595,5287,9592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646,5284l9642,5284,9640,5287,9640,5293,9642,5296,9646,5296,9646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668,5284l9646,5284,9646,5296,9668,5296,966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671,5284l9668,5284,9668,5296,9671,5296,9674,5293,9674,5287,967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725,5284l9721,5284,9719,5287,9719,5293,9721,5296,9725,5296,972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747,5284l9725,5284,9725,5296,9747,5296,974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750,5284l9747,5284,9747,5296,9750,5296,9753,5293,9753,5287,975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804,5284l9801,5284,9798,5287,9798,5293,9801,5296,9804,5296,980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826,5284l9804,5284,9804,5296,9826,5296,9826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829,5284l9826,5284,9826,5296,9829,5296,9832,5293,9832,5287,9829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883,5284l9880,5284,9877,5287,9877,5293,9880,5296,9883,5296,988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905,5284l9883,5284,9883,5296,9905,5296,990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908,5284l9905,5284,9905,5296,9908,5296,9911,5293,9911,5287,990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962,5284l9959,5284,9956,5287,9956,5293,9959,5296,9962,5296,9962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984,5284l9962,5284,9962,5296,9984,5296,998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9987,5284l9984,5284,9984,5296,9987,5296,9990,5293,9990,5287,998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041,5284l10038,5284,10035,5287,10035,5293,10038,5296,10041,5296,1004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063,5284l10041,5284,10041,5296,10063,5296,1006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066,5284l10063,5284,10063,5296,10066,5296,10069,5293,10069,5287,10066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120,5284l10117,5284,10114,5287,10114,5293,10117,5296,10120,5296,1012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142,5284l10120,5284,10120,5296,10142,5296,10142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145,5284l10142,5284,10142,5296,10145,5296,10148,5293,10148,5287,1014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199,5284l10196,5284,10193,5287,10193,5293,10196,5296,10199,5296,10199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221,5284l10199,5284,10199,5296,10221,5296,1022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225,5284l10221,5284,10221,5296,10225,5296,10227,5293,10227,5287,1022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278,5284l10275,5284,10272,5287,10272,5293,10275,5296,10278,5296,1027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300,5284l10278,5284,10278,5296,10300,5296,1030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304,5284l10300,5284,10300,5296,10304,5296,10306,5293,10306,5287,1030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357,5284l10354,5284,10351,5287,10351,5293,10354,5296,10357,5296,1035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379,5284l10357,5284,10357,5296,10379,5296,10379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383,5284l10379,5284,10379,5296,10383,5296,10385,5293,10385,5287,1038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436,5284l10433,5284,10430,5287,10430,5293,10433,5296,10436,5296,10436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458,5284l10436,5284,10436,5296,10458,5296,1045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462,5284l10458,5284,10458,5296,10462,5296,10464,5293,10464,5287,10462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515,5284l10512,5284,10509,5287,10509,5293,10512,5296,10515,5296,1051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538,5284l10515,5284,10515,5296,10538,5296,1053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541,5284l10538,5284,10538,5296,10541,5296,10543,5293,10543,5287,1054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594,5284l10591,5284,10588,5287,10588,5293,10591,5296,10594,5296,1059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617,5284l10594,5284,10594,5296,10617,5296,1061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620,5284l10617,5284,10617,5296,10620,5296,10622,5293,10622,5287,1062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673,5284l10670,5284,10667,5287,10667,5293,10670,5296,10673,5296,1067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696,5284l10673,5284,10673,5296,10696,5296,10696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699,5284l10696,5284,10696,5296,10699,5296,10701,5293,10701,5287,10699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752,5284l10749,5284,10746,5287,10746,5293,10749,5296,10752,5296,10752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775,5284l10752,5284,10752,5296,10775,5296,1077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778,5284l10775,5284,10775,5296,10778,5296,10780,5293,10780,5287,1077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831,5284l10828,5284,10825,5287,10825,5293,10828,5296,10831,5296,1083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854,5284l10831,5284,10831,5296,10854,5296,1085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857,5284l10854,5284,10854,5296,10857,5296,10859,5293,10859,5287,1085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910,5284l10907,5284,10904,5287,10904,5293,10907,5296,10910,5296,1091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933,5284l10910,5284,10910,5296,10933,5296,1093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936,5284l10933,5284,10933,5296,10936,5296,10938,5293,10938,5287,10936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0989,5284l10986,5284,10983,5287,10983,5293,10986,5296,10989,5296,10989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012,5284l10989,5284,10989,5296,11012,5296,11012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015,5284l11012,5284,11012,5296,11015,5296,11017,5293,11017,5287,1101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068,5284l11065,5284,11062,5287,11062,5293,11065,5296,11068,5296,1106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091,5284l11068,5284,11068,5296,11091,5296,1109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094,5284l11091,5284,11091,5296,11094,5296,11096,5293,11096,5287,1109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147,5284l11144,5284,11141,5287,11141,5293,11144,5296,11147,5296,11147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170,5284l11147,5284,11147,5296,11170,5296,11170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173,5284l11170,5284,11170,5296,11173,5296,11175,5293,11175,5287,11173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226,5284l11223,5284,11221,5287,11221,5293,11223,5296,11226,5296,11226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249,5284l11226,5284,11226,5296,11249,5296,11249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252,5284l11249,5284,11249,5296,11252,5296,11254,5293,11254,5287,11252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05,5284l11302,5284,11300,5287,11300,5293,11302,5296,11305,5296,1130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28,5284l11305,5284,11305,5296,11328,5296,1132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31,5284l11328,5284,11328,5296,11331,5296,11333,5293,11333,5287,11331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5,5290l11390,5290,11390,5304,11392,5307,11398,5307,11401,5304,11401,5296,11395,5296,11395,5290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84,5284l11381,5284,11379,5287,11379,5293,11381,5296,11384,5296,11384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5,5284l11384,5284,11384,5296,11390,5296,11390,5290,11395,5290,1139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5,5284l11395,5296,11401,5290,11395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401,5290l11395,5296,11398,5296,11401,5293,11401,5290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401,5293l11398,5296,11401,5296,11401,5293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5284l11395,5284,11401,5290,11401,5287,11398,528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5353l11392,5353,11390,5355,11390,5384,11392,5387,11398,5387,11401,5384,11401,5355,11398,5353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5433l11392,5433,11390,5435,11390,5465,11392,5467,11398,5467,11401,5465,11401,5435,11398,5433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5513l11392,5513,11390,5516,11390,5545,11392,5547,11398,5547,11401,5545,11401,5516,11398,5513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5593l11392,5593,11390,5596,11390,5625,11392,5627,11398,5627,11401,5625,11401,5596,11398,5593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5673l11392,5673,11390,5676,11390,5705,11392,5708,11398,5708,11401,5705,11401,5676,11398,5673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5753l11392,5753,11390,5756,11390,5785,11392,5788,11398,5788,11401,5785,11401,5756,11398,5753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5834l11392,5834,11390,5836,11390,5865,11392,5868,11398,5868,11401,5865,11401,5836,11398,583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5914l11392,5914,11390,5916,11390,5945,11392,5948,11398,5948,11401,5945,11401,5916,11398,591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5994l11392,5994,11390,5996,11390,6026,11392,6028,11398,6028,11401,6026,11401,5996,11398,599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6074l11392,6074,11390,6077,11390,6106,11392,6108,11398,6108,11401,6106,11401,6077,11398,607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6154l11392,6154,11390,6157,11390,6186,11392,6188,11398,6188,11401,6186,11401,6157,11398,615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6234l11392,6234,11390,6237,11390,6266,11392,6268,11398,6268,11401,6266,11401,6237,11398,623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6314l11392,6314,11390,6317,11390,6346,11392,6349,11398,6349,11401,6346,11401,6317,11398,631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6394l11392,6394,11390,6397,11390,6426,11392,6429,11398,6429,11401,6426,11401,6397,11398,6394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6475l11392,6475,11390,6477,11390,6506,11392,6509,11398,6509,11401,6506,11401,6477,11398,6475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6555l11392,6555,11390,6557,11390,6586,11392,6589,11398,6589,11401,6586,11401,6557,11398,6555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6635l11392,6635,11390,6637,11390,6667,11392,6669,11398,6669,11401,6667,11401,6637,11398,6635xe" filled="true" fillcolor="#231f20" stroked="false">
                <v:path arrowok="t"/>
                <v:fill type="solid"/>
              </v:shape>
              <v:shape style="position:absolute;left:6174;top:5284;width:5228;height:1534" coordorigin="6174,5284" coordsize="5228,1534" path="m11398,6715l11392,6715,11390,6718,11390,6747,11392,6749,11398,6749,11401,6747,11401,6718,11398,6715xe" filled="true" fillcolor="#231f20" stroked="false">
                <v:path arrowok="t"/>
                <v:fill type="solid"/>
              </v:shape>
            </v:group>
            <v:group style="position:absolute;left:6174;top:6806;width:5228;height:820" coordorigin="6174,6806" coordsize="5228,820">
              <v:shape style="position:absolute;left:6174;top:6806;width:5228;height:820" coordorigin="6174,6806" coordsize="5228,820" path="m11395,6806l11390,6812,11390,6827,11392,6829,11398,6829,11401,6827,11401,6818,11395,6818,1139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84,6806l11381,6806,11378,6809,11378,6815,11381,6818,11384,6818,1138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92,6806l11384,6806,11384,6818,11390,6818,11390,6809,1139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95,6806l11395,6818,11398,6818,11401,6815,11401,6812,1139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401,6815l11398,6818,11401,6818,11401,6815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95,6806l11392,6806,11390,6809,11390,6812,1139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98,6806l11395,6806,11401,6812,11401,6809,1139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05,6806l11302,6806,11299,6809,11299,6815,11302,6818,11305,6818,1130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27,6806l11305,6806,11305,6818,11327,6818,1132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31,6806l11327,6806,11327,6818,11331,6818,11333,6815,11333,6809,1133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226,6806l11223,6806,11220,6809,11220,6815,11223,6818,11226,6818,11226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248,6806l11226,6806,11226,6818,11248,6818,1124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252,6806l11248,6806,11248,6818,11252,6818,11254,6815,11254,6809,1125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147,6806l11144,6806,11141,6809,11141,6815,11144,6818,11147,6818,1114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169,6806l11147,6806,11147,6818,11169,6818,11169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173,6806l11169,6806,11169,6818,11173,6818,11175,6815,11175,6809,11173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068,6806l11065,6806,11062,6809,11062,6815,11065,6818,11068,6818,1106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090,6806l11068,6806,11068,6818,11090,6818,1109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094,6806l11090,6806,11090,6818,11094,6818,11096,6815,11096,6809,1109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989,6806l10986,6806,10983,6809,10983,6815,10986,6818,10989,6818,10989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011,6806l10989,6806,10989,6818,11011,6818,1101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014,6806l11011,6806,11011,6818,11014,6818,11017,6815,11017,6809,1101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910,6806l10907,6806,10904,6809,10904,6815,10907,6818,10910,6818,1091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932,6806l10910,6806,10910,6818,10932,6818,1093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935,6806l10932,6806,10932,6818,10935,6818,10938,6815,10938,6809,1093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831,6806l10828,6806,10825,6809,10825,6815,10828,6818,10831,6818,1083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853,6806l10831,6806,10831,6818,10853,6818,10853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856,6806l10853,6806,10853,6818,10856,6818,10859,6815,10859,6809,10856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752,6806l10749,6806,10746,6809,10746,6815,10749,6818,10752,6818,1075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774,6806l10752,6806,10752,6818,10774,6818,1077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777,6806l10774,6806,10774,6818,10777,6818,10780,6815,10780,6809,1077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673,6806l10670,6806,10667,6809,10667,6815,10670,6818,10673,6818,10673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695,6806l10673,6806,10673,6818,10695,6818,1069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698,6806l10695,6806,10695,6818,10698,6818,10701,6815,10701,6809,1069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594,6806l10591,6806,10588,6809,10588,6815,10591,6818,10594,6818,1059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616,6806l10594,6806,10594,6818,10616,6818,10616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619,6806l10616,6806,10616,6818,10619,6818,10622,6815,10622,6809,10619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515,6806l10511,6806,10509,6809,10509,6815,10511,6818,10515,6818,1051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537,6806l10515,6806,10515,6818,10537,6818,1053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540,6806l10537,6806,10537,6818,10540,6818,10543,6815,10543,6809,1054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436,6806l10432,6806,10430,6809,10430,6815,10432,6818,10436,6818,10436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458,6806l10436,6806,10436,6818,10458,6818,1045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461,6806l10458,6806,10458,6818,10461,6818,10464,6815,10464,6809,1046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357,6806l10353,6806,10351,6809,10351,6815,10353,6818,10357,6818,1035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379,6806l10357,6806,10357,6818,10379,6818,10379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382,6806l10379,6806,10379,6818,10382,6818,10385,6815,10385,6809,1038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278,6806l10274,6806,10272,6809,10272,6815,10274,6818,10278,6818,1027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300,6806l10278,6806,10278,6818,10300,6818,1030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303,6806l10300,6806,10300,6818,10303,6818,10306,6815,10306,6809,10303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198,6806l10195,6806,10193,6809,10193,6815,10195,6818,10198,6818,1019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221,6806l10198,6806,10198,6818,10221,6818,1022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224,6806l10221,6806,10221,6818,10224,6818,10227,6815,10227,6809,1022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119,6806l10116,6806,10114,6809,10114,6815,10116,6818,10119,6818,10119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142,6806l10119,6806,10119,6818,10142,6818,1014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145,6806l10142,6806,10142,6818,10145,6818,10148,6815,10148,6809,1014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040,6806l10037,6806,10035,6809,10035,6815,10037,6818,10040,6818,1004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063,6806l10040,6806,10040,6818,10063,6818,10063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066,6806l10063,6806,10063,6818,10066,6818,10069,6815,10069,6809,10066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961,6806l9958,6806,9956,6809,9956,6815,9958,6818,9961,6818,996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984,6806l9961,6806,9961,6818,9984,6818,998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987,6806l9984,6806,9984,6818,9987,6818,9990,6815,9990,6809,998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882,6806l9879,6806,9877,6809,9877,6815,9879,6818,9882,6818,988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905,6806l9882,6806,9882,6818,9905,6818,990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908,6806l9905,6806,9905,6818,9908,6818,9911,6815,9911,6809,990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803,6806l9800,6806,9798,6809,9798,6815,9800,6818,9803,6818,9803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826,6806l9803,6806,9803,6818,9826,6818,9826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829,6806l9826,6806,9826,6818,9829,6818,9832,6815,9832,6809,9829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724,6806l9721,6806,9719,6809,9719,6815,9721,6818,9724,6818,972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747,6806l9724,6806,9724,6818,9747,6818,974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750,6806l9747,6806,9747,6818,9750,6818,9753,6815,9753,6809,975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645,6806l9642,6806,9640,6809,9640,6815,9642,6818,9645,6818,964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668,6806l9645,6806,9645,6818,9668,6818,966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671,6806l9668,6806,9668,6818,9671,6818,9674,6815,9674,6809,967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566,6806l9563,6806,9561,6809,9561,6815,9563,6818,9566,6818,9566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589,6806l9566,6806,9566,6818,9589,6818,9589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592,6806l9589,6806,9589,6818,9592,6818,9594,6815,9594,6809,959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487,6806l9484,6806,9482,6809,9482,6815,9484,6818,9487,6818,948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510,6806l9487,6806,9487,6818,9510,6818,951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513,6806l9510,6806,9510,6818,9513,6818,9515,6815,9515,6809,9513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408,6806l9405,6806,9403,6809,9403,6815,9405,6818,9408,6818,940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431,6806l9408,6806,9408,6818,9431,6818,943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434,6806l9431,6806,9431,6818,9434,6818,9436,6815,9436,6809,943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329,6806l9326,6806,9323,6809,9323,6815,9326,6818,9329,6818,9329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352,6806l9329,6806,9329,6818,9352,6818,935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355,6806l9352,6806,9352,6818,9355,6818,9357,6815,9357,6809,935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250,6806l9247,6806,9244,6809,9244,6815,9247,6818,9250,6818,925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273,6806l9250,6806,9250,6818,9273,6818,9273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276,6806l9273,6806,9273,6818,9276,6818,9278,6815,9278,6809,9276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171,6806l9168,6806,9165,6809,9165,6815,9168,6818,9171,6818,917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194,6806l9171,6806,9171,6818,9194,6818,919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197,6806l9194,6806,9194,6818,9197,6818,9199,6815,9199,6809,919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092,6806l9089,6806,9086,6809,9086,6815,9089,6818,9092,6818,909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115,6806l9092,6806,9092,6818,9115,6818,911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118,6806l9115,6806,9115,6818,9118,6818,9120,6815,9120,6809,911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013,6806l9010,6806,9007,6809,9007,6815,9010,6818,9013,6818,9013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036,6806l9013,6806,9013,6818,9036,6818,9036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039,6806l9036,6806,9036,6818,9039,6818,9041,6815,9041,6809,9039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934,6806l8931,6806,8928,6809,8928,6815,8931,6818,8934,6818,893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957,6806l8934,6806,8934,6818,8957,6818,895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960,6806l8957,6806,8957,6818,8960,6818,8962,6815,8962,6809,896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855,6806l8852,6806,8849,6809,8849,6815,8852,6818,8855,6818,885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878,6806l8855,6806,8855,6818,8878,6818,887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881,6806l8878,6806,8878,6818,8881,6818,8883,6815,8883,6809,888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776,6806l8773,6806,8770,6809,8770,6815,8773,6818,8776,6818,8776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799,6806l8776,6806,8776,6818,8799,6818,8799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802,6806l8799,6806,8799,6818,8802,6818,8804,6815,8804,6809,880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697,6806l8694,6806,8691,6809,8691,6815,8694,6818,8697,6818,869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720,6806l8697,6806,8697,6818,8720,6818,872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723,6806l8720,6806,8720,6818,8723,6818,8725,6815,8725,6809,8723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618,6806l8615,6806,8612,6809,8612,6815,8615,6818,8618,6818,861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640,6806l8618,6806,8618,6818,8640,6818,864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644,6806l8640,6806,8640,6818,8644,6818,8646,6815,8646,6809,864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539,6806l8536,6806,8533,6809,8533,6815,8536,6818,8539,6818,8539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561,6806l8539,6806,8539,6818,8561,6818,856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565,6806l8561,6806,8561,6818,8565,6818,8567,6815,8567,6809,856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460,6806l8457,6806,8454,6809,8454,6815,8457,6818,8460,6818,846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482,6806l8460,6806,8460,6818,8482,6818,848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486,6806l8482,6806,8482,6818,8486,6818,8488,6815,8488,6809,8486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381,6806l8378,6806,8375,6809,8375,6815,8378,6818,8381,6818,838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403,6806l8381,6806,8381,6818,8403,6818,8403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407,6806l8403,6806,8403,6818,8407,6818,8409,6815,8409,6809,840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302,6806l8299,6806,8296,6809,8296,6815,8299,6818,8302,6818,830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324,6806l8302,6806,8302,6818,8324,6818,832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327,6806l8324,6806,8324,6818,8327,6818,8330,6815,8330,6809,832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223,6806l8220,6806,8217,6809,8217,6815,8220,6818,8223,6818,8223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245,6806l8223,6806,8223,6818,8245,6818,824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248,6806l8245,6806,8245,6818,8248,6818,8251,6815,8251,6809,824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144,6806l8141,6806,8138,6809,8138,6815,8141,6818,8144,6818,814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166,6806l8144,6806,8144,6818,8166,6818,8166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169,6806l8166,6806,8166,6818,8169,6818,8172,6815,8172,6809,8169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065,6806l8062,6806,8059,6809,8059,6815,8062,6818,8065,6818,806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087,6806l8065,6806,8065,6818,8087,6818,808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090,6806l8087,6806,8087,6818,8090,6818,8093,6815,8093,6809,809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986,6806l7983,6806,7980,6809,7980,6815,7983,6818,7986,6818,7986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008,6806l7986,6806,7986,6818,8008,6818,800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011,6806l8008,6806,8008,6818,8011,6818,8014,6815,8014,6809,801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907,6806l7903,6806,7901,6809,7901,6815,7903,6818,7907,6818,790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929,6806l7907,6806,7907,6818,7929,6818,7929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932,6806l7929,6806,7929,6818,7932,6818,7935,6815,7935,6809,793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828,6806l7824,6806,7822,6809,7822,6815,7824,6818,7828,6818,782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850,6806l7828,6806,7828,6818,7850,6818,785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853,6806l7850,6806,7850,6818,7853,6818,7856,6815,7856,6809,7853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749,6806l7745,6806,7743,6809,7743,6815,7745,6818,7749,6818,7749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771,6806l7749,6806,7749,6818,7771,6818,777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774,6806l7771,6806,7771,6818,7774,6818,7777,6815,7777,6809,777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670,6806l7666,6806,7664,6809,7664,6815,7666,6818,7670,6818,767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692,6806l7670,6806,7670,6818,7692,6818,769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695,6806l7692,6806,7692,6818,7695,6818,7698,6815,7698,6809,769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591,6806l7587,6806,7585,6809,7585,6815,7587,6818,7591,6818,759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613,6806l7591,6806,7591,6818,7613,6818,7613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616,6806l7613,6806,7613,6818,7616,6818,7619,6815,7619,6809,7616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511,6806l7508,6806,7506,6809,7506,6815,7508,6818,7511,6818,751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534,6806l7511,6806,7511,6818,7534,6818,753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537,6806l7534,6806,7534,6818,7537,6818,7540,6815,7540,6809,753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432,6806l7429,6806,7427,6809,7427,6815,7429,6818,7432,6818,743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455,6806l7432,6806,7432,6818,7455,6818,745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458,6806l7455,6806,7455,6818,7458,6818,7461,6815,7461,6809,745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353,6806l7350,6806,7348,6809,7348,6815,7350,6818,7353,6818,7353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376,6806l7353,6806,7353,6818,7376,6818,7376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379,6806l7376,6806,7376,6818,7379,6818,7382,6815,7382,6809,7379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274,6806l7271,6806,7269,6809,7269,6815,7271,6818,7274,6818,727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297,6806l7274,6806,7274,6818,7297,6818,729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300,6806l7297,6806,7297,6818,7300,6818,7303,6815,7303,6809,730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195,6806l7192,6806,7190,6809,7190,6815,7192,6818,7195,6818,719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218,6806l7195,6806,7195,6818,7218,6818,721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221,6806l7218,6806,7218,6818,7221,6818,7224,6815,7224,6809,722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116,6806l7113,6806,7111,6809,7111,6815,7113,6818,7116,6818,7116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139,6806l7116,6806,7116,6818,7139,6818,7139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142,6806l7139,6806,7139,6818,7142,6818,7145,6815,7145,6809,714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037,6806l7034,6806,7032,6809,7032,6815,7034,6818,7037,6818,703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060,6806l7037,6806,7037,6818,7060,6818,706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063,6806l7060,6806,7060,6818,7063,6818,7066,6815,7066,6809,7063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958,6806l6955,6806,6953,6809,6953,6815,6955,6818,6958,6818,695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981,6806l6958,6806,6958,6818,6981,6818,698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984,6806l6981,6806,6981,6818,6984,6818,6987,6815,6987,6809,698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879,6806l6876,6806,6874,6809,6874,6815,6876,6818,6879,6818,6879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902,6806l6879,6806,6879,6818,6902,6818,690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905,6806l6902,6806,6902,6818,6905,6818,6907,6815,6907,6809,690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800,6806l6797,6806,6795,6809,6795,6815,6797,6818,6800,6818,680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823,6806l6800,6806,6800,6818,6823,6818,6823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826,6806l6823,6806,6823,6818,6826,6818,6828,6815,6828,6809,6826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721,6806l6718,6806,6716,6809,6716,6815,6718,6818,6721,6818,672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744,6806l6721,6806,6721,6818,6744,6818,674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747,6806l6744,6806,6744,6818,6747,6818,6749,6815,6749,6809,674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642,6806l6639,6806,6636,6809,6636,6815,6639,6818,6642,6818,664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665,6806l6642,6806,6642,6818,6665,6818,666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668,6806l6665,6806,6665,6818,6668,6818,6670,6815,6670,6809,666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563,6806l6560,6806,6557,6809,6557,6815,6560,6818,6563,6818,6563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586,6806l6563,6806,6563,6818,6586,6818,6586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589,6806l6586,6806,6586,6818,6589,6818,6591,6815,6591,6809,6589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484,6806l6481,6806,6478,6809,6478,6815,6481,6818,6484,6818,648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507,6806l6484,6806,6484,6818,6507,6818,650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510,6806l6507,6806,6507,6818,6510,6818,6512,6815,6512,6809,651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405,6806l6402,6806,6399,6809,6399,6815,6402,6818,6405,6818,6405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428,6806l6405,6806,6405,6818,6428,6818,6428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431,6806l6428,6806,6428,6818,6431,6818,6433,6815,6433,6809,643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326,6806l6323,6806,6320,6809,6320,6815,6323,6818,6326,6818,6326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349,6806l6326,6806,6326,6818,6349,6818,6349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352,6806l6349,6806,6349,6818,6352,6818,6354,6815,6354,6809,6352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247,6806l6244,6806,6241,6809,6241,6815,6244,6818,6247,6818,6247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270,6806l6247,6806,6247,6818,6270,6818,627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273,6806l6270,6806,6270,6818,6273,6818,6275,6815,6275,6809,6273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74,6815l6174,6827,6176,6829,6183,6829,6185,6827,6185,6818,6176,6818,6174,6815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74,6812l6174,6815,6176,6818,6180,6818,6174,6812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80,6806l6174,6812,6180,6818,618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91,6806l6180,6806,6180,6818,6185,6818,6185,6812,6191,6812,6191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91,6812l6185,6812,6185,6818,6191,6818,6191,6812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94,6806l6191,6806,6191,6818,6194,6818,6196,6815,6196,6809,6194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80,6806l6176,6806,6174,6809,6174,6812,6180,680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83,6876l6176,6876,6174,6878,6174,6907,6176,6910,6183,6910,6185,6907,6185,6878,6183,687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83,6956l6176,6956,6174,6959,6174,6988,6176,6991,6183,6991,6185,6988,6185,6959,6183,695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83,7037l6176,7037,6174,7040,6174,7069,6176,7072,6183,7072,6185,7069,6185,7040,6183,7037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83,7118l6176,7118,6174,7121,6174,7150,6176,7152,6183,7152,6185,7150,6185,7121,6183,7118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83,7199l6176,7199,6174,7201,6174,7231,6176,7233,6183,7233,6185,7231,6185,7201,6183,7199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83,7280l6176,7280,6174,7282,6174,7312,6176,7314,6183,7314,6185,7312,6185,7282,6183,7280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83,7361l6176,7361,6174,7363,6174,7392,6176,7395,6183,7395,6185,7392,6185,7363,6183,7361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83,7441l6176,7441,6174,7444,6174,7473,6176,7476,6183,7476,6185,7473,6185,7444,6183,7441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83,7522l6176,7522,6174,7525,6174,7554,6176,7557,6183,7557,6185,7554,6185,7525,6183,7522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74,7620l6174,7623,6176,7626,6180,7626,6174,7620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83,7603l6176,7603,6174,7606,6174,7620,6180,7626,6180,7614,6185,7614,6185,7606,6183,7603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85,7614l6180,7614,6180,7626,6185,7620,618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85,7620l6180,7626,6183,7626,6185,7623,6185,7620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91,7614l6185,7614,6185,7623,6183,7626,6191,7626,619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194,7614l6191,7614,6191,7626,6194,7626,6197,7623,6197,7617,619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247,7614l6244,7614,6242,7617,6242,7623,6244,7626,6247,7626,624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270,7614l6247,7614,6247,7626,6270,7626,627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273,7614l6270,7614,6270,7626,6273,7626,6276,7623,6276,7617,6273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326,7614l6323,7614,6321,7617,6321,7623,6323,7626,6326,7626,6326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349,7614l6326,7614,6326,7626,6349,7626,6349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352,7614l6349,7614,6349,7626,6352,7626,6355,7623,6355,7617,6352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405,7614l6402,7614,6400,7617,6400,7623,6402,7626,6405,7626,640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428,7614l6405,7614,6405,7626,6428,7626,642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431,7614l6428,7614,6428,7626,6431,7626,6434,7623,6434,7617,643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484,7614l6481,7614,6479,7617,6479,7623,6481,7626,6484,7626,648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507,7614l6484,7614,6484,7626,6507,7626,650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510,7614l6507,7614,6507,7626,6510,7626,6513,7623,6513,7617,651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563,7614l6560,7614,6558,7617,6558,7623,6560,7626,6563,7626,6563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586,7614l6563,7614,6563,7626,6586,7626,6586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589,7614l6586,7614,6586,7626,6589,7626,6592,7623,6592,7617,6589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642,7614l6639,7614,6637,7617,6637,7623,6639,7626,6642,7626,6642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665,7614l6642,7614,6642,7626,6665,7626,666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668,7614l6665,7614,6665,7626,6668,7626,6671,7623,6671,7617,666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721,7614l6718,7614,6716,7617,6716,7623,6718,7626,6721,7626,672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744,7614l6721,7614,6721,7626,6744,7626,674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747,7614l6744,7614,6744,7626,6747,7626,6750,7623,6750,7617,674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801,7614l6797,7614,6795,7617,6795,7623,6797,7626,6801,7626,680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823,7614l6801,7614,6801,7626,6823,7626,6823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826,7614l6823,7614,6823,7626,6826,7626,6829,7623,6829,7617,6826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880,7614l6876,7614,6874,7617,6874,7623,6876,7626,6880,7626,688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902,7614l6880,7614,6880,7626,6902,7626,6902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905,7614l6902,7614,6902,7626,6905,7626,6908,7623,6908,7617,690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959,7614l6955,7614,6953,7617,6953,7623,6955,7626,6959,7626,6959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981,7614l6959,7614,6959,7626,6981,7626,698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6984,7614l6981,7614,6981,7626,6984,7626,6987,7623,6987,7617,698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038,7614l7034,7614,7032,7617,7032,7623,7034,7626,7038,7626,703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060,7614l7038,7614,7038,7626,7060,7626,706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063,7614l7060,7614,7060,7626,7063,7626,7066,7623,7066,7617,7063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117,7614l7114,7614,7111,7617,7111,7623,7114,7626,7117,7626,711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139,7614l7117,7614,7117,7626,7139,7626,7139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142,7614l7139,7614,7139,7626,7142,7626,7145,7623,7145,7617,7142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196,7614l7193,7614,7190,7617,7190,7623,7193,7626,7196,7626,7196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218,7614l7196,7614,7196,7626,7218,7626,721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221,7614l7218,7614,7218,7626,7221,7626,7224,7623,7224,7617,722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275,7614l7272,7614,7269,7617,7269,7623,7272,7626,7275,7626,727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297,7614l7275,7614,7275,7626,7297,7626,729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300,7614l7297,7614,7297,7626,7300,7626,7303,7623,7303,7617,730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354,7614l7351,7614,7348,7617,7348,7623,7351,7626,7354,7626,735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376,7614l7354,7614,7354,7626,7376,7626,7376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379,7614l7376,7614,7376,7626,7379,7626,7382,7623,7382,7617,7379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433,7614l7430,7614,7427,7617,7427,7623,7430,7626,7433,7626,7433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455,7614l7433,7614,7433,7626,7455,7626,745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458,7614l7455,7614,7455,7626,7458,7626,7461,7623,7461,7617,745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512,7614l7509,7614,7506,7617,7506,7623,7509,7626,7512,7626,7512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534,7614l7512,7614,7512,7626,7534,7626,753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537,7614l7534,7614,7534,7626,7537,7626,7540,7623,7540,7617,753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591,7614l7588,7614,7585,7617,7585,7623,7588,7626,7591,7626,759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613,7614l7591,7614,7591,7626,7613,7626,7613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617,7614l7613,7614,7613,7626,7617,7626,7619,7623,7619,7617,761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670,7614l7667,7614,7664,7617,7664,7623,7667,7626,7670,7626,767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692,7614l7670,7614,7670,7626,7692,7626,7692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696,7614l7692,7614,7692,7626,7696,7626,7698,7623,7698,7617,7696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749,7614l7746,7614,7743,7617,7743,7623,7746,7626,7749,7626,7749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771,7614l7749,7614,7749,7626,7771,7626,777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775,7614l7771,7614,7771,7626,7775,7626,7777,7623,7777,7617,777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828,7614l7825,7614,7822,7617,7822,7623,7825,7626,7828,7626,782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850,7614l7828,7614,7828,7626,7850,7626,785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854,7614l7850,7614,7850,7626,7854,7626,7856,7623,7856,7617,785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907,7614l7904,7614,7901,7617,7901,7623,7904,7626,7907,7626,790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930,7614l7907,7614,7907,7626,7930,7626,793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933,7614l7930,7614,7930,7626,7933,7626,7935,7623,7935,7617,7933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7986,7614l7983,7614,7980,7617,7980,7623,7983,7626,7986,7626,7986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009,7614l7986,7614,7986,7626,8009,7626,8009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012,7614l8009,7614,8009,7626,8012,7626,8014,7623,8014,7617,8012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065,7614l8062,7614,8059,7617,8059,7623,8062,7626,8065,7626,806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088,7614l8065,7614,8065,7626,8088,7626,808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091,7614l8088,7614,8088,7626,8091,7626,8093,7623,8093,7617,809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144,7614l8141,7614,8138,7617,8138,7623,8141,7626,8144,7626,814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167,7614l8144,7614,8144,7626,8167,7626,816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170,7614l8167,7614,8167,7626,8170,7626,8172,7623,8172,7617,817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223,7614l8220,7614,8217,7617,8217,7623,8220,7626,8223,7626,8223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246,7614l8223,7614,8223,7626,8246,7626,8246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249,7614l8246,7614,8246,7626,8249,7626,8251,7623,8251,7617,8249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302,7614l8299,7614,8296,7617,8296,7623,8299,7626,8302,7626,8302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325,7614l8302,7614,8302,7626,8325,7626,832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328,7614l8325,7614,8325,7626,8328,7626,8330,7623,8330,7617,832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381,7614l8378,7614,8375,7617,8375,7623,8378,7626,8381,7626,838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404,7614l8381,7614,8381,7626,8404,7626,840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407,7614l8404,7614,8404,7626,8407,7626,8409,7623,8409,7617,840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460,7614l8457,7614,8454,7617,8454,7623,8457,7626,8460,7626,846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483,7614l8460,7614,8460,7626,8483,7626,8483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486,7614l8483,7614,8483,7626,8486,7626,8488,7623,8488,7617,8486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539,7614l8536,7614,8534,7617,8534,7623,8536,7626,8539,7626,8539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562,7614l8539,7614,8539,7626,8562,7626,8562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565,7614l8562,7614,8562,7626,8565,7626,8567,7623,8567,7617,856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618,7614l8615,7614,8613,7617,8613,7623,8615,7626,8618,7626,861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641,7614l8618,7614,8618,7626,8641,7626,864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644,7614l8641,7614,8641,7626,8644,7626,8646,7623,8646,7617,864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697,7614l8694,7614,8692,7617,8692,7623,8694,7626,8697,7626,869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720,7614l8697,7614,8697,7626,8720,7626,872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723,7614l8720,7614,8720,7626,8723,7626,8725,7623,8725,7617,8723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776,7614l8773,7614,8771,7617,8771,7623,8773,7626,8776,7626,8776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799,7614l8776,7614,8776,7626,8799,7626,8799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802,7614l8799,7614,8799,7626,8802,7626,8805,7623,8805,7617,8802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855,7614l8852,7614,8850,7617,8850,7623,8852,7626,8855,7626,885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878,7614l8855,7614,8855,7626,8878,7626,887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881,7614l8878,7614,8878,7626,8881,7626,8884,7623,8884,7617,888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934,7614l8931,7614,8929,7617,8929,7623,8931,7626,8934,7626,893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957,7614l8934,7614,8934,7626,8957,7626,895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8960,7614l8957,7614,8957,7626,8960,7626,8963,7623,8963,7617,896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013,7614l9010,7614,9008,7617,9008,7623,9010,7626,9013,7626,9013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036,7614l9013,7614,9013,7626,9036,7626,9036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039,7614l9036,7614,9036,7626,9039,7626,9042,7623,9042,7617,9039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092,7614l9089,7614,9087,7617,9087,7623,9089,7626,9092,7626,9092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115,7614l9092,7614,9092,7626,9115,7626,911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118,7614l9115,7614,9115,7626,9118,7626,9121,7623,9121,7617,911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171,7614l9168,7614,9166,7617,9166,7623,9168,7626,9171,7626,917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194,7614l9171,7614,9171,7626,9194,7626,919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197,7614l9194,7614,9194,7626,9197,7626,9200,7623,9200,7617,919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250,7614l9247,7614,9245,7617,9245,7623,9247,7626,9250,7626,925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273,7614l9250,7614,9250,7626,9273,7626,9273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276,7614l9273,7614,9273,7626,9276,7626,9279,7623,9279,7617,9276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329,7614l9326,7614,9324,7617,9324,7623,9326,7626,9329,7626,9329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352,7614l9329,7614,9329,7626,9352,7626,9352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355,7614l9352,7614,9352,7626,9355,7626,9358,7623,9358,7617,935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408,7614l9405,7614,9403,7617,9403,7623,9405,7626,9408,7626,940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431,7614l9408,7614,9408,7626,9431,7626,943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434,7614l9431,7614,9431,7626,9434,7626,9437,7623,9437,7617,943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488,7614l9484,7614,9482,7617,9482,7623,9484,7626,9488,7626,948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510,7614l9488,7614,9488,7626,9510,7626,951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513,7614l9510,7614,9510,7626,9513,7626,9516,7623,9516,7617,9513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567,7614l9563,7614,9561,7617,9561,7623,9563,7626,9567,7626,956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589,7614l9567,7614,9567,7626,9589,7626,9589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592,7614l9589,7614,9589,7626,9592,7626,9595,7623,9595,7617,9592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646,7614l9642,7614,9640,7617,9640,7623,9642,7626,9646,7626,9646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668,7614l9646,7614,9646,7626,9668,7626,966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671,7614l9668,7614,9668,7626,9671,7626,9674,7623,9674,7617,967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725,7614l9721,7614,9719,7617,9719,7623,9721,7626,9725,7626,972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747,7614l9725,7614,9725,7626,9747,7626,974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750,7614l9747,7614,9747,7626,9750,7626,9753,7623,9753,7617,975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804,7614l9801,7614,9798,7617,9798,7623,9801,7626,9804,7626,980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826,7614l9804,7614,9804,7626,9826,7626,9826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829,7614l9826,7614,9826,7626,9829,7626,9832,7623,9832,7617,9829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883,7614l9880,7614,9877,7617,9877,7623,9880,7626,9883,7626,9883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905,7614l9883,7614,9883,7626,9905,7626,990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908,7614l9905,7614,9905,7626,9908,7626,9911,7623,9911,7617,990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962,7614l9959,7614,9956,7617,9956,7623,9959,7626,9962,7626,9962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984,7614l9962,7614,9962,7626,9984,7626,998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9987,7614l9984,7614,9984,7626,9987,7626,9990,7623,9990,7617,998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041,7614l10038,7614,10035,7617,10035,7623,10038,7626,10041,7626,1004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063,7614l10041,7614,10041,7626,10063,7626,10063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066,7614l10063,7614,10063,7626,10066,7626,10069,7623,10069,7617,10066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120,7614l10117,7614,10114,7617,10114,7623,10117,7626,10120,7626,1012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142,7614l10120,7614,10120,7626,10142,7626,10142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145,7614l10142,7614,10142,7626,10145,7626,10148,7623,10148,7617,1014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199,7614l10196,7614,10193,7617,10193,7623,10196,7626,10199,7626,10199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221,7614l10199,7614,10199,7626,10221,7626,1022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225,7614l10221,7614,10221,7626,10225,7626,10227,7623,10227,7617,1022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278,7614l10275,7614,10272,7617,10272,7623,10275,7626,10278,7626,1027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300,7614l10278,7614,10278,7626,10300,7626,1030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304,7614l10300,7614,10300,7626,10304,7626,10306,7623,10306,7617,1030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357,7614l10354,7614,10351,7617,10351,7623,10354,7626,10357,7626,1035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379,7614l10357,7614,10357,7626,10379,7626,10379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383,7614l10379,7614,10379,7626,10383,7626,10385,7623,10385,7617,10383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436,7614l10433,7614,10430,7617,10430,7623,10433,7626,10436,7626,10436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458,7614l10436,7614,10436,7626,10458,7626,1045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462,7614l10458,7614,10458,7626,10462,7626,10464,7623,10464,7617,10462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515,7614l10512,7614,10509,7617,10509,7623,10512,7626,10515,7626,1051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538,7614l10515,7614,10515,7626,10538,7626,1053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541,7614l10538,7614,10538,7626,10541,7626,10543,7623,10543,7617,1054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594,7614l10591,7614,10588,7617,10588,7623,10591,7626,10594,7626,1059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617,7614l10594,7614,10594,7626,10617,7626,1061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620,7614l10617,7614,10617,7626,10620,7626,10622,7623,10622,7617,1062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673,7614l10670,7614,10667,7617,10667,7623,10670,7626,10673,7626,10673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696,7614l10673,7614,10673,7626,10696,7626,10696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699,7614l10696,7614,10696,7626,10699,7626,10701,7623,10701,7617,10699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752,7614l10749,7614,10746,7617,10746,7623,10749,7626,10752,7626,10752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775,7614l10752,7614,10752,7626,10775,7626,1077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778,7614l10775,7614,10775,7626,10778,7626,10780,7623,10780,7617,1077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831,7614l10828,7614,10825,7617,10825,7623,10828,7626,10831,7626,1083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854,7614l10831,7614,10831,7626,10854,7626,1085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857,7614l10854,7614,10854,7626,10857,7626,10859,7623,10859,7617,1085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910,7614l10907,7614,10904,7617,10904,7623,10907,7626,10910,7626,1091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933,7614l10910,7614,10910,7626,10933,7626,10933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936,7614l10933,7614,10933,7626,10936,7626,10938,7623,10938,7617,10936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0989,7614l10986,7614,10983,7617,10983,7623,10986,7626,10989,7626,10989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012,7614l10989,7614,10989,7626,11012,7626,11012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015,7614l11012,7614,11012,7626,11015,7626,11017,7623,11017,7617,1101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068,7614l11065,7614,11062,7617,11062,7623,11065,7626,11068,7626,1106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091,7614l11068,7614,11068,7626,11091,7626,1109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094,7614l11091,7614,11091,7626,11094,7626,11096,7623,11096,7617,1109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147,7614l11144,7614,11141,7617,11141,7623,11144,7626,11147,7626,11147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170,7614l11147,7614,11147,7626,11170,7626,1117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173,7614l11170,7614,11170,7626,11173,7626,11175,7623,11175,7617,11173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226,7614l11223,7614,11221,7617,11221,7623,11223,7626,11226,7626,11226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249,7614l11226,7614,11226,7626,11249,7626,11249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252,7614l11249,7614,11249,7626,11252,7626,11254,7623,11254,7617,11252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05,7614l11302,7614,11300,7617,11300,7623,11302,7626,11305,7626,1130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28,7614l11305,7614,11305,7626,11328,7626,1132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31,7614l11328,7614,11328,7626,11331,7626,11333,7623,11333,7617,1133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84,7614l11381,7614,11379,7617,11379,7623,11381,7626,11384,7626,11384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90,7614l11384,7614,11384,7626,11395,7626,11395,7620,11390,7620,11390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95,7614l11395,7626,11401,7620,11395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401,7620l11395,7626,11398,7626,11401,7623,11401,7620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98,7603l11392,7603,11390,7606,11390,7620,11395,7620,11395,7614,11401,7614,11401,7606,11398,7603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98,7614l11395,7614,11401,7620,11401,7617,11398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401,7614l11398,7614,11401,7617,11401,7614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98,7522l11392,7522,11390,7525,11390,7554,11392,7557,11398,7557,11401,7554,11401,7525,11398,7522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98,7441l11392,7441,11390,7444,11390,7473,11392,7476,11398,7476,11401,7473,11401,7444,11398,7441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98,7361l11392,7361,11390,7363,11390,7392,11392,7395,11398,7395,11401,7392,11401,7363,11398,7361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98,7280l11392,7280,11390,7282,11390,7312,11392,7314,11398,7314,11401,7312,11401,7282,11398,7280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98,7199l11392,7199,11390,7201,11390,7231,11392,7233,11398,7233,11401,7231,11401,7201,11398,7199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98,7118l11392,7118,11390,7121,11390,7150,11392,7152,11398,7152,11401,7150,11401,7121,11398,7118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98,7037l11392,7037,11390,7040,11390,7069,11392,7072,11398,7072,11401,7069,11401,7040,11398,7037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98,6956l11392,6956,11390,6959,11390,6988,11392,6991,11398,6991,11401,6988,11401,6959,11398,6956xe" filled="true" fillcolor="#231f20" stroked="false">
                <v:path arrowok="t"/>
                <v:fill type="solid"/>
              </v:shape>
              <v:shape style="position:absolute;left:6174;top:6806;width:5228;height:820" coordorigin="6174,6806" coordsize="5228,820" path="m11398,6876l11392,6876,11390,6878,11390,6907,11392,6910,11398,6910,11401,6907,11401,6878,11398,6876xe" filled="true" fillcolor="#231f20" stroked="false">
                <v:path arrowok="t"/>
                <v:fill type="solid"/>
              </v:shape>
            </v:group>
            <v:group style="position:absolute;left:6174;top:7614;width:5228;height:1130" coordorigin="6174,7614" coordsize="5228,1130">
              <v:shape style="position:absolute;left:6174;top:7614;width:5228;height:1130" coordorigin="6174,7614" coordsize="5228,1130" path="m11384,8733l11381,8733,11378,8736,11378,8742,11381,8744,11384,8744,1138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0,8733l11384,8733,11384,8744,11392,8744,11390,8742,1139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0,8739l11390,8742,11392,8744,11395,8744,11390,8739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8,8722l11392,8722,11390,8724,11390,8739,11395,8744,11395,8733,11401,8733,11401,8724,11398,872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8,8733l11395,8733,11395,8744,11401,8739,11401,8736,1139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401,8739l11395,8744,11398,8744,11401,8742,11401,8739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401,8733l11398,8733,11401,8736,1140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05,8733l11302,8733,11299,8736,11299,8742,11302,8744,11305,8744,1130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27,8733l11305,8733,11305,8744,11327,8744,1132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31,8733l11327,8733,11327,8744,11331,8744,11333,8742,11333,8736,1133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226,8733l11223,8733,11220,8736,11220,8742,11223,8744,11226,8744,11226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248,8733l11226,8733,11226,8744,11248,8744,1124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252,8733l11248,8733,11248,8744,11252,8744,11254,8742,11254,8736,11252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147,8733l11144,8733,11141,8736,11141,8742,11144,8744,11147,8744,1114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169,8733l11147,8733,11147,8744,11169,8744,11169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173,8733l11169,8733,11169,8744,11173,8744,11175,8742,11175,8736,11173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068,8733l11065,8733,11062,8736,11062,8742,11065,8744,11068,8744,1106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090,8733l11068,8733,11068,8744,11090,8744,1109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094,8733l11090,8733,11090,8744,11094,8744,11096,8742,11096,8736,1109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989,8733l10986,8733,10983,8736,10983,8742,10986,8744,10989,8744,10989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011,8733l10989,8733,10989,8744,11011,8744,1101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014,8733l11011,8733,11011,8744,11014,8744,11017,8742,11017,8736,1101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910,8733l10907,8733,10904,8736,10904,8742,10907,8744,10910,8744,1091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932,8733l10910,8733,10910,8744,10932,8744,10932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935,8733l10932,8733,10932,8744,10935,8744,10938,8742,10938,8736,1093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831,8733l10828,8733,10825,8736,10825,8742,10828,8744,10831,8744,1083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853,8733l10831,8733,10831,8744,10853,8744,10853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856,8733l10853,8733,10853,8744,10856,8744,10859,8742,10859,8736,10856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752,8733l10749,8733,10746,8736,10746,8742,10749,8744,10752,8744,10752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774,8733l10752,8733,10752,8744,10774,8744,1077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777,8733l10774,8733,10774,8744,10777,8744,10780,8742,10780,8736,1077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673,8733l10670,8733,10667,8736,10667,8742,10670,8744,10673,8744,10673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695,8733l10673,8733,10673,8744,10695,8744,1069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698,8733l10695,8733,10695,8744,10698,8744,10701,8742,10701,8736,1069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594,8733l10591,8733,10588,8736,10588,8742,10591,8744,10594,8744,1059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616,8733l10594,8733,10594,8744,10616,8744,10616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619,8733l10616,8733,10616,8744,10619,8744,10622,8742,10622,8736,10619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515,8733l10511,8733,10509,8736,10509,8742,10511,8744,10515,8744,1051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537,8733l10515,8733,10515,8744,10537,8744,1053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540,8733l10537,8733,10537,8744,10540,8744,10543,8742,10543,8736,1054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436,8733l10432,8733,10430,8736,10430,8742,10432,8744,10436,8744,10436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458,8733l10436,8733,10436,8744,10458,8744,1045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461,8733l10458,8733,10458,8744,10461,8744,10464,8742,10464,8736,1046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357,8733l10353,8733,10351,8736,10351,8742,10353,8744,10357,8744,1035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379,8733l10357,8733,10357,8744,10379,8744,10379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382,8733l10379,8733,10379,8744,10382,8744,10385,8742,10385,8736,10382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278,8733l10274,8733,10272,8736,10272,8742,10274,8744,10278,8744,1027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300,8733l10278,8733,10278,8744,10300,8744,1030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303,8733l10300,8733,10300,8744,10303,8744,10306,8742,10306,8736,10303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198,8733l10195,8733,10193,8736,10193,8742,10195,8744,10198,8744,1019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221,8733l10198,8733,10198,8744,10221,8744,1022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224,8733l10221,8733,10221,8744,10224,8744,10227,8742,10227,8736,1022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119,8733l10116,8733,10114,8736,10114,8742,10116,8744,10119,8744,10119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142,8733l10119,8733,10119,8744,10142,8744,10142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145,8733l10142,8733,10142,8744,10145,8744,10148,8742,10148,8736,1014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040,8733l10037,8733,10035,8736,10035,8742,10037,8744,10040,8744,1004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063,8733l10040,8733,10040,8744,10063,8744,10063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066,8733l10063,8733,10063,8744,10066,8744,10069,8742,10069,8736,10066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961,8733l9958,8733,9956,8736,9956,8742,9958,8744,9961,8744,996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984,8733l9961,8733,9961,8744,9984,8744,998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987,8733l9984,8733,9984,8744,9987,8744,9990,8742,9990,8736,998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882,8733l9879,8733,9877,8736,9877,8742,9879,8744,9882,8744,9882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905,8733l9882,8733,9882,8744,9905,8744,990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908,8733l9905,8733,9905,8744,9908,8744,9911,8742,9911,8736,990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803,8733l9800,8733,9798,8736,9798,8742,9800,8744,9803,8744,9803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826,8733l9803,8733,9803,8744,9826,8744,9826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829,8733l9826,8733,9826,8744,9829,8744,9832,8742,9832,8736,9829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724,8733l9721,8733,9719,8736,9719,8742,9721,8744,9724,8744,972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747,8733l9724,8733,9724,8744,9747,8744,974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750,8733l9747,8733,9747,8744,9750,8744,9753,8742,9753,8736,975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645,8733l9642,8733,9640,8736,9640,8742,9642,8744,9645,8744,964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668,8733l9645,8733,9645,8744,9668,8744,966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671,8733l9668,8733,9668,8744,9671,8744,9674,8742,9674,8736,967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566,8733l9563,8733,9561,8736,9561,8742,9563,8744,9566,8744,9566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589,8733l9566,8733,9566,8744,9589,8744,9589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592,8733l9589,8733,9589,8744,9592,8744,9594,8742,9594,8736,9592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487,8733l9484,8733,9482,8736,9482,8742,9484,8744,9487,8744,948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510,8733l9487,8733,9487,8744,9510,8744,951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513,8733l9510,8733,9510,8744,9513,8744,9515,8742,9515,8736,9513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408,8733l9405,8733,9403,8736,9403,8742,9405,8744,9408,8744,940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431,8733l9408,8733,9408,8744,9431,8744,943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434,8733l9431,8733,9431,8744,9434,8744,9436,8742,9436,8736,943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329,8733l9326,8733,9323,8736,9323,8742,9326,8744,9329,8744,9329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352,8733l9329,8733,9329,8744,9352,8744,9352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355,8733l9352,8733,9352,8744,9355,8744,9357,8742,9357,8736,935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250,8733l9247,8733,9244,8736,9244,8742,9247,8744,9250,8744,925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273,8733l9250,8733,9250,8744,9273,8744,9273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276,8733l9273,8733,9273,8744,9276,8744,9278,8742,9278,8736,9276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171,8733l9168,8733,9165,8736,9165,8742,9168,8744,9171,8744,917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194,8733l9171,8733,9171,8744,9194,8744,919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197,8733l9194,8733,9194,8744,9197,8744,9199,8742,9199,8736,919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092,8733l9089,8733,9086,8736,9086,8742,9089,8744,9092,8744,9092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115,8733l9092,8733,9092,8744,9115,8744,911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118,8733l9115,8733,9115,8744,9118,8744,9120,8742,9120,8736,911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013,8733l9010,8733,9007,8736,9007,8742,9010,8744,9013,8744,9013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036,8733l9013,8733,9013,8744,9036,8744,9036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039,8733l9036,8733,9036,8744,9039,8744,9041,8742,9041,8736,9039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934,8733l8931,8733,8928,8736,8928,8742,8931,8744,8934,8744,893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957,8733l8934,8733,8934,8744,8957,8744,895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960,8733l8957,8733,8957,8744,8960,8744,8962,8742,8962,8736,896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855,8733l8852,8733,8849,8736,8849,8742,8852,8744,8855,8744,885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878,8733l8855,8733,8855,8744,8878,8744,887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881,8733l8878,8733,8878,8744,8881,8744,8883,8742,8883,8736,888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776,8733l8773,8733,8770,8736,8770,8742,8773,8744,8776,8744,8776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799,8733l8776,8733,8776,8744,8799,8744,8799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802,8733l8799,8733,8799,8744,8802,8744,8804,8742,8804,8736,8802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697,8733l8694,8733,8691,8736,8691,8742,8694,8744,8697,8744,869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720,8733l8697,8733,8697,8744,8720,8744,872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723,8733l8720,8733,8720,8744,8723,8744,8725,8742,8725,8736,8723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618,8733l8615,8733,8612,8736,8612,8742,8615,8744,8618,8744,861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640,8733l8618,8733,8618,8744,8640,8744,864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644,8733l8640,8733,8640,8744,8644,8744,8646,8742,8646,8736,864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539,8733l8536,8733,8533,8736,8533,8742,8536,8744,8539,8744,8539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561,8733l8539,8733,8539,8744,8561,8744,856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565,8733l8561,8733,8561,8744,8565,8744,8567,8742,8567,8736,856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460,8733l8457,8733,8454,8736,8454,8742,8457,8744,8460,8744,846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482,8733l8460,8733,8460,8744,8482,8744,8482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486,8733l8482,8733,8482,8744,8486,8744,8488,8742,8488,8736,8486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381,8733l8378,8733,8375,8736,8375,8742,8378,8744,8381,8744,838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403,8733l8381,8733,8381,8744,8403,8744,8403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407,8733l8403,8733,8403,8744,8407,8744,8409,8742,8409,8736,840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302,8733l8299,8733,8296,8736,8296,8742,8299,8744,8302,8744,8302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324,8733l8302,8733,8302,8744,8324,8744,832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327,8733l8324,8733,8324,8744,8327,8744,8330,8742,8330,8736,832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223,8733l8220,8733,8217,8736,8217,8742,8220,8744,8223,8744,8223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245,8733l8223,8733,8223,8744,8245,8744,824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248,8733l8245,8733,8245,8744,8248,8744,8251,8742,8251,8736,824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144,8733l8141,8733,8138,8736,8138,8742,8141,8744,8144,8744,814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166,8733l8144,8733,8144,8744,8166,8744,8166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169,8733l8166,8733,8166,8744,8169,8744,8172,8742,8172,8736,8169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065,8733l8062,8733,8059,8736,8059,8742,8062,8744,8065,8744,806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087,8733l8065,8733,8065,8744,8087,8744,808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090,8733l8087,8733,8087,8744,8090,8744,8093,8742,8093,8736,809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986,8733l7983,8733,7980,8736,7980,8742,7983,8744,7986,8744,7986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008,8733l7986,8733,7986,8744,8008,8744,800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011,8733l8008,8733,8008,8744,8011,8744,8014,8742,8014,8736,801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907,8733l7903,8733,7901,8736,7901,8742,7903,8744,7907,8744,790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929,8733l7907,8733,7907,8744,7929,8744,7929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932,8733l7929,8733,7929,8744,7932,8744,7935,8742,7935,8736,7932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828,8733l7824,8733,7822,8736,7822,8742,7824,8744,7828,8744,782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850,8733l7828,8733,7828,8744,7850,8744,785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853,8733l7850,8733,7850,8744,7853,8744,7856,8742,7856,8736,7853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749,8733l7745,8733,7743,8736,7743,8742,7745,8744,7749,8744,7749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771,8733l7749,8733,7749,8744,7771,8744,777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774,8733l7771,8733,7771,8744,7774,8744,7777,8742,7777,8736,777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670,8733l7666,8733,7664,8736,7664,8742,7666,8744,7670,8744,767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692,8733l7670,8733,7670,8744,7692,8744,7692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695,8733l7692,8733,7692,8744,7695,8744,7698,8742,7698,8736,769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591,8733l7587,8733,7585,8736,7585,8742,7587,8744,7591,8744,759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613,8733l7591,8733,7591,8744,7613,8744,7613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616,8733l7613,8733,7613,8744,7616,8744,7619,8742,7619,8736,7616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511,8733l7508,8733,7506,8736,7506,8742,7508,8744,7511,8744,751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534,8733l7511,8733,7511,8744,7534,8744,753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537,8733l7534,8733,7534,8744,7537,8744,7540,8742,7540,8736,753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432,8733l7429,8733,7427,8736,7427,8742,7429,8744,7432,8744,7432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455,8733l7432,8733,7432,8744,7455,8744,745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458,8733l7455,8733,7455,8744,7458,8744,7461,8742,7461,8736,745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353,8733l7350,8733,7348,8736,7348,8742,7350,8744,7353,8744,7353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376,8733l7353,8733,7353,8744,7376,8744,7376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379,8733l7376,8733,7376,8744,7379,8744,7382,8742,7382,8736,7379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274,8733l7271,8733,7269,8736,7269,8742,7271,8744,7274,8744,727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297,8733l7274,8733,7274,8744,7297,8744,729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300,8733l7297,8733,7297,8744,7300,8744,7303,8742,7303,8736,730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195,8733l7192,8733,7190,8736,7190,8742,7192,8744,7195,8744,719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218,8733l7195,8733,7195,8744,7218,8744,721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221,8733l7218,8733,7218,8744,7221,8744,7224,8742,7224,8736,722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116,8733l7113,8733,7111,8736,7111,8742,7113,8744,7116,8744,7116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139,8733l7116,8733,7116,8744,7139,8744,7139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142,8733l7139,8733,7139,8744,7142,8744,7145,8742,7145,8736,7142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037,8733l7034,8733,7032,8736,7032,8742,7034,8744,7037,8744,703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060,8733l7037,8733,7037,8744,7060,8744,706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063,8733l7060,8733,7060,8744,7063,8744,7066,8742,7066,8736,7063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958,8733l6955,8733,6953,8736,6953,8742,6955,8744,6958,8744,695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981,8733l6958,8733,6958,8744,6981,8744,698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984,8733l6981,8733,6981,8744,6984,8744,6987,8742,6987,8736,698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879,8733l6876,8733,6874,8736,6874,8742,6876,8744,6879,8744,6879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902,8733l6879,8733,6879,8744,6902,8744,6902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905,8733l6902,8733,6902,8744,6905,8744,6907,8742,6907,8736,690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800,8733l6797,8733,6795,8736,6795,8742,6797,8744,6800,8744,680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823,8733l6800,8733,6800,8744,6823,8744,6823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826,8733l6823,8733,6823,8744,6826,8744,6828,8742,6828,8736,6826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721,8733l6718,8733,6716,8736,6716,8742,6718,8744,6721,8744,672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744,8733l6721,8733,6721,8744,6744,8744,674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747,8733l6744,8733,6744,8744,6747,8744,6749,8742,6749,8736,674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642,8733l6639,8733,6636,8736,6636,8742,6639,8744,6642,8744,6642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665,8733l6642,8733,6642,8744,6665,8744,666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668,8733l6665,8733,6665,8744,6668,8744,6670,8742,6670,8736,666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563,8733l6560,8733,6557,8736,6557,8742,6560,8744,6563,8744,6563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586,8733l6563,8733,6563,8744,6586,8744,6586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589,8733l6586,8733,6586,8744,6589,8744,6591,8742,6591,8736,6589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484,8733l6481,8733,6478,8736,6478,8742,6481,8744,6484,8744,648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507,8733l6484,8733,6484,8744,6507,8744,650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510,8733l6507,8733,6507,8744,6510,8744,6512,8742,6512,8736,651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405,8733l6402,8733,6399,8736,6399,8742,6402,8744,6405,8744,640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428,8733l6405,8733,6405,8744,6428,8744,6428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431,8733l6428,8733,6428,8744,6431,8744,6433,8742,6433,8736,643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326,8733l6323,8733,6320,8736,6320,8742,6323,8744,6326,8744,6326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349,8733l6326,8733,6326,8744,6349,8744,6349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352,8733l6349,8733,6349,8744,6352,8744,6354,8742,6354,8736,6352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247,8733l6244,8733,6241,8736,6241,8742,6244,8744,6247,8744,6247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270,8733l6247,8733,6247,8744,6270,8744,627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273,8733l6270,8733,6270,8744,6273,8744,6275,8742,6275,8736,6273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74,8739l6174,8742,6176,8744,6180,8744,6174,8739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0,8733l6174,8739,6180,8744,618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5,8733l6180,8733,6180,8744,6191,8744,6191,8739,6185,8739,6185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94,8733l6191,8733,6191,8744,6194,8744,6196,8742,6196,8736,6194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0,8733l6176,8733,6174,8736,6174,8739,6180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91,8733l6185,8733,6185,8739,6191,8739,6191,873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3,8722l6176,8722,6174,8724,6174,8736,6176,8733,6185,8733,6185,8724,6183,872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3,8642l6176,8642,6174,8644,6174,8673,6176,8676,6183,8676,6185,8673,6185,8644,6183,864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3,8562l6176,8562,6174,8564,6174,8593,6176,8596,6183,8596,6185,8593,6185,8564,6183,856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3,8482l6176,8482,6174,8484,6174,8514,6176,8516,6183,8516,6185,8514,6185,8484,6183,848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3,8402l6176,8402,6174,8405,6174,8434,6176,8436,6183,8436,6185,8434,6185,8405,6183,840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3,8322l6176,8322,6174,8325,6174,8354,6176,8356,6183,8356,6185,8354,6185,8325,6183,832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3,8242l6176,8242,6174,8245,6174,8274,6176,8276,6183,8276,6185,8274,6185,8245,6183,824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3,8162l6176,8162,6174,8165,6174,8194,6176,8196,6183,8196,6185,8194,6185,8165,6183,816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3,8082l6176,8082,6174,8085,6174,8114,6176,8117,6183,8117,6185,8114,6185,8085,6183,808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3,8002l6176,8002,6174,8005,6174,8034,6176,8037,6183,8037,6185,8034,6185,8005,6183,800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3,7923l6176,7923,6174,7925,6174,7954,6176,7957,6183,7957,6185,7954,6185,7925,6183,792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3,7843l6176,7843,6174,7845,6174,7874,6176,7877,6183,7877,6185,7874,6185,7845,6183,784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3,7763l6176,7763,6174,7765,6174,7794,6176,7797,6183,7797,6185,7794,6185,7765,6183,776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3,7683l6176,7683,6174,7685,6174,7714,6176,7717,6183,7717,6185,7714,6185,7685,6183,768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0,7614l6174,7620,6174,7635,6176,7637,6183,7637,6185,7635,6185,7626,6180,7626,618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0,7614l6180,7626,6185,7626,6185,7620,618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91,7614l6183,7614,6185,7617,6185,7626,6191,7626,619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94,7614l6191,7614,6191,7626,6194,7626,6197,7623,6197,7617,619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0,7614l6176,7614,6174,7617,6174,7620,618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183,7614l6180,7614,6185,7620,6185,7617,618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247,7614l6244,7614,6242,7617,6242,7623,6244,7626,6247,7626,624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270,7614l6247,7614,6247,7626,6270,7626,627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273,7614l6270,7614,6270,7626,6273,7626,6276,7623,6276,7617,627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326,7614l6323,7614,6321,7617,6321,7623,6323,7626,6326,7626,6326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349,7614l6326,7614,6326,7626,6349,7626,6349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352,7614l6349,7614,6349,7626,6352,7626,6355,7623,6355,7617,6352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405,7614l6402,7614,6400,7617,6400,7623,6402,7626,6405,7626,640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428,7614l6405,7614,6405,7626,6428,7626,642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431,7614l6428,7614,6428,7626,6431,7626,6434,7623,6434,7617,643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484,7614l6481,7614,6479,7617,6479,7623,6481,7626,6484,7626,648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507,7614l6484,7614,6484,7626,6507,7626,650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510,7614l6507,7614,6507,7626,6510,7626,6513,7623,6513,7617,651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563,7614l6560,7614,6558,7617,6558,7623,6560,7626,6563,7626,656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586,7614l6563,7614,6563,7626,6586,7626,6586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589,7614l6586,7614,6586,7626,6589,7626,6592,7623,6592,7617,6589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642,7614l6639,7614,6637,7617,6637,7623,6639,7626,6642,7626,6642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665,7614l6642,7614,6642,7626,6665,7626,666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668,7614l6665,7614,6665,7626,6668,7626,6671,7623,6671,7617,666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721,7614l6718,7614,6716,7617,6716,7623,6718,7626,6721,7626,672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744,7614l6721,7614,6721,7626,6744,7626,674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747,7614l6744,7614,6744,7626,6747,7626,6750,7623,6750,7617,674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801,7614l6797,7614,6795,7617,6795,7623,6797,7626,6801,7626,680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823,7614l6801,7614,6801,7626,6823,7626,682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826,7614l6823,7614,6823,7626,6826,7626,6829,7623,6829,7617,6826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880,7614l6876,7614,6874,7617,6874,7623,6876,7626,6880,7626,688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902,7614l6880,7614,6880,7626,6902,7626,6902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905,7614l6902,7614,6902,7626,6905,7626,6908,7623,6908,7617,690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959,7614l6955,7614,6953,7617,6953,7623,6955,7626,6959,7626,6959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981,7614l6959,7614,6959,7626,6981,7626,698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6984,7614l6981,7614,6981,7626,6984,7626,6987,7623,6987,7617,698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038,7614l7034,7614,7032,7617,7032,7623,7034,7626,7038,7626,703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060,7614l7038,7614,7038,7626,7060,7626,706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063,7614l7060,7614,7060,7626,7063,7626,7066,7623,7066,7617,706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117,7614l7114,7614,7111,7617,7111,7623,7114,7626,7117,7626,711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139,7614l7117,7614,7117,7626,7139,7626,7139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142,7614l7139,7614,7139,7626,7142,7626,7145,7623,7145,7617,7142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196,7614l7193,7614,7190,7617,7190,7623,7193,7626,7196,7626,7196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218,7614l7196,7614,7196,7626,7218,7626,721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221,7614l7218,7614,7218,7626,7221,7626,7224,7623,7224,7617,722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275,7614l7272,7614,7269,7617,7269,7623,7272,7626,7275,7626,727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297,7614l7275,7614,7275,7626,7297,7626,729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300,7614l7297,7614,7297,7626,7300,7626,7303,7623,7303,7617,730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354,7614l7351,7614,7348,7617,7348,7623,7351,7626,7354,7626,735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376,7614l7354,7614,7354,7626,7376,7626,7376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379,7614l7376,7614,7376,7626,7379,7626,7382,7623,7382,7617,7379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433,7614l7430,7614,7427,7617,7427,7623,7430,7626,7433,7626,743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455,7614l7433,7614,7433,7626,7455,7626,745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458,7614l7455,7614,7455,7626,7458,7626,7461,7623,7461,7617,745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512,7614l7509,7614,7506,7617,7506,7623,7509,7626,7512,7626,7512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534,7614l7512,7614,7512,7626,7534,7626,753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537,7614l7534,7614,7534,7626,7537,7626,7540,7623,7540,7617,753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591,7614l7588,7614,7585,7617,7585,7623,7588,7626,7591,7626,759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613,7614l7591,7614,7591,7626,7613,7626,761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617,7614l7613,7614,7613,7626,7617,7626,7619,7623,7619,7617,761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670,7614l7667,7614,7664,7617,7664,7623,7667,7626,7670,7626,767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692,7614l7670,7614,7670,7626,7692,7626,7692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696,7614l7692,7614,7692,7626,7696,7626,7698,7623,7698,7617,7696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749,7614l7746,7614,7743,7617,7743,7623,7746,7626,7749,7626,7749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771,7614l7749,7614,7749,7626,7771,7626,777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775,7614l7771,7614,7771,7626,7775,7626,7777,7623,7777,7617,777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828,7614l7825,7614,7822,7617,7822,7623,7825,7626,7828,7626,782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850,7614l7828,7614,7828,7626,7850,7626,785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854,7614l7850,7614,7850,7626,7854,7626,7856,7623,7856,7617,785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907,7614l7904,7614,7901,7617,7901,7623,7904,7626,7907,7626,790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930,7614l7907,7614,7907,7626,7930,7626,793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933,7614l7930,7614,7930,7626,7933,7626,7935,7623,7935,7617,793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7986,7614l7983,7614,7980,7617,7980,7623,7983,7626,7986,7626,7986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009,7614l7986,7614,7986,7626,8009,7626,8009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012,7614l8009,7614,8009,7626,8012,7626,8014,7623,8014,7617,8012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065,7614l8062,7614,8059,7617,8059,7623,8062,7626,8065,7626,806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088,7614l8065,7614,8065,7626,8088,7626,808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091,7614l8088,7614,8088,7626,8091,7626,8093,7623,8093,7617,809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144,7614l8141,7614,8138,7617,8138,7623,8141,7626,8144,7626,814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167,7614l8144,7614,8144,7626,8167,7626,816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170,7614l8167,7614,8167,7626,8170,7626,8172,7623,8172,7617,817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223,7614l8220,7614,8217,7617,8217,7623,8220,7626,8223,7626,822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246,7614l8223,7614,8223,7626,8246,7626,8246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249,7614l8246,7614,8246,7626,8249,7626,8251,7623,8251,7617,8249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302,7614l8299,7614,8296,7617,8296,7623,8299,7626,8302,7626,8302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325,7614l8302,7614,8302,7626,8325,7626,832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328,7614l8325,7614,8325,7626,8328,7626,8330,7623,8330,7617,832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381,7614l8378,7614,8375,7617,8375,7623,8378,7626,8381,7626,838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404,7614l8381,7614,8381,7626,8404,7626,840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407,7614l8404,7614,8404,7626,8407,7626,8409,7623,8409,7617,840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460,7614l8457,7614,8454,7617,8454,7623,8457,7626,8460,7626,846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483,7614l8460,7614,8460,7626,8483,7626,848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486,7614l8483,7614,8483,7626,8486,7626,8488,7623,8488,7617,8486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539,7614l8536,7614,8534,7617,8534,7623,8536,7626,8539,7626,8539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562,7614l8539,7614,8539,7626,8562,7626,8562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565,7614l8562,7614,8562,7626,8565,7626,8567,7623,8567,7617,856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618,7614l8615,7614,8613,7617,8613,7623,8615,7626,8618,7626,861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641,7614l8618,7614,8618,7626,8641,7626,864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644,7614l8641,7614,8641,7626,8644,7626,8646,7623,8646,7617,864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697,7614l8694,7614,8692,7617,8692,7623,8694,7626,8697,7626,869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720,7614l8697,7614,8697,7626,8720,7626,872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723,7614l8720,7614,8720,7626,8723,7626,8725,7623,8725,7617,872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776,7614l8773,7614,8771,7617,8771,7623,8773,7626,8776,7626,8776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799,7614l8776,7614,8776,7626,8799,7626,8799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802,7614l8799,7614,8799,7626,8802,7626,8805,7623,8805,7617,8802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855,7614l8852,7614,8850,7617,8850,7623,8852,7626,8855,7626,885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878,7614l8855,7614,8855,7626,8878,7626,887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881,7614l8878,7614,8878,7626,8881,7626,8884,7623,8884,7617,888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934,7614l8931,7614,8929,7617,8929,7623,8931,7626,8934,7626,893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957,7614l8934,7614,8934,7626,8957,7626,895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8960,7614l8957,7614,8957,7626,8960,7626,8963,7623,8963,7617,896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013,7614l9010,7614,9008,7617,9008,7623,9010,7626,9013,7626,901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036,7614l9013,7614,9013,7626,9036,7626,9036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039,7614l9036,7614,9036,7626,9039,7626,9042,7623,9042,7617,9039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092,7614l9089,7614,9087,7617,9087,7623,9089,7626,9092,7626,9092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115,7614l9092,7614,9092,7626,9115,7626,911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118,7614l9115,7614,9115,7626,9118,7626,9121,7623,9121,7617,911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171,7614l9168,7614,9166,7617,9166,7623,9168,7626,9171,7626,917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194,7614l9171,7614,9171,7626,9194,7626,919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197,7614l9194,7614,9194,7626,9197,7626,9200,7623,9200,7617,919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250,7614l9247,7614,9245,7617,9245,7623,9247,7626,9250,7626,925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273,7614l9250,7614,9250,7626,9273,7626,927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276,7614l9273,7614,9273,7626,9276,7626,9279,7623,9279,7617,9276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329,7614l9326,7614,9324,7617,9324,7623,9326,7626,9329,7626,9329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352,7614l9329,7614,9329,7626,9352,7626,9352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355,7614l9352,7614,9352,7626,9355,7626,9358,7623,9358,7617,935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408,7614l9405,7614,9403,7617,9403,7623,9405,7626,9408,7626,940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431,7614l9408,7614,9408,7626,9431,7626,943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434,7614l9431,7614,9431,7626,9434,7626,9437,7623,9437,7617,943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488,7614l9484,7614,9482,7617,9482,7623,9484,7626,9488,7626,948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510,7614l9488,7614,9488,7626,9510,7626,951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513,7614l9510,7614,9510,7626,9513,7626,9516,7623,9516,7617,951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567,7614l9563,7614,9561,7617,9561,7623,9563,7626,9567,7626,956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589,7614l9567,7614,9567,7626,9589,7626,9589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592,7614l9589,7614,9589,7626,9592,7626,9595,7623,9595,7617,9592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646,7614l9642,7614,9640,7617,9640,7623,9642,7626,9646,7626,9646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668,7614l9646,7614,9646,7626,9668,7626,966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671,7614l9668,7614,9668,7626,9671,7626,9674,7623,9674,7617,967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725,7614l9721,7614,9719,7617,9719,7623,9721,7626,9725,7626,972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747,7614l9725,7614,9725,7626,9747,7626,974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750,7614l9747,7614,9747,7626,9750,7626,9753,7623,9753,7617,975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804,7614l9801,7614,9798,7617,9798,7623,9801,7626,9804,7626,980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826,7614l9804,7614,9804,7626,9826,7626,9826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829,7614l9826,7614,9826,7626,9829,7626,9832,7623,9832,7617,9829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883,7614l9880,7614,9877,7617,9877,7623,9880,7626,9883,7626,988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905,7614l9883,7614,9883,7626,9905,7626,990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908,7614l9905,7614,9905,7626,9908,7626,9911,7623,9911,7617,990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962,7614l9959,7614,9956,7617,9956,7623,9959,7626,9962,7626,9962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984,7614l9962,7614,9962,7626,9984,7626,998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9987,7614l9984,7614,9984,7626,9987,7626,9990,7623,9990,7617,998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041,7614l10038,7614,10035,7617,10035,7623,10038,7626,10041,7626,1004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063,7614l10041,7614,10041,7626,10063,7626,1006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066,7614l10063,7614,10063,7626,10066,7626,10069,7623,10069,7617,10066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120,7614l10117,7614,10114,7617,10114,7623,10117,7626,10120,7626,1012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142,7614l10120,7614,10120,7626,10142,7626,10142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145,7614l10142,7614,10142,7626,10145,7626,10148,7623,10148,7617,1014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199,7614l10196,7614,10193,7617,10193,7623,10196,7626,10199,7626,10199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221,7614l10199,7614,10199,7626,10221,7626,1022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225,7614l10221,7614,10221,7626,10225,7626,10227,7623,10227,7617,1022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278,7614l10275,7614,10272,7617,10272,7623,10275,7626,10278,7626,1027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300,7614l10278,7614,10278,7626,10300,7626,1030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304,7614l10300,7614,10300,7626,10304,7626,10306,7623,10306,7617,1030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357,7614l10354,7614,10351,7617,10351,7623,10354,7626,10357,7626,1035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379,7614l10357,7614,10357,7626,10379,7626,10379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383,7614l10379,7614,10379,7626,10383,7626,10385,7623,10385,7617,1038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436,7614l10433,7614,10430,7617,10430,7623,10433,7626,10436,7626,10436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458,7614l10436,7614,10436,7626,10458,7626,1045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462,7614l10458,7614,10458,7626,10462,7626,10464,7623,10464,7617,10462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515,7614l10512,7614,10509,7617,10509,7623,10512,7626,10515,7626,1051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538,7614l10515,7614,10515,7626,10538,7626,1053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541,7614l10538,7614,10538,7626,10541,7626,10543,7623,10543,7617,1054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594,7614l10591,7614,10588,7617,10588,7623,10591,7626,10594,7626,1059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617,7614l10594,7614,10594,7626,10617,7626,1061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620,7614l10617,7614,10617,7626,10620,7626,10622,7623,10622,7617,1062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673,7614l10670,7614,10667,7617,10667,7623,10670,7626,10673,7626,1067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696,7614l10673,7614,10673,7626,10696,7626,10696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699,7614l10696,7614,10696,7626,10699,7626,10701,7623,10701,7617,10699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752,7614l10749,7614,10746,7617,10746,7623,10749,7626,10752,7626,10752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775,7614l10752,7614,10752,7626,10775,7626,1077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778,7614l10775,7614,10775,7626,10778,7626,10780,7623,10780,7617,1077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831,7614l10828,7614,10825,7617,10825,7623,10828,7626,10831,7626,1083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854,7614l10831,7614,10831,7626,10854,7626,1085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857,7614l10854,7614,10854,7626,10857,7626,10859,7623,10859,7617,1085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910,7614l10907,7614,10904,7617,10904,7623,10907,7626,10910,7626,1091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933,7614l10910,7614,10910,7626,10933,7626,1093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936,7614l10933,7614,10933,7626,10936,7626,10938,7623,10938,7617,10936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0989,7614l10986,7614,10983,7617,10983,7623,10986,7626,10989,7626,10989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012,7614l10989,7614,10989,7626,11012,7626,11012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015,7614l11012,7614,11012,7626,11015,7626,11017,7623,11017,7617,1101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068,7614l11065,7614,11062,7617,11062,7623,11065,7626,11068,7626,1106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091,7614l11068,7614,11068,7626,11091,7626,1109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094,7614l11091,7614,11091,7626,11094,7626,11096,7623,11096,7617,1109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147,7614l11144,7614,11141,7617,11141,7623,11144,7626,11147,7626,11147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170,7614l11147,7614,11147,7626,11170,7626,11170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173,7614l11170,7614,11170,7626,11173,7626,11175,7623,11175,7617,11173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226,7614l11223,7614,11221,7617,11221,7623,11223,7626,11226,7626,11226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249,7614l11226,7614,11226,7626,11249,7626,11249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252,7614l11249,7614,11249,7626,11252,7626,11254,7623,11254,7617,11252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05,7614l11302,7614,11300,7617,11300,7623,11302,7626,11305,7626,1130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28,7614l11305,7614,11305,7626,11328,7626,1132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31,7614l11328,7614,11328,7626,11331,7626,11333,7623,11333,7617,11331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5,7620l11390,7620,11390,7634,11392,7637,11398,7637,11401,7634,11401,7626,11395,7626,11395,7620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84,7614l11381,7614,11379,7617,11379,7623,11381,7626,11384,7626,11384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5,7614l11384,7614,11384,7626,11390,7626,11390,7620,11395,7620,1139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5,7614l11395,7626,11401,7620,11395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401,7620l11395,7626,11398,7626,11401,7623,11401,7620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401,7623l11398,7626,11401,7626,11401,762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8,7614l11395,7614,11401,7620,11401,7617,11398,7614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8,7683l11392,7683,11390,7685,11390,7714,11392,7717,11398,7717,11401,7714,11401,7685,11398,768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8,7763l11392,7763,11390,7765,11390,7794,11392,7797,11398,7797,11401,7794,11401,7765,11398,776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8,7843l11392,7843,11390,7845,11390,7874,11392,7877,11398,7877,11401,7874,11401,7845,11398,7843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8,7922l11392,7922,11390,7925,11390,7954,11392,7957,11398,7957,11401,7954,11401,7925,11398,792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8,8002l11392,8002,11390,8005,11390,8034,11392,8037,11398,8037,11401,8034,11401,8005,11398,800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8,8082l11392,8082,11390,8085,11390,8114,11392,8116,11398,8116,11401,8114,11401,8085,11398,808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8,8162l11392,8162,11390,8165,11390,8194,11392,8196,11398,8196,11401,8194,11401,8165,11398,816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8,8242l11392,8242,11390,8245,11390,8274,11392,8276,11398,8276,11401,8274,11401,8245,11398,824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8,8322l11392,8322,11390,8325,11390,8354,11392,8356,11398,8356,11401,8354,11401,8325,11398,832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8,8402l11392,8402,11390,8404,11390,8434,11392,8436,11398,8436,11401,8434,11401,8404,11398,840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8,8482l11392,8482,11390,8484,11390,8513,11392,8516,11398,8516,11401,8513,11401,8484,11398,848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8,8562l11392,8562,11390,8564,11390,8593,11392,8596,11398,8596,11401,8593,11401,8564,11398,8562xe" filled="true" fillcolor="#231f20" stroked="false">
                <v:path arrowok="t"/>
                <v:fill type="solid"/>
              </v:shape>
              <v:shape style="position:absolute;left:6174;top:7614;width:5228;height:1130" coordorigin="6174,7614" coordsize="5228,1130" path="m11398,8642l11392,8642,11390,8644,11390,8673,11392,8676,11398,8676,11401,8673,11401,8644,11398,8642xe" filled="true" fillcolor="#231f20" stroked="false">
                <v:path arrowok="t"/>
                <v:fill type="solid"/>
              </v:shape>
            </v:group>
            <v:group style="position:absolute;left:6174;top:8733;width:5228;height:620" coordorigin="6174,8733" coordsize="5228,620">
              <v:shape style="position:absolute;left:6174;top:8733;width:5228;height:620" coordorigin="6174,8733" coordsize="5228,620" path="m11395,8733l11390,8739,11390,8753,11392,8756,11398,8756,11401,8753,11401,8744,11395,8744,1139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84,8733l11381,8733,11378,8736,11378,8742,11381,8744,11384,8744,1138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92,8733l11384,8733,11384,8744,11390,8744,11390,8736,1139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95,8733l11395,8744,11398,8744,11401,8742,11401,8739,1139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401,8742l11398,8744,11401,8744,11401,8742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95,8733l11392,8733,11390,8736,11390,8739,1139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98,8733l11395,8733,11401,8739,11401,8736,1139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05,8733l11302,8733,11299,8736,11299,8742,11302,8744,11305,8744,1130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27,8733l11305,8733,11305,8744,11327,8744,1132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31,8733l11327,8733,11327,8744,11331,8744,11333,8742,11333,8736,1133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226,8733l11223,8733,11220,8736,11220,8742,11223,8744,11226,8744,11226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248,8733l11226,8733,11226,8744,11248,8744,1124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252,8733l11248,8733,11248,8744,11252,8744,11254,8742,11254,8736,1125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147,8733l11144,8733,11141,8736,11141,8742,11144,8744,11147,8744,1114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169,8733l11147,8733,11147,8744,11169,8744,11169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173,8733l11169,8733,11169,8744,11173,8744,11175,8742,11175,8736,11173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068,8733l11065,8733,11062,8736,11062,8742,11065,8744,11068,8744,1106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090,8733l11068,8733,11068,8744,11090,8744,1109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094,8733l11090,8733,11090,8744,11094,8744,11096,8742,11096,8736,1109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989,8733l10986,8733,10983,8736,10983,8742,10986,8744,10989,8744,10989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011,8733l10989,8733,10989,8744,11011,8744,1101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014,8733l11011,8733,11011,8744,11014,8744,11017,8742,11017,8736,1101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910,8733l10907,8733,10904,8736,10904,8742,10907,8744,10910,8744,1091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932,8733l10910,8733,10910,8744,10932,8744,1093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935,8733l10932,8733,10932,8744,10935,8744,10938,8742,10938,8736,1093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831,8733l10828,8733,10825,8736,10825,8742,10828,8744,10831,8744,1083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853,8733l10831,8733,10831,8744,10853,8744,10853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856,8733l10853,8733,10853,8744,10856,8744,10859,8742,10859,8736,10856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752,8733l10749,8733,10746,8736,10746,8742,10749,8744,10752,8744,1075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774,8733l10752,8733,10752,8744,10774,8744,1077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777,8733l10774,8733,10774,8744,10777,8744,10780,8742,10780,8736,1077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673,8733l10670,8733,10667,8736,10667,8742,10670,8744,10673,8744,10673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695,8733l10673,8733,10673,8744,10695,8744,1069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698,8733l10695,8733,10695,8744,10698,8744,10701,8742,10701,8736,1069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594,8733l10591,8733,10588,8736,10588,8742,10591,8744,10594,8744,1059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616,8733l10594,8733,10594,8744,10616,8744,10616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619,8733l10616,8733,10616,8744,10619,8744,10622,8742,10622,8736,10619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515,8733l10511,8733,10509,8736,10509,8742,10511,8744,10515,8744,1051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537,8733l10515,8733,10515,8744,10537,8744,1053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540,8733l10537,8733,10537,8744,10540,8744,10543,8742,10543,8736,1054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436,8733l10432,8733,10430,8736,10430,8742,10432,8744,10436,8744,10436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458,8733l10436,8733,10436,8744,10458,8744,1045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461,8733l10458,8733,10458,8744,10461,8744,10464,8742,10464,8736,1046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357,8733l10353,8733,10351,8736,10351,8742,10353,8744,10357,8744,1035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379,8733l10357,8733,10357,8744,10379,8744,10379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382,8733l10379,8733,10379,8744,10382,8744,10385,8742,10385,8736,1038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278,8733l10274,8733,10272,8736,10272,8742,10274,8744,10278,8744,1027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300,8733l10278,8733,10278,8744,10300,8744,1030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303,8733l10300,8733,10300,8744,10303,8744,10306,8742,10306,8736,10303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198,8733l10195,8733,10193,8736,10193,8742,10195,8744,10198,8744,1019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221,8733l10198,8733,10198,8744,10221,8744,1022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224,8733l10221,8733,10221,8744,10224,8744,10227,8742,10227,8736,1022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119,8733l10116,8733,10114,8736,10114,8742,10116,8744,10119,8744,10119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142,8733l10119,8733,10119,8744,10142,8744,1014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145,8733l10142,8733,10142,8744,10145,8744,10148,8742,10148,8736,1014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040,8733l10037,8733,10035,8736,10035,8742,10037,8744,10040,8744,1004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063,8733l10040,8733,10040,8744,10063,8744,10063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066,8733l10063,8733,10063,8744,10066,8744,10069,8742,10069,8736,10066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961,8733l9958,8733,9956,8736,9956,8742,9958,8744,9961,8744,996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984,8733l9961,8733,9961,8744,9984,8744,998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987,8733l9984,8733,9984,8744,9987,8744,9990,8742,9990,8736,998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882,8733l9879,8733,9877,8736,9877,8742,9879,8744,9882,8744,988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905,8733l9882,8733,9882,8744,9905,8744,990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908,8733l9905,8733,9905,8744,9908,8744,9911,8742,9911,8736,990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803,8733l9800,8733,9798,8736,9798,8742,9800,8744,9803,8744,9803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826,8733l9803,8733,9803,8744,9826,8744,9826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829,8733l9826,8733,9826,8744,9829,8744,9832,8742,9832,8736,9829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724,8733l9721,8733,9719,8736,9719,8742,9721,8744,9724,8744,972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747,8733l9724,8733,9724,8744,9747,8744,974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750,8733l9747,8733,9747,8744,9750,8744,9753,8742,9753,8736,975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645,8733l9642,8733,9640,8736,9640,8742,9642,8744,9645,8744,964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668,8733l9645,8733,9645,8744,9668,8744,966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671,8733l9668,8733,9668,8744,9671,8744,9674,8742,9674,8736,967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566,8733l9563,8733,9561,8736,9561,8742,9563,8744,9566,8744,9566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589,8733l9566,8733,9566,8744,9589,8744,9589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592,8733l9589,8733,9589,8744,9592,8744,9594,8742,9594,8736,959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487,8733l9484,8733,9482,8736,9482,8742,9484,8744,9487,8744,948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510,8733l9487,8733,9487,8744,9510,8744,951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513,8733l9510,8733,9510,8744,9513,8744,9515,8742,9515,8736,9513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408,8733l9405,8733,9403,8736,9403,8742,9405,8744,9408,8744,940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431,8733l9408,8733,9408,8744,9431,8744,943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434,8733l9431,8733,9431,8744,9434,8744,9436,8742,9436,8736,943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329,8733l9326,8733,9323,8736,9323,8742,9326,8744,9329,8744,9329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352,8733l9329,8733,9329,8744,9352,8744,935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355,8733l9352,8733,9352,8744,9355,8744,9357,8742,9357,8736,935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250,8733l9247,8733,9244,8736,9244,8742,9247,8744,9250,8744,925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273,8733l9250,8733,9250,8744,9273,8744,9273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276,8733l9273,8733,9273,8744,9276,8744,9278,8742,9278,8736,9276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171,8733l9168,8733,9165,8736,9165,8742,9168,8744,9171,8744,917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194,8733l9171,8733,9171,8744,9194,8744,919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197,8733l9194,8733,9194,8744,9197,8744,9199,8742,9199,8736,919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092,8733l9089,8733,9086,8736,9086,8742,9089,8744,9092,8744,909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115,8733l9092,8733,9092,8744,9115,8744,911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118,8733l9115,8733,9115,8744,9118,8744,9120,8742,9120,8736,911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013,8733l9010,8733,9007,8736,9007,8742,9010,8744,9013,8744,9013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036,8733l9013,8733,9013,8744,9036,8744,9036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039,8733l9036,8733,9036,8744,9039,8744,9041,8742,9041,8736,9039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934,8733l8931,8733,8928,8736,8928,8742,8931,8744,8934,8744,893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957,8733l8934,8733,8934,8744,8957,8744,895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960,8733l8957,8733,8957,8744,8960,8744,8962,8742,8962,8736,896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855,8733l8852,8733,8849,8736,8849,8742,8852,8744,8855,8744,885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878,8733l8855,8733,8855,8744,8878,8744,887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881,8733l8878,8733,8878,8744,8881,8744,8883,8742,8883,8736,888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776,8733l8773,8733,8770,8736,8770,8742,8773,8744,8776,8744,8776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799,8733l8776,8733,8776,8744,8799,8744,8799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802,8733l8799,8733,8799,8744,8802,8744,8804,8742,8804,8736,880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697,8733l8694,8733,8691,8736,8691,8742,8694,8744,8697,8744,869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720,8733l8697,8733,8697,8744,8720,8744,872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723,8733l8720,8733,8720,8744,8723,8744,8725,8742,8725,8736,8723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618,8733l8615,8733,8612,8736,8612,8742,8615,8744,8618,8744,861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640,8733l8618,8733,8618,8744,8640,8744,864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644,8733l8640,8733,8640,8744,8644,8744,8646,8742,8646,8736,864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539,8733l8536,8733,8533,8736,8533,8742,8536,8744,8539,8744,8539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561,8733l8539,8733,8539,8744,8561,8744,856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565,8733l8561,8733,8561,8744,8565,8744,8567,8742,8567,8736,856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460,8733l8457,8733,8454,8736,8454,8742,8457,8744,8460,8744,846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482,8733l8460,8733,8460,8744,8482,8744,848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486,8733l8482,8733,8482,8744,8486,8744,8488,8742,8488,8736,8486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381,8733l8378,8733,8375,8736,8375,8742,8378,8744,8381,8744,838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403,8733l8381,8733,8381,8744,8403,8744,8403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407,8733l8403,8733,8403,8744,8407,8744,8409,8742,8409,8736,840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302,8733l8299,8733,8296,8736,8296,8742,8299,8744,8302,8744,830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324,8733l8302,8733,8302,8744,8324,8744,832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327,8733l8324,8733,8324,8744,8327,8744,8330,8742,8330,8736,832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223,8733l8220,8733,8217,8736,8217,8742,8220,8744,8223,8744,8223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245,8733l8223,8733,8223,8744,8245,8744,824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248,8733l8245,8733,8245,8744,8248,8744,8251,8742,8251,8736,824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144,8733l8141,8733,8138,8736,8138,8742,8141,8744,8144,8744,814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166,8733l8144,8733,8144,8744,8166,8744,8166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169,8733l8166,8733,8166,8744,8169,8744,8172,8742,8172,8736,8169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065,8733l8062,8733,8059,8736,8059,8742,8062,8744,8065,8744,806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087,8733l8065,8733,8065,8744,8087,8744,808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090,8733l8087,8733,8087,8744,8090,8744,8093,8742,8093,8736,809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986,8733l7983,8733,7980,8736,7980,8742,7983,8744,7986,8744,7986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008,8733l7986,8733,7986,8744,8008,8744,800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011,8733l8008,8733,8008,8744,8011,8744,8014,8742,8014,8736,801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907,8733l7903,8733,7901,8736,7901,8742,7903,8744,7907,8744,790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929,8733l7907,8733,7907,8744,7929,8744,7929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932,8733l7929,8733,7929,8744,7932,8744,7935,8742,7935,8736,793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828,8733l7824,8733,7822,8736,7822,8742,7824,8744,7828,8744,782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850,8733l7828,8733,7828,8744,7850,8744,785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853,8733l7850,8733,7850,8744,7853,8744,7856,8742,7856,8736,7853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749,8733l7745,8733,7743,8736,7743,8742,7745,8744,7749,8744,7749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771,8733l7749,8733,7749,8744,7771,8744,777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774,8733l7771,8733,7771,8744,7774,8744,7777,8742,7777,8736,777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670,8733l7666,8733,7664,8736,7664,8742,7666,8744,7670,8744,767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692,8733l7670,8733,7670,8744,7692,8744,769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695,8733l7692,8733,7692,8744,7695,8744,7698,8742,7698,8736,769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591,8733l7587,8733,7585,8736,7585,8742,7587,8744,7591,8744,759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613,8733l7591,8733,7591,8744,7613,8744,7613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616,8733l7613,8733,7613,8744,7616,8744,7619,8742,7619,8736,7616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511,8733l7508,8733,7506,8736,7506,8742,7508,8744,7511,8744,751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534,8733l7511,8733,7511,8744,7534,8744,753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537,8733l7534,8733,7534,8744,7537,8744,7540,8742,7540,8736,753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432,8733l7429,8733,7427,8736,7427,8742,7429,8744,7432,8744,743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455,8733l7432,8733,7432,8744,7455,8744,745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458,8733l7455,8733,7455,8744,7458,8744,7461,8742,7461,8736,745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353,8733l7350,8733,7348,8736,7348,8742,7350,8744,7353,8744,7353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376,8733l7353,8733,7353,8744,7376,8744,7376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379,8733l7376,8733,7376,8744,7379,8744,7382,8742,7382,8736,7379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274,8733l7271,8733,7269,8736,7269,8742,7271,8744,7274,8744,727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297,8733l7274,8733,7274,8744,7297,8744,729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300,8733l7297,8733,7297,8744,7300,8744,7303,8742,7303,8736,730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195,8733l7192,8733,7190,8736,7190,8742,7192,8744,7195,8744,719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218,8733l7195,8733,7195,8744,7218,8744,721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221,8733l7218,8733,7218,8744,7221,8744,7224,8742,7224,8736,722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116,8733l7113,8733,7111,8736,7111,8742,7113,8744,7116,8744,7116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139,8733l7116,8733,7116,8744,7139,8744,7139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142,8733l7139,8733,7139,8744,7142,8744,7145,8742,7145,8736,714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037,8733l7034,8733,7032,8736,7032,8742,7034,8744,7037,8744,703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060,8733l7037,8733,7037,8744,7060,8744,706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063,8733l7060,8733,7060,8744,7063,8744,7066,8742,7066,8736,7063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958,8733l6955,8733,6953,8736,6953,8742,6955,8744,6958,8744,695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981,8733l6958,8733,6958,8744,6981,8744,698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984,8733l6981,8733,6981,8744,6984,8744,6987,8742,6987,8736,698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879,8733l6876,8733,6874,8736,6874,8742,6876,8744,6879,8744,6879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902,8733l6879,8733,6879,8744,6902,8744,690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905,8733l6902,8733,6902,8744,6905,8744,6907,8742,6907,8736,690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800,8733l6797,8733,6795,8736,6795,8742,6797,8744,6800,8744,680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823,8733l6800,8733,6800,8744,6823,8744,6823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826,8733l6823,8733,6823,8744,6826,8744,6828,8742,6828,8736,6826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721,8733l6718,8733,6716,8736,6716,8742,6718,8744,6721,8744,672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744,8733l6721,8733,6721,8744,6744,8744,674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747,8733l6744,8733,6744,8744,6747,8744,6749,8742,6749,8736,674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642,8733l6639,8733,6636,8736,6636,8742,6639,8744,6642,8744,664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665,8733l6642,8733,6642,8744,6665,8744,666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668,8733l6665,8733,6665,8744,6668,8744,6670,8742,6670,8736,666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563,8733l6560,8733,6557,8736,6557,8742,6560,8744,6563,8744,6563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586,8733l6563,8733,6563,8744,6586,8744,6586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589,8733l6586,8733,6586,8744,6589,8744,6591,8742,6591,8736,6589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484,8733l6481,8733,6478,8736,6478,8742,6481,8744,6484,8744,648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507,8733l6484,8733,6484,8744,6507,8744,650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510,8733l6507,8733,6507,8744,6510,8744,6512,8742,6512,8736,651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405,8733l6402,8733,6399,8736,6399,8742,6402,8744,6405,8744,6405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428,8733l6405,8733,6405,8744,6428,8744,6428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431,8733l6428,8733,6428,8744,6431,8744,6433,8742,6433,8736,643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326,8733l6323,8733,6320,8736,6320,8742,6323,8744,6326,8744,6326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349,8733l6326,8733,6326,8744,6349,8744,6349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352,8733l6349,8733,6349,8744,6352,8744,6354,8742,6354,8736,6352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247,8733l6244,8733,6241,8736,6241,8742,6244,8744,6247,8744,6247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270,8733l6247,8733,6247,8744,6270,8744,627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273,8733l6270,8733,6270,8744,6273,8744,6275,8742,6275,8736,6273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74,8742l6174,8753,6176,8756,6183,8756,6185,8753,6185,8744,6176,8744,6174,8742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74,8739l6174,8742,6176,8744,6180,8744,6174,8739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80,8733l6174,8739,6180,8744,618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91,8733l6180,8733,6180,8744,6185,8744,6185,8739,6191,8739,6191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91,8739l6185,8739,6185,8744,6191,8744,6191,8739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94,8733l6191,8733,6191,8744,6194,8744,6196,8742,6196,8736,6194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80,8733l6176,8733,6174,8736,6174,8739,6180,8733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83,8798l6176,8798,6174,8801,6174,8829,6176,8832,6183,8832,6185,8829,6185,8801,6183,8798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83,8874l6176,8874,6174,8877,6174,8905,6176,8907,6183,8907,6185,8905,6185,8877,6183,8874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83,8950l6176,8950,6174,8953,6174,8981,6176,8983,6183,8983,6185,8981,6185,8953,6183,8950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83,9026l6176,9026,6174,9029,6174,9057,6176,9059,6183,9059,6185,9057,6185,9029,6183,9026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83,9102l6176,9102,6174,9104,6174,9132,6176,9135,6183,9135,6185,9132,6185,9104,6183,9102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83,9178l6176,9178,6174,9180,6174,9208,6176,9211,6183,9211,6185,9208,6185,9180,6183,9178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83,9254l6176,9254,6174,9256,6174,9284,6176,9287,6183,9287,6185,9284,6185,9256,6183,9254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74,9347l6174,9350,6176,9352,6180,9352,6174,9347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83,9330l6176,9330,6174,9332,6174,9347,6180,9352,6180,9341,6185,9341,6185,9332,6183,9330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85,9341l6180,9341,6180,9352,6185,9347,618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85,9347l6180,9352,6183,9352,6185,9350,6185,9347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91,9341l6185,9341,6185,9350,6183,9352,6191,9352,619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194,9341l6191,9341,6191,9352,6194,9352,6197,9350,6197,9343,619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247,9341l6244,9341,6242,9343,6242,9350,6244,9352,6247,9352,624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270,9341l6247,9341,6247,9352,6270,9352,627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273,9341l6270,9341,6270,9352,6273,9352,6276,9350,6276,9343,6273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326,9341l6323,9341,6321,9343,6321,9350,6323,9352,6326,9352,6326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349,9341l6326,9341,6326,9352,6349,9352,6349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352,9341l6349,9341,6349,9352,6352,9352,6355,9350,6355,9343,6352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405,9341l6402,9341,6400,9343,6400,9350,6402,9352,6405,9352,640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428,9341l6405,9341,6405,9352,6428,9352,642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431,9341l6428,9341,6428,9352,6431,9352,6434,9350,6434,9343,643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484,9341l6481,9341,6479,9343,6479,9350,6481,9352,6484,9352,648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507,9341l6484,9341,6484,9352,6507,9352,650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510,9341l6507,9341,6507,9352,6510,9352,6513,9350,6513,9343,651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563,9341l6560,9341,6558,9343,6558,9350,6560,9352,6563,9352,6563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586,9341l6563,9341,6563,9352,6586,9352,6586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589,9341l6586,9341,6586,9352,6589,9352,6592,9350,6592,9343,6589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642,9341l6639,9341,6637,9343,6637,9350,6639,9352,6642,9352,6642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665,9341l6642,9341,6642,9352,6665,9352,666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668,9341l6665,9341,6665,9352,6668,9352,6671,9350,6671,9343,666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721,9341l6718,9341,6716,9343,6716,9350,6718,9352,6721,9352,672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744,9341l6721,9341,6721,9352,6744,9352,674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747,9341l6744,9341,6744,9352,6747,9352,6750,9350,6750,9343,674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801,9341l6797,9341,6795,9343,6795,9350,6797,9352,6801,9352,680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823,9341l6801,9341,6801,9352,6823,9352,6823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826,9341l6823,9341,6823,9352,6826,9352,6829,9350,6829,9343,6826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880,9341l6876,9341,6874,9343,6874,9350,6876,9352,6880,9352,688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902,9341l6880,9341,6880,9352,6902,9352,6902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905,9341l6902,9341,6902,9352,6905,9352,6908,9350,6908,9343,690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959,9341l6955,9341,6953,9343,6953,9350,6955,9352,6959,9352,6959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981,9341l6959,9341,6959,9352,6981,9352,698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6984,9341l6981,9341,6981,9352,6984,9352,6987,9350,6987,9343,698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038,9341l7034,9341,7032,9343,7032,9350,7034,9352,7038,9352,703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060,9341l7038,9341,7038,9352,7060,9352,706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063,9341l7060,9341,7060,9352,7063,9352,7066,9350,7066,9343,7063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117,9341l7114,9341,7111,9343,7111,9350,7114,9352,7117,9352,711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139,9341l7117,9341,7117,9352,7139,9352,7139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142,9341l7139,9341,7139,9352,7142,9352,7145,9350,7145,9343,7142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196,9341l7193,9341,7190,9343,7190,9350,7193,9352,7196,9352,7196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218,9341l7196,9341,7196,9352,7218,9352,721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221,9341l7218,9341,7218,9352,7221,9352,7224,9350,7224,9343,722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275,9341l7272,9341,7269,9343,7269,9350,7272,9352,7275,9352,727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297,9341l7275,9341,7275,9352,7297,9352,729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300,9341l7297,9341,7297,9352,7300,9352,7303,9350,7303,9343,730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354,9341l7351,9341,7348,9343,7348,9350,7351,9352,7354,9352,735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376,9341l7354,9341,7354,9352,7376,9352,7376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379,9341l7376,9341,7376,9352,7379,9352,7382,9350,7382,9343,7379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433,9341l7430,9341,7427,9343,7427,9350,7430,9352,7433,9352,7433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455,9341l7433,9341,7433,9352,7455,9352,745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458,9341l7455,9341,7455,9352,7458,9352,7461,9350,7461,9343,745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512,9341l7509,9341,7506,9343,7506,9350,7509,9352,7512,9352,7512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534,9341l7512,9341,7512,9352,7534,9352,753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537,9341l7534,9341,7534,9352,7537,9352,7540,9350,7540,9343,753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591,9341l7588,9341,7585,9343,7585,9350,7588,9352,7591,9352,759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613,9341l7591,9341,7591,9352,7613,9352,7613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617,9341l7613,9341,7613,9352,7617,9352,7619,9350,7619,9343,761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670,9341l7667,9341,7664,9343,7664,9350,7667,9352,7670,9352,767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692,9341l7670,9341,7670,9352,7692,9352,7692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696,9341l7692,9341,7692,9352,7696,9352,7698,9350,7698,9343,7696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749,9341l7746,9341,7743,9343,7743,9350,7746,9352,7749,9352,7749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771,9341l7749,9341,7749,9352,7771,9352,777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775,9341l7771,9341,7771,9352,7775,9352,7777,9350,7777,9343,777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828,9341l7825,9341,7822,9343,7822,9350,7825,9352,7828,9352,782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850,9341l7828,9341,7828,9352,7850,9352,785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854,9341l7850,9341,7850,9352,7854,9352,7856,9350,7856,9343,785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907,9341l7904,9341,7901,9343,7901,9350,7904,9352,7907,9352,790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930,9341l7907,9341,7907,9352,7930,9352,793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933,9341l7930,9341,7930,9352,7933,9352,7935,9350,7935,9343,7933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7986,9341l7983,9341,7980,9343,7980,9350,7983,9352,7986,9352,7986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009,9341l7986,9341,7986,9352,8009,9352,8009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012,9341l8009,9341,8009,9352,8012,9352,8014,9350,8014,9343,8012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065,9341l8062,9341,8059,9343,8059,9350,8062,9352,8065,9352,806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088,9341l8065,9341,8065,9352,8088,9352,808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091,9341l8088,9341,8088,9352,8091,9352,8093,9350,8093,9343,809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144,9341l8141,9341,8138,9343,8138,9350,8141,9352,8144,9352,814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167,9341l8144,9341,8144,9352,8167,9352,816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170,9341l8167,9341,8167,9352,8170,9352,8172,9350,8172,9343,817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223,9341l8220,9341,8217,9343,8217,9350,8220,9352,8223,9352,8223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246,9341l8223,9341,8223,9352,8246,9352,8246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249,9341l8246,9341,8246,9352,8249,9352,8251,9350,8251,9343,8249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302,9341l8299,9341,8296,9343,8296,9350,8299,9352,8302,9352,8302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325,9341l8302,9341,8302,9352,8325,9352,832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328,9341l8325,9341,8325,9352,8328,9352,8330,9350,8330,9343,832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381,9341l8378,9341,8375,9343,8375,9350,8378,9352,8381,9352,838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404,9341l8381,9341,8381,9352,8404,9352,840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407,9341l8404,9341,8404,9352,8407,9352,8409,9350,8409,9343,840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460,9341l8457,9341,8454,9343,8454,9350,8457,9352,8460,9352,846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483,9341l8460,9341,8460,9352,8483,9352,8483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486,9341l8483,9341,8483,9352,8486,9352,8488,9350,8488,9343,8486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539,9341l8536,9341,8534,9343,8534,9350,8536,9352,8539,9352,8539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562,9341l8539,9341,8539,9352,8562,9352,8562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565,9341l8562,9341,8562,9352,8565,9352,8567,9350,8567,9343,856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618,9341l8615,9341,8613,9343,8613,9350,8615,9352,8618,9352,861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641,9341l8618,9341,8618,9352,8641,9352,864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644,9341l8641,9341,8641,9352,8644,9352,8646,9350,8646,9343,864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697,9341l8694,9341,8692,9343,8692,9350,8694,9352,8697,9352,869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720,9341l8697,9341,8697,9352,8720,9352,872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723,9341l8720,9341,8720,9352,8723,9352,8725,9350,8725,9343,8723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776,9341l8773,9341,8771,9343,8771,9350,8773,9352,8776,9352,8776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799,9341l8776,9341,8776,9352,8799,9352,8799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802,9341l8799,9341,8799,9352,8802,9352,8805,9350,8805,9343,8802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855,9341l8852,9341,8850,9343,8850,9350,8852,9352,8855,9352,885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878,9341l8855,9341,8855,9352,8878,9352,887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881,9341l8878,9341,8878,9352,8881,9352,8884,9350,8884,9343,888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934,9341l8931,9341,8929,9343,8929,9350,8931,9352,8934,9352,893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957,9341l8934,9341,8934,9352,8957,9352,895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8960,9341l8957,9341,8957,9352,8960,9352,8963,9350,8963,9343,896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013,9341l9010,9341,9008,9343,9008,9350,9010,9352,9013,9352,9013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036,9341l9013,9341,9013,9352,9036,9352,9036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039,9341l9036,9341,9036,9352,9039,9352,9042,9350,9042,9343,9039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092,9341l9089,9341,9087,9343,9087,9350,9089,9352,9092,9352,9092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115,9341l9092,9341,9092,9352,9115,9352,911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118,9341l9115,9341,9115,9352,9118,9352,9121,9350,9121,9343,911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171,9341l9168,9341,9166,9343,9166,9350,9168,9352,9171,9352,917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194,9341l9171,9341,9171,9352,9194,9352,919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197,9341l9194,9341,9194,9352,9197,9352,9200,9350,9200,9343,919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250,9341l9247,9341,9245,9343,9245,9350,9247,9352,9250,9352,925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273,9341l9250,9341,9250,9352,9273,9352,9273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276,9341l9273,9341,9273,9352,9276,9352,9279,9350,9279,9343,9276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329,9341l9326,9341,9324,9343,9324,9350,9326,9352,9329,9352,9329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352,9341l9329,9341,9329,9352,9352,9352,9352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355,9341l9352,9341,9352,9352,9355,9352,9358,9350,9358,9343,935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408,9341l9405,9341,9403,9343,9403,9350,9405,9352,9408,9352,940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431,9341l9408,9341,9408,9352,9431,9352,943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434,9341l9431,9341,9431,9352,9434,9352,9437,9350,9437,9343,943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488,9341l9484,9341,9482,9343,9482,9350,9484,9352,9488,9352,948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510,9341l9488,9341,9488,9352,9510,9352,951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513,9341l9510,9341,9510,9352,9513,9352,9516,9350,9516,9343,9513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567,9341l9563,9341,9561,9343,9561,9350,9563,9352,9567,9352,956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589,9341l9567,9341,9567,9352,9589,9352,9589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592,9341l9589,9341,9589,9352,9592,9352,9595,9350,9595,9343,9592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646,9341l9642,9341,9640,9343,9640,9350,9642,9352,9646,9352,9646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668,9341l9646,9341,9646,9352,9668,9352,966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671,9341l9668,9341,9668,9352,9671,9352,9674,9350,9674,9343,967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725,9341l9721,9341,9719,9343,9719,9350,9721,9352,9725,9352,972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747,9341l9725,9341,9725,9352,9747,9352,974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750,9341l9747,9341,9747,9352,9750,9352,9753,9350,9753,9343,975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804,9341l9801,9341,9798,9343,9798,9350,9801,9352,9804,9352,980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826,9341l9804,9341,9804,9352,9826,9352,9826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829,9341l9826,9341,9826,9352,9829,9352,9832,9350,9832,9343,9829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883,9341l9880,9341,9877,9343,9877,9350,9880,9352,9883,9352,9883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905,9341l9883,9341,9883,9352,9905,9352,990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908,9341l9905,9341,9905,9352,9908,9352,9911,9350,9911,9343,990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962,9341l9959,9341,9956,9343,9956,9350,9959,9352,9962,9352,9962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984,9341l9962,9341,9962,9352,9984,9352,998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9987,9341l9984,9341,9984,9352,9987,9352,9990,9350,9990,9343,998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041,9341l10038,9341,10035,9343,10035,9350,10038,9352,10041,9352,1004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063,9341l10041,9341,10041,9352,10063,9352,10063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066,9341l10063,9341,10063,9352,10066,9352,10069,9350,10069,9343,10066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120,9341l10117,9341,10114,9343,10114,9350,10117,9352,10120,9352,1012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142,9341l10120,9341,10120,9352,10142,9352,10142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145,9341l10142,9341,10142,9352,10145,9352,10148,9350,10148,9343,1014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199,9341l10196,9341,10193,9343,10193,9350,10196,9352,10199,9352,10199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221,9341l10199,9341,10199,9352,10221,9352,1022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225,9341l10221,9341,10221,9352,10225,9352,10227,9350,10227,9343,1022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278,9341l10275,9341,10272,9343,10272,9350,10275,9352,10278,9352,1027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300,9341l10278,9341,10278,9352,10300,9352,1030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304,9341l10300,9341,10300,9352,10304,9352,10306,9350,10306,9343,1030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357,9341l10354,9341,10351,9343,10351,9350,10354,9352,10357,9352,1035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379,9341l10357,9341,10357,9352,10379,9352,10379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383,9341l10379,9341,10379,9352,10383,9352,10385,9350,10385,9343,10383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436,9341l10433,9341,10430,9343,10430,9350,10433,9352,10436,9352,10436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458,9341l10436,9341,10436,9352,10458,9352,1045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462,9341l10458,9341,10458,9352,10462,9352,10464,9350,10464,9343,10462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515,9341l10512,9341,10509,9343,10509,9350,10512,9352,10515,9352,1051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538,9341l10515,9341,10515,9352,10538,9352,1053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541,9341l10538,9341,10538,9352,10541,9352,10543,9350,10543,9343,1054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594,9341l10591,9341,10588,9343,10588,9350,10591,9352,10594,9352,1059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617,9341l10594,9341,10594,9352,10617,9352,1061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620,9341l10617,9341,10617,9352,10620,9352,10622,9350,10622,9343,1062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673,9341l10670,9341,10667,9343,10667,9350,10670,9352,10673,9352,10673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696,9341l10673,9341,10673,9352,10696,9352,10696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699,9341l10696,9341,10696,9352,10699,9352,10701,9350,10701,9343,10699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752,9341l10749,9341,10746,9343,10746,9350,10749,9352,10752,9352,10752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775,9341l10752,9341,10752,9352,10775,9352,1077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778,9341l10775,9341,10775,9352,10778,9352,10780,9350,10780,9343,1077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831,9341l10828,9341,10825,9343,10825,9350,10828,9352,10831,9352,1083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854,9341l10831,9341,10831,9352,10854,9352,1085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857,9341l10854,9341,10854,9352,10857,9352,10859,9350,10859,9343,1085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910,9341l10907,9341,10904,9343,10904,9350,10907,9352,10910,9352,1091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933,9341l10910,9341,10910,9352,10933,9352,10933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936,9341l10933,9341,10933,9352,10936,9352,10938,9350,10938,9343,10936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0989,9341l10986,9341,10983,9343,10983,9350,10986,9352,10989,9352,10989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012,9341l10989,9341,10989,9352,11012,9352,11012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015,9341l11012,9341,11012,9352,11015,9352,11017,9350,11017,9343,1101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068,9341l11065,9341,11062,9343,11062,9350,11065,9352,11068,9352,1106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091,9341l11068,9341,11068,9352,11091,9352,1109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094,9341l11091,9341,11091,9352,11094,9352,11096,9350,11096,9343,1109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147,9341l11144,9341,11141,9343,11141,9350,11144,9352,11147,9352,11147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170,9341l11147,9341,11147,9352,11170,9352,1117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173,9341l11170,9341,11170,9352,11173,9352,11175,9350,11175,9343,11173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226,9341l11223,9341,11221,9343,11221,9350,11223,9352,11226,9352,11226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249,9341l11226,9341,11226,9352,11249,9352,11249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252,9341l11249,9341,11249,9352,11252,9352,11254,9350,11254,9343,11252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05,9341l11302,9341,11300,9343,11300,9350,11302,9352,11305,9352,1130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28,9341l11305,9341,11305,9352,11328,9352,1132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31,9341l11328,9341,11328,9352,11331,9352,11333,9350,11333,9343,1133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84,9341l11381,9341,11379,9343,11379,9350,11381,9352,11384,9352,11384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90,9341l11384,9341,11384,9352,11395,9352,11395,9347,11390,9347,11390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95,9341l11395,9352,11401,9347,11395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401,9347l11395,9352,11398,9352,11401,9350,11401,9347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98,9330l11392,9330,11390,9332,11390,9347,11395,9347,11395,9341,11401,9341,11401,9332,11398,9330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98,9341l11395,9341,11401,9347,11401,9343,11398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401,9341l11398,9341,11401,9343,11401,9341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98,9254l11392,9254,11390,9256,11390,9284,11392,9287,11398,9287,11401,9284,11401,9256,11398,9254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98,9178l11392,9178,11390,9180,11390,9208,11392,9211,11398,9211,11401,9208,11401,9180,11398,9178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98,9102l11392,9102,11390,9104,11390,9132,11392,9135,11398,9135,11401,9132,11401,9104,11398,9102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98,9026l11392,9026,11390,9029,11390,9057,11392,9059,11398,9059,11401,9057,11401,9029,11398,9026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98,8950l11392,8950,11390,8953,11390,8981,11392,8983,11398,8983,11401,8981,11401,8953,11398,8950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98,8874l11392,8874,11390,8877,11390,8905,11392,8907,11398,8907,11401,8905,11401,8877,11398,8874xe" filled="true" fillcolor="#231f20" stroked="false">
                <v:path arrowok="t"/>
                <v:fill type="solid"/>
              </v:shape>
              <v:shape style="position:absolute;left:6174;top:8733;width:5228;height:620" coordorigin="6174,8733" coordsize="5228,620" path="m11398,8799l11392,8799,11390,8801,11390,8829,11392,8832,11398,8832,11401,8829,11401,8801,11398,8799xe" filled="true" fillcolor="#231f20" stroked="false">
                <v:path arrowok="t"/>
                <v:fill type="solid"/>
              </v:shape>
              <v:shape style="position:absolute;left:9775;top:8883;width:1230;height:352" type="#_x0000_t75" stroked="false">
                <v:imagedata r:id="rId16" o:title=""/>
              </v:shape>
            </v:group>
            <v:group style="position:absolute;left:6174;top:9340;width:5228;height:1183" coordorigin="6174,9340" coordsize="5228,1183">
              <v:shape style="position:absolute;left:6174;top:9340;width:5228;height:1183" coordorigin="6174,9340" coordsize="5228,1183" path="m11384,10514l11381,10514,11378,10516,11378,10520,11381,10522,11384,10522,1138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0,10514l11384,10514,11384,10522,11392,10522,11390,10520,1139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0,10518l11390,10520,11392,10522,11395,10522,11390,10518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10505l11392,10505,11390,10507,11390,10518,11395,10522,11395,10514,11401,10514,11401,10507,11398,10505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10514l11395,10514,11395,10522,11401,10518,11401,10516,1139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401,10518l11395,10522,11398,10522,11401,10520,11401,10518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401,10514l11398,10514,11401,10516,1140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05,10514l11302,10514,11299,10516,11299,10520,11302,10522,11305,10522,1130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27,10514l11305,10514,11305,10522,11327,10522,1132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31,10514l11327,10514,11327,10522,11331,10522,11333,10520,11333,10516,1133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226,10514l11223,10514,11220,10516,11220,10520,11223,10522,11226,10522,11226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248,10514l11226,10514,11226,10522,11248,10522,1124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252,10514l11248,10514,11248,10522,11252,10522,11254,10520,11254,10516,11252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147,10514l11144,10514,11141,10516,11141,10520,11144,10522,11147,10522,1114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169,10514l11147,10514,11147,10522,11169,10522,11169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173,10514l11169,10514,11169,10522,11173,10522,11175,10520,11175,10516,11173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068,10514l11065,10514,11062,10516,11062,10520,11065,10522,11068,10522,1106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090,10514l11068,10514,11068,10522,11090,10522,1109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094,10514l11090,10514,11090,10522,11094,10522,11096,10520,11096,10516,1109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989,10514l10986,10514,10983,10516,10983,10520,10986,10522,10989,10522,10989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011,10514l10989,10514,10989,10522,11011,10522,1101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014,10514l11011,10514,11011,10522,11014,10522,11017,10520,11017,10516,1101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910,10514l10907,10514,10904,10516,10904,10520,10907,10522,10910,10522,1091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932,10514l10910,10514,10910,10522,10932,10522,10932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935,10514l10932,10514,10932,10522,10935,10522,10938,10520,10938,10516,1093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831,10514l10828,10514,10825,10516,10825,10520,10828,10522,10831,10522,1083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853,10514l10831,10514,10831,10522,10853,10522,10853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856,10514l10853,10514,10853,10522,10856,10522,10859,10520,10859,10516,10856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752,10514l10749,10514,10746,10516,10746,10520,10749,10522,10752,10522,10752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774,10514l10752,10514,10752,10522,10774,10522,1077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777,10514l10774,10514,10774,10522,10777,10522,10780,10520,10780,10516,1077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673,10514l10670,10514,10667,10516,10667,10520,10670,10522,10673,10522,10673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695,10514l10673,10514,10673,10522,10695,10522,1069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698,10514l10695,10514,10695,10522,10698,10522,10701,10520,10701,10516,1069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594,10514l10591,10514,10588,10516,10588,10520,10591,10522,10594,10522,1059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616,10514l10594,10514,10594,10522,10616,10522,10616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619,10514l10616,10514,10616,10522,10619,10522,10622,10520,10622,10516,10619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515,10514l10511,10514,10509,10516,10509,10520,10511,10522,10515,10522,1051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537,10514l10515,10514,10515,10522,10537,10522,1053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540,10514l10537,10514,10537,10522,10540,10522,10543,10520,10543,10516,1054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436,10514l10432,10514,10430,10516,10430,10520,10432,10522,10436,10522,10436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458,10514l10436,10514,10436,10522,10458,10522,1045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461,10514l10458,10514,10458,10522,10461,10522,10464,10520,10464,10516,1046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357,10514l10353,10514,10351,10516,10351,10520,10353,10522,10357,10522,1035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379,10514l10357,10514,10357,10522,10379,10522,10379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382,10514l10379,10514,10379,10522,10382,10522,10385,10520,10385,10516,10382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278,10514l10274,10514,10272,10516,10272,10520,10274,10522,10278,10522,1027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300,10514l10278,10514,10278,10522,10300,10522,1030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303,10514l10300,10514,10300,10522,10303,10522,10306,10520,10306,10516,10303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198,10514l10195,10514,10193,10516,10193,10520,10195,10522,10198,10522,1019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221,10514l10198,10514,10198,10522,10221,10522,1022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224,10514l10221,10514,10221,10522,10224,10522,10227,10520,10227,10516,1022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119,10514l10116,10514,10114,10516,10114,10520,10116,10522,10119,10522,10119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142,10514l10119,10514,10119,10522,10142,10522,10142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145,10514l10142,10514,10142,10522,10145,10522,10148,10520,10148,10516,1014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040,10514l10037,10514,10035,10516,10035,10520,10037,10522,10040,10522,1004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063,10514l10040,10514,10040,10522,10063,10522,10063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066,10514l10063,10514,10063,10522,10066,10522,10069,10520,10069,10516,10066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961,10514l9958,10514,9956,10516,9956,10520,9958,10522,9961,10522,996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984,10514l9961,10514,9961,10522,9984,10522,998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987,10514l9984,10514,9984,10522,9987,10522,9990,10520,9990,10516,998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882,10514l9879,10514,9877,10516,9877,10520,9879,10522,9882,10522,9882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905,10514l9882,10514,9882,10522,9905,10522,990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908,10514l9905,10514,9905,10522,9908,10522,9911,10520,9911,10516,990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803,10514l9800,10514,9798,10516,9798,10520,9800,10522,9803,10522,9803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826,10514l9803,10514,9803,10522,9826,10522,9826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829,10514l9826,10514,9826,10522,9829,10522,9832,10520,9832,10516,9829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724,10514l9721,10514,9719,10516,9719,10520,9721,10522,9724,10522,972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747,10514l9724,10514,9724,10522,9747,10522,974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750,10514l9747,10514,9747,10522,9750,10522,9753,10520,9753,10516,975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645,10514l9642,10514,9640,10516,9640,10520,9642,10522,9645,10522,964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668,10514l9645,10514,9645,10522,9668,10522,966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671,10514l9668,10514,9668,10522,9671,10522,9674,10520,9674,10516,967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566,10514l9563,10514,9561,10516,9561,10520,9563,10522,9566,10522,9566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589,10514l9566,10514,9566,10522,9589,10522,9589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592,10514l9589,10514,9589,10522,9592,10522,9594,10520,9594,10516,9592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487,10514l9484,10514,9482,10516,9482,10520,9484,10522,9487,10522,948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510,10514l9487,10514,9487,10522,9510,10522,951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513,10514l9510,10514,9510,10522,9513,10522,9515,10520,9515,10516,9513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408,10514l9405,10514,9403,10516,9403,10520,9405,10522,9408,10522,940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431,10514l9408,10514,9408,10522,9431,10522,943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434,10514l9431,10514,9431,10522,9434,10522,9436,10520,9436,10516,943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329,10514l9326,10514,9323,10516,9323,10520,9326,10522,9329,10522,9329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352,10514l9329,10514,9329,10522,9352,10522,9352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355,10514l9352,10514,9352,10522,9355,10522,9357,10520,9357,10516,935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250,10514l9247,10514,9244,10516,9244,10520,9247,10522,9250,10522,925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273,10514l9250,10514,9250,10522,9273,10522,9273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276,10514l9273,10514,9273,10522,9276,10522,9278,10520,9278,10516,9276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171,10514l9168,10514,9165,10516,9165,10520,9168,10522,9171,10522,917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194,10514l9171,10514,9171,10522,9194,10522,919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197,10514l9194,10514,9194,10522,9197,10522,9199,10520,9199,10516,919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092,10514l9089,10514,9086,10516,9086,10520,9089,10522,9092,10522,9092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115,10514l9092,10514,9092,10522,9115,10522,911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118,10514l9115,10514,9115,10522,9118,10522,9120,10520,9120,10516,911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013,10514l9010,10514,9007,10516,9007,10520,9010,10522,9013,10522,9013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036,10514l9013,10514,9013,10522,9036,10522,9036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039,10514l9036,10514,9036,10522,9039,10522,9041,10520,9041,10516,9039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934,10514l8931,10514,8928,10516,8928,10520,8931,10522,8934,10522,893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957,10514l8934,10514,8934,10522,8957,10522,895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960,10514l8957,10514,8957,10522,8960,10522,8962,10520,8962,10516,896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855,10514l8852,10514,8849,10516,8849,10520,8852,10522,8855,10522,885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878,10514l8855,10514,8855,10522,8878,10522,887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881,10514l8878,10514,8878,10522,8881,10522,8883,10520,8883,10516,888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776,10514l8773,10514,8770,10516,8770,10520,8773,10522,8776,10522,8776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799,10514l8776,10514,8776,10522,8799,10522,8799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802,10514l8799,10514,8799,10522,8802,10522,8804,10520,8804,10516,8802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697,10514l8694,10514,8691,10516,8691,10520,8694,10522,8697,10522,869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720,10514l8697,10514,8697,10522,8720,10522,872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723,10514l8720,10514,8720,10522,8723,10522,8725,10520,8725,10516,8723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618,10514l8615,10514,8612,10516,8612,10520,8615,10522,8618,10522,861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640,10514l8618,10514,8618,10522,8640,10522,864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644,10514l8640,10514,8640,10522,8644,10522,8646,10520,8646,10516,864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539,10514l8536,10514,8533,10516,8533,10520,8536,10522,8539,10522,8539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561,10514l8539,10514,8539,10522,8561,10522,856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565,10514l8561,10514,8561,10522,8565,10522,8567,10520,8567,10516,856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460,10514l8457,10514,8454,10516,8454,10520,8457,10522,8460,10522,846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482,10514l8460,10514,8460,10522,8482,10522,8482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486,10514l8482,10514,8482,10522,8486,10522,8488,10520,8488,10516,8486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381,10514l8378,10514,8375,10516,8375,10520,8378,10522,8381,10522,838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403,10514l8381,10514,8381,10522,8403,10522,8403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407,10514l8403,10514,8403,10522,8407,10522,8409,10520,8409,10516,840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302,10514l8299,10514,8296,10516,8296,10520,8299,10522,8302,10522,8302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324,10514l8302,10514,8302,10522,8324,10522,832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327,10514l8324,10514,8324,10522,8327,10522,8330,10520,8330,10516,832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223,10514l8220,10514,8217,10516,8217,10520,8220,10522,8223,10522,8223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245,10514l8223,10514,8223,10522,8245,10522,824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248,10514l8245,10514,8245,10522,8248,10522,8251,10520,8251,10516,824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144,10514l8141,10514,8138,10516,8138,10520,8141,10522,8144,10522,814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166,10514l8144,10514,8144,10522,8166,10522,8166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169,10514l8166,10514,8166,10522,8169,10522,8172,10520,8172,10516,8169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065,10514l8062,10514,8059,10516,8059,10520,8062,10522,8065,10522,806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087,10514l8065,10514,8065,10522,8087,10522,808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090,10514l8087,10514,8087,10522,8090,10522,8093,10520,8093,10516,809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986,10514l7983,10514,7980,10516,7980,10520,7983,10522,7986,10522,7986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008,10514l7986,10514,7986,10522,8008,10522,800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011,10514l8008,10514,8008,10522,8011,10522,8014,10520,8014,10516,801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907,10514l7903,10514,7901,10516,7901,10520,7903,10522,7907,10522,790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929,10514l7907,10514,7907,10522,7929,10522,7929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932,10514l7929,10514,7929,10522,7932,10522,7935,10520,7935,10516,7932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828,10514l7824,10514,7822,10516,7822,10520,7824,10522,7828,10522,782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850,10514l7828,10514,7828,10522,7850,10522,785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853,10514l7850,10514,7850,10522,7853,10522,7856,10520,7856,10516,7853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749,10514l7745,10514,7743,10516,7743,10520,7745,10522,7749,10522,7749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771,10514l7749,10514,7749,10522,7771,10522,777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774,10514l7771,10514,7771,10522,7774,10522,7777,10520,7777,10516,777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670,10514l7666,10514,7664,10516,7664,10520,7666,10522,7670,10522,767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692,10514l7670,10514,7670,10522,7692,10522,7692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695,10514l7692,10514,7692,10522,7695,10522,7698,10520,7698,10516,769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591,10514l7587,10514,7585,10516,7585,10520,7587,10522,7591,10522,759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613,10514l7591,10514,7591,10522,7613,10522,7613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616,10514l7613,10514,7613,10522,7616,10522,7619,10520,7619,10516,7616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511,10514l7508,10514,7506,10516,7506,10520,7508,10522,7511,10522,751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534,10514l7511,10514,7511,10522,7534,10522,753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537,10514l7534,10514,7534,10522,7537,10522,7540,10520,7540,10516,753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432,10514l7429,10514,7427,10516,7427,10520,7429,10522,7432,10522,7432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455,10514l7432,10514,7432,10522,7455,10522,745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458,10514l7455,10514,7455,10522,7458,10522,7461,10520,7461,10516,745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353,10514l7350,10514,7348,10516,7348,10520,7350,10522,7353,10522,7353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376,10514l7353,10514,7353,10522,7376,10522,7376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379,10514l7376,10514,7376,10522,7379,10522,7382,10520,7382,10516,7379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274,10514l7271,10514,7269,10516,7269,10520,7271,10522,7274,10522,727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297,10514l7274,10514,7274,10522,7297,10522,729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300,10514l7297,10514,7297,10522,7300,10522,7303,10520,7303,10516,730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195,10514l7192,10514,7190,10516,7190,10520,7192,10522,7195,10522,719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218,10514l7195,10514,7195,10522,7218,10522,721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221,10514l7218,10514,7218,10522,7221,10522,7224,10520,7224,10516,722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116,10514l7113,10514,7111,10516,7111,10520,7113,10522,7116,10522,7116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139,10514l7116,10514,7116,10522,7139,10522,7139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142,10514l7139,10514,7139,10522,7142,10522,7145,10520,7145,10516,7142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037,10514l7034,10514,7032,10516,7032,10520,7034,10522,7037,10522,703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060,10514l7037,10514,7037,10522,7060,10522,706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063,10514l7060,10514,7060,10522,7063,10522,7066,10520,7066,10516,7063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958,10514l6955,10514,6953,10516,6953,10520,6955,10522,6958,10522,695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981,10514l6958,10514,6958,10522,6981,10522,698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984,10514l6981,10514,6981,10522,6984,10522,6987,10520,6987,10516,698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879,10514l6876,10514,6874,10516,6874,10520,6876,10522,6879,10522,6879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902,10514l6879,10514,6879,10522,6902,10522,6902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905,10514l6902,10514,6902,10522,6905,10522,6907,10520,6907,10516,690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800,10514l6797,10514,6795,10516,6795,10520,6797,10522,6800,10522,680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823,10514l6800,10514,6800,10522,6823,10522,6823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826,10514l6823,10514,6823,10522,6826,10522,6828,10520,6828,10516,6826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721,10514l6718,10514,6716,10516,6716,10520,6718,10522,6721,10522,672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744,10514l6721,10514,6721,10522,6744,10522,674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747,10514l6744,10514,6744,10522,6747,10522,6749,10520,6749,10516,674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642,10514l6639,10514,6636,10516,6636,10520,6639,10522,6642,10522,6642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665,10514l6642,10514,6642,10522,6665,10522,666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668,10514l6665,10514,6665,10522,6668,10522,6670,10520,6670,10516,666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563,10514l6560,10514,6557,10516,6557,10520,6560,10522,6563,10522,6563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586,10514l6563,10514,6563,10522,6586,10522,6586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589,10514l6586,10514,6586,10522,6589,10522,6591,10520,6591,10516,6589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484,10514l6481,10514,6478,10516,6478,10520,6481,10522,6484,10522,648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507,10514l6484,10514,6484,10522,6507,10522,650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510,10514l6507,10514,6507,10522,6510,10522,6512,10520,6512,10516,651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405,10514l6402,10514,6399,10516,6399,10520,6402,10522,6405,10522,640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428,10514l6405,10514,6405,10522,6428,10522,6428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431,10514l6428,10514,6428,10522,6431,10522,6433,10520,6433,10516,643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326,10514l6323,10514,6320,10516,6320,10520,6323,10522,6326,10522,6326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349,10514l6326,10514,6326,10522,6349,10522,6349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352,10514l6349,10514,6349,10522,6352,10522,6354,10520,6354,10516,6352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247,10514l6244,10514,6241,10516,6241,10520,6244,10522,6247,10522,6247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270,10514l6247,10514,6247,10522,6270,10522,627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273,10514l6270,10514,6270,10522,6273,10522,6275,10520,6275,10516,6273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74,10518l6174,10520,6176,10522,6180,10522,6174,10518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0,10514l6174,10518,6180,10522,618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5,10514l6180,10514,6180,10522,6191,10522,6191,10518,6185,10518,6185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94,10514l6191,10514,6191,10522,6194,10522,6196,10520,6196,10516,6194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0,10514l6176,10514,6174,10516,6174,10518,6180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91,10514l6185,10514,6185,10518,6191,10518,6191,1051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10505l6176,10505,6174,10507,6174,10516,6176,10514,6185,10514,6185,10507,6183,10505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10443l6176,10443,6174,10445,6174,10467,6176,10469,6183,10469,6185,10467,6185,10445,6183,10443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10381l6176,10381,6174,10383,6174,10406,6176,10408,6183,10408,6185,10406,6185,10383,6183,10381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10319l6176,10319,6174,10321,6174,10344,6176,10346,6183,10346,6185,10344,6185,10321,6183,10319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10258l6176,10258,6174,10260,6174,10282,6176,10284,6183,10284,6185,10282,6185,10260,6183,10258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10196l6176,10196,6174,10198,6174,10220,6176,10222,6183,10222,6185,10220,6185,10198,6183,10196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10134l6176,10134,6174,10136,6174,10159,6176,10161,6183,10161,6185,10159,6185,10136,6183,1013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10072l6176,10072,6174,10074,6174,10097,6176,10099,6183,10099,6185,10097,6185,10074,6183,10072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10010l6176,10010,6174,10012,6174,10035,6176,10037,6183,10037,6185,10035,6185,10012,6183,1001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9949l6176,9949,6174,9951,6174,9973,6176,9975,6183,9975,6185,9973,6185,9951,6183,9949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9887l6176,9887,6174,9889,6174,9912,6176,9914,6183,9914,6185,9912,6185,9889,6183,9887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9825l6176,9825,6174,9827,6174,9850,6176,9852,6183,9852,6185,9850,6185,9827,6183,9825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9763l6176,9763,6174,9765,6174,9788,6176,9790,6183,9790,6185,9788,6185,9765,6183,9763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9702l6176,9702,6174,9704,6174,9726,6176,9728,6183,9728,6185,9726,6185,9704,6183,9702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9640l6176,9640,6174,9642,6174,9664,6176,9666,6183,9666,6185,9664,6185,9642,6183,96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9578l6176,9578,6174,9580,6174,9603,6176,9605,6183,9605,6185,9603,6185,9580,6183,9578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9516l6176,9516,6174,9518,6174,9541,6176,9543,6183,9543,6185,9541,6185,9518,6183,9516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9455l6176,9455,6174,9457,6174,9479,6176,9481,6183,9481,6185,9479,6185,9457,6183,9455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9393l6176,9393,6174,9395,6174,9417,6176,9419,6183,9419,6185,9417,6185,9395,6183,9393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0,9340l6174,9344,6174,9356,6176,9358,6183,9358,6185,9356,6185,9349,6180,9349,618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0,9340l6180,9349,6185,9349,6185,9344,618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91,9340l6183,9340,6185,9342,6185,9349,6191,9349,619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94,9340l6191,9340,6191,9349,6194,9349,6197,9347,6197,9342,619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0,9340l6176,9340,6174,9342,6174,9344,618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183,9340l6180,9340,6185,9344,6185,9342,618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247,9340l6244,9340,6242,9342,6242,9347,6244,9349,6247,9349,624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270,9340l6247,9340,6247,9349,6270,9349,627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273,9340l6270,9340,6270,9349,6273,9349,6276,9347,6276,9342,627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326,9340l6323,9340,6321,9342,6321,9347,6323,9349,6326,9349,6326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349,9340l6326,9340,6326,9349,6349,9349,6349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352,9340l6349,9340,6349,9349,6352,9349,6355,9347,6355,9342,6352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405,9340l6402,9340,6400,9342,6400,9347,6402,9349,6405,9349,640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428,9340l6405,9340,6405,9349,6428,9349,642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431,9340l6428,9340,6428,9349,6431,9349,6434,9347,6434,9342,643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484,9340l6481,9340,6479,9342,6479,9347,6481,9349,6484,9349,648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507,9340l6484,9340,6484,9349,6507,9349,650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510,9340l6507,9340,6507,9349,6510,9349,6513,9347,6513,9342,651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563,9340l6560,9340,6558,9342,6558,9347,6560,9349,6563,9349,656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586,9340l6563,9340,6563,9349,6586,9349,6586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589,9340l6586,9340,6586,9349,6589,9349,6592,9347,6592,9342,6589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642,9340l6639,9340,6637,9342,6637,9347,6639,9349,6642,9349,6642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665,9340l6642,9340,6642,9349,6665,9349,666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668,9340l6665,9340,6665,9349,6668,9349,6671,9347,6671,9342,666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721,9340l6718,9340,6716,9342,6716,9347,6718,9349,6721,9349,672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744,9340l6721,9340,6721,9349,6744,9349,674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747,9340l6744,9340,6744,9349,6747,9349,6750,9347,6750,9342,674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801,9340l6797,9340,6795,9342,6795,9347,6797,9349,6801,9349,680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823,9340l6801,9340,6801,9349,6823,9349,682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826,9340l6823,9340,6823,9349,6826,9349,6829,9347,6829,9342,6826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880,9340l6876,9340,6874,9342,6874,9347,6876,9349,6880,9349,688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902,9340l6880,9340,6880,9349,6902,9349,6902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905,9340l6902,9340,6902,9349,6905,9349,6908,9347,6908,9342,690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959,9340l6955,9340,6953,9342,6953,9347,6955,9349,6959,9349,6959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981,9340l6959,9340,6959,9349,6981,9349,698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6984,9340l6981,9340,6981,9349,6984,9349,6987,9347,6987,9342,698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038,9340l7034,9340,7032,9342,7032,9347,7034,9349,7038,9349,703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060,9340l7038,9340,7038,9349,7060,9349,706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063,9340l7060,9340,7060,9349,7063,9349,7066,9347,7066,9342,706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117,9340l7114,9340,7111,9342,7111,9347,7114,9349,7117,9349,711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139,9340l7117,9340,7117,9349,7139,9349,7139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142,9340l7139,9340,7139,9349,7142,9349,7145,9347,7145,9342,7142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196,9340l7193,9340,7190,9342,7190,9347,7193,9349,7196,9349,7196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218,9340l7196,9340,7196,9349,7218,9349,721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221,9340l7218,9340,7218,9349,7221,9349,7224,9347,7224,9342,722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275,9340l7272,9340,7269,9342,7269,9347,7272,9349,7275,9349,727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297,9340l7275,9340,7275,9349,7297,9349,729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300,9340l7297,9340,7297,9349,7300,9349,7303,9347,7303,9342,730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354,9340l7351,9340,7348,9342,7348,9347,7351,9349,7354,9349,735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376,9340l7354,9340,7354,9349,7376,9349,7376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379,9340l7376,9340,7376,9349,7379,9349,7382,9347,7382,9342,7379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433,9340l7430,9340,7427,9342,7427,9347,7430,9349,7433,9349,743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455,9340l7433,9340,7433,9349,7455,9349,745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458,9340l7455,9340,7455,9349,7458,9349,7461,9347,7461,9342,745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512,9340l7509,9340,7506,9342,7506,9347,7509,9349,7512,9349,7512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534,9340l7512,9340,7512,9349,7534,9349,753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537,9340l7534,9340,7534,9349,7537,9349,7540,9347,7540,9342,753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591,9340l7588,9340,7585,9342,7585,9347,7588,9349,7591,9349,759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613,9340l7591,9340,7591,9349,7613,9349,761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617,9340l7613,9340,7613,9349,7617,9349,7619,9347,7619,9342,761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670,9340l7667,9340,7664,9342,7664,9347,7667,9349,7670,9349,767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692,9340l7670,9340,7670,9349,7692,9349,7692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696,9340l7692,9340,7692,9349,7696,9349,7698,9347,7698,9342,7696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749,9340l7746,9340,7743,9342,7743,9347,7746,9349,7749,9349,7749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771,9340l7749,9340,7749,9349,7771,9349,777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775,9340l7771,9340,7771,9349,7775,9349,7777,9347,7777,9342,777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828,9340l7825,9340,7822,9342,7822,9347,7825,9349,7828,9349,782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850,9340l7828,9340,7828,9349,7850,9349,785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854,9340l7850,9340,7850,9349,7854,9349,7856,9347,7856,9342,785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907,9340l7904,9340,7901,9342,7901,9347,7904,9349,7907,9349,790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930,9340l7907,9340,7907,9349,7930,9349,793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933,9340l7930,9340,7930,9349,7933,9349,7935,9347,7935,9342,793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7986,9340l7983,9340,7980,9342,7980,9347,7983,9349,7986,9349,7986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009,9340l7986,9340,7986,9349,8009,9349,8009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012,9340l8009,9340,8009,9349,8012,9349,8014,9347,8014,9342,8012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065,9340l8062,9340,8059,9342,8059,9347,8062,9349,8065,9349,806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088,9340l8065,9340,8065,9349,8088,9349,808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091,9340l8088,9340,8088,9349,8091,9349,8093,9347,8093,9342,809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144,9340l8141,9340,8138,9342,8138,9347,8141,9349,8144,9349,814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167,9340l8144,9340,8144,9349,8167,9349,816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170,9340l8167,9340,8167,9349,8170,9349,8172,9347,8172,9342,817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223,9340l8220,9340,8217,9342,8217,9347,8220,9349,8223,9349,822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246,9340l8223,9340,8223,9349,8246,9349,8246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249,9340l8246,9340,8246,9349,8249,9349,8251,9347,8251,9342,8249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302,9340l8299,9340,8296,9342,8296,9347,8299,9349,8302,9349,8302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325,9340l8302,9340,8302,9349,8325,9349,832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328,9340l8325,9340,8325,9349,8328,9349,8330,9347,8330,9342,832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381,9340l8378,9340,8375,9342,8375,9347,8378,9349,8381,9349,838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404,9340l8381,9340,8381,9349,8404,9349,840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407,9340l8404,9340,8404,9349,8407,9349,8409,9347,8409,9342,840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460,9340l8457,9340,8454,9342,8454,9347,8457,9349,8460,9349,846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483,9340l8460,9340,8460,9349,8483,9349,848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486,9340l8483,9340,8483,9349,8486,9349,8488,9347,8488,9342,8486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539,9340l8536,9340,8534,9342,8534,9347,8536,9349,8539,9349,8539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562,9340l8539,9340,8539,9349,8562,9349,8562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565,9340l8562,9340,8562,9349,8565,9349,8567,9347,8567,9342,856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618,9340l8615,9340,8613,9342,8613,9347,8615,9349,8618,9349,861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641,9340l8618,9340,8618,9349,8641,9349,864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644,9340l8641,9340,8641,9349,8644,9349,8646,9347,8646,9342,864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697,9340l8694,9340,8692,9342,8692,9347,8694,9349,8697,9349,869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720,9340l8697,9340,8697,9349,8720,9349,872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723,9340l8720,9340,8720,9349,8723,9349,8725,9347,8725,9342,872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776,9340l8773,9340,8771,9342,8771,9347,8773,9349,8776,9349,8776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799,9340l8776,9340,8776,9349,8799,9349,8799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802,9340l8799,9340,8799,9349,8802,9349,8805,9347,8805,9342,8802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855,9340l8852,9340,8850,9342,8850,9347,8852,9349,8855,9349,885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878,9340l8855,9340,8855,9349,8878,9349,887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881,9340l8878,9340,8878,9349,8881,9349,8884,9347,8884,9342,888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934,9340l8931,9340,8929,9342,8929,9347,8931,9349,8934,9349,893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957,9340l8934,9340,8934,9349,8957,9349,895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8960,9340l8957,9340,8957,9349,8960,9349,8963,9347,8963,9342,896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013,9340l9010,9340,9008,9342,9008,9347,9010,9349,9013,9349,901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036,9340l9013,9340,9013,9349,9036,9349,9036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039,9340l9036,9340,9036,9349,9039,9349,9042,9347,9042,9342,9039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092,9340l9089,9340,9087,9342,9087,9347,9089,9349,9092,9349,9092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115,9340l9092,9340,9092,9349,9115,9349,911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118,9340l9115,9340,9115,9349,9118,9349,9121,9347,9121,9342,911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171,9340l9168,9340,9166,9342,9166,9347,9168,9349,9171,9349,917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194,9340l9171,9340,9171,9349,9194,9349,919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197,9340l9194,9340,9194,9349,9197,9349,9200,9347,9200,9342,919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250,9340l9247,9340,9245,9342,9245,9347,9247,9349,9250,9349,925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273,9340l9250,9340,9250,9349,9273,9349,927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276,9340l9273,9340,9273,9349,9276,9349,9279,9347,9279,9342,9276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329,9340l9326,9340,9324,9342,9324,9347,9326,9349,9329,9349,9329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352,9340l9329,9340,9329,9349,9352,9349,9352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355,9340l9352,9340,9352,9349,9355,9349,9358,9347,9358,9342,935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408,9340l9405,9340,9403,9342,9403,9347,9405,9349,9408,9349,940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431,9340l9408,9340,9408,9349,9431,9349,943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434,9340l9431,9340,9431,9349,9434,9349,9437,9347,9437,9342,943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488,9340l9484,9340,9482,9342,9482,9347,9484,9349,9488,9349,948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510,9340l9488,9340,9488,9349,9510,9349,951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513,9340l9510,9340,9510,9349,9513,9349,9516,9347,9516,9342,951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567,9340l9563,9340,9561,9342,9561,9347,9563,9349,9567,9349,956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589,9340l9567,9340,9567,9349,9589,9349,9589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592,9340l9589,9340,9589,9349,9592,9349,9595,9347,9595,9342,9592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646,9340l9642,9340,9640,9342,9640,9347,9642,9349,9646,9349,9646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668,9340l9646,9340,9646,9349,9668,9349,966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671,9340l9668,9340,9668,9349,9671,9349,9674,9347,9674,9342,967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725,9340l9721,9340,9719,9342,9719,9347,9721,9349,9725,9349,972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747,9340l9725,9340,9725,9349,9747,9349,974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750,9340l9747,9340,9747,9349,9750,9349,9753,9347,9753,9342,975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804,9340l9801,9340,9798,9342,9798,9347,9801,9349,9804,9349,980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826,9340l9804,9340,9804,9349,9826,9349,9826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829,9340l9826,9340,9826,9349,9829,9349,9832,9347,9832,9342,9829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883,9340l9880,9340,9877,9342,9877,9347,9880,9349,9883,9349,988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905,9340l9883,9340,9883,9349,9905,9349,990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908,9340l9905,9340,9905,9349,9908,9349,9911,9347,9911,9342,990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962,9340l9959,9340,9956,9342,9956,9347,9959,9349,9962,9349,9962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984,9340l9962,9340,9962,9349,9984,9349,998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9987,9340l9984,9340,9984,9349,9987,9349,9990,9347,9990,9342,998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041,9340l10038,9340,10035,9342,10035,9347,10038,9349,10041,9349,1004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063,9340l10041,9340,10041,9349,10063,9349,1006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066,9340l10063,9340,10063,9349,10066,9349,10069,9347,10069,9342,10066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120,9340l10117,9340,10114,9342,10114,9347,10117,9349,10120,9349,1012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142,9340l10120,9340,10120,9349,10142,9349,10142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145,9340l10142,9340,10142,9349,10145,9349,10148,9347,10148,9342,1014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199,9340l10196,9340,10193,9342,10193,9347,10196,9349,10199,9349,10199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221,9340l10199,9340,10199,9349,10221,9349,1022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225,9340l10221,9340,10221,9349,10225,9349,10227,9347,10227,9342,1022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278,9340l10275,9340,10272,9342,10272,9347,10275,9349,10278,9349,1027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300,9340l10278,9340,10278,9349,10300,9349,1030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304,9340l10300,9340,10300,9349,10304,9349,10306,9347,10306,9342,1030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357,9340l10354,9340,10351,9342,10351,9347,10354,9349,10357,9349,1035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379,9340l10357,9340,10357,9349,10379,9349,10379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383,9340l10379,9340,10379,9349,10383,9349,10385,9347,10385,9342,1038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436,9340l10433,9340,10430,9342,10430,9347,10433,9349,10436,9349,10436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458,9340l10436,9340,10436,9349,10458,9349,1045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462,9340l10458,9340,10458,9349,10462,9349,10464,9347,10464,9342,10462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515,9340l10512,9340,10509,9342,10509,9347,10512,9349,10515,9349,1051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538,9340l10515,9340,10515,9349,10538,9349,1053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541,9340l10538,9340,10538,9349,10541,9349,10543,9347,10543,9342,1054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594,9340l10591,9340,10588,9342,10588,9347,10591,9349,10594,9349,1059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617,9340l10594,9340,10594,9349,10617,9349,1061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620,9340l10617,9340,10617,9349,10620,9349,10622,9347,10622,9342,1062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673,9340l10670,9340,10667,9342,10667,9347,10670,9349,10673,9349,1067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696,9340l10673,9340,10673,9349,10696,9349,10696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699,9340l10696,9340,10696,9349,10699,9349,10701,9347,10701,9342,10699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752,9340l10749,9340,10746,9342,10746,9347,10749,9349,10752,9349,10752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775,9340l10752,9340,10752,9349,10775,9349,1077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778,9340l10775,9340,10775,9349,10778,9349,10780,9347,10780,9342,1077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831,9340l10828,9340,10825,9342,10825,9347,10828,9349,10831,9349,1083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854,9340l10831,9340,10831,9349,10854,9349,1085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857,9340l10854,9340,10854,9349,10857,9349,10859,9347,10859,9342,1085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910,9340l10907,9340,10904,9342,10904,9347,10907,9349,10910,9349,1091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933,9340l10910,9340,10910,9349,10933,9349,1093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936,9340l10933,9340,10933,9349,10936,9349,10938,9347,10938,9342,10936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0989,9340l10986,9340,10983,9342,10983,9347,10986,9349,10989,9349,10989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012,9340l10989,9340,10989,9349,11012,9349,11012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015,9340l11012,9340,11012,9349,11015,9349,11017,9347,11017,9342,1101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068,9340l11065,9340,11062,9342,11062,9347,11065,9349,11068,9349,1106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091,9340l11068,9340,11068,9349,11091,9349,1109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094,9340l11091,9340,11091,9349,11094,9349,11096,9347,11096,9342,1109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147,9340l11144,9340,11141,9342,11141,9347,11144,9349,11147,9349,11147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170,9340l11147,9340,11147,9349,11170,9349,11170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173,9340l11170,9340,11170,9349,11173,9349,11175,9347,11175,9342,11173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226,9340l11223,9340,11221,9342,11221,9347,11223,9349,11226,9349,11226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249,9340l11226,9340,11226,9349,11249,9349,11249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252,9340l11249,9340,11249,9349,11252,9349,11254,9347,11254,9342,11252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05,9340l11302,9340,11300,9342,11300,9347,11302,9349,11305,9349,1130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28,9340l11305,9340,11305,9349,11328,9349,1132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31,9340l11328,9340,11328,9349,11331,9349,11333,9347,11333,9342,11331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5,9344l11390,9344,11390,9356,11392,9358,11398,9358,11401,9356,11401,9349,11395,9349,11395,934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84,9340l11381,9340,11379,9342,11379,9347,11381,9349,11384,9349,11384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5,9340l11384,9340,11384,9349,11390,9349,11390,9344,11395,9344,1139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5,9340l11395,9349,11401,9344,11395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401,9344l11395,9349,11398,9349,11401,9347,11401,934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401,9347l11398,9349,11401,9349,11401,9347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9340l11395,9340,11401,9344,11401,9342,11398,93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9393l11392,9393,11390,9395,11390,9417,11392,9419,11398,9419,11401,9417,11401,9395,11398,9393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9455l11392,9455,11390,9457,11390,9479,11392,9481,11398,9481,11401,9479,11401,9457,11398,9455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9516l11392,9516,11390,9518,11390,9541,11392,9543,11398,9543,11401,9541,11401,9518,11398,9516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9578l11392,9578,11390,9580,11390,9603,11392,9605,11398,9605,11401,9603,11401,9580,11398,9578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9640l11392,9640,11390,9642,11390,9665,11392,9667,11398,9667,11401,9665,11401,9642,11398,9640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9702l11392,9702,11390,9704,11390,9726,11392,9728,11398,9728,11401,9726,11401,9704,11398,9702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9763l11392,9763,11390,9765,11390,9788,11392,9790,11398,9790,11401,9788,11401,9765,11398,9763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9825l11392,9825,11390,9827,11390,9850,11392,9852,11398,9852,11401,9850,11401,9827,11398,9825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9887l11392,9887,11390,9889,11390,9912,11392,9914,11398,9914,11401,9912,11401,9889,11398,9887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9949l11392,9949,11390,9951,11390,9973,11392,9975,11398,9975,11401,9973,11401,9951,11398,9949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10011l11392,10011,11390,10013,11390,10035,11392,10037,11398,10037,11401,10035,11401,10013,11398,10011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10072l11392,10072,11390,10074,11390,10097,11392,10099,11398,10099,11401,10097,11401,10074,11398,10072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10134l11392,10134,11390,10136,11390,10159,11392,10161,11398,10161,11401,10159,11401,10136,11398,10134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10196l11392,10196,11390,10198,11390,10220,11392,10222,11398,10222,11401,10220,11401,10198,11398,10196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10258l11392,10258,11390,10260,11390,10282,11392,10284,11398,10284,11401,10282,11401,10260,11398,10258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10319l11392,10319,11390,10321,11390,10344,11392,10346,11398,10346,11401,10344,11401,10321,11398,10319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10381l11392,10381,11390,10383,11390,10406,11392,10408,11398,10408,11401,10406,11401,10383,11398,10381xe" filled="true" fillcolor="#231f20" stroked="false">
                <v:path arrowok="t"/>
                <v:fill type="solid"/>
              </v:shape>
              <v:shape style="position:absolute;left:6174;top:9340;width:5228;height:1183" coordorigin="6174,9340" coordsize="5228,1183" path="m11398,10443l11392,10443,11390,10445,11390,10467,11392,10469,11398,10469,11401,10467,11401,10445,11398,10443xe" filled="true" fillcolor="#231f20" stroked="false">
                <v:path arrowok="t"/>
                <v:fill type="solid"/>
              </v:shape>
            </v:group>
            <v:group style="position:absolute;left:6174;top:4410;width:5228;height:886" coordorigin="6174,4410" coordsize="5228,886">
              <v:shape style="position:absolute;left:6174;top:4410;width:5228;height:886" coordorigin="6174,4410" coordsize="5228,886" path="m11395,4410l11390,4416,11390,4430,11392,4433,11398,4433,11401,4430,11401,4421,11395,4421,1139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84,4410l11381,4410,11378,4412,11378,4419,11381,4421,11384,4421,1138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92,4410l11384,4410,11384,4421,11390,4421,11390,4412,1139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95,4410l11395,4421,11398,4421,11401,4419,11401,4416,1139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401,4419l11398,4421,11401,4421,11401,4419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95,4410l11392,4410,11390,4412,11390,4416,1139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98,4410l11395,4410,11401,4416,11401,4412,1139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05,4410l11302,4410,11299,4412,11299,4419,11302,4421,11305,4421,1130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27,4410l11305,4410,11305,4421,11327,4421,1132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31,4410l11327,4410,11327,4421,11331,4421,11333,4419,11333,4412,1133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226,4410l11223,4410,11220,4412,11220,4419,11223,4421,11226,4421,11226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248,4410l11226,4410,11226,4421,11248,4421,1124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252,4410l11248,4410,11248,4421,11252,4421,11254,4419,11254,4412,1125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147,4410l11144,4410,11141,4412,11141,4419,11144,4421,11147,4421,1114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169,4410l11147,4410,11147,4421,11169,4421,11169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173,4410l11169,4410,11169,4421,11173,4421,11175,4419,11175,4412,11173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068,4410l11065,4410,11062,4412,11062,4419,11065,4421,11068,4421,1106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090,4410l11068,4410,11068,4421,11090,4421,1109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094,4410l11090,4410,11090,4421,11094,4421,11096,4419,11096,4412,1109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989,4410l10986,4410,10983,4412,10983,4419,10986,4421,10989,4421,10989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011,4410l10989,4410,10989,4421,11011,4421,1101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014,4410l11011,4410,11011,4421,11014,4421,11017,4419,11017,4412,1101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910,4410l10907,4410,10904,4412,10904,4419,10907,4421,10910,4421,1091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932,4410l10910,4410,10910,4421,10932,4421,1093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935,4410l10932,4410,10932,4421,10935,4421,10938,4419,10938,4412,1093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831,4410l10828,4410,10825,4412,10825,4419,10828,4421,10831,4421,1083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853,4410l10831,4410,10831,4421,10853,4421,10853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856,4410l10853,4410,10853,4421,10856,4421,10859,4419,10859,4412,10856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752,4410l10749,4410,10746,4412,10746,4419,10749,4421,10752,4421,1075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774,4410l10752,4410,10752,4421,10774,4421,1077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777,4410l10774,4410,10774,4421,10777,4421,10780,4419,10780,4412,1077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673,4410l10670,4410,10667,4412,10667,4419,10670,4421,10673,4421,10673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695,4410l10673,4410,10673,4421,10695,4421,1069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698,4410l10695,4410,10695,4421,10698,4421,10701,4419,10701,4412,1069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594,4410l10591,4410,10588,4412,10588,4419,10591,4421,10594,4421,1059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616,4410l10594,4410,10594,4421,10616,4421,10616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619,4410l10616,4410,10616,4421,10619,4421,10622,4419,10622,4412,10619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515,4410l10511,4410,10509,4412,10509,4419,10511,4421,10515,4421,1051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537,4410l10515,4410,10515,4421,10537,4421,1053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540,4410l10537,4410,10537,4421,10540,4421,10543,4419,10543,4412,1054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436,4410l10432,4410,10430,4412,10430,4419,10432,4421,10436,4421,10436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458,4410l10436,4410,10436,4421,10458,4421,1045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461,4410l10458,4410,10458,4421,10461,4421,10464,4419,10464,4412,1046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357,4410l10353,4410,10351,4412,10351,4419,10353,4421,10357,4421,1035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379,4410l10357,4410,10357,4421,10379,4421,10379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382,4410l10379,4410,10379,4421,10382,4421,10385,4419,10385,4412,1038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278,4410l10274,4410,10272,4412,10272,4419,10274,4421,10278,4421,1027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300,4410l10278,4410,10278,4421,10300,4421,1030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303,4410l10300,4410,10300,4421,10303,4421,10306,4419,10306,4412,10303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198,4410l10195,4410,10193,4412,10193,4419,10195,4421,10198,4421,1019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221,4410l10198,4410,10198,4421,10221,4421,1022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224,4410l10221,4410,10221,4421,10224,4421,10227,4419,10227,4412,1022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119,4410l10116,4410,10114,4412,10114,4419,10116,4421,10119,4421,10119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142,4410l10119,4410,10119,4421,10142,4421,1014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145,4410l10142,4410,10142,4421,10145,4421,10148,4419,10148,4412,1014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040,4410l10037,4410,10035,4412,10035,4419,10037,4421,10040,4421,1004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063,4410l10040,4410,10040,4421,10063,4421,10063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066,4410l10063,4410,10063,4421,10066,4421,10069,4419,10069,4412,10066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961,4410l9958,4410,9956,4412,9956,4419,9958,4421,9961,4421,996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984,4410l9961,4410,9961,4421,9984,4421,998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987,4410l9984,4410,9984,4421,9987,4421,9990,4419,9990,4412,998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882,4410l9879,4410,9877,4412,9877,4419,9879,4421,9882,4421,988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905,4410l9882,4410,9882,4421,9905,4421,990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908,4410l9905,4410,9905,4421,9908,4421,9911,4419,9911,4412,990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803,4410l9800,4410,9798,4412,9798,4419,9800,4421,9803,4421,9803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826,4410l9803,4410,9803,4421,9826,4421,9826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829,4410l9826,4410,9826,4421,9829,4421,9832,4419,9832,4412,9829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724,4410l9721,4410,9719,4412,9719,4419,9721,4421,9724,4421,972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747,4410l9724,4410,9724,4421,9747,4421,974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750,4410l9747,4410,9747,4421,9750,4421,9753,4419,9753,4412,975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645,4410l9642,4410,9640,4412,9640,4419,9642,4421,9645,4421,964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668,4410l9645,4410,9645,4421,9668,4421,966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671,4410l9668,4410,9668,4421,9671,4421,9674,4419,9674,4412,967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566,4410l9563,4410,9561,4412,9561,4419,9563,4421,9566,4421,9566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589,4410l9566,4410,9566,4421,9589,4421,9589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592,4410l9589,4410,9589,4421,9592,4421,9594,4419,9594,4412,959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487,4410l9484,4410,9482,4412,9482,4419,9484,4421,9487,4421,948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510,4410l9487,4410,9487,4421,9510,4421,951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513,4410l9510,4410,9510,4421,9513,4421,9515,4419,9515,4412,9513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408,4410l9405,4410,9403,4412,9403,4419,9405,4421,9408,4421,940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431,4410l9408,4410,9408,4421,9431,4421,943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434,4410l9431,4410,9431,4421,9434,4421,9436,4419,9436,4412,943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329,4410l9326,4410,9323,4412,9323,4419,9326,4421,9329,4421,9329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352,4410l9329,4410,9329,4421,9352,4421,935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355,4410l9352,4410,9352,4421,9355,4421,9357,4419,9357,4412,935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250,4410l9247,4410,9244,4412,9244,4419,9247,4421,9250,4421,925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273,4410l9250,4410,9250,4421,9273,4421,9273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276,4410l9273,4410,9273,4421,9276,4421,9278,4419,9278,4412,9276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171,4410l9168,4410,9165,4412,9165,4419,9168,4421,9171,4421,917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194,4410l9171,4410,9171,4421,9194,4421,919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197,4410l9194,4410,9194,4421,9197,4421,9199,4419,9199,4412,919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092,4410l9089,4410,9086,4412,9086,4419,9089,4421,9092,4421,909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115,4410l9092,4410,9092,4421,9115,4421,911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118,4410l9115,4410,9115,4421,9118,4421,9120,4419,9120,4412,911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013,4410l9010,4410,9007,4412,9007,4419,9010,4421,9013,4421,9013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036,4410l9013,4410,9013,4421,9036,4421,9036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039,4410l9036,4410,9036,4421,9039,4421,9041,4419,9041,4412,9039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934,4410l8931,4410,8928,4412,8928,4419,8931,4421,8934,4421,893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957,4410l8934,4410,8934,4421,8957,4421,895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960,4410l8957,4410,8957,4421,8960,4421,8962,4419,8962,4412,896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855,4410l8852,4410,8849,4412,8849,4419,8852,4421,8855,4421,885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878,4410l8855,4410,8855,4421,8878,4421,887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881,4410l8878,4410,8878,4421,8881,4421,8883,4419,8883,4412,888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776,4410l8773,4410,8770,4412,8770,4419,8773,4421,8776,4421,8776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799,4410l8776,4410,8776,4421,8799,4421,8799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802,4410l8799,4410,8799,4421,8802,4421,8804,4419,8804,4412,880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697,4410l8694,4410,8691,4412,8691,4419,8694,4421,8697,4421,869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720,4410l8697,4410,8697,4421,8720,4421,872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723,4410l8720,4410,8720,4421,8723,4421,8725,4419,8725,4412,8723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618,4410l8615,4410,8612,4412,8612,4419,8615,4421,8618,4421,861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640,4410l8618,4410,8618,4421,8640,4421,864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644,4410l8640,4410,8640,4421,8644,4421,8646,4419,8646,4412,864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539,4410l8536,4410,8533,4412,8533,4419,8536,4421,8539,4421,8539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561,4410l8539,4410,8539,4421,8561,4421,856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565,4410l8561,4410,8561,4421,8565,4421,8567,4419,8567,4412,856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460,4410l8457,4410,8454,4412,8454,4419,8457,4421,8460,4421,846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482,4410l8460,4410,8460,4421,8482,4421,848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486,4410l8482,4410,8482,4421,8486,4421,8488,4419,8488,4412,8486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381,4410l8378,4410,8375,4412,8375,4419,8378,4421,8381,4421,838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403,4410l8381,4410,8381,4421,8403,4421,8403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407,4410l8403,4410,8403,4421,8407,4421,8409,4419,8409,4412,840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302,4410l8299,4410,8296,4412,8296,4419,8299,4421,8302,4421,830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324,4410l8302,4410,8302,4421,8324,4421,832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327,4410l8324,4410,8324,4421,8327,4421,8330,4419,8330,4412,832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223,4410l8220,4410,8217,4412,8217,4419,8220,4421,8223,4421,8223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245,4410l8223,4410,8223,4421,8245,4421,824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248,4410l8245,4410,8245,4421,8248,4421,8251,4419,8251,4412,824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144,4410l8141,4410,8138,4412,8138,4419,8141,4421,8144,4421,814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166,4410l8144,4410,8144,4421,8166,4421,8166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169,4410l8166,4410,8166,4421,8169,4421,8172,4419,8172,4412,8169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065,4410l8062,4410,8059,4412,8059,4419,8062,4421,8065,4421,806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087,4410l8065,4410,8065,4421,8087,4421,808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090,4410l8087,4410,8087,4421,8090,4421,8093,4419,8093,4412,809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986,4410l7983,4410,7980,4412,7980,4419,7983,4421,7986,4421,7986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008,4410l7986,4410,7986,4421,8008,4421,800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011,4410l8008,4410,8008,4421,8011,4421,8014,4419,8014,4412,801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907,4410l7903,4410,7901,4412,7901,4419,7903,4421,7907,4421,790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929,4410l7907,4410,7907,4421,7929,4421,7929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932,4410l7929,4410,7929,4421,7932,4421,7935,4419,7935,4412,793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828,4410l7824,4410,7822,4412,7822,4419,7824,4421,7828,4421,782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850,4410l7828,4410,7828,4421,7850,4421,785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853,4410l7850,4410,7850,4421,7853,4421,7856,4419,7856,4412,7853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749,4410l7745,4410,7743,4412,7743,4419,7745,4421,7749,4421,7749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771,4410l7749,4410,7749,4421,7771,4421,777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774,4410l7771,4410,7771,4421,7774,4421,7777,4419,7777,4412,777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670,4410l7666,4410,7664,4412,7664,4419,7666,4421,7670,4421,767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692,4410l7670,4410,7670,4421,7692,4421,769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695,4410l7692,4410,7692,4421,7695,4421,7698,4419,7698,4412,769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591,4410l7587,4410,7585,4412,7585,4419,7587,4421,7591,4421,759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613,4410l7591,4410,7591,4421,7613,4421,7613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616,4410l7613,4410,7613,4421,7616,4421,7619,4419,7619,4412,7616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511,4410l7508,4410,7506,4412,7506,4419,7508,4421,7511,4421,751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534,4410l7511,4410,7511,4421,7534,4421,753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537,4410l7534,4410,7534,4421,7537,4421,7540,4419,7540,4412,753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432,4410l7429,4410,7427,4412,7427,4419,7429,4421,7432,4421,743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455,4410l7432,4410,7432,4421,7455,4421,745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458,4410l7455,4410,7455,4421,7458,4421,7461,4419,7461,4412,745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353,4410l7350,4410,7348,4412,7348,4419,7350,4421,7353,4421,7353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376,4410l7353,4410,7353,4421,7376,4421,7376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379,4410l7376,4410,7376,4421,7379,4421,7382,4419,7382,4412,7379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274,4410l7271,4410,7269,4412,7269,4419,7271,4421,7274,4421,727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297,4410l7274,4410,7274,4421,7297,4421,729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300,4410l7297,4410,7297,4421,7300,4421,7303,4419,7303,4412,730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195,4410l7192,4410,7190,4412,7190,4419,7192,4421,7195,4421,719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218,4410l7195,4410,7195,4421,7218,4421,721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221,4410l7218,4410,7218,4421,7221,4421,7224,4419,7224,4412,722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116,4410l7113,4410,7111,4412,7111,4419,7113,4421,7116,4421,7116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139,4410l7116,4410,7116,4421,7139,4421,7139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142,4410l7139,4410,7139,4421,7142,4421,7145,4419,7145,4412,714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037,4410l7034,4410,7032,4412,7032,4419,7034,4421,7037,4421,703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060,4410l7037,4410,7037,4421,7060,4421,706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063,4410l7060,4410,7060,4421,7063,4421,7066,4419,7066,4412,7063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958,4410l6955,4410,6953,4412,6953,4419,6955,4421,6958,4421,695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981,4410l6958,4410,6958,4421,6981,4421,698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984,4410l6981,4410,6981,4421,6984,4421,6987,4419,6987,4412,698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879,4410l6876,4410,6874,4412,6874,4419,6876,4421,6879,4421,6879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902,4410l6879,4410,6879,4421,6902,4421,690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905,4410l6902,4410,6902,4421,6905,4421,6907,4419,6907,4412,690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800,4410l6797,4410,6795,4412,6795,4419,6797,4421,6800,4421,680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823,4410l6800,4410,6800,4421,6823,4421,6823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826,4410l6823,4410,6823,4421,6826,4421,6828,4419,6828,4412,6826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721,4410l6718,4410,6716,4412,6716,4419,6718,4421,6721,4421,672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744,4410l6721,4410,6721,4421,6744,4421,674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747,4410l6744,4410,6744,4421,6747,4421,6749,4419,6749,4412,674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642,4410l6639,4410,6636,4412,6636,4419,6639,4421,6642,4421,664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665,4410l6642,4410,6642,4421,6665,4421,666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668,4410l6665,4410,6665,4421,6668,4421,6670,4419,6670,4412,666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563,4410l6560,4410,6557,4412,6557,4419,6560,4421,6563,4421,6563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586,4410l6563,4410,6563,4421,6586,4421,6586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589,4410l6586,4410,6586,4421,6589,4421,6591,4419,6591,4412,6589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484,4410l6481,4410,6478,4412,6478,4419,6481,4421,6484,4421,648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507,4410l6484,4410,6484,4421,6507,4421,650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510,4410l6507,4410,6507,4421,6510,4421,6512,4419,6512,4412,651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405,4410l6402,4410,6399,4412,6399,4419,6402,4421,6405,4421,6405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428,4410l6405,4410,6405,4421,6428,4421,6428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431,4410l6428,4410,6428,4421,6431,4421,6433,4419,6433,4412,643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326,4410l6323,4410,6320,4412,6320,4419,6323,4421,6326,4421,6326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349,4410l6326,4410,6326,4421,6349,4421,6349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352,4410l6349,4410,6349,4421,6352,4421,6354,4419,6354,4412,6352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247,4410l6244,4410,6241,4412,6241,4419,6244,4421,6247,4421,6247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270,4410l6247,4410,6247,4421,6270,4421,627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273,4410l6270,4410,6270,4421,6273,4421,6275,4419,6275,4412,6273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74,4419l6174,4430,6176,4433,6183,4433,6185,4430,6185,4421,6176,4421,6174,4419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74,4416l6174,4419,6176,4421,6180,4421,6174,4416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80,4410l6174,4416,6180,4421,618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91,4410l6180,4410,6180,4421,6185,4421,6185,4416,6191,4416,6191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91,4416l6185,4416,6185,4421,6191,4421,6191,4416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94,4410l6191,4410,6191,4421,6194,4421,6196,4419,6196,4412,6194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80,4410l6176,4410,6174,4412,6174,4416,6180,441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83,4478l6176,4478,6174,4481,6174,4510,6176,4512,6183,4512,6185,4510,6185,4481,6183,4478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83,4557l6176,4557,6174,4560,6174,4589,6176,4592,6183,4592,6185,4589,6185,4560,6183,4557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83,4637l6176,4637,6174,4640,6174,4668,6176,4671,6183,4671,6185,4668,6185,4640,6183,4637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83,4716l6176,4716,6174,4719,6174,4748,6176,4751,6183,4751,6185,4748,6185,4719,6183,4716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83,4796l6176,4796,6174,4799,6174,4827,6176,4830,6183,4830,6185,4827,6185,4799,6183,4796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83,4875l6176,4875,6174,4878,6174,4907,6176,4909,6183,4909,6185,4907,6185,4878,6183,4875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83,4955l6176,4955,6174,4957,6174,4986,6176,4989,6183,4989,6185,4986,6185,4957,6183,4955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83,5034l6176,5034,6174,5037,6174,5066,6176,5068,6183,5068,6185,5066,6185,5037,6183,503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83,5114l6176,5114,6174,5116,6174,5145,6176,5148,6183,5148,6185,5145,6185,5116,6183,511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83,5193l6176,5193,6174,5196,6174,5225,6176,5227,6183,5227,6185,5225,6185,5196,6183,5193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74,5290l6174,5293,6176,5296,6180,5296,6174,529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83,5273l6176,5273,6174,5275,6174,5290,6180,5296,6180,5284,6185,5284,6185,5275,6183,5273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85,5284l6180,5284,6180,5296,6185,5290,618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85,5290l6180,5296,6183,5296,6185,5293,6185,529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91,5284l6185,5284,6185,5293,6183,5296,6191,5296,619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194,5284l6191,5284,6191,5296,6194,5296,6197,5293,6197,5287,619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247,5284l6244,5284,6242,5287,6242,5293,6244,5296,6247,5296,624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270,5284l6247,5284,6247,5296,6270,5296,627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273,5284l6270,5284,6270,5296,6273,5296,6276,5293,6276,5287,6273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326,5284l6323,5284,6321,5287,6321,5293,6323,5296,6326,5296,6326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349,5284l6326,5284,6326,5296,6349,5296,6349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352,5284l6349,5284,6349,5296,6352,5296,6355,5293,6355,5287,6352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405,5284l6402,5284,6400,5287,6400,5293,6402,5296,6405,5296,640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428,5284l6405,5284,6405,5296,6428,5296,642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431,5284l6428,5284,6428,5296,6431,5296,6434,5293,6434,5287,643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484,5284l6481,5284,6479,5287,6479,5293,6481,5296,6484,5296,648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507,5284l6484,5284,6484,5296,6507,5296,650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510,5284l6507,5284,6507,5296,6510,5296,6513,5293,6513,5287,651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563,5284l6560,5284,6558,5287,6558,5293,6560,5296,6563,5296,6563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586,5284l6563,5284,6563,5296,6586,5296,6586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589,5284l6586,5284,6586,5296,6589,5296,6592,5293,6592,5287,6589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642,5284l6639,5284,6637,5287,6637,5293,6639,5296,6642,5296,6642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665,5284l6642,5284,6642,5296,6665,5296,666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668,5284l6665,5284,6665,5296,6668,5296,6671,5293,6671,5287,666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721,5284l6718,5284,6716,5287,6716,5293,6718,5296,6721,5296,672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744,5284l6721,5284,6721,5296,6744,5296,674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747,5284l6744,5284,6744,5296,6747,5296,6750,5293,6750,5287,674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801,5284l6797,5284,6795,5287,6795,5293,6797,5296,6801,5296,680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823,5284l6801,5284,6801,5296,6823,5296,6823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826,5284l6823,5284,6823,5296,6826,5296,6829,5293,6829,5287,6826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880,5284l6876,5284,6874,5287,6874,5293,6876,5296,6880,5296,688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902,5284l6880,5284,6880,5296,6902,5296,6902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905,5284l6902,5284,6902,5296,6905,5296,6908,5293,6908,5287,690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959,5284l6955,5284,6953,5287,6953,5293,6955,5296,6959,5296,6959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981,5284l6959,5284,6959,5296,6981,5296,698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6984,5284l6981,5284,6981,5296,6984,5296,6987,5293,6987,5287,698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038,5284l7034,5284,7032,5287,7032,5293,7034,5296,7038,5296,703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060,5284l7038,5284,7038,5296,7060,5296,706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063,5284l7060,5284,7060,5296,7063,5296,7066,5293,7066,5287,7063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117,5284l7114,5284,7111,5287,7111,5293,7114,5296,7117,5296,711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139,5284l7117,5284,7117,5296,7139,5296,7139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142,5284l7139,5284,7139,5296,7142,5296,7145,5293,7145,5287,7142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196,5284l7193,5284,7190,5287,7190,5293,7193,5296,7196,5296,7196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218,5284l7196,5284,7196,5296,7218,5296,721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221,5284l7218,5284,7218,5296,7221,5296,7224,5293,7224,5287,722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275,5284l7272,5284,7269,5287,7269,5293,7272,5296,7275,5296,727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297,5284l7275,5284,7275,5296,7297,5296,729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300,5284l7297,5284,7297,5296,7300,5296,7303,5293,7303,5287,730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354,5284l7351,5284,7348,5287,7348,5293,7351,5296,7354,5296,735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376,5284l7354,5284,7354,5296,7376,5296,7376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379,5284l7376,5284,7376,5296,7379,5296,7382,5293,7382,5287,7379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433,5284l7430,5284,7427,5287,7427,5293,7430,5296,7433,5296,7433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455,5284l7433,5284,7433,5296,7455,5296,745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458,5284l7455,5284,7455,5296,7458,5296,7461,5293,7461,5287,745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512,5284l7509,5284,7506,5287,7506,5293,7509,5296,7512,5296,7512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534,5284l7512,5284,7512,5296,7534,5296,753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537,5284l7534,5284,7534,5296,7537,5296,7540,5293,7540,5287,753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591,5284l7588,5284,7585,5287,7585,5293,7588,5296,7591,5296,759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613,5284l7591,5284,7591,5296,7613,5296,7613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617,5284l7613,5284,7613,5296,7617,5296,7619,5293,7619,5287,761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670,5284l7667,5284,7664,5287,7664,5293,7667,5296,7670,5296,767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692,5284l7670,5284,7670,5296,7692,5296,7692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696,5284l7692,5284,7692,5296,7696,5296,7698,5293,7698,5287,7696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749,5284l7746,5284,7743,5287,7743,5293,7746,5296,7749,5296,7749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771,5284l7749,5284,7749,5296,7771,5296,777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775,5284l7771,5284,7771,5296,7775,5296,7777,5293,7777,5287,777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828,5284l7825,5284,7822,5287,7822,5293,7825,5296,7828,5296,782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850,5284l7828,5284,7828,5296,7850,5296,785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854,5284l7850,5284,7850,5296,7854,5296,7856,5293,7856,5287,785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907,5284l7904,5284,7901,5287,7901,5293,7904,5296,7907,5296,790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930,5284l7907,5284,7907,5296,7930,5296,793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933,5284l7930,5284,7930,5296,7933,5296,7935,5293,7935,5287,7933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7986,5284l7983,5284,7980,5287,7980,5293,7983,5296,7986,5296,7986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009,5284l7986,5284,7986,5296,8009,5296,8009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012,5284l8009,5284,8009,5296,8012,5296,8014,5293,8014,5287,8012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065,5284l8062,5284,8059,5287,8059,5293,8062,5296,8065,5296,806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088,5284l8065,5284,8065,5296,8088,5296,808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091,5284l8088,5284,8088,5296,8091,5296,8093,5293,8093,5287,809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144,5284l8141,5284,8138,5287,8138,5293,8141,5296,8144,5296,814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167,5284l8144,5284,8144,5296,8167,5296,816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170,5284l8167,5284,8167,5296,8170,5296,8172,5293,8172,5287,817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223,5284l8220,5284,8217,5287,8217,5293,8220,5296,8223,5296,8223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246,5284l8223,5284,8223,5296,8246,5296,8246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249,5284l8246,5284,8246,5296,8249,5296,8251,5293,8251,5287,8249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302,5284l8299,5284,8296,5287,8296,5293,8299,5296,8302,5296,8302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325,5284l8302,5284,8302,5296,8325,5296,832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328,5284l8325,5284,8325,5296,8328,5296,8330,5293,8330,5287,832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381,5284l8378,5284,8375,5287,8375,5293,8378,5296,8381,5296,838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404,5284l8381,5284,8381,5296,8404,5296,840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407,5284l8404,5284,8404,5296,8407,5296,8409,5293,8409,5287,840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460,5284l8457,5284,8454,5287,8454,5293,8457,5296,8460,5296,846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483,5284l8460,5284,8460,5296,8483,5296,8483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486,5284l8483,5284,8483,5296,8486,5296,8488,5293,8488,5287,8486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539,5284l8536,5284,8534,5287,8534,5293,8536,5296,8539,5296,8539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562,5284l8539,5284,8539,5296,8562,5296,8562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565,5284l8562,5284,8562,5296,8565,5296,8567,5293,8567,5287,856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618,5284l8615,5284,8613,5287,8613,5293,8615,5296,8618,5296,861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641,5284l8618,5284,8618,5296,8641,5296,864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644,5284l8641,5284,8641,5296,8644,5296,8646,5293,8646,5287,864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697,5284l8694,5284,8692,5287,8692,5293,8694,5296,8697,5296,869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720,5284l8697,5284,8697,5296,8720,5296,872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723,5284l8720,5284,8720,5296,8723,5296,8725,5293,8725,5287,8723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776,5284l8773,5284,8771,5287,8771,5293,8773,5296,8776,5296,8776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799,5284l8776,5284,8776,5296,8799,5296,8799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802,5284l8799,5284,8799,5296,8802,5296,8805,5293,8805,5287,8802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855,5284l8852,5284,8850,5287,8850,5293,8852,5296,8855,5296,885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878,5284l8855,5284,8855,5296,8878,5296,887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881,5284l8878,5284,8878,5296,8881,5296,8884,5293,8884,5287,888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934,5284l8931,5284,8929,5287,8929,5293,8931,5296,8934,5296,893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957,5284l8934,5284,8934,5296,8957,5296,895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8960,5284l8957,5284,8957,5296,8960,5296,8963,5293,8963,5287,896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013,5284l9010,5284,9008,5287,9008,5293,9010,5296,9013,5296,9013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036,5284l9013,5284,9013,5296,9036,5296,9036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039,5284l9036,5284,9036,5296,9039,5296,9042,5293,9042,5287,9039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092,5284l9089,5284,9087,5287,9087,5293,9089,5296,9092,5296,9092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115,5284l9092,5284,9092,5296,9115,5296,911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118,5284l9115,5284,9115,5296,9118,5296,9121,5293,9121,5287,911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171,5284l9168,5284,9166,5287,9166,5293,9168,5296,9171,5296,917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194,5284l9171,5284,9171,5296,9194,5296,919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197,5284l9194,5284,9194,5296,9197,5296,9200,5293,9200,5287,919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250,5284l9247,5284,9245,5287,9245,5293,9247,5296,9250,5296,925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273,5284l9250,5284,9250,5296,9273,5296,9273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276,5284l9273,5284,9273,5296,9276,5296,9279,5293,9279,5287,9276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329,5284l9326,5284,9324,5287,9324,5293,9326,5296,9329,5296,9329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352,5284l9329,5284,9329,5296,9352,5296,9352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355,5284l9352,5284,9352,5296,9355,5296,9358,5293,9358,5287,935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408,5284l9405,5284,9403,5287,9403,5293,9405,5296,9408,5296,940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431,5284l9408,5284,9408,5296,9431,5296,943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434,5284l9431,5284,9431,5296,9434,5296,9437,5293,9437,5287,943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488,5284l9484,5284,9482,5287,9482,5293,9484,5296,9488,5296,948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510,5284l9488,5284,9488,5296,9510,5296,951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513,5284l9510,5284,9510,5296,9513,5296,9516,5293,9516,5287,9513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567,5284l9563,5284,9561,5287,9561,5293,9563,5296,9567,5296,956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589,5284l9567,5284,9567,5296,9589,5296,9589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592,5284l9589,5284,9589,5296,9592,5296,9595,5293,9595,5287,9592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646,5284l9642,5284,9640,5287,9640,5293,9642,5296,9646,5296,9646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668,5284l9646,5284,9646,5296,9668,5296,966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671,5284l9668,5284,9668,5296,9671,5296,9674,5293,9674,5287,967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725,5284l9721,5284,9719,5287,9719,5293,9721,5296,9725,5296,972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747,5284l9725,5284,9725,5296,9747,5296,974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750,5284l9747,5284,9747,5296,9750,5296,9753,5293,9753,5287,975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804,5284l9801,5284,9798,5287,9798,5293,9801,5296,9804,5296,980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826,5284l9804,5284,9804,5296,9826,5296,9826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829,5284l9826,5284,9826,5296,9829,5296,9832,5293,9832,5287,9829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883,5284l9880,5284,9877,5287,9877,5293,9880,5296,9883,5296,9883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905,5284l9883,5284,9883,5296,9905,5296,990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908,5284l9905,5284,9905,5296,9908,5296,9911,5293,9911,5287,990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962,5284l9959,5284,9956,5287,9956,5293,9959,5296,9962,5296,9962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984,5284l9962,5284,9962,5296,9984,5296,998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9987,5284l9984,5284,9984,5296,9987,5296,9990,5293,9990,5287,998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041,5284l10038,5284,10035,5287,10035,5293,10038,5296,10041,5296,1004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063,5284l10041,5284,10041,5296,10063,5296,10063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066,5284l10063,5284,10063,5296,10066,5296,10069,5293,10069,5287,10066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120,5284l10117,5284,10114,5287,10114,5293,10117,5296,10120,5296,1012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142,5284l10120,5284,10120,5296,10142,5296,10142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145,5284l10142,5284,10142,5296,10145,5296,10148,5293,10148,5287,1014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199,5284l10196,5284,10193,5287,10193,5293,10196,5296,10199,5296,10199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221,5284l10199,5284,10199,5296,10221,5296,1022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225,5284l10221,5284,10221,5296,10225,5296,10227,5293,10227,5287,1022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278,5284l10275,5284,10272,5287,10272,5293,10275,5296,10278,5296,1027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300,5284l10278,5284,10278,5296,10300,5296,1030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304,5284l10300,5284,10300,5296,10304,5296,10306,5293,10306,5287,1030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357,5284l10354,5284,10351,5287,10351,5293,10354,5296,10357,5296,1035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379,5284l10357,5284,10357,5296,10379,5296,10379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383,5284l10379,5284,10379,5296,10383,5296,10385,5293,10385,5287,10383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436,5284l10433,5284,10430,5287,10430,5293,10433,5296,10436,5296,10436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458,5284l10436,5284,10436,5296,10458,5296,1045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462,5284l10458,5284,10458,5296,10462,5296,10464,5293,10464,5287,10462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515,5284l10512,5284,10509,5287,10509,5293,10512,5296,10515,5296,1051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538,5284l10515,5284,10515,5296,10538,5296,1053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541,5284l10538,5284,10538,5296,10541,5296,10543,5293,10543,5287,1054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594,5284l10591,5284,10588,5287,10588,5293,10591,5296,10594,5296,1059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617,5284l10594,5284,10594,5296,10617,5296,1061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620,5284l10617,5284,10617,5296,10620,5296,10622,5293,10622,5287,1062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673,5284l10670,5284,10667,5287,10667,5293,10670,5296,10673,5296,10673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696,5284l10673,5284,10673,5296,10696,5296,10696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699,5284l10696,5284,10696,5296,10699,5296,10701,5293,10701,5287,10699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752,5284l10749,5284,10746,5287,10746,5293,10749,5296,10752,5296,10752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775,5284l10752,5284,10752,5296,10775,5296,1077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778,5284l10775,5284,10775,5296,10778,5296,10780,5293,10780,5287,1077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831,5284l10828,5284,10825,5287,10825,5293,10828,5296,10831,5296,1083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854,5284l10831,5284,10831,5296,10854,5296,1085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857,5284l10854,5284,10854,5296,10857,5296,10859,5293,10859,5287,1085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910,5284l10907,5284,10904,5287,10904,5293,10907,5296,10910,5296,1091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933,5284l10910,5284,10910,5296,10933,5296,10933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936,5284l10933,5284,10933,5296,10936,5296,10938,5293,10938,5287,10936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0989,5284l10986,5284,10983,5287,10983,5293,10986,5296,10989,5296,10989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012,5284l10989,5284,10989,5296,11012,5296,11012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015,5284l11012,5284,11012,5296,11015,5296,11017,5293,11017,5287,1101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068,5284l11065,5284,11062,5287,11062,5293,11065,5296,11068,5296,1106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091,5284l11068,5284,11068,5296,11091,5296,1109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094,5284l11091,5284,11091,5296,11094,5296,11096,5293,11096,5287,1109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147,5284l11144,5284,11141,5287,11141,5293,11144,5296,11147,5296,11147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170,5284l11147,5284,11147,5296,11170,5296,1117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173,5284l11170,5284,11170,5296,11173,5296,11175,5293,11175,5287,11173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226,5284l11223,5284,11221,5287,11221,5293,11223,5296,11226,5296,11226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249,5284l11226,5284,11226,5296,11249,5296,11249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252,5284l11249,5284,11249,5296,11252,5296,11254,5293,11254,5287,11252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05,5284l11302,5284,11300,5287,11300,5293,11302,5296,11305,5296,1130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28,5284l11305,5284,11305,5296,11328,5296,1132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31,5284l11328,5284,11328,5296,11331,5296,11333,5293,11333,5287,1133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84,5284l11381,5284,11379,5287,11379,5293,11381,5296,11384,5296,11384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90,5284l11384,5284,11384,5296,11395,5296,11395,5290,11390,5290,11390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95,5284l11395,5296,11401,5290,11395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401,5290l11395,5296,11398,5296,11401,5293,11401,5290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98,5273l11392,5273,11390,5275,11390,5290,11395,5290,11395,5284,11401,5284,11401,5275,11398,5273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98,5284l11395,5284,11401,5290,11401,5287,11398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401,5284l11398,5284,11401,5287,11401,528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98,5193l11392,5193,11390,5196,11390,5225,11392,5227,11398,5227,11401,5225,11401,5196,11398,5193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98,5114l11392,5114,11390,5116,11390,5145,11392,5148,11398,5148,11401,5145,11401,5116,11398,511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98,5034l11392,5034,11390,5037,11390,5066,11392,5068,11398,5068,11401,5066,11401,5037,11398,5034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98,4955l11392,4955,11390,4957,11390,4986,11392,4989,11398,4989,11401,4986,11401,4957,11398,4955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98,4875l11392,4875,11390,4878,11390,4907,11392,4910,11398,4910,11401,4907,11401,4878,11398,4875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98,4796l11392,4796,11390,4799,11390,4827,11392,4830,11398,4830,11401,4827,11401,4799,11398,4796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98,4716l11392,4716,11390,4719,11390,4748,11392,4751,11398,4751,11401,4748,11401,4719,11398,4716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98,4637l11392,4637,11390,4640,11390,4669,11392,4671,11398,4671,11401,4669,11401,4640,11398,4637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98,4558l11392,4558,11390,4560,11390,4589,11392,4592,11398,4592,11401,4589,11401,4560,11398,4558xe" filled="true" fillcolor="#231f20" stroked="false">
                <v:path arrowok="t"/>
                <v:fill type="solid"/>
              </v:shape>
              <v:shape style="position:absolute;left:6174;top:4410;width:5228;height:886" coordorigin="6174,4410" coordsize="5228,886" path="m11398,4478l11392,4478,11390,4481,11390,4510,11392,4512,11398,4512,11401,4510,11401,4481,11398,4478xe" filled="true" fillcolor="#231f20" stroked="false">
                <v:path arrowok="t"/>
                <v:fill type="solid"/>
              </v:shape>
              <v:shape style="position:absolute;left:10090;top:8309;width:918;height:352" type="#_x0000_t75" stroked="false">
                <v:imagedata r:id="rId17" o:title=""/>
              </v:shape>
              <v:shape style="position:absolute;left:9831;top:4067;width:1541;height:1199" type="#_x0000_t75" stroked="false">
                <v:imagedata r:id="rId18" o:title=""/>
              </v:shape>
            </v:group>
            <v:group style="position:absolute;left:6171;top:11467;width:5228;height:1661" coordorigin="6171,11467" coordsize="5228,1661">
              <v:shape style="position:absolute;left:6171;top:11467;width:5228;height:1661" coordorigin="6171,11467" coordsize="5228,1661" path="m11382,13119l11379,13119,11376,13121,11376,13126,11379,13128,11382,13128,1138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87,13119l11382,13119,11382,13128,11390,13128,11387,13126,1138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87,13124l11387,13126,11390,13128,11393,13128,11387,13124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3109l11390,13109,11387,13112,11387,13124,11393,13128,11393,13119,11399,13119,11399,13112,11396,1310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3119l11393,13119,11393,13128,11399,13124,11399,13121,1139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9,13124l11393,13128,11396,13128,11399,13126,11399,13124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9,13119l11396,13119,11399,13121,1139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03,13119l11300,13119,11297,13121,11297,13126,11300,13128,11303,13128,11303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25,13119l11303,13119,11303,13128,11325,13128,11325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28,13119l11325,13119,11325,13128,11328,13128,11331,13126,11331,13121,1132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224,13119l11221,13119,11218,13121,11218,13126,11221,13128,11224,13128,1122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246,13119l11224,13119,11224,13128,11246,13128,1124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249,13119l11246,13119,11246,13128,11249,13128,11252,13126,11252,13121,1124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145,13119l11142,13119,11139,13121,11139,13126,11142,13128,11145,13128,11145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167,13119l11145,13119,11145,13128,11167,13128,1116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170,13119l11167,13119,11167,13128,11170,13128,11173,13126,11173,13121,1117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066,13119l11062,13119,11060,13121,11060,13126,11062,13128,11066,13128,1106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088,13119l11066,13119,11066,13128,11088,13128,1108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091,13119l11088,13119,11088,13128,11091,13128,11094,13126,11094,13121,11091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987,13119l10983,13119,10981,13121,10981,13126,10983,13128,10987,13128,1098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009,13119l10987,13119,10987,13128,11009,13128,1100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012,13119l11009,13119,11009,13128,11012,13128,11015,13126,11015,13121,1101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908,13119l10904,13119,10902,13121,10902,13126,10904,13128,10908,13128,1090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930,13119l10908,13119,10908,13128,10930,13128,1093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933,13119l10930,13119,10930,13128,10933,13128,10936,13126,10936,13121,10933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828,13119l10825,13119,10823,13121,10823,13126,10825,13128,10828,13128,1082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851,13119l10828,13119,10828,13128,10851,13128,10851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854,13119l10851,13119,10851,13128,10854,13128,10857,13126,10857,13121,1085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749,13119l10746,13119,10744,13121,10744,13126,10746,13128,10749,13128,1074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772,13119l10749,13119,10749,13128,10772,13128,1077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775,13119l10772,13119,10772,13128,10775,13128,10778,13126,10778,13121,10775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670,13119l10667,13119,10665,13121,10665,13126,10667,13128,10670,13128,1067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693,13119l10670,13119,10670,13128,10693,13128,10693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696,13119l10693,13119,10693,13128,10696,13128,10699,13126,10699,13121,1069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591,13119l10588,13119,10586,13121,10586,13126,10588,13128,10591,13128,10591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614,13119l10591,13119,10591,13128,10614,13128,1061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617,13119l10614,13119,10614,13128,10617,13128,10620,13126,10620,13121,1061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512,13119l10509,13119,10507,13121,10507,13126,10509,13128,10512,13128,1051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535,13119l10512,13119,10512,13128,10535,13128,10535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538,13119l10535,13119,10535,13128,10538,13128,10541,13126,10541,13121,1053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433,13119l10430,13119,10428,13121,10428,13126,10430,13128,10433,13128,10433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456,13119l10433,13119,10433,13128,10456,13128,1045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459,13119l10456,13119,10456,13128,10459,13128,10462,13126,10462,13121,1045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354,13119l10351,13119,10349,13121,10349,13126,10351,13128,10354,13128,1035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377,13119l10354,13119,10354,13128,10377,13128,1037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380,13119l10377,13119,10377,13128,10380,13128,10382,13126,10382,13121,1038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275,13119l10272,13119,10270,13121,10270,13126,10272,13128,10275,13128,10275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298,13119l10275,13119,10275,13128,10298,13128,1029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301,13119l10298,13119,10298,13128,10301,13128,10303,13126,10303,13121,10301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196,13119l10193,13119,10190,13121,10190,13126,10193,13128,10196,13128,1019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219,13119l10196,13119,10196,13128,10219,13128,1021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222,13119l10219,13119,10219,13128,10222,13128,10224,13126,10224,13121,1022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117,13119l10114,13119,10111,13121,10111,13126,10114,13128,10117,13128,1011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140,13119l10117,13119,10117,13128,10140,13128,1014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143,13119l10140,13119,10140,13128,10143,13128,10145,13126,10145,13121,10143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038,13119l10035,13119,10032,13121,10032,13126,10035,13128,10038,13128,1003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061,13119l10038,13119,10038,13128,10061,13128,10061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064,13119l10061,13119,10061,13128,10064,13128,10066,13126,10066,13121,1006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959,13119l9956,13119,9953,13121,9953,13126,9956,13128,9959,13128,995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982,13119l9959,13119,9959,13128,9982,13128,998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985,13119l9982,13119,9982,13128,9985,13128,9987,13126,9987,13121,9985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880,13119l9877,13119,9874,13121,9874,13126,9877,13128,9880,13128,988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903,13119l9880,13119,9880,13128,9903,13128,9903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906,13119l9903,13119,9903,13128,9906,13128,9908,13126,9908,13121,990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801,13119l9798,13119,9795,13121,9795,13126,9798,13128,9801,13128,9801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824,13119l9801,13119,9801,13128,9824,13128,982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827,13119l9824,13119,9824,13128,9827,13128,9829,13126,9829,13121,982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722,13119l9719,13119,9716,13121,9716,13126,9719,13128,9722,13128,972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744,13119l9722,13119,9722,13128,9744,13128,974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748,13119l9744,13119,9744,13128,9748,13128,9750,13126,9750,13121,974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643,13119l9640,13119,9637,13121,9637,13126,9640,13128,9643,13128,9643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665,13119l9643,13119,9643,13128,9665,13128,9665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669,13119l9665,13119,9665,13128,9669,13128,9671,13126,9671,13121,966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564,13119l9561,13119,9558,13121,9558,13126,9561,13128,9564,13128,956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586,13119l9564,13119,9564,13128,9586,13128,958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590,13119l9586,13119,9586,13128,9590,13128,9592,13126,9592,13121,959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485,13119l9482,13119,9479,13121,9479,13126,9482,13128,9485,13128,9485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507,13119l9485,13119,9485,13128,9507,13128,950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510,13119l9507,13119,9507,13128,9510,13128,9513,13126,9513,13121,951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406,13119l9403,13119,9400,13121,9400,13126,9403,13128,9406,13128,940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428,13119l9406,13119,9406,13128,9428,13128,942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431,13119l9428,13119,9428,13128,9431,13128,9434,13126,9434,13121,9431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327,13119l9324,13119,9321,13121,9321,13126,9324,13128,9327,13128,932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349,13119l9327,13119,9327,13128,9349,13128,934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352,13119l9349,13119,9349,13128,9352,13128,9355,13126,9355,13121,935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248,13119l9244,13119,9242,13121,9242,13126,9244,13128,9248,13128,924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270,13119l9248,13119,9248,13128,9270,13128,927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273,13119l9270,13119,9270,13128,9273,13128,9276,13126,9276,13121,9273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169,13119l9165,13119,9163,13121,9163,13126,9165,13128,9169,13128,916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191,13119l9169,13119,9169,13128,9191,13128,9191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194,13119l9191,13119,9191,13128,9194,13128,9197,13126,9197,13121,919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090,13119l9086,13119,9084,13121,9084,13126,9086,13128,9090,13128,909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112,13119l9090,13119,9090,13128,9112,13128,911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115,13119l9112,13119,9112,13128,9115,13128,9118,13126,9118,13121,9115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010,13119l9007,13119,9005,13121,9005,13126,9007,13128,9010,13128,901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033,13119l9010,13119,9010,13128,9033,13128,9033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036,13119l9033,13119,9033,13128,9036,13128,9039,13126,9039,13121,903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931,13119l8928,13119,8926,13121,8926,13126,8928,13128,8931,13128,8931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954,13119l8931,13119,8931,13128,8954,13128,895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957,13119l8954,13119,8954,13128,8957,13128,8960,13126,8960,13121,895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852,13119l8849,13119,8847,13121,8847,13126,8849,13128,8852,13128,885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875,13119l8852,13119,8852,13128,8875,13128,8875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878,13119l8875,13119,8875,13128,8878,13128,8881,13126,8881,13121,887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773,13119l8770,13119,8768,13121,8768,13126,8770,13128,8773,13128,8773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796,13119l8773,13119,8773,13128,8796,13128,879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799,13119l8796,13119,8796,13128,8799,13128,8802,13126,8802,13121,879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694,13119l8691,13119,8689,13121,8689,13126,8691,13128,8694,13128,869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717,13119l8694,13119,8694,13128,8717,13128,871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720,13119l8717,13119,8717,13128,8720,13128,8723,13126,8723,13121,872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615,13119l8612,13119,8610,13121,8610,13126,8612,13128,8615,13128,8615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638,13119l8615,13119,8615,13128,8638,13128,863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641,13119l8638,13119,8638,13128,8641,13128,8644,13126,8644,13121,8641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536,13119l8533,13119,8531,13121,8531,13126,8533,13128,8536,13128,853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559,13119l8536,13119,8536,13128,8559,13128,855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562,13119l8559,13119,8559,13128,8562,13128,8564,13126,8564,13121,856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457,13119l8454,13119,8452,13121,8452,13126,8454,13128,8457,13128,845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480,13119l8457,13119,8457,13128,8480,13128,848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483,13119l8480,13119,8480,13128,8483,13128,8485,13126,8485,13121,8483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378,13119l8375,13119,8372,13121,8372,13126,8375,13128,8378,13128,837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401,13119l8378,13119,8378,13128,8401,13128,8401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404,13119l8401,13119,8401,13128,8404,13128,8406,13126,8406,13121,840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299,13119l8296,13119,8293,13121,8293,13126,8296,13128,8299,13128,829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322,13119l8299,13119,8299,13128,8322,13128,832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325,13119l8322,13119,8322,13128,8325,13128,8327,13126,8327,13121,8325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220,13119l8217,13119,8214,13121,8214,13126,8217,13128,8220,13128,822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243,13119l8220,13119,8220,13128,8243,13128,8243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246,13119l8243,13119,8243,13128,8246,13128,8248,13126,8248,13121,824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141,13119l8138,13119,8135,13121,8135,13126,8138,13128,8141,13128,8141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164,13119l8141,13119,8141,13128,8164,13128,816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167,13119l8164,13119,8164,13128,8167,13128,8169,13126,8169,13121,816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062,13119l8059,13119,8056,13121,8056,13126,8059,13128,8062,13128,806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085,13119l8062,13119,8062,13128,8085,13128,8085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088,13119l8085,13119,8085,13128,8088,13128,8090,13126,8090,13121,808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983,13119l7980,13119,7977,13121,7977,13126,7980,13128,7983,13128,7983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006,13119l7983,13119,7983,13128,8006,13128,800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009,13119l8006,13119,8006,13128,8009,13128,8011,13126,8011,13121,800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904,13119l7901,13119,7898,13121,7898,13126,7901,13128,7904,13128,790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926,13119l7904,13119,7904,13128,7926,13128,792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930,13119l7926,13119,7926,13128,7930,13128,7932,13126,7932,13121,793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825,13119l7822,13119,7819,13121,7819,13126,7822,13128,7825,13128,7825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847,13119l7825,13119,7825,13128,7847,13128,784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851,13119l7847,13119,7847,13128,7851,13128,7853,13126,7853,13121,7851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746,13119l7743,13119,7740,13121,7740,13126,7743,13128,7746,13128,774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768,13119l7746,13119,7746,13128,7768,13128,776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772,13119l7768,13119,7768,13128,7772,13128,7774,13126,7774,13121,777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667,13119l7664,13119,7661,13121,7661,13126,7664,13128,7667,13128,766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689,13119l7667,13119,7667,13128,7689,13128,768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692,13119l7689,13119,7689,13128,7692,13128,7695,13126,7695,13121,769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588,13119l7585,13119,7582,13121,7582,13126,7585,13128,7588,13128,758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610,13119l7588,13119,7588,13128,7610,13128,761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613,13119l7610,13119,7610,13128,7613,13128,7616,13126,7616,13121,7613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509,13119l7506,13119,7503,13121,7503,13126,7506,13128,7509,13128,750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531,13119l7509,13119,7509,13128,7531,13128,7531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534,13119l7531,13119,7531,13128,7534,13128,7537,13126,7537,13121,753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430,13119l7426,13119,7424,13121,7424,13126,7426,13128,7430,13128,743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452,13119l7430,13119,7430,13128,7452,13128,745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455,13119l7452,13119,7452,13128,7455,13128,7458,13126,7458,13121,7455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351,13119l7347,13119,7345,13121,7345,13126,7347,13128,7351,13128,7351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373,13119l7351,13119,7351,13128,7373,13128,7373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376,13119l7373,13119,7373,13128,7376,13128,7379,13126,7379,13121,737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272,13119l7268,13119,7266,13121,7266,13126,7268,13128,7272,13128,727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294,13119l7272,13119,7272,13128,7294,13128,729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297,13119l7294,13119,7294,13128,7297,13128,7300,13126,7300,13121,729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192,13119l7189,13119,7187,13121,7187,13126,7189,13128,7192,13128,719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215,13119l7192,13119,7192,13128,7215,13128,7215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218,13119l7215,13119,7215,13128,7218,13128,7221,13126,7221,13121,721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113,13119l7110,13119,7108,13121,7108,13126,7110,13128,7113,13128,7113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136,13119l7113,13119,7113,13128,7136,13128,713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139,13119l7136,13119,7136,13128,7139,13128,7142,13126,7142,13121,713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034,13119l7031,13119,7029,13121,7029,13126,7031,13128,7034,13128,703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057,13119l7034,13119,7034,13128,7057,13128,705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060,13119l7057,13119,7057,13128,7060,13128,7063,13126,7063,13121,706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955,13119l6952,13119,6950,13121,6950,13126,6952,13128,6955,13128,6955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978,13119l6955,13119,6955,13128,6978,13128,697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981,13119l6978,13119,6978,13128,6981,13128,6984,13126,6984,13121,6981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876,13119l6873,13119,6871,13121,6871,13126,6873,13128,6876,13128,687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899,13119l6876,13119,6876,13128,6899,13128,689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902,13119l6899,13119,6899,13128,6902,13128,6905,13126,6905,13121,690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797,13119l6794,13119,6792,13121,6792,13126,6794,13128,6797,13128,679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820,13119l6797,13119,6797,13128,6820,13128,682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823,13119l6820,13119,6820,13128,6823,13128,6826,13126,6826,13121,6823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718,13119l6715,13119,6713,13121,6713,13126,6715,13128,6718,13128,671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741,13119l6718,13119,6718,13128,6741,13128,6741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744,13119l6741,13119,6741,13128,6744,13128,6746,13126,6746,13121,674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639,13119l6636,13119,6634,13121,6634,13126,6636,13128,6639,13128,663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662,13119l6639,13119,6639,13128,6662,13128,666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665,13119l6662,13119,6662,13128,6665,13128,6667,13126,6667,13121,6665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560,13119l6557,13119,6554,13121,6554,13126,6557,13128,6560,13128,656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583,13119l6560,13119,6560,13128,6583,13128,6583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586,13119l6583,13119,6583,13128,6586,13128,6588,13126,6588,13121,658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481,13119l6478,13119,6475,13121,6475,13126,6478,13128,6481,13128,6481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504,13119l6481,13119,6481,13128,6504,13128,650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507,13119l6504,13119,6504,13128,6507,13128,6509,13126,6509,13121,650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402,13119l6399,13119,6396,13121,6396,13126,6399,13128,6402,13128,640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425,13119l6402,13119,6402,13128,6425,13128,6425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428,13119l6425,13119,6425,13128,6428,13128,6430,13126,6430,13121,642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323,13119l6320,13119,6317,13121,6317,13126,6320,13128,6323,13128,6323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346,13119l6323,13119,6323,13128,6346,13128,6346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349,13119l6346,13119,6346,13128,6349,13128,6351,13126,6351,13121,6349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244,13119l6241,13119,6238,13121,6238,13126,6241,13128,6244,13128,6244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267,13119l6244,13119,6244,13128,6267,13128,626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270,13119l6267,13119,6267,13128,6270,13128,6272,13126,6272,13121,6270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71,13124l6171,13126,6173,13128,6177,13128,6171,13124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77,13119l6171,13124,6177,13128,617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2,13119l6177,13119,6177,13128,6188,13128,6188,13124,6182,13124,6182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91,13119l6188,13119,6188,13128,6191,13128,6193,13126,6193,13121,6191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77,13119l6173,13119,6171,13121,6171,13124,6177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8,13119l6182,13119,6182,13124,6188,13124,6188,13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3109l6173,13109,6171,13112,6171,13121,6173,13119,6182,13119,6182,13112,6180,1310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3043l6173,13043,6171,13046,6171,13070,6173,13072,6180,13072,6182,13070,6182,13046,6180,13043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2977l6173,12977,6171,12979,6171,13004,6173,13006,6180,13006,6182,13004,6182,12979,6180,1297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2911l6173,12911,6171,12913,6171,12938,6173,12940,6180,12940,6182,12938,6182,12913,6180,12911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2845l6173,12845,6171,12847,6171,12871,6173,12874,6180,12874,6182,12871,6182,12847,6180,12845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2779l6173,12779,6171,12781,6171,12805,6173,12808,6180,12808,6182,12805,6182,12781,6180,1277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2713l6173,12713,6171,12715,6171,12739,6173,12741,6180,12741,6182,12739,6182,12715,6180,12713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2647l6173,12647,6171,12649,6171,12673,6173,12675,6180,12675,6182,12673,6182,12649,6180,1264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2581l6173,12581,6171,12583,6171,12607,6173,12609,6180,12609,6182,12607,6182,12583,6180,12581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2515l6173,12515,6171,12517,6171,12541,6173,12543,6180,12543,6182,12541,6182,12517,6180,12515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2449l6173,12449,6171,12451,6171,12475,6173,12477,6180,12477,6182,12475,6182,12451,6180,1244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2383l6173,12383,6171,12385,6171,12409,6173,12411,6180,12411,6182,12409,6182,12385,6180,12383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2317l6173,12317,6171,12319,6171,12343,6173,12345,6180,12345,6182,12343,6182,12319,6180,1231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2251l6173,12251,6171,12253,6171,12277,6173,12279,6180,12279,6182,12277,6182,12253,6180,12251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2185l6173,12185,6171,12187,6171,12211,6173,12213,6180,12213,6182,12211,6182,12187,6180,12185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2119l6173,12119,6171,12121,6171,12145,6173,12147,6180,12147,6182,12145,6182,12121,6180,12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2053l6173,12053,6171,12055,6171,12079,6173,12081,6180,12081,6182,12079,6182,12055,6180,12053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1986l6173,11986,6171,11989,6171,12013,6173,12015,6180,12015,6182,12013,6182,11989,6180,11986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1920l6173,11920,6171,11923,6171,11947,6173,11949,6180,11949,6182,11947,6182,11923,6180,11920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1854l6173,11854,6171,11857,6171,11881,6173,11883,6180,11883,6182,11881,6182,11857,6180,11854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1788l6173,11788,6171,11790,6171,11815,6173,11817,6180,11817,6182,11815,6182,11790,6180,11788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1722l6173,11722,6171,11724,6171,11749,6173,11751,6180,11751,6182,11749,6182,11724,6180,11722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1656l6173,11656,6171,11658,6171,11682,6173,11685,6180,11685,6182,11682,6182,11658,6180,11656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1590l6173,11590,6171,11592,6171,11616,6173,11619,6180,11619,6182,11616,6182,11592,6180,11590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1524l6173,11524,6171,11526,6171,11550,6173,11552,6180,11552,6182,11550,6182,11526,6180,11524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77,11467l6171,11472,6171,11484,6173,11486,6180,11486,6182,11484,6182,11477,6177,11477,617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77,11467l6177,11477,6182,11477,6182,11472,617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8,11467l6180,11467,6182,11470,6182,11477,6188,11477,618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91,11467l6188,11467,6188,11477,6191,11477,6194,11475,6194,11470,619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77,11467l6173,11467,6171,11470,6171,11472,617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180,11467l6177,11467,6182,11472,6182,11470,618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244,11467l6241,11467,6239,11470,6239,11475,6241,11477,6244,11477,6244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267,11467l6244,11467,6244,11477,6267,11477,626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270,11467l6267,11467,6267,11477,6270,11477,6273,11475,6273,11470,627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323,11467l6320,11467,6318,11470,6318,11475,6320,11477,6323,11477,632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346,11467l6323,11467,6323,11477,6346,11477,634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349,11467l6346,11467,6346,11477,6349,11477,6352,11475,6352,11470,634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402,11467l6399,11467,6397,11470,6397,11475,6399,11477,6402,11477,6402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425,11467l6402,11467,6402,11477,6425,11477,642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428,11467l6425,11467,6425,11477,6428,11477,6431,11475,6431,11470,642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481,11467l6478,11467,6476,11470,6476,11475,6478,11477,6481,11477,648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504,11467l6481,11467,6481,11477,6504,11477,6504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507,11467l6504,11467,6504,11477,6507,11477,6510,11475,6510,11470,650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560,11467l6557,11467,6555,11470,6555,11475,6557,11477,6560,11477,656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583,11467l6560,11467,6560,11477,6583,11477,658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586,11467l6583,11467,6583,11477,6586,11477,6589,11475,6589,11470,658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639,11467l6636,11467,6634,11470,6634,11475,6636,11477,6639,11477,663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662,11467l6639,11467,6639,11477,6662,11477,6662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665,11467l6662,11467,6662,11477,6665,11477,6668,11475,6668,11470,666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719,11467l6715,11467,6713,11470,6713,11475,6715,11477,6719,11477,671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741,11467l6719,11467,6719,11477,6741,11477,674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744,11467l6741,11467,6741,11477,6744,11477,6747,11475,6747,11470,6744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798,11467l6794,11467,6792,11470,6792,11475,6794,11477,6798,11477,679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820,11467l6798,11467,6798,11477,6820,11477,682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823,11467l6820,11467,6820,11477,6823,11477,6826,11475,6826,11470,682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877,11467l6873,11467,6871,11470,6871,11475,6873,11477,6877,11477,687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899,11467l6877,11467,6877,11477,6899,11477,689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902,11467l6899,11467,6899,11477,6902,11477,6905,11475,6905,11470,6902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956,11467l6953,11467,6950,11470,6950,11475,6953,11477,6956,11477,695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978,11467l6956,11467,6956,11477,6978,11477,697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6981,11467l6978,11467,6978,11477,6981,11477,6984,11475,6984,11470,698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035,11467l7032,11467,7029,11470,7029,11475,7032,11477,7035,11477,703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057,11467l7035,11467,7035,11477,7057,11477,705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060,11467l7057,11467,7057,11477,7060,11477,7063,11475,7063,11470,706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114,11467l7111,11467,7108,11470,7108,11475,7111,11477,7114,11477,7114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136,11467l7114,11467,7114,11477,7136,11477,713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139,11467l7136,11467,7136,11477,7139,11477,7142,11475,7142,11470,713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193,11467l7190,11467,7187,11470,7187,11475,7190,11477,7193,11477,719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215,11467l7193,11467,7193,11477,7215,11477,721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219,11467l7215,11467,7215,11477,7219,11477,7221,11475,7221,11470,721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272,11467l7269,11467,7266,11470,7266,11475,7269,11477,7272,11477,7272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294,11467l7272,11467,7272,11477,7294,11477,7294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298,11467l7294,11467,7294,11477,7298,11477,7300,11475,7300,11470,729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351,11467l7348,11467,7345,11470,7345,11475,7348,11477,7351,11477,735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373,11467l7351,11467,7351,11477,7373,11477,737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377,11467l7373,11467,7373,11477,7377,11477,7379,11475,7379,11470,737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430,11467l7427,11467,7424,11470,7424,11475,7427,11477,7430,11477,743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453,11467l7430,11467,7430,11477,7453,11477,745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456,11467l7453,11467,7453,11477,7456,11477,7458,11475,7458,11470,745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509,11467l7506,11467,7503,11470,7503,11475,7506,11477,7509,11477,750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532,11467l7509,11467,7509,11477,7532,11477,7532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535,11467l7532,11467,7532,11477,7535,11477,7537,11475,7537,11470,753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588,11467l7585,11467,7582,11470,7582,11475,7585,11477,7588,11477,758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611,11467l7588,11467,7588,11477,7611,11477,761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614,11467l7611,11467,7611,11477,7614,11477,7616,11475,7616,11470,7614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667,11467l7664,11467,7661,11470,7661,11475,7664,11477,7667,11477,766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690,11467l7667,11467,7667,11477,7690,11477,769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693,11467l7690,11467,7690,11477,7693,11477,7695,11475,7695,11470,769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746,11467l7743,11467,7740,11470,7740,11475,7743,11477,7746,11477,774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769,11467l7746,11467,7746,11477,7769,11477,776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772,11467l7769,11467,7769,11477,7772,11477,7774,11475,7774,11470,7772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825,11467l7822,11467,7819,11470,7819,11475,7822,11477,7825,11477,782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848,11467l7825,11467,7825,11477,7848,11477,784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851,11467l7848,11467,7848,11477,7851,11477,7853,11475,7853,11470,785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904,11467l7901,11467,7899,11470,7899,11475,7901,11477,7904,11477,7904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927,11467l7904,11467,7904,11477,7927,11477,792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930,11467l7927,11467,7927,11477,7930,11477,7932,11475,7932,11470,793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7983,11467l7980,11467,7978,11470,7978,11475,7980,11477,7983,11477,798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006,11467l7983,11467,7983,11477,8006,11477,800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009,11467l8006,11467,8006,11477,8009,11477,8011,11475,8011,11470,800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062,11467l8059,11467,8057,11470,8057,11475,8059,11477,8062,11477,8062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085,11467l8062,11467,8062,11477,8085,11477,808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088,11467l8085,11467,8085,11477,8088,11477,8091,11475,8091,11470,808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141,11467l8138,11467,8136,11470,8136,11475,8138,11477,8141,11477,814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164,11467l8141,11467,8141,11477,8164,11477,8164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167,11467l8164,11467,8164,11477,8167,11477,8170,11475,8170,11470,816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220,11467l8217,11467,8215,11470,8215,11475,8217,11477,8220,11477,822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243,11467l8220,11467,8220,11477,8243,11477,824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246,11467l8243,11467,8243,11477,8246,11477,8249,11475,8249,11470,824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299,11467l8296,11467,8294,11470,8294,11475,8296,11477,8299,11477,829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322,11467l8299,11467,8299,11477,8322,11477,8322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325,11467l8322,11467,8322,11477,8325,11477,8328,11475,8328,11470,832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378,11467l8375,11467,8373,11470,8373,11475,8375,11477,8378,11477,837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401,11467l8378,11467,8378,11477,8401,11477,840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404,11467l8401,11467,8401,11477,8404,11477,8407,11475,8407,11470,8404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458,11467l8454,11467,8452,11470,8452,11475,8454,11477,8458,11477,845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480,11467l8458,11467,8458,11477,8480,11477,848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483,11467l8480,11467,8480,11477,8483,11477,8486,11475,8486,11470,848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537,11467l8533,11467,8531,11470,8531,11475,8533,11477,8537,11477,853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559,11467l8537,11467,8537,11477,8559,11477,855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562,11467l8559,11467,8559,11477,8562,11477,8565,11475,8565,11470,8562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616,11467l8612,11467,8610,11470,8610,11475,8612,11477,8616,11477,861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638,11467l8616,11467,8616,11477,8638,11477,863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641,11467l8638,11467,8638,11477,8641,11477,8644,11475,8644,11470,864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695,11467l8692,11467,8689,11470,8689,11475,8692,11477,8695,11477,869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717,11467l8695,11467,8695,11477,8717,11477,871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720,11467l8717,11467,8717,11477,8720,11477,8723,11475,8723,11470,872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774,11467l8771,11467,8768,11470,8768,11475,8771,11477,8774,11477,8774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796,11467l8774,11467,8774,11477,8796,11477,879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799,11467l8796,11467,8796,11477,8799,11477,8802,11475,8802,11470,879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853,11467l8850,11467,8847,11470,8847,11475,8850,11477,8853,11477,885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875,11467l8853,11467,8853,11477,8875,11477,887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878,11467l8875,11467,8875,11477,8878,11477,8881,11475,8881,11470,887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932,11467l8929,11467,8926,11470,8926,11475,8929,11477,8932,11477,8932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954,11467l8932,11467,8932,11477,8954,11477,8954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8957,11467l8954,11467,8954,11477,8957,11477,8960,11475,8960,11470,895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011,11467l9008,11467,9005,11470,9005,11475,9008,11477,9011,11477,901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033,11467l9011,11467,9011,11477,9033,11477,903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037,11467l9033,11467,9033,11477,9037,11477,9039,11475,9039,11470,903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090,11467l9087,11467,9084,11470,9084,11475,9087,11477,9090,11477,909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112,11467l9090,11467,9090,11477,9112,11477,9112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116,11467l9112,11467,9112,11477,9116,11477,9118,11475,9118,11470,911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169,11467l9166,11467,9163,11470,9163,11475,9166,11477,9169,11477,916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191,11467l9169,11467,9169,11477,9191,11477,919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195,11467l9191,11467,9191,11477,9195,11477,9197,11475,9197,11470,919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248,11467l9245,11467,9242,11470,9242,11475,9245,11477,9248,11477,924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271,11467l9248,11467,9248,11477,9271,11477,927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274,11467l9271,11467,9271,11477,9274,11477,9276,11475,9276,11470,9274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327,11467l9324,11467,9321,11470,9321,11475,9324,11477,9327,11477,932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350,11467l9327,11467,9327,11477,9350,11477,935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353,11467l9350,11467,9350,11477,9353,11477,9355,11475,9355,11470,935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406,11467l9403,11467,9400,11470,9400,11475,9403,11477,9406,11477,940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429,11467l9406,11467,9406,11477,9429,11477,942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432,11467l9429,11467,9429,11477,9432,11477,9434,11475,9434,11470,9432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485,11467l9482,11467,9479,11470,9479,11475,9482,11477,9485,11477,948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508,11467l9485,11467,9485,11477,9508,11477,950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511,11467l9508,11467,9508,11477,9511,11477,9513,11475,9513,11470,951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564,11467l9561,11467,9558,11470,9558,11475,9561,11477,9564,11477,9564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587,11467l9564,11467,9564,11477,9587,11477,958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590,11467l9587,11467,9587,11477,9590,11477,9592,11475,9592,11470,959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643,11467l9640,11467,9637,11470,9637,11475,9640,11477,9643,11477,964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666,11467l9643,11467,9643,11477,9666,11477,966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669,11467l9666,11467,9666,11477,9669,11477,9671,11475,9671,11470,966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722,11467l9719,11467,9717,11470,9717,11475,9719,11477,9722,11477,9722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745,11467l9722,11467,9722,11477,9745,11477,974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748,11467l9745,11467,9745,11477,9748,11477,9750,11475,9750,11470,974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801,11467l9798,11467,9796,11470,9796,11475,9798,11477,9801,11477,980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824,11467l9801,11467,9801,11477,9824,11477,9824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827,11467l9824,11467,9824,11477,9827,11477,9829,11475,9829,11470,982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880,11467l9877,11467,9875,11470,9875,11475,9877,11477,9880,11477,988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903,11467l9880,11467,9880,11477,9903,11477,990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906,11467l9903,11467,9903,11477,9906,11477,9909,11475,9909,11470,990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959,11467l9956,11467,9954,11470,9954,11475,9956,11477,9959,11477,995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982,11467l9959,11467,9959,11477,9982,11477,9982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9985,11467l9982,11467,9982,11477,9985,11477,9988,11475,9988,11470,998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038,11467l10035,11467,10033,11470,10033,11475,10035,11477,10038,11477,1003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061,11467l10038,11467,10038,11477,10061,11477,1006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064,11467l10061,11467,10061,11477,10064,11477,10067,11475,10067,11470,10064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117,11467l10114,11467,10112,11470,10112,11475,10114,11477,10117,11477,1011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140,11467l10117,11467,10117,11477,10140,11477,1014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143,11467l10140,11467,10140,11477,10143,11477,10146,11475,10146,11470,1014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196,11467l10193,11467,10191,11470,10191,11475,10193,11477,10196,11477,1019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219,11467l10196,11467,10196,11477,10219,11477,1021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222,11467l10219,11467,10219,11477,10222,11477,10225,11475,10225,11470,10222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275,11467l10272,11467,10270,11470,10270,11475,10272,11477,10275,11477,1027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298,11467l10275,11467,10275,11477,10298,11477,1029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301,11467l10298,11467,10298,11477,10301,11477,10304,11475,10304,11470,1030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355,11467l10351,11467,10349,11470,10349,11475,10351,11477,10355,11477,1035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377,11467l10355,11467,10355,11477,10377,11477,1037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380,11467l10377,11467,10377,11477,10380,11477,10383,11475,10383,11470,1038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434,11467l10430,11467,10428,11470,10428,11475,10430,11477,10434,11477,10434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456,11467l10434,11467,10434,11477,10456,11477,1045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459,11467l10456,11467,10456,11477,10459,11477,10462,11475,10462,11470,1045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513,11467l10509,11467,10507,11470,10507,11475,10509,11477,10513,11477,1051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535,11467l10513,11467,10513,11477,10535,11477,1053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538,11467l10535,11467,10535,11477,10538,11477,10541,11475,10541,11470,1053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592,11467l10589,11467,10586,11470,10586,11475,10589,11477,10592,11477,10592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614,11467l10592,11467,10592,11477,10614,11477,10614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617,11467l10614,11467,10614,11477,10617,11477,10620,11475,10620,11470,1061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671,11467l10668,11467,10665,11470,10665,11475,10668,11477,10671,11477,1067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693,11467l10671,11467,10671,11477,10693,11477,1069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696,11467l10693,11467,10693,11477,10696,11477,10699,11475,10699,11470,1069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750,11467l10747,11467,10744,11470,10744,11475,10747,11477,10750,11477,1075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772,11467l10750,11467,10750,11477,10772,11477,10772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775,11467l10772,11467,10772,11477,10775,11477,10778,11475,10778,11470,1077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829,11467l10826,11467,10823,11470,10823,11475,10826,11477,10829,11477,1082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851,11467l10829,11467,10829,11477,10851,11477,1085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855,11467l10851,11467,10851,11477,10855,11477,10857,11475,10857,11470,1085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908,11467l10905,11467,10902,11470,10902,11475,10905,11477,10908,11477,1090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930,11467l10908,11467,10908,11477,10930,11477,1093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934,11467l10930,11467,10930,11477,10934,11477,10936,11475,10936,11470,10934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0987,11467l10984,11467,10981,11470,10981,11475,10984,11477,10987,11477,1098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009,11467l10987,11467,10987,11477,11009,11477,1100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013,11467l11009,11467,11009,11477,11013,11477,11015,11475,11015,11470,1101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066,11467l11063,11467,11060,11470,11060,11475,11063,11477,11066,11477,1106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089,11467l11066,11467,11066,11477,11089,11477,1108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092,11467l11089,11467,11089,11477,11092,11477,11094,11475,11094,11470,11092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145,11467l11142,11467,11139,11470,11139,11475,11142,11477,11145,11477,11145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168,11467l11145,11467,11145,11477,11168,11477,11168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171,11467l11168,11467,11168,11477,11171,11477,11173,11475,11173,11470,11171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224,11467l11221,11467,11218,11470,11218,11475,11221,11477,11224,11477,11224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247,11467l11224,11467,11224,11477,11247,11477,11247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250,11467l11247,11467,11247,11477,11250,11477,11252,11475,11252,11470,11250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03,11467l11300,11467,11297,11470,11297,11475,11300,11477,11303,11477,1130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26,11467l11303,11467,11303,11477,11326,11477,1132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29,11467l11326,11467,11326,11477,11329,11477,11331,11475,11331,11470,11329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3,11472l11387,11472,11387,11484,11390,11486,11396,11486,11399,11484,11399,11477,11393,11477,11393,11472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82,11467l11379,11467,11376,11470,11376,11475,11379,11477,11382,11477,11382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3,11467l11382,11467,11382,11477,11387,11477,11387,11472,11393,11472,1139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3,11467l11393,11477,11399,11472,11393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9,11472l11393,11477,11396,11477,11399,11475,11399,11472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9,11475l11396,11477,11399,11477,11399,11475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1467l11393,11467,11399,11472,11399,11470,11396,1146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1524l11390,11524,11387,11526,11387,11550,11390,11552,11396,11552,11399,11550,11399,11526,11396,11524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1590l11390,11590,11387,11592,11387,11616,11390,11619,11396,11619,11399,11616,11399,11592,11396,11590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1656l11390,11656,11387,11658,11387,11682,11390,11685,11396,11685,11399,11682,11399,11658,11396,11656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1722l11390,11722,11387,11724,11387,11749,11390,11751,11396,11751,11399,11749,11399,11724,11396,11722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1788l11390,11788,11387,11790,11387,11815,11390,11817,11396,11817,11399,11815,11399,11790,11396,11788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1854l11390,11854,11387,11857,11387,11881,11390,11883,11396,11883,11399,11881,11399,11857,11396,11854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1920l11390,11920,11387,11923,11387,11947,11390,11949,11396,11949,11399,11947,11399,11923,11396,11920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1987l11390,11987,11387,11989,11387,12013,11390,12015,11396,12015,11399,12013,11399,11989,11396,1198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2053l11390,12053,11387,12055,11387,12079,11390,12081,11396,12081,11399,12079,11399,12055,11396,12053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2119l11390,12119,11387,12121,11387,12145,11390,12147,11396,12147,11399,12145,11399,12121,11396,1211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2185l11390,12185,11387,12187,11387,12211,11390,12213,11396,12213,11399,12211,11399,12187,11396,12185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2251l11390,12251,11387,12253,11387,12277,11390,12279,11396,12279,11399,12277,11399,12253,11396,12251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2317l11390,12317,11387,12319,11387,12343,11390,12345,11396,12345,11399,12343,11399,12319,11396,1231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2383l11390,12383,11387,12385,11387,12409,11390,12411,11396,12411,11399,12409,11399,12385,11396,12383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2449l11390,12449,11387,12451,11387,12475,11390,12477,11396,12477,11399,12475,11399,12451,11396,1244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2515l11390,12515,11387,12517,11387,12541,11390,12543,11396,12543,11399,12541,11399,12517,11396,12515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2581l11390,12581,11387,12583,11387,12607,11390,12609,11396,12609,11399,12607,11399,12583,11396,12581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2647l11390,12647,11387,12649,11387,12673,11390,12675,11396,12675,11399,12673,11399,12649,11396,1264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2713l11390,12713,11387,12715,11387,12739,11390,12742,11396,12742,11399,12739,11399,12715,11396,12713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2779l11390,12779,11387,12781,11387,12805,11390,12808,11396,12808,11399,12805,11399,12781,11396,12779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2845l11390,12845,11387,12847,11387,12871,11390,12874,11396,12874,11399,12871,11399,12847,11396,12845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2911l11390,12911,11387,12913,11387,12938,11390,12940,11396,12940,11399,12938,11399,12913,11396,12911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2977l11390,12977,11387,12979,11387,13004,11390,13006,11396,13006,11399,13004,11399,12979,11396,12977xe" filled="true" fillcolor="#231f20" stroked="false">
                <v:path arrowok="t"/>
                <v:fill type="solid"/>
              </v:shape>
              <v:shape style="position:absolute;left:6171;top:11467;width:5228;height:1661" coordorigin="6171,11467" coordsize="5228,1661" path="m11396,13043l11390,13043,11387,13046,11387,13070,11390,13072,11396,13072,11399,13070,11399,13046,11396,13043xe" filled="true" fillcolor="#231f20" stroked="false">
                <v:path arrowok="t"/>
                <v:fill type="solid"/>
              </v:shape>
            </v:group>
            <v:group style="position:absolute;left:6122;top:10547;width:5330;height:2628" coordorigin="6122,10547" coordsize="5330,2628">
              <v:shape style="position:absolute;left:6122;top:10547;width:5330;height:2628" coordorigin="6122,10547" coordsize="5330,2628" path="m11451,10547l6122,10547,6122,13174,11451,13174,11451,10547xe" filled="false" stroked="true" strokeweight=".6413pt" strokecolor="#231f20">
                <v:path arrowok="t"/>
              </v:shape>
            </v:group>
            <v:group style="position:absolute;left:5298;top:3649;width:251;height:301" coordorigin="5298,3649" coordsize="251,301">
              <v:shape style="position:absolute;left:5298;top:3649;width:251;height:301" coordorigin="5298,3649" coordsize="251,301" path="m5298,3649l5548,3649,5548,3950,5298,3950,5298,3649xe" filled="true" fillcolor="#ffffff" stroked="false">
                <v:path arrowok="t"/>
                <v:fill type="solid"/>
              </v:shape>
            </v:group>
            <v:group style="position:absolute;left:5292;top:3644;width:262;height:312" coordorigin="5292,3644" coordsize="262,312">
              <v:shape style="position:absolute;left:5292;top:3644;width:262;height:312" coordorigin="5292,3644" coordsize="262,312" path="m5292,3652l5292,3664,5294,3666,5301,3666,5303,3664,5303,3655,5294,3655,5292,3652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298,3644l5292,3649,5292,3652,5294,3655,5298,3655,5298,36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298,3644l5298,3655,5303,3655,5303,3649,5298,36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309,3644l5301,3644,5303,3646,5303,3655,5309,3655,5309,36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312,3644l5309,3644,5309,3655,5312,3655,5315,3652,5315,3646,5312,36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298,3644l5294,3644,5292,3646,5292,3649,5298,36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301,3644l5298,3644,5303,3649,5303,3646,5301,36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369,3644l5366,3644,5363,3646,5363,3652,5366,3655,5369,3655,5369,36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393,3644l5369,3644,5369,3655,5393,3655,5393,36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396,3644l5393,3644,5393,3655,5396,3655,5398,3652,5398,3646,5396,36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453,3644l5450,3644,5447,3646,5447,3652,5450,3655,5453,3655,5453,36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477,3644l5453,3644,5453,3655,5477,3655,5477,36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480,3644l5477,3644,5477,3655,5480,3655,5482,3652,5482,3646,5480,36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548,3649l5542,3649,5542,3664,5545,3666,5551,3666,5553,3664,5553,3655,5548,3655,5548,3649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536,3644l5533,3644,5531,3646,5531,3652,5533,3655,5536,3655,5536,36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548,3644l5536,3644,5536,3655,5542,3655,5542,3649,5548,3649,5548,36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548,3644l5548,3655,5553,3649,5548,36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553,3649l5548,3655,5551,3655,5553,3652,5553,3649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553,3652l5551,3655,5553,3655,5553,3652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551,3644l5548,3644,5553,3649,5553,3646,5551,36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551,3708l5545,3708,5542,3711,5542,3739,5545,3741,5551,3741,5553,3739,5553,3711,5551,3708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551,3783l5545,3783,5542,3786,5542,3813,5545,3816,5551,3816,5553,3813,5553,3786,5551,3783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551,3858l5545,3858,5542,3860,5542,3888,5545,3891,5551,3891,5553,3888,5553,3860,5551,3858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536,3944l5533,3944,5531,3946,5531,3953,5533,3955,5536,3955,5536,39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542,3944l5536,3944,5536,3955,5545,3955,5542,3953,5542,39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542,3950l5542,3953,5545,3955,5548,3955,5542,3950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551,3933l5545,3933,5542,3935,5542,3950,5548,3955,5548,3944,5553,3944,5553,3935,5551,3933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553,3944l5548,3944,5548,3955,5553,3950,5553,39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553,3950l5548,3955,5551,3955,5553,3953,5553,3950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453,3944l5449,3944,5447,3946,5447,3953,5449,3955,5453,3955,5453,39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477,3944l5453,3944,5453,3955,5477,3955,5477,39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480,3944l5477,3944,5477,3955,5480,3955,5482,3953,5482,3946,5480,39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369,3944l5366,3944,5363,3946,5363,3953,5366,3955,5369,3955,5369,39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393,3944l5369,3944,5369,3955,5393,3955,5393,39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396,3944l5393,3944,5393,3955,5396,3955,5398,3953,5398,3946,5396,39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292,3950l5292,3953,5294,3955,5298,3955,5292,3950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298,3944l5292,3950,5298,3955,5298,39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303,3944l5298,3944,5298,3955,5309,3955,5309,3950,5303,3950,5303,39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312,3944l5309,3944,5309,3955,5312,3955,5315,3953,5315,3946,5312,39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298,3944l5294,3944,5292,3946,5292,3950,5298,39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309,3944l5303,3944,5303,3950,5309,3950,5309,3944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301,3933l5294,3933,5292,3935,5292,3946,5294,3944,5303,3944,5303,3935,5301,3933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301,3858l5294,3858,5292,3860,5292,3888,5294,3891,5301,3891,5303,3888,5303,3860,5301,3858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301,3783l5294,3783,5292,3786,5292,3813,5294,3816,5301,3816,5303,3813,5303,3786,5301,3783xe" filled="true" fillcolor="#231f20" stroked="false">
                <v:path arrowok="t"/>
                <v:fill type="solid"/>
              </v:shape>
              <v:shape style="position:absolute;left:5292;top:3644;width:262;height:312" coordorigin="5292,3644" coordsize="262,312" path="m5301,3708l5294,3708,5292,3711,5292,3739,5294,3741,5301,3741,5303,3739,5303,3711,5301,3708xe" filled="true" fillcolor="#231f20" stroked="false">
                <v:path arrowok="t"/>
                <v:fill type="solid"/>
              </v:shape>
            </v:group>
            <v:group style="position:absolute;left:5306;top:4931;width:251;height:301" coordorigin="5306,4931" coordsize="251,301">
              <v:shape style="position:absolute;left:5306;top:4931;width:251;height:301" coordorigin="5306,4931" coordsize="251,301" path="m5306,4931l5556,4931,5556,5231,5306,5231,5306,4931xe" filled="true" fillcolor="#ffffff" stroked="false">
                <v:path arrowok="t"/>
                <v:fill type="solid"/>
              </v:shape>
            </v:group>
            <v:group style="position:absolute;left:5301;top:4925;width:262;height:312" coordorigin="5301,4925" coordsize="262,312">
              <v:shape style="position:absolute;left:5301;top:4925;width:262;height:312" coordorigin="5301,4925" coordsize="262,312" path="m5301,4934l5301,4946,5303,4948,5309,4948,5312,4946,5312,4937,5303,4937,5301,4934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306,4925l5301,4931,5301,4934,5303,4937,5306,4937,5306,4925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306,4925l5306,4937,5312,4937,5312,4931,5306,4925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318,4925l5309,4925,5312,4928,5312,4937,5318,4937,5318,4925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321,4925l5318,4925,5318,4937,5321,4937,5323,4934,5323,4928,5321,4925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306,4925l5303,4925,5301,4928,5301,4931,5306,4925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309,4925l5306,4925,5312,4931,5312,4928,5309,4925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378,4925l5374,4925,5372,4928,5372,4934,5374,4937,5378,4937,5378,4925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401,4925l5378,4925,5378,4937,5401,4937,5401,4925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405,4925l5401,4925,5401,4937,5405,4937,5407,4934,5407,4928,5405,4925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461,4925l5458,4925,5456,4928,5456,4934,5458,4937,5461,4937,5461,4925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485,4925l5461,4925,5461,4937,5485,4937,5485,4925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488,4925l5485,4925,5485,4937,5488,4937,5491,4934,5491,4928,5488,4925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556,4931l5551,4931,5551,4946,5553,4948,5560,4948,5562,4946,5562,4937,5556,4937,5556,4931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545,4925l5542,4925,5539,4928,5539,4934,5542,4937,5545,4937,5545,4925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556,4925l5545,4925,5545,4937,5551,4937,5551,4931,5556,4931,5556,4925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556,4925l5556,4937,5562,4931,5556,4925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562,4931l5556,4937,5560,4937,5562,4934,5562,4931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562,4934l5560,4937,5562,4937,5562,4934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560,4925l5556,4925,5562,4931,5562,4928,5560,4925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560,4990l5553,4990,5551,4993,5551,5020,5553,5023,5560,5023,5562,5020,5562,4993,5560,4990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560,5065l5553,5065,5551,5067,5551,5095,5553,5098,5560,5098,5562,5095,5562,5067,5560,5065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560,5140l5553,5140,5551,5142,5551,5170,5553,5172,5560,5172,5562,5170,5562,5142,5560,5140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545,5226l5542,5226,5539,5228,5539,5234,5542,5237,5545,5237,5545,5226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551,5226l5545,5226,5545,5237,5553,5237,5551,5234,5551,5226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551,5231l5551,5234,5553,5237,5556,5237,5551,5231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560,5214l5553,5214,5551,5217,5551,5231,5556,5237,5556,5226,5562,5226,5562,5217,5560,5214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562,5226l5556,5226,5556,5237,5562,5231,5562,5226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562,5231l5556,5237,5560,5237,5562,5234,5562,5231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461,5226l5458,5226,5456,5228,5456,5234,5458,5237,5461,5237,5461,5226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485,5226l5461,5226,5461,5237,5485,5237,5485,5226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488,5226l5485,5226,5485,5237,5488,5237,5491,5234,5491,5228,5488,5226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378,5226l5374,5226,5372,5228,5372,5234,5374,5237,5378,5237,5378,5226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401,5226l5378,5226,5378,5237,5401,5237,5401,5226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405,5226l5401,5226,5401,5237,5405,5237,5407,5234,5407,5228,5405,5226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301,5231l5301,5234,5303,5237,5306,5237,5301,5231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306,5226l5301,5231,5306,5237,5306,5226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312,5226l5306,5226,5306,5237,5318,5237,5318,5231,5312,5231,5312,5226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321,5226l5318,5226,5318,5237,5321,5237,5323,5234,5323,5228,5321,5226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306,5226l5303,5226,5301,5228,5301,5231,5306,5226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318,5226l5312,5226,5312,5231,5318,5231,5318,5226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309,5214l5303,5214,5301,5217,5301,5228,5303,5226,5312,5226,5312,5217,5309,5214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309,5140l5303,5140,5301,5142,5301,5170,5303,5172,5309,5172,5312,5170,5312,5142,5309,5140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309,5065l5303,5065,5301,5067,5301,5095,5303,5098,5309,5098,5312,5095,5312,5067,5309,5065xe" filled="true" fillcolor="#231f20" stroked="false">
                <v:path arrowok="t"/>
                <v:fill type="solid"/>
              </v:shape>
              <v:shape style="position:absolute;left:5301;top:4925;width:262;height:312" coordorigin="5301,4925" coordsize="262,312" path="m5309,4990l5303,4990,5301,4993,5301,5020,5303,5023,5309,5023,5312,5020,5312,4993,5309,4990xe" filled="true" fillcolor="#231f20" stroked="false">
                <v:path arrowok="t"/>
                <v:fill type="solid"/>
              </v:shape>
              <v:shape style="position:absolute;left:4521;top:9981;width:918;height:352" type="#_x0000_t75" stroked="false">
                <v:imagedata r:id="rId19" o:title=""/>
              </v:shape>
              <v:shape style="position:absolute;left:4796;top:10784;width:918;height:352" type="#_x0000_t75" stroked="false">
                <v:imagedata r:id="rId20" o:title=""/>
              </v:shape>
              <v:shape style="position:absolute;left:4796;top:11605;width:918;height:351" type="#_x0000_t75" stroked="false">
                <v:imagedata r:id="rId20" o:title=""/>
              </v:shape>
              <v:shape style="position:absolute;left:9371;top:1802;width:915;height:352" type="#_x0000_t75" stroked="false">
                <v:imagedata r:id="rId21" o:title=""/>
              </v:shape>
            </v:group>
            <v:group style="position:absolute;left:6171;top:10986;width:5228;height:491" coordorigin="6171,10986" coordsize="5228,491">
              <v:shape style="position:absolute;left:6171;top:10986;width:5228;height:491" coordorigin="6171,10986" coordsize="5228,491" path="m11393,10986l11387,10989,11387,10999,11390,11001,11396,11001,11398,10999,11398,10993,11393,10993,1139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81,10986l11378,10986,11376,10987,11376,10991,11378,10993,11381,10993,1138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90,10986l11381,10986,11381,10993,11387,10993,11387,10987,1139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93,10986l11393,10993,11396,10993,11398,10991,11398,10989,1139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98,10991l11396,10993,11398,10993,11398,10991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93,10986l11390,10986,11387,10987,11387,10989,1139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96,10986l11393,10986,11398,10989,11398,10987,1139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02,10986l11299,10986,11297,10987,11297,10991,11299,10993,11302,10993,11302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25,10986l11302,10986,11302,10993,11325,10993,11325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28,10986l11325,10986,11325,10993,11328,10993,11331,10991,11331,10987,1132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223,10986l11220,10986,11218,10987,11218,10991,11220,10993,11223,10993,1122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246,10986l11223,10986,11223,10993,11246,10993,1124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249,10986l11246,10986,11246,10993,11249,10993,11252,10991,11252,10987,1124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144,10986l11141,10986,11139,10987,11139,10991,11141,10993,11144,10993,1114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167,10986l11144,10986,11144,10993,11167,10993,1116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170,10986l11167,10986,11167,10993,11170,10993,11172,10991,11172,10987,1117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065,10986l11062,10986,11060,10987,11060,10991,11062,10993,11065,10993,11065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088,10986l11065,10986,11065,10993,11088,10993,1108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091,10986l11088,10986,11088,10993,11091,10993,11093,10991,11093,10987,1109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986,10986l10983,10986,10980,10987,10980,10991,10983,10993,10986,10993,1098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009,10986l10986,10986,10986,10993,11009,10993,1100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012,10986l11009,10986,11009,10993,11012,10993,11014,10991,11014,10987,11012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907,10986l10904,10986,10901,10987,10901,10991,10904,10993,10907,10993,1090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930,10986l10907,10986,10907,10993,10930,10993,1093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933,10986l10930,10986,10930,10993,10933,10993,10935,10991,10935,10987,1093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828,10986l10825,10986,10822,10987,10822,10991,10825,10993,10828,10993,1082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851,10986l10828,10986,10828,10993,10851,10993,1085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854,10986l10851,10986,10851,10993,10854,10993,10856,10991,10856,10987,1085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749,10986l10746,10986,10743,10987,10743,10991,10746,10993,10749,10993,1074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772,10986l10749,10986,10749,10993,10772,10993,10772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775,10986l10772,10986,10772,10993,10775,10993,10777,10991,10777,10987,10775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670,10986l10667,10986,10664,10987,10664,10991,10667,10993,10670,10993,1067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693,10986l10670,10986,10670,10993,10693,10993,1069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696,10986l10693,10986,10693,10993,10696,10993,10698,10991,10698,10987,1069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591,10986l10588,10986,10585,10987,10585,10991,10588,10993,10591,10993,1059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614,10986l10591,10986,10591,10993,10614,10993,1061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617,10986l10614,10986,10614,10993,10617,10993,10619,10991,10619,10987,1061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512,10986l10509,10986,10506,10987,10506,10991,10509,10993,10512,10993,10512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535,10986l10512,10986,10512,10993,10535,10993,10535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538,10986l10535,10986,10535,10993,10538,10993,10540,10991,10540,10987,1053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433,10986l10430,10986,10427,10987,10427,10991,10430,10993,10433,10993,1043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456,10986l10433,10986,10433,10993,10456,10993,1045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459,10986l10456,10986,10456,10993,10459,10993,10461,10991,10461,10987,1045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354,10986l10351,10986,10348,10987,10348,10991,10351,10993,10354,10993,1035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377,10986l10354,10986,10354,10993,10377,10993,1037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380,10986l10377,10986,10377,10993,10380,10993,10382,10991,10382,10987,1038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275,10986l10272,10986,10269,10987,10269,10991,10272,10993,10275,10993,10275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297,10986l10275,10986,10275,10993,10297,10993,1029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301,10986l10297,10986,10297,10993,10301,10993,10303,10991,10303,10987,1030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196,10986l10193,10986,10190,10987,10190,10991,10193,10993,10196,10993,1019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218,10986l10196,10986,10196,10993,10218,10993,1021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222,10986l10218,10986,10218,10993,10222,10993,10224,10991,10224,10987,10222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117,10986l10114,10986,10111,10987,10111,10991,10114,10993,10117,10993,1011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139,10986l10117,10986,10117,10993,10139,10993,1013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143,10986l10139,10986,10139,10993,10143,10993,10145,10991,10145,10987,1014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038,10986l10035,10986,10032,10987,10032,10991,10035,10993,10038,10993,1003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060,10986l10038,10986,10038,10993,10060,10993,1006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064,10986l10060,10986,10060,10993,10064,10993,10066,10991,10066,10987,1006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959,10986l9956,10986,9953,10987,9953,10991,9956,10993,9959,10993,995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981,10986l9959,10986,9959,10993,9981,10993,998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984,10986l9981,10986,9981,10993,9984,10993,9987,10991,9987,10987,998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880,10986l9877,10986,9874,10987,9874,10991,9877,10993,9880,10993,988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902,10986l9880,10986,9880,10993,9902,10993,9902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905,10986l9902,10986,9902,10993,9905,10993,9908,10991,9908,10987,9905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801,10986l9798,10986,9795,10987,9795,10991,9798,10993,9801,10993,980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823,10986l9801,10986,9801,10993,9823,10993,982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826,10986l9823,10986,9823,10993,9826,10993,9829,10991,9829,10987,982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722,10986l9719,10986,9716,10987,9716,10991,9719,10993,9722,10993,9722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744,10986l9722,10986,9722,10993,9744,10993,974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747,10986l9744,10986,9744,10993,9747,10993,9750,10991,9750,10987,974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643,10986l9640,10986,9637,10987,9637,10991,9640,10993,9643,10993,964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665,10986l9643,10986,9643,10993,9665,10993,9665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668,10986l9665,10986,9665,10993,9668,10993,9671,10991,9671,10987,966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564,10986l9560,10986,9558,10987,9558,10991,9560,10993,9564,10993,956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586,10986l9564,10986,9564,10993,9586,10993,958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589,10986l9586,10986,9586,10993,9589,10993,9592,10991,9592,10987,958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485,10986l9481,10986,9479,10987,9479,10991,9481,10993,9485,10993,9485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507,10986l9485,10986,9485,10993,9507,10993,950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510,10986l9507,10986,9507,10993,9510,10993,9513,10991,9513,10987,951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406,10986l9402,10986,9400,10987,9400,10991,9402,10993,9406,10993,940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428,10986l9406,10986,9406,10993,9428,10993,942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431,10986l9428,10986,9428,10993,9431,10993,9434,10991,9434,10987,943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327,10986l9323,10986,9321,10987,9321,10991,9323,10993,9327,10993,932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349,10986l9327,10986,9327,10993,9349,10993,934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352,10986l9349,10986,9349,10993,9352,10993,9355,10991,9355,10987,9352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248,10986l9244,10986,9242,10987,9242,10991,9244,10993,9248,10993,924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270,10986l9248,10986,9248,10993,9270,10993,927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273,10986l9270,10986,9270,10993,9273,10993,9276,10991,9276,10987,927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168,10986l9165,10986,9163,10987,9163,10991,9165,10993,9168,10993,916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191,10986l9168,10986,9168,10993,9191,10993,919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194,10986l9191,10986,9191,10993,9194,10993,9197,10991,9197,10987,919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089,10986l9086,10986,9084,10987,9084,10991,9086,10993,9089,10993,908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112,10986l9089,10986,9089,10993,9112,10993,9112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115,10986l9112,10986,9112,10993,9115,10993,9118,10991,9118,10987,9115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010,10986l9007,10986,9005,10987,9005,10991,9007,10993,9010,10993,901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033,10986l9010,10986,9010,10993,9033,10993,903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036,10986l9033,10986,9033,10993,9036,10993,9039,10991,9039,10987,903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931,10986l8928,10986,8926,10987,8926,10991,8928,10993,8931,10993,893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954,10986l8931,10986,8931,10993,8954,10993,895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957,10986l8954,10986,8954,10993,8957,10993,8960,10991,8960,10987,895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852,10986l8849,10986,8847,10987,8847,10991,8849,10993,8852,10993,8852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875,10986l8852,10986,8852,10993,8875,10993,8875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878,10986l8875,10986,8875,10993,8878,10993,8881,10991,8881,10987,887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773,10986l8770,10986,8768,10987,8768,10991,8770,10993,8773,10993,877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796,10986l8773,10986,8773,10993,8796,10993,879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799,10986l8796,10986,8796,10993,8799,10993,8802,10991,8802,10987,879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694,10986l8691,10986,8689,10987,8689,10991,8691,10993,8694,10993,869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717,10986l8694,10986,8694,10993,8717,10993,871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720,10986l8717,10986,8717,10993,8720,10993,8723,10991,8723,10987,872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615,10986l8612,10986,8610,10987,8610,10991,8612,10993,8615,10993,8615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638,10986l8615,10986,8615,10993,8638,10993,863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641,10986l8638,10986,8638,10993,8641,10993,8644,10991,8644,10987,864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536,10986l8533,10986,8531,10987,8531,10991,8533,10993,8536,10993,853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559,10986l8536,10986,8536,10993,8559,10993,855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562,10986l8559,10986,8559,10993,8562,10993,8564,10991,8564,10987,8562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457,10986l8454,10986,8452,10987,8452,10991,8454,10993,8457,10993,845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480,10986l8457,10986,8457,10993,8480,10993,848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483,10986l8480,10986,8480,10993,8483,10993,8485,10991,8485,10987,848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378,10986l8375,10986,8373,10987,8373,10991,8375,10993,8378,10993,837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401,10986l8378,10986,8378,10993,8401,10993,840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404,10986l8401,10986,8401,10993,8404,10993,8406,10991,8406,10987,840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299,10986l8296,10986,8293,10987,8293,10991,8296,10993,8299,10993,829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322,10986l8299,10986,8299,10993,8322,10993,8322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325,10986l8322,10986,8322,10993,8325,10993,8327,10991,8327,10987,8325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220,10986l8217,10986,8214,10987,8214,10991,8217,10993,8220,10993,822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243,10986l8220,10986,8220,10993,8243,10993,824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246,10986l8243,10986,8243,10993,8246,10993,8248,10991,8248,10987,824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141,10986l8138,10986,8135,10987,8135,10991,8138,10993,8141,10993,814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164,10986l8141,10986,8141,10993,8164,10993,816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167,10986l8164,10986,8164,10993,8167,10993,8169,10991,8169,10987,816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062,10986l8059,10986,8056,10987,8056,10991,8059,10993,8062,10993,8062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085,10986l8062,10986,8062,10993,8085,10993,8085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088,10986l8085,10986,8085,10993,8088,10993,8090,10991,8090,10987,808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983,10986l7980,10986,7977,10987,7977,10991,7980,10993,7983,10993,798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006,10986l7983,10986,7983,10993,8006,10993,800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009,10986l8006,10986,8006,10993,8009,10993,8011,10991,8011,10987,800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904,10986l7901,10986,7898,10987,7898,10991,7901,10993,7904,10993,790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927,10986l7904,10986,7904,10993,7927,10993,792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930,10986l7927,10986,7927,10993,7930,10993,7932,10991,7932,10987,793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825,10986l7822,10986,7819,10987,7819,10991,7822,10993,7825,10993,7825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848,10986l7825,10986,7825,10993,7848,10993,784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851,10986l7848,10986,7848,10993,7851,10993,7853,10991,7853,10987,785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746,10986l7743,10986,7740,10987,7740,10991,7743,10993,7746,10993,774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769,10986l7746,10986,7746,10993,7769,10993,776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772,10986l7769,10986,7769,10993,7772,10993,7774,10991,7774,10987,7772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667,10986l7664,10986,7661,10987,7661,10991,7664,10993,7667,10993,766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689,10986l7667,10986,7667,10993,7689,10993,768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693,10986l7689,10986,7689,10993,7693,10993,7695,10991,7695,10987,769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588,10986l7585,10986,7582,10987,7582,10991,7585,10993,7588,10993,758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610,10986l7588,10986,7588,10993,7610,10993,761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614,10986l7610,10986,7610,10993,7614,10993,7616,10991,7616,10987,761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509,10986l7506,10986,7503,10987,7503,10991,7506,10993,7509,10993,750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531,10986l7509,10986,7509,10993,7531,10993,753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535,10986l7531,10986,7531,10993,7535,10993,7537,10991,7537,10987,7535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430,10986l7427,10986,7424,10987,7424,10991,7427,10993,7430,10993,743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452,10986l7430,10986,7430,10993,7452,10993,7452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456,10986l7452,10986,7452,10993,7456,10993,7458,10991,7458,10987,745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351,10986l7348,10986,7345,10987,7345,10991,7348,10993,7351,10993,735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373,10986l7351,10986,7351,10993,7373,10993,737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377,10986l7373,10986,7373,10993,7377,10993,7379,10991,7379,10987,737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272,10986l7269,10986,7266,10987,7266,10991,7269,10993,7272,10993,7272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294,10986l7272,10986,7272,10993,7294,10993,729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297,10986l7294,10986,7294,10993,7297,10993,7300,10991,7300,10987,729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193,10986l7190,10986,7187,10987,7187,10991,7190,10993,7193,10993,719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215,10986l7193,10986,7193,10993,7215,10993,7215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218,10986l7215,10986,7215,10993,7218,10993,7221,10991,7221,10987,721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114,10986l7111,10986,7108,10987,7108,10991,7111,10993,7114,10993,711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136,10986l7114,10986,7114,10993,7136,10993,713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139,10986l7136,10986,7136,10993,7139,10993,7142,10991,7142,10987,713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035,10986l7032,10986,7029,10987,7029,10991,7032,10993,7035,10993,7035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057,10986l7035,10986,7035,10993,7057,10993,705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060,10986l7057,10986,7057,10993,7060,10993,7063,10991,7063,10987,706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956,10986l6953,10986,6950,10987,6950,10991,6953,10993,6956,10993,695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978,10986l6956,10986,6956,10993,6978,10993,697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981,10986l6978,10986,6978,10993,6981,10993,6984,10991,6984,10987,698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877,10986l6873,10986,6871,10987,6871,10991,6873,10993,6877,10993,687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899,10986l6877,10986,6877,10993,6899,10993,689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902,10986l6899,10986,6899,10993,6902,10993,6905,10991,6905,10987,6902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798,10986l6794,10986,6792,10987,6792,10991,6794,10993,6798,10993,679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820,10986l6798,10986,6798,10993,6820,10993,682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823,10986l6820,10986,6820,10993,6823,10993,6826,10991,6826,10987,682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719,10986l6715,10986,6713,10987,6713,10991,6715,10993,6719,10993,671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741,10986l6719,10986,6719,10993,6741,10993,674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744,10986l6741,10986,6741,10993,6744,10993,6747,10991,6747,10987,674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640,10986l6636,10986,6634,10987,6634,10991,6636,10993,6640,10993,664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662,10986l6640,10986,6640,10993,6662,10993,6662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665,10986l6662,10986,6662,10993,6665,10993,6668,10991,6668,10987,6665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560,10986l6557,10986,6555,10987,6555,10991,6557,10993,6560,10993,656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583,10986l6560,10986,6560,10993,6583,10993,658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586,10986l6583,10986,6583,10993,6586,10993,6589,10991,6589,10987,658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481,10986l6478,10986,6476,10987,6476,10991,6478,10993,6481,10993,648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504,10986l6481,10986,6481,10993,6504,10993,650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507,10986l6504,10986,6504,10993,6507,10993,6510,10991,6510,10987,650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402,10986l6399,10986,6397,10987,6397,10991,6399,10993,6402,10993,6402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425,10986l6402,10986,6402,10993,6425,10993,6425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428,10986l6425,10986,6425,10993,6428,10993,6431,10991,6431,10987,642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323,10986l6320,10986,6318,10987,6318,10991,6320,10993,6323,10993,6323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346,10986l6323,10986,6323,10993,6346,10993,6346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349,10986l6346,10986,6346,10993,6349,10993,6352,10991,6352,10987,6349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244,10986l6241,10986,6239,10987,6239,10991,6241,10993,6244,10993,6244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267,10986l6244,10986,6244,10993,6267,10993,626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270,10986l6267,10986,6267,10993,6270,10993,6273,10991,6273,10987,6270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71,10991l6171,10999,6174,11001,6180,11001,6183,10999,6183,10993,6174,10993,6171,10991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71,10989l6171,10991,6174,10993,6177,10993,6171,1098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77,10986l6171,10989,6177,10993,617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88,10986l6177,10986,6177,10993,6183,10993,6183,10989,6188,10989,6188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88,10989l6183,10989,6183,10993,6188,10993,6188,1098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91,10986l6188,10986,6188,10993,6191,10993,6194,10991,6194,10987,6191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77,10986l6174,10986,6171,10987,6171,10989,6177,1098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80,11032l6174,11032,6171,11033,6171,11053,6174,11055,6180,11055,6183,11053,6183,11033,6180,11032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80,11085l6174,11085,6171,11087,6171,11106,6174,11108,6180,11108,6183,11106,6183,11087,6180,11085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80,11139l6174,11139,6171,11141,6171,11160,6174,11162,6180,11162,6183,11160,6183,11141,6180,1113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80,11193l6174,11193,6171,11194,6171,11214,6174,11216,6180,11216,6183,11214,6183,11194,6180,11193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80,11246l6174,11246,6171,11248,6171,11268,6174,11269,6180,11269,6183,11268,6183,11248,6180,1124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80,11300l6174,11300,6171,11302,6171,11321,6174,11323,6180,11323,6183,11321,6183,11302,6180,11300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80,11354l6174,11354,6171,11355,6171,11375,6174,11377,6180,11377,6183,11375,6183,11355,6180,11354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80,11407l6174,11407,6171,11409,6171,11429,6174,11430,6180,11430,6183,11429,6183,11409,6180,11407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71,11472l6171,11475,6174,11476,6177,11476,6171,11472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80,11461l6174,11461,6171,11463,6171,11472,6177,11476,6177,11469,6183,11469,6183,11463,6180,11461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83,11469l6177,11469,6177,11476,6183,11472,618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83,11472l6177,11476,6180,11476,6183,11475,6183,11472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88,11469l6183,11469,6183,11475,6180,11476,6188,11476,618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191,11469l6188,11469,6188,11476,6191,11476,6194,11475,6194,11470,6191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245,11469l6242,11469,6239,11470,6239,11475,6242,11476,6245,11476,624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267,11469l6245,11469,6245,11476,6267,11476,626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270,11469l6267,11469,6267,11476,6270,11476,6273,11475,6273,11470,627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324,11469l6321,11469,6318,11470,6318,11475,6321,11476,6324,11476,6324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346,11469l6324,11469,6324,11476,6346,11476,634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349,11469l6346,11469,6346,11476,6349,11476,6352,11475,6352,11470,6349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403,11469l6400,11469,6397,11470,6397,11475,6400,11476,6403,11476,640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425,11469l6403,11469,6403,11476,6425,11476,642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428,11469l6425,11469,6425,11476,6428,11476,6431,11475,6431,11470,642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482,11469l6479,11469,6476,11470,6476,11475,6479,11476,6482,11476,6482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504,11469l6482,11469,6482,11476,6504,11476,6504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507,11469l6504,11469,6504,11476,6507,11476,6510,11475,6510,11470,650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561,11469l6558,11469,6555,11470,6555,11475,6558,11476,6561,11476,6561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583,11469l6561,11469,6561,11476,6583,11476,658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587,11469l6583,11469,6583,11476,6587,11476,6589,11475,6589,11470,658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640,11469l6637,11469,6634,11470,6634,11475,6637,11476,6640,11476,664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662,11469l6640,11469,6640,11476,6662,11476,6662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666,11469l6662,11469,6662,11476,6666,11476,6668,11475,6668,11470,666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719,11469l6716,11469,6713,11470,6713,11475,6716,11476,6719,11476,6719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741,11469l6719,11469,6719,11476,6741,11476,6741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745,11469l6741,11469,6741,11476,6745,11476,6747,11475,6747,11470,674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798,11469l6795,11469,6792,11470,6792,11475,6795,11476,6798,11476,679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820,11469l6798,11469,6798,11476,6820,11476,682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824,11469l6820,11469,6820,11476,6824,11476,6826,11475,6826,11470,6824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877,11469l6874,11469,6871,11470,6871,11475,6874,11476,6877,11476,687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900,11469l6877,11469,6877,11476,6900,11476,690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903,11469l6900,11469,6900,11476,6903,11476,6905,11475,6905,11470,690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956,11469l6953,11469,6950,11470,6950,11475,6953,11476,6956,11476,695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979,11469l6956,11469,6956,11476,6979,11476,6979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6982,11469l6979,11469,6979,11476,6982,11476,6984,11475,6984,11470,6982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035,11469l7032,11469,7029,11470,7029,11475,7032,11476,7035,11476,703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058,11469l7035,11469,7035,11476,7058,11476,705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061,11469l7058,11469,7058,11476,7061,11476,7063,11475,7063,11470,7061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114,11469l7111,11469,7108,11470,7108,11475,7111,11476,7114,11476,7114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137,11469l7114,11469,7114,11476,7137,11476,713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140,11469l7137,11469,7137,11476,7140,11476,7142,11475,7142,11470,714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193,11469l7190,11469,7187,11470,7187,11475,7190,11476,7193,11476,719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216,11469l7193,11469,7193,11476,7216,11476,721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219,11469l7216,11469,7216,11476,7219,11476,7221,11475,7221,11470,7219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272,11469l7269,11469,7266,11470,7266,11475,7269,11476,7272,11476,7272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295,11469l7272,11469,7272,11476,7295,11476,729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298,11469l7295,11469,7295,11476,7298,11476,7300,11475,7300,11470,729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351,11469l7348,11469,7345,11470,7345,11475,7348,11476,7351,11476,7351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374,11469l7351,11469,7351,11476,7374,11476,7374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377,11469l7374,11469,7374,11476,7377,11476,7379,11475,7379,11470,737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430,11469l7427,11469,7424,11470,7424,11475,7427,11476,7430,11476,743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453,11469l7430,11469,7430,11476,7453,11476,745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456,11469l7453,11469,7453,11476,7456,11476,7458,11475,7458,11470,745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509,11469l7506,11469,7503,11470,7503,11475,7506,11476,7509,11476,7509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532,11469l7509,11469,7509,11476,7532,11476,7532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535,11469l7532,11469,7532,11476,7535,11476,7537,11475,7537,11470,753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588,11469l7585,11469,7583,11470,7583,11475,7585,11476,7588,11476,758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611,11469l7588,11469,7588,11476,7611,11476,7611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614,11469l7611,11469,7611,11476,7614,11476,7616,11475,7616,11470,7614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667,11469l7664,11469,7662,11470,7662,11475,7664,11476,7667,11476,766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690,11469l7667,11469,7667,11476,7690,11476,769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693,11469l7690,11469,7690,11476,7693,11476,7695,11475,7695,11470,769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746,11469l7743,11469,7741,11470,7741,11475,7743,11476,7746,11476,774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769,11469l7746,11469,7746,11476,7769,11476,7769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772,11469l7769,11469,7769,11476,7772,11476,7775,11475,7775,11470,7772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825,11469l7822,11469,7820,11470,7820,11475,7822,11476,7825,11476,782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848,11469l7825,11469,7825,11476,7848,11476,784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851,11469l7848,11469,7848,11476,7851,11476,7854,11475,7854,11470,7851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904,11469l7901,11469,7899,11470,7899,11475,7901,11476,7904,11476,7904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927,11469l7904,11469,7904,11476,7927,11476,792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930,11469l7927,11469,7927,11476,7930,11476,7933,11475,7933,11470,793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7983,11469l7980,11469,7978,11470,7978,11475,7980,11476,7983,11476,798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006,11469l7983,11469,7983,11476,8006,11476,800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009,11469l8006,11469,8006,11476,8009,11476,8012,11475,8012,11470,8009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062,11469l8059,11469,8057,11470,8057,11475,8059,11476,8062,11476,8062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085,11469l8062,11469,8062,11476,8085,11476,808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088,11469l8085,11469,8085,11476,8088,11476,8091,11475,8091,11470,808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141,11469l8138,11469,8136,11470,8136,11475,8138,11476,8141,11476,8141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164,11469l8141,11469,8141,11476,8164,11476,8164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167,11469l8164,11469,8164,11476,8167,11476,8170,11475,8170,11470,816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220,11469l8217,11469,8215,11470,8215,11475,8217,11476,8220,11476,822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243,11469l8220,11469,8220,11476,8243,11476,824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246,11469l8243,11469,8243,11476,8246,11476,8249,11475,8249,11470,824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299,11469l8296,11469,8294,11470,8294,11475,8296,11476,8299,11476,8299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322,11469l8299,11469,8299,11476,8322,11476,8322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325,11469l8322,11469,8322,11476,8325,11476,8328,11475,8328,11470,832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378,11469l8375,11469,8373,11470,8373,11475,8375,11476,8378,11476,837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401,11469l8378,11469,8378,11476,8401,11476,8401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404,11469l8401,11469,8401,11476,8404,11476,8407,11475,8407,11470,8404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458,11469l8454,11469,8452,11470,8452,11475,8454,11476,8458,11476,845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480,11469l8458,11469,8458,11476,8480,11476,848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483,11469l8480,11469,8480,11476,8483,11476,8486,11475,8486,11470,848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537,11469l8533,11469,8531,11470,8531,11475,8533,11476,8537,11476,853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559,11469l8537,11469,8537,11476,8559,11476,8559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562,11469l8559,11469,8559,11476,8562,11476,8565,11475,8565,11470,8562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616,11469l8612,11469,8610,11470,8610,11475,8612,11476,8616,11476,861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638,11469l8616,11469,8616,11476,8638,11476,863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641,11469l8638,11469,8638,11476,8641,11476,8644,11475,8644,11470,8641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695,11469l8691,11469,8689,11470,8689,11475,8691,11476,8695,11476,869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717,11469l8695,11469,8695,11476,8717,11476,871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720,11469l8717,11469,8717,11476,8720,11476,8723,11475,8723,11470,872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774,11469l8771,11469,8768,11470,8768,11475,8771,11476,8774,11476,8774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796,11469l8774,11469,8774,11476,8796,11476,879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799,11469l8796,11469,8796,11476,8799,11476,8802,11475,8802,11470,8799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853,11469l8850,11469,8847,11470,8847,11475,8850,11476,8853,11476,885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875,11469l8853,11469,8853,11476,8875,11476,887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878,11469l8875,11469,8875,11476,8878,11476,8881,11475,8881,11470,887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932,11469l8929,11469,8926,11470,8926,11475,8929,11476,8932,11476,8932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954,11469l8932,11469,8932,11476,8954,11476,8954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8957,11469l8954,11469,8954,11476,8957,11476,8960,11475,8960,11470,895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011,11469l9008,11469,9005,11470,9005,11475,9008,11476,9011,11476,9011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033,11469l9011,11469,9011,11476,9033,11476,903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036,11469l9033,11469,9033,11476,9036,11476,9039,11475,9039,11470,903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090,11469l9087,11469,9084,11470,9084,11475,9087,11476,9090,11476,909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112,11469l9090,11469,9090,11476,9112,11476,9112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115,11469l9112,11469,9112,11476,9115,11476,9118,11475,9118,11470,911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169,11469l9166,11469,9163,11470,9163,11475,9166,11476,9169,11476,9169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191,11469l9169,11469,9169,11476,9191,11476,9191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195,11469l9191,11469,9191,11476,9195,11476,9197,11475,9197,11470,919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248,11469l9245,11469,9242,11470,9242,11475,9245,11476,9248,11476,924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270,11469l9248,11469,9248,11476,9270,11476,927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274,11469l9270,11469,9270,11476,9274,11476,9276,11475,9276,11470,9274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327,11469l9324,11469,9321,11470,9321,11475,9324,11476,9327,11476,932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349,11469l9327,11469,9327,11476,9349,11476,9349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353,11469l9349,11469,9349,11476,9353,11476,9355,11475,9355,11470,935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406,11469l9403,11469,9400,11470,9400,11475,9403,11476,9406,11476,940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428,11469l9406,11469,9406,11476,9428,11476,942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432,11469l9428,11469,9428,11476,9432,11476,9434,11475,9434,11470,9432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485,11469l9482,11469,9479,11470,9479,11475,9482,11476,9485,11476,948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507,11469l9485,11469,9485,11476,9507,11476,950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511,11469l9507,11469,9507,11476,9511,11476,9513,11475,9513,11470,9511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564,11469l9561,11469,9558,11470,9558,11475,9561,11476,9564,11476,9564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587,11469l9564,11469,9564,11476,9587,11476,958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590,11469l9587,11469,9587,11476,9590,11476,9592,11475,9592,11470,959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643,11469l9640,11469,9637,11470,9637,11475,9640,11476,9643,11476,964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666,11469l9643,11469,9643,11476,9666,11476,966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669,11469l9666,11469,9666,11476,9669,11476,9671,11475,9671,11470,9669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722,11469l9719,11469,9716,11470,9716,11475,9719,11476,9722,11476,9722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745,11469l9722,11469,9722,11476,9745,11476,974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748,11469l9745,11469,9745,11476,9748,11476,9750,11475,9750,11470,974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801,11469l9798,11469,9795,11470,9795,11475,9798,11476,9801,11476,9801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824,11469l9801,11469,9801,11476,9824,11476,9824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827,11469l9824,11469,9824,11476,9827,11476,9829,11475,9829,11470,982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880,11469l9877,11469,9874,11470,9874,11475,9877,11476,9880,11476,988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903,11469l9880,11469,9880,11476,9903,11476,990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906,11469l9903,11469,9903,11476,9906,11476,9908,11475,9908,11470,990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959,11469l9956,11469,9953,11470,9953,11475,9956,11476,9959,11476,9959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982,11469l9959,11469,9959,11476,9982,11476,9982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9985,11469l9982,11469,9982,11476,9985,11476,9987,11475,9987,11470,998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038,11469l10035,11469,10032,11470,10032,11475,10035,11476,10038,11476,1003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061,11469l10038,11469,10038,11476,10061,11476,10061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064,11469l10061,11469,10061,11476,10064,11476,10066,11475,10066,11470,10064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117,11469l10114,11469,10111,11470,10111,11475,10114,11476,10117,11476,1011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140,11469l10117,11469,10117,11476,10140,11476,1014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143,11469l10140,11469,10140,11476,10143,11476,10145,11475,10145,11470,1014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196,11469l10193,11469,10191,11470,10191,11475,10193,11476,10196,11476,1019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219,11469l10196,11469,10196,11476,10219,11476,10219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222,11469l10219,11469,10219,11476,10222,11476,10224,11475,10224,11470,10222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275,11469l10272,11469,10270,11470,10270,11475,10272,11476,10275,11476,1027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298,11469l10275,11469,10275,11476,10298,11476,1029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301,11469l10298,11469,10298,11476,10301,11476,10303,11475,10303,11470,10301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354,11469l10351,11469,10349,11470,10349,11475,10351,11476,10354,11476,10354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377,11469l10354,11469,10354,11476,10377,11476,1037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380,11469l10377,11469,10377,11476,10380,11476,10382,11475,10382,11470,1038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433,11469l10430,11469,10428,11470,10428,11475,10430,11476,10433,11476,1043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456,11469l10433,11469,10433,11476,10456,11476,1045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459,11469l10456,11469,10456,11476,10459,11476,10462,11475,10462,11470,10459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512,11469l10509,11469,10507,11470,10507,11475,10509,11476,10512,11476,10512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535,11469l10512,11469,10512,11476,10535,11476,1053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538,11469l10535,11469,10535,11476,10538,11476,10541,11475,10541,11470,1053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591,11469l10588,11469,10586,11470,10586,11475,10588,11476,10591,11476,10591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614,11469l10591,11469,10591,11476,10614,11476,10614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617,11469l10614,11469,10614,11476,10617,11476,10620,11475,10620,11470,1061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670,11469l10667,11469,10665,11470,10665,11475,10667,11476,10670,11476,1067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693,11469l10670,11469,10670,11476,10693,11476,1069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696,11469l10693,11469,10693,11476,10696,11476,10699,11475,10699,11470,1069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749,11469l10746,11469,10744,11470,10744,11475,10746,11476,10749,11476,10749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772,11469l10749,11469,10749,11476,10772,11476,10772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775,11469l10772,11469,10772,11476,10775,11476,10778,11475,10778,11470,1077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828,11469l10825,11469,10823,11470,10823,11475,10825,11476,10828,11476,1082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851,11469l10828,11469,10828,11476,10851,11476,10851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854,11469l10851,11469,10851,11476,10854,11476,10857,11475,10857,11470,10854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907,11469l10904,11469,10902,11470,10902,11475,10904,11476,10907,11476,1090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930,11469l10907,11469,10907,11476,10930,11476,1093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933,11469l10930,11469,10930,11476,10933,11476,10936,11475,10936,11470,1093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0986,11469l10983,11469,10981,11470,10981,11475,10983,11476,10986,11476,1098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009,11469l10986,11469,10986,11476,11009,11476,11009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012,11469l11009,11469,11009,11476,11012,11476,11015,11475,11015,11470,11012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066,11469l11062,11469,11060,11470,11060,11475,11062,11476,11066,11476,1106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088,11469l11066,11469,11066,11476,11088,11476,1108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091,11469l11088,11469,11088,11476,11091,11476,11094,11475,11094,11470,11091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145,11469l11141,11469,11139,11470,11139,11475,11141,11476,11145,11476,1114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167,11469l11145,11469,11145,11476,11167,11476,1116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170,11469l11167,11469,11167,11476,11170,11476,11173,11475,11173,11470,11170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224,11469l11220,11469,11218,11470,11218,11475,11220,11476,11224,11476,11224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246,11469l11224,11469,11224,11476,11246,11476,1124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249,11469l11246,11469,11246,11476,11249,11476,11252,11475,11252,11470,11249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03,11469l11299,11469,11297,11470,11297,11475,11299,11476,11303,11476,1130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25,11469l11303,11469,11303,11476,11325,11476,11325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28,11469l11325,11469,11325,11476,11328,11476,11331,11475,11331,11470,1132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82,11469l11378,11469,11376,11470,11376,11475,11378,11476,11382,11476,11382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87,11469l11382,11469,11382,11476,11393,11476,11393,11472,11387,11472,11387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93,11469l11393,11476,11398,11472,11393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98,11472l11393,11476,11396,11476,11398,11475,11398,11472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96,11461l11390,11461,11387,11463,11387,11472,11393,11472,11393,11469,11398,11469,11398,11463,11396,11461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96,11469l11393,11469,11398,11472,11398,11470,11396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98,11469l11396,11469,11398,11470,11398,1146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96,11407l11390,11407,11387,11409,11387,11429,11390,11430,11396,11430,11398,11429,11398,11409,11396,11407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96,11354l11390,11354,11387,11355,11387,11375,11390,11377,11396,11377,11398,11375,11398,11355,11396,11354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96,11300l11390,11300,11387,11302,11387,11321,11390,11323,11396,11323,11398,11321,11398,11302,11396,11300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96,11246l11390,11246,11387,11248,11387,11268,11390,11269,11396,11269,11398,11268,11398,11248,11396,11246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96,11193l11390,11193,11387,11194,11387,11214,11390,11216,11396,11216,11398,11214,11398,11194,11396,11193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96,11139l11390,11139,11387,11141,11387,11160,11390,11162,11396,11162,11398,11160,11398,11141,11396,11139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96,11085l11390,11085,11387,11087,11387,11106,11390,11108,11396,11108,11398,11106,11398,11087,11396,11085xe" filled="true" fillcolor="#231f20" stroked="false">
                <v:path arrowok="t"/>
                <v:fill type="solid"/>
              </v:shape>
              <v:shape style="position:absolute;left:6171;top:10986;width:5228;height:491" coordorigin="6171,10986" coordsize="5228,491" path="m11396,11032l11390,11032,11387,11033,11387,11053,11390,11055,11396,11055,11398,11053,11398,11033,11396,11032xe" filled="true" fillcolor="#231f20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/>
          <w:color w:val="231F20"/>
        </w:rPr>
        <w:t>И. </w:t>
      </w:r>
      <w:r>
        <w:rPr>
          <w:rFonts w:ascii="Calibri" w:hAnsi="Calibri"/>
          <w:color w:val="231F20"/>
          <w:spacing w:val="-2"/>
        </w:rPr>
        <w:t>О.</w:t>
      </w:r>
      <w:r>
        <w:rPr>
          <w:rFonts w:ascii="Calibri" w:hAnsi="Calibri"/>
          <w:b w:val="0"/>
        </w:rPr>
      </w:r>
    </w:p>
    <w:p>
      <w:pPr>
        <w:numPr>
          <w:ilvl w:val="0"/>
          <w:numId w:val="1"/>
        </w:numPr>
        <w:tabs>
          <w:tab w:pos="485" w:val="left" w:leader="none"/>
        </w:tabs>
        <w:spacing w:line="140" w:lineRule="exact" w:before="78"/>
        <w:ind w:left="471" w:right="0" w:hanging="127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pacing w:val="-1"/>
          <w:sz w:val="14"/>
        </w:rPr>
        <w:t>РОДСТВЕННЫЕ</w:t>
      </w:r>
      <w:r>
        <w:rPr>
          <w:rFonts w:ascii="Calibri" w:hAnsi="Calibri"/>
          <w:b/>
          <w:color w:val="231F20"/>
          <w:sz w:val="14"/>
        </w:rPr>
        <w:t> ИЛИ ДРУГИЕ </w:t>
      </w:r>
      <w:r>
        <w:rPr>
          <w:rFonts w:ascii="Calibri" w:hAnsi="Calibri"/>
          <w:b/>
          <w:color w:val="231F20"/>
          <w:spacing w:val="-1"/>
          <w:sz w:val="14"/>
        </w:rPr>
        <w:t>ОТНОШЕНИЯ</w:t>
      </w:r>
      <w:r>
        <w:rPr>
          <w:rFonts w:ascii="Calibri" w:hAnsi="Calibri"/>
          <w:b/>
          <w:color w:val="231F20"/>
          <w:sz w:val="14"/>
        </w:rPr>
        <w:t> С </w:t>
      </w:r>
      <w:r>
        <w:rPr>
          <w:rFonts w:ascii="Calibri" w:hAnsi="Calibri"/>
          <w:b/>
          <w:color w:val="231F20"/>
          <w:spacing w:val="-1"/>
          <w:sz w:val="14"/>
        </w:rPr>
        <w:t>ЛИЦОМ,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УКАЗАННЫМ</w:t>
      </w:r>
      <w:r>
        <w:rPr>
          <w:rFonts w:ascii="Calibri" w:hAnsi="Calibri"/>
          <w:b/>
          <w:color w:val="231F20"/>
          <w:sz w:val="14"/>
        </w:rPr>
        <w:t> ПЕРВЫМ</w:t>
      </w:r>
      <w:r>
        <w:rPr>
          <w:rFonts w:ascii="Calibri" w:hAnsi="Calibri"/>
          <w:b/>
          <w:color w:val="231F20"/>
          <w:spacing w:val="39"/>
          <w:sz w:val="14"/>
        </w:rPr>
        <w:t> </w:t>
      </w:r>
      <w:r>
        <w:rPr>
          <w:rFonts w:ascii="Calibri" w:hAnsi="Calibri"/>
          <w:b/>
          <w:color w:val="231F20"/>
          <w:sz w:val="14"/>
        </w:rPr>
        <w:t>В </w:t>
      </w:r>
      <w:r>
        <w:rPr>
          <w:rFonts w:ascii="Calibri" w:hAnsi="Calibri"/>
          <w:b/>
          <w:color w:val="231F20"/>
          <w:spacing w:val="-1"/>
          <w:sz w:val="14"/>
        </w:rPr>
        <w:t>ДОМОХОЗЯЙСТВЕ:</w:t>
      </w:r>
      <w:r>
        <w:rPr>
          <w:rFonts w:ascii="Calibri" w:hAnsi="Calibri"/>
          <w:sz w:val="14"/>
        </w:rPr>
      </w:r>
    </w:p>
    <w:p>
      <w:pPr>
        <w:spacing w:line="160" w:lineRule="exact" w:before="77"/>
        <w:ind w:left="513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i/>
          <w:color w:val="231F20"/>
          <w:sz w:val="14"/>
        </w:rPr>
        <w:t>Для лиц в возрасте 7 лет и старше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1"/>
          <w:numId w:val="2"/>
        </w:numPr>
        <w:tabs>
          <w:tab w:pos="620" w:val="left" w:leader="none"/>
        </w:tabs>
        <w:spacing w:line="160" w:lineRule="exact" w:before="0" w:after="0"/>
        <w:ind w:left="343" w:right="0" w:hanging="6"/>
        <w:jc w:val="left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231F20"/>
        </w:rPr>
        <w:t>ВЛАДЕЕТЕ ЛИ ВЫ КЫРГЫЗСКИМ </w:t>
      </w:r>
      <w:r>
        <w:rPr>
          <w:rFonts w:ascii="Calibri" w:hAnsi="Calibri"/>
          <w:color w:val="231F20"/>
          <w:spacing w:val="-1"/>
        </w:rPr>
        <w:t>ЯЗЫКОМ?</w:t>
      </w:r>
      <w:r>
        <w:rPr>
          <w:rFonts w:ascii="Calibri" w:hAnsi="Calibri"/>
          <w:b w:val="0"/>
        </w:rPr>
      </w:r>
    </w:p>
    <w:p>
      <w:pPr>
        <w:pStyle w:val="BodyText"/>
        <w:tabs>
          <w:tab w:pos="1434" w:val="left" w:leader="none"/>
          <w:tab w:pos="2446" w:val="left" w:leader="none"/>
          <w:tab w:pos="3706" w:val="left" w:leader="none"/>
          <w:tab w:pos="4674" w:val="left" w:leader="none"/>
        </w:tabs>
        <w:spacing w:line="240" w:lineRule="auto" w:before="1"/>
        <w:ind w:left="337" w:right="0"/>
        <w:jc w:val="left"/>
        <w:rPr>
          <w:rFonts w:ascii="Calibri" w:hAnsi="Calibri" w:cs="Calibri" w:eastAsia="Calibri"/>
        </w:rPr>
      </w:pPr>
      <w:r>
        <w:rPr>
          <w:rFonts w:ascii="Calibri" w:hAnsi="Calibri"/>
          <w:b/>
          <w:color w:val="231F20"/>
        </w:rPr>
        <w:t>1</w:t>
      </w:r>
      <w:r>
        <w:rPr>
          <w:rFonts w:ascii="Calibri" w:hAnsi="Calibri"/>
          <w:b/>
          <w:color w:val="231F20"/>
          <w:spacing w:val="-1"/>
        </w:rPr>
        <w:t> </w:t>
      </w:r>
      <w:r>
        <w:rPr>
          <w:rFonts w:ascii="Calibri" w:hAnsi="Calibri"/>
          <w:color w:val="231F20"/>
        </w:rPr>
        <w:t>- </w:t>
      </w:r>
      <w:r>
        <w:rPr>
          <w:rFonts w:ascii="Calibri" w:hAnsi="Calibri"/>
          <w:color w:val="231F20"/>
          <w:spacing w:val="-1"/>
        </w:rPr>
        <w:t>свободно</w:t>
        <w:tab/>
      </w:r>
      <w:r>
        <w:rPr>
          <w:rFonts w:ascii="Calibri" w:hAnsi="Calibri"/>
          <w:b/>
          <w:color w:val="231F20"/>
        </w:rPr>
        <w:t>2</w:t>
      </w:r>
      <w:r>
        <w:rPr>
          <w:rFonts w:ascii="Calibri" w:hAnsi="Calibri"/>
          <w:b/>
          <w:color w:val="231F20"/>
          <w:spacing w:val="-1"/>
        </w:rPr>
        <w:t> </w:t>
      </w:r>
      <w:r>
        <w:rPr>
          <w:rFonts w:ascii="Calibri" w:hAnsi="Calibri"/>
          <w:color w:val="231F20"/>
        </w:rPr>
        <w:t>- </w:t>
      </w:r>
      <w:r>
        <w:rPr>
          <w:rFonts w:ascii="Calibri" w:hAnsi="Calibri"/>
          <w:color w:val="231F20"/>
          <w:spacing w:val="-1"/>
        </w:rPr>
        <w:t>хорошо</w:t>
        <w:tab/>
      </w:r>
      <w:r>
        <w:rPr>
          <w:rFonts w:ascii="Calibri" w:hAnsi="Calibri"/>
          <w:b/>
          <w:color w:val="231F20"/>
        </w:rPr>
        <w:t>3</w:t>
      </w:r>
      <w:r>
        <w:rPr>
          <w:rFonts w:ascii="Calibri" w:hAnsi="Calibri"/>
          <w:b/>
          <w:color w:val="231F20"/>
          <w:spacing w:val="-1"/>
        </w:rPr>
        <w:t> </w:t>
      </w:r>
      <w:r>
        <w:rPr>
          <w:rFonts w:ascii="Calibri" w:hAnsi="Calibri"/>
          <w:color w:val="231F20"/>
        </w:rPr>
        <w:t>- </w:t>
      </w:r>
      <w:r>
        <w:rPr>
          <w:rFonts w:ascii="Calibri" w:hAnsi="Calibri"/>
          <w:color w:val="231F20"/>
          <w:spacing w:val="-1"/>
        </w:rPr>
        <w:t>достаточно</w:t>
        <w:tab/>
      </w:r>
      <w:r>
        <w:rPr>
          <w:rFonts w:ascii="Calibri" w:hAnsi="Calibri"/>
          <w:b/>
          <w:color w:val="231F20"/>
        </w:rPr>
        <w:t>4</w:t>
      </w:r>
      <w:r>
        <w:rPr>
          <w:rFonts w:ascii="Calibri" w:hAnsi="Calibri"/>
          <w:b/>
          <w:color w:val="231F20"/>
          <w:spacing w:val="-1"/>
        </w:rPr>
        <w:t> </w:t>
      </w:r>
      <w:r>
        <w:rPr>
          <w:rFonts w:ascii="Calibri" w:hAnsi="Calibri"/>
          <w:color w:val="231F20"/>
        </w:rPr>
        <w:t>- </w:t>
      </w:r>
      <w:r>
        <w:rPr>
          <w:rFonts w:ascii="Calibri" w:hAnsi="Calibri"/>
          <w:color w:val="231F20"/>
          <w:spacing w:val="-1"/>
        </w:rPr>
        <w:t>плохо</w:t>
        <w:tab/>
      </w:r>
      <w:r>
        <w:rPr>
          <w:rFonts w:ascii="Calibri" w:hAnsi="Calibri"/>
          <w:b/>
          <w:color w:val="231F20"/>
        </w:rPr>
        <w:t>5</w:t>
      </w:r>
      <w:r>
        <w:rPr>
          <w:rFonts w:ascii="Calibri" w:hAnsi="Calibri"/>
          <w:b/>
          <w:color w:val="231F20"/>
          <w:spacing w:val="-1"/>
        </w:rPr>
        <w:t> </w:t>
      </w:r>
      <w:r>
        <w:rPr>
          <w:rFonts w:ascii="Calibri" w:hAnsi="Calibri"/>
          <w:color w:val="231F20"/>
        </w:rPr>
        <w:t>- не </w:t>
      </w:r>
      <w:r>
        <w:rPr>
          <w:rFonts w:ascii="Calibri" w:hAnsi="Calibri"/>
          <w:color w:val="231F20"/>
          <w:spacing w:val="-1"/>
        </w:rPr>
        <w:t>владею</w:t>
      </w:r>
      <w:r>
        <w:rPr>
          <w:rFonts w:ascii="Calibri" w:hAnsi="Calibri"/>
        </w:rPr>
      </w:r>
    </w:p>
    <w:p>
      <w:pPr>
        <w:spacing w:after="0" w:line="240" w:lineRule="auto"/>
        <w:jc w:val="left"/>
        <w:rPr>
          <w:rFonts w:ascii="Calibri" w:hAnsi="Calibri" w:cs="Calibri" w:eastAsia="Calibri"/>
        </w:rPr>
        <w:sectPr>
          <w:type w:val="continuous"/>
          <w:pgSz w:w="11910" w:h="16840"/>
          <w:pgMar w:top="280" w:bottom="280" w:left="320" w:right="240"/>
          <w:cols w:num="2" w:equalWidth="0">
            <w:col w:w="5085" w:space="493"/>
            <w:col w:w="5772"/>
          </w:cols>
        </w:sectPr>
      </w:pPr>
    </w:p>
    <w:p>
      <w:pPr>
        <w:pStyle w:val="BodyText"/>
        <w:spacing w:line="300" w:lineRule="auto" w:before="10"/>
        <w:ind w:left="341" w:right="0"/>
        <w:jc w:val="left"/>
        <w:rPr>
          <w:rFonts w:ascii="Calibri" w:hAnsi="Calibri" w:cs="Calibri" w:eastAsia="Calibri"/>
        </w:rPr>
      </w:pPr>
      <w:r>
        <w:rPr>
          <w:rFonts w:ascii="Calibri" w:hAnsi="Calibri"/>
          <w:b/>
          <w:color w:val="231F20"/>
        </w:rPr>
        <w:t>1</w:t>
      </w:r>
      <w:r>
        <w:rPr>
          <w:rFonts w:ascii="Calibri" w:hAnsi="Calibri"/>
          <w:b/>
          <w:color w:val="231F20"/>
          <w:spacing w:val="-1"/>
        </w:rPr>
        <w:t> </w:t>
      </w:r>
      <w:r>
        <w:rPr>
          <w:rFonts w:ascii="Calibri" w:hAnsi="Calibri"/>
          <w:color w:val="231F20"/>
        </w:rPr>
        <w:t>- </w:t>
      </w:r>
      <w:r>
        <w:rPr>
          <w:rFonts w:ascii="Calibri" w:hAnsi="Calibri"/>
          <w:color w:val="231F20"/>
          <w:spacing w:val="-1"/>
        </w:rPr>
        <w:t>лицо,</w:t>
      </w:r>
      <w:r>
        <w:rPr>
          <w:rFonts w:ascii="Calibri" w:hAnsi="Calibri"/>
          <w:color w:val="231F20"/>
        </w:rPr>
        <w:t> записанное первым</w:t>
      </w:r>
      <w:r>
        <w:rPr>
          <w:rFonts w:ascii="Calibri" w:hAnsi="Calibri"/>
          <w:color w:val="231F20"/>
          <w:spacing w:val="23"/>
        </w:rPr>
        <w:t> </w:t>
      </w:r>
      <w:r>
        <w:rPr>
          <w:rFonts w:ascii="Calibri" w:hAnsi="Calibri"/>
          <w:b/>
          <w:color w:val="231F20"/>
        </w:rPr>
        <w:t>2</w:t>
      </w:r>
      <w:r>
        <w:rPr>
          <w:rFonts w:ascii="Calibri" w:hAnsi="Calibri"/>
          <w:b/>
          <w:color w:val="231F20"/>
          <w:spacing w:val="-1"/>
        </w:rPr>
        <w:t> </w:t>
      </w:r>
      <w:r>
        <w:rPr>
          <w:rFonts w:ascii="Calibri" w:hAnsi="Calibri"/>
          <w:color w:val="231F20"/>
        </w:rPr>
        <w:t>- </w:t>
      </w:r>
      <w:r>
        <w:rPr>
          <w:rFonts w:ascii="Calibri" w:hAnsi="Calibri"/>
          <w:color w:val="231F20"/>
          <w:spacing w:val="-1"/>
        </w:rPr>
        <w:t>жена,</w:t>
      </w:r>
      <w:r>
        <w:rPr>
          <w:rFonts w:ascii="Calibri" w:hAnsi="Calibri"/>
          <w:color w:val="231F20"/>
        </w:rPr>
        <w:t> муж</w:t>
      </w:r>
      <w:r>
        <w:rPr>
          <w:rFonts w:ascii="Calibri" w:hAnsi="Calibri"/>
        </w:rPr>
      </w:r>
    </w:p>
    <w:p>
      <w:pPr>
        <w:pStyle w:val="BodyText"/>
        <w:spacing w:line="300" w:lineRule="auto"/>
        <w:ind w:left="341" w:right="938"/>
        <w:jc w:val="left"/>
        <w:rPr>
          <w:rFonts w:ascii="Calibri" w:hAnsi="Calibri" w:cs="Calibri" w:eastAsia="Calibri"/>
        </w:rPr>
      </w:pPr>
      <w:r>
        <w:rPr>
          <w:rFonts w:ascii="Calibri" w:hAnsi="Calibri"/>
          <w:b/>
          <w:color w:val="231F20"/>
        </w:rPr>
        <w:t>3</w:t>
      </w:r>
      <w:r>
        <w:rPr>
          <w:rFonts w:ascii="Calibri" w:hAnsi="Calibri"/>
          <w:b/>
          <w:color w:val="231F20"/>
          <w:spacing w:val="-1"/>
        </w:rPr>
        <w:t> </w:t>
      </w:r>
      <w:r>
        <w:rPr>
          <w:rFonts w:ascii="Calibri" w:hAnsi="Calibri"/>
          <w:color w:val="231F20"/>
        </w:rPr>
        <w:t>- </w:t>
      </w:r>
      <w:r>
        <w:rPr>
          <w:rFonts w:ascii="Calibri" w:hAnsi="Calibri"/>
          <w:color w:val="231F20"/>
          <w:spacing w:val="-1"/>
        </w:rPr>
        <w:t>дочь,</w:t>
      </w:r>
      <w:r>
        <w:rPr>
          <w:rFonts w:ascii="Calibri" w:hAnsi="Calibri"/>
          <w:color w:val="231F20"/>
        </w:rPr>
        <w:t> сын</w:t>
      </w:r>
      <w:r>
        <w:rPr>
          <w:rFonts w:ascii="Calibri" w:hAnsi="Calibri"/>
          <w:color w:val="231F20"/>
          <w:spacing w:val="23"/>
        </w:rPr>
        <w:t> </w:t>
      </w:r>
      <w:r>
        <w:rPr>
          <w:rFonts w:ascii="Calibri" w:hAnsi="Calibri"/>
          <w:b/>
          <w:color w:val="231F20"/>
        </w:rPr>
        <w:t>4</w:t>
      </w:r>
      <w:r>
        <w:rPr>
          <w:rFonts w:ascii="Calibri" w:hAnsi="Calibri"/>
          <w:b/>
          <w:color w:val="231F20"/>
          <w:spacing w:val="-1"/>
        </w:rPr>
        <w:t> </w:t>
      </w:r>
      <w:r>
        <w:rPr>
          <w:rFonts w:ascii="Calibri" w:hAnsi="Calibri"/>
          <w:color w:val="231F20"/>
        </w:rPr>
        <w:t>- мать, </w:t>
      </w:r>
      <w:r>
        <w:rPr>
          <w:rFonts w:ascii="Calibri" w:hAnsi="Calibri"/>
          <w:color w:val="231F20"/>
          <w:spacing w:val="-1"/>
        </w:rPr>
        <w:t>отец</w:t>
      </w:r>
      <w:r>
        <w:rPr>
          <w:rFonts w:ascii="Calibri" w:hAnsi="Calibri"/>
        </w:rPr>
      </w:r>
    </w:p>
    <w:p>
      <w:pPr>
        <w:pStyle w:val="BodyText"/>
        <w:spacing w:line="240" w:lineRule="auto"/>
        <w:ind w:left="341" w:right="0"/>
        <w:jc w:val="left"/>
        <w:rPr>
          <w:rFonts w:ascii="Calibri" w:hAnsi="Calibri" w:cs="Calibri" w:eastAsia="Calibri"/>
        </w:rPr>
      </w:pPr>
      <w:r>
        <w:rPr>
          <w:rFonts w:ascii="Calibri" w:hAnsi="Calibri"/>
          <w:b/>
          <w:color w:val="231F20"/>
        </w:rPr>
        <w:t>5</w:t>
      </w:r>
      <w:r>
        <w:rPr>
          <w:rFonts w:ascii="Calibri" w:hAnsi="Calibri"/>
          <w:b/>
          <w:color w:val="231F20"/>
          <w:spacing w:val="-1"/>
        </w:rPr>
        <w:t> </w:t>
      </w:r>
      <w:r>
        <w:rPr>
          <w:rFonts w:ascii="Calibri" w:hAnsi="Calibri"/>
          <w:color w:val="231F20"/>
        </w:rPr>
        <w:t>- сестра, брат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3"/>
        </w:numPr>
        <w:tabs>
          <w:tab w:pos="307" w:val="left" w:leader="none"/>
        </w:tabs>
        <w:spacing w:line="240" w:lineRule="auto" w:before="18" w:after="0"/>
        <w:ind w:left="306" w:right="0" w:hanging="103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br w:type="column"/>
        <w:t>-  </w:t>
      </w:r>
      <w:r>
        <w:rPr>
          <w:rFonts w:ascii="Calibri" w:hAnsi="Calibri"/>
          <w:color w:val="231F20"/>
          <w:spacing w:val="-1"/>
        </w:rPr>
        <w:t>невестка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1"/>
        </w:rPr>
        <w:t>(сноха),</w:t>
      </w:r>
      <w:r>
        <w:rPr>
          <w:rFonts w:ascii="Calibri" w:hAnsi="Calibri"/>
          <w:color w:val="231F20"/>
        </w:rPr>
        <w:t> зять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3"/>
        </w:numPr>
        <w:tabs>
          <w:tab w:pos="307" w:val="left" w:leader="none"/>
        </w:tabs>
        <w:spacing w:line="240" w:lineRule="auto" w:before="42" w:after="0"/>
        <w:ind w:left="306" w:right="0" w:hanging="103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-</w:t>
      </w:r>
      <w:r>
        <w:rPr>
          <w:rFonts w:ascii="Calibri" w:hAnsi="Calibri"/>
          <w:color w:val="231F20"/>
          <w:spacing w:val="31"/>
        </w:rPr>
        <w:t> </w:t>
      </w:r>
      <w:r>
        <w:rPr>
          <w:rFonts w:ascii="Calibri" w:hAnsi="Calibri"/>
          <w:color w:val="231F20"/>
          <w:spacing w:val="-1"/>
        </w:rPr>
        <w:t>бабушка,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2"/>
        </w:rPr>
        <w:t>дедушка,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1"/>
        </w:rPr>
        <w:t>прабабушка,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1"/>
        </w:rPr>
        <w:t>прадедушка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3"/>
        </w:numPr>
        <w:tabs>
          <w:tab w:pos="307" w:val="left" w:leader="none"/>
        </w:tabs>
        <w:spacing w:line="240" w:lineRule="auto" w:before="42" w:after="0"/>
        <w:ind w:left="306" w:right="0" w:hanging="103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-  внучка, внук, правнучка, правнук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3"/>
        </w:numPr>
        <w:tabs>
          <w:tab w:pos="378" w:val="left" w:leader="none"/>
        </w:tabs>
        <w:spacing w:line="240" w:lineRule="auto" w:before="42" w:after="0"/>
        <w:ind w:left="377" w:right="0" w:hanging="174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-  другая степень родства</w:t>
      </w:r>
      <w:r>
        <w:rPr>
          <w:rFonts w:ascii="Calibri" w:hAnsi="Calibri"/>
          <w:color w:val="231F20"/>
        </w:rPr>
        <w:t>, </w:t>
      </w:r>
      <w:r>
        <w:rPr>
          <w:rFonts w:ascii="Calibri" w:hAnsi="Calibri"/>
          <w:color w:val="231F20"/>
          <w:spacing w:val="-1"/>
        </w:rPr>
        <w:t>свойств</w:t>
      </w:r>
      <w:r>
        <w:rPr>
          <w:rFonts w:ascii="Calibri" w:hAnsi="Calibri"/>
          <w:color w:val="231F20"/>
          <w:spacing w:val="-1"/>
        </w:rPr>
        <w:t>а</w:t>
      </w:r>
      <w:r>
        <w:rPr>
          <w:rFonts w:ascii="Calibri" w:hAnsi="Calibri"/>
          <w:color w:val="231F20"/>
        </w:rPr>
        <w:t>́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3"/>
        </w:numPr>
        <w:tabs>
          <w:tab w:pos="378" w:val="left" w:leader="none"/>
        </w:tabs>
        <w:spacing w:line="240" w:lineRule="auto" w:before="42" w:after="0"/>
        <w:ind w:left="377" w:right="0" w:hanging="174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-  не </w:t>
      </w:r>
      <w:r>
        <w:rPr>
          <w:rFonts w:ascii="Calibri" w:hAnsi="Calibri"/>
          <w:color w:val="231F20"/>
          <w:spacing w:val="-1"/>
        </w:rPr>
        <w:t>родственник</w:t>
      </w:r>
      <w:r>
        <w:rPr>
          <w:rFonts w:ascii="Calibri" w:hAnsi="Calibri"/>
        </w:rPr>
      </w:r>
    </w:p>
    <w:p>
      <w:pPr>
        <w:spacing w:line="137" w:lineRule="exact" w:before="0"/>
        <w:ind w:left="529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i/>
          <w:color w:val="231F20"/>
          <w:sz w:val="14"/>
        </w:rPr>
        <w:t>Для лиц в возрасте 7 лет и старше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1"/>
          <w:numId w:val="2"/>
        </w:numPr>
        <w:tabs>
          <w:tab w:pos="636" w:val="left" w:leader="none"/>
        </w:tabs>
        <w:spacing w:line="133" w:lineRule="exact" w:before="0" w:after="0"/>
        <w:ind w:left="635" w:right="0" w:hanging="282"/>
        <w:jc w:val="left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231F20"/>
        </w:rPr>
        <w:t>ВЛАДЕЕТЕ ЛИ ВЫ</w:t>
      </w:r>
      <w:r>
        <w:rPr>
          <w:rFonts w:ascii="Calibri" w:hAnsi="Calibri"/>
          <w:color w:val="231F20"/>
          <w:spacing w:val="-1"/>
        </w:rPr>
        <w:t> РУССКИМ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1"/>
        </w:rPr>
        <w:t>ЯЗЫКОМ?</w:t>
      </w:r>
      <w:r>
        <w:rPr>
          <w:rFonts w:ascii="Calibri" w:hAnsi="Calibri"/>
          <w:b w:val="0"/>
        </w:rPr>
      </w:r>
    </w:p>
    <w:p>
      <w:pPr>
        <w:tabs>
          <w:tab w:pos="1449" w:val="left" w:leader="none"/>
          <w:tab w:pos="2462" w:val="left" w:leader="none"/>
          <w:tab w:pos="3722" w:val="left" w:leader="none"/>
          <w:tab w:pos="4690" w:val="left" w:leader="none"/>
        </w:tabs>
        <w:spacing w:line="141" w:lineRule="exact" w:before="0"/>
        <w:ind w:left="353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1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</w:t>
      </w:r>
      <w:r>
        <w:rPr>
          <w:rFonts w:ascii="Calibri" w:hAnsi="Calibri"/>
          <w:color w:val="231F20"/>
          <w:spacing w:val="-1"/>
          <w:sz w:val="14"/>
        </w:rPr>
        <w:t>свободно</w:t>
        <w:tab/>
      </w:r>
      <w:r>
        <w:rPr>
          <w:rFonts w:ascii="Calibri" w:hAnsi="Calibri"/>
          <w:b/>
          <w:color w:val="231F20"/>
          <w:sz w:val="14"/>
        </w:rPr>
        <w:t>2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</w:t>
      </w:r>
      <w:r>
        <w:rPr>
          <w:rFonts w:ascii="Calibri" w:hAnsi="Calibri"/>
          <w:color w:val="231F20"/>
          <w:spacing w:val="-1"/>
          <w:sz w:val="14"/>
        </w:rPr>
        <w:t>хорошо</w:t>
        <w:tab/>
      </w:r>
      <w:r>
        <w:rPr>
          <w:rFonts w:ascii="Calibri" w:hAnsi="Calibri"/>
          <w:b/>
          <w:color w:val="231F20"/>
          <w:sz w:val="14"/>
        </w:rPr>
        <w:t>3 - </w:t>
      </w:r>
      <w:r>
        <w:rPr>
          <w:rFonts w:ascii="Calibri" w:hAnsi="Calibri"/>
          <w:color w:val="231F20"/>
          <w:spacing w:val="-1"/>
          <w:sz w:val="14"/>
        </w:rPr>
        <w:t>достаточно</w:t>
        <w:tab/>
      </w:r>
      <w:r>
        <w:rPr>
          <w:rFonts w:ascii="Calibri" w:hAnsi="Calibri"/>
          <w:b/>
          <w:color w:val="231F20"/>
          <w:sz w:val="14"/>
        </w:rPr>
        <w:t>4 - </w:t>
      </w:r>
      <w:r>
        <w:rPr>
          <w:rFonts w:ascii="Calibri" w:hAnsi="Calibri"/>
          <w:color w:val="231F20"/>
          <w:spacing w:val="-1"/>
          <w:sz w:val="14"/>
        </w:rPr>
        <w:t>плохо</w:t>
        <w:tab/>
      </w:r>
      <w:r>
        <w:rPr>
          <w:rFonts w:ascii="Calibri" w:hAnsi="Calibri"/>
          <w:b/>
          <w:color w:val="231F20"/>
          <w:sz w:val="14"/>
        </w:rPr>
        <w:t>5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не </w:t>
      </w:r>
      <w:r>
        <w:rPr>
          <w:rFonts w:ascii="Calibri" w:hAnsi="Calibri"/>
          <w:color w:val="231F20"/>
          <w:spacing w:val="-1"/>
          <w:sz w:val="14"/>
        </w:rPr>
        <w:t>владею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1"/>
          <w:numId w:val="2"/>
        </w:numPr>
        <w:tabs>
          <w:tab w:pos="636" w:val="left" w:leader="none"/>
        </w:tabs>
        <w:spacing w:line="240" w:lineRule="auto" w:before="86" w:after="0"/>
        <w:ind w:left="635" w:right="0" w:hanging="282"/>
        <w:jc w:val="left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231F20"/>
        </w:rPr>
        <w:t>КАКИМИ ДРУГИМИ ЯЗЫКАМИ</w:t>
      </w:r>
      <w:r>
        <w:rPr>
          <w:rFonts w:ascii="Calibri" w:hAnsi="Calibri"/>
          <w:color w:val="231F20"/>
        </w:rPr>
        <w:t>, КРОМЕ РОДНОГО, </w:t>
      </w:r>
      <w:r>
        <w:rPr>
          <w:rFonts w:ascii="Calibri" w:hAnsi="Calibri"/>
          <w:color w:val="231F20"/>
        </w:rPr>
        <w:t>ВЫ СВОБОДНО ВЛАДЕЕТЕ?</w:t>
      </w:r>
      <w:r>
        <w:rPr>
          <w:rFonts w:ascii="Calibri" w:hAnsi="Calibri"/>
          <w:b w:val="0"/>
        </w:rPr>
      </w:r>
    </w:p>
    <w:p>
      <w:pPr>
        <w:pStyle w:val="BodyText"/>
        <w:numPr>
          <w:ilvl w:val="0"/>
          <w:numId w:val="4"/>
        </w:numPr>
        <w:tabs>
          <w:tab w:pos="424" w:val="left" w:leader="none"/>
        </w:tabs>
        <w:spacing w:line="240" w:lineRule="auto" w:before="11" w:after="0"/>
        <w:ind w:left="423" w:right="0" w:hanging="82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color w:val="231F20"/>
          <w:position w:val="1"/>
        </w:rPr>
        <w:t>узбекский</w:t>
      </w:r>
      <w:r>
        <w:rPr>
          <w:rFonts w:ascii="Calibri" w:hAnsi="Calibri" w:cs="Calibri" w:eastAsia="Calibri"/>
          <w:color w:val="231F20"/>
          <w:spacing w:val="-8"/>
          <w:position w:val="1"/>
        </w:rPr>
        <w:t> </w:t>
      </w:r>
      <w:r>
        <w:rPr>
          <w:rFonts w:ascii="Calibri" w:hAnsi="Calibri" w:cs="Calibri" w:eastAsia="Calibri"/>
          <w:color w:val="231F20"/>
          <w:position w:val="1"/>
        </w:rPr>
        <w:t>(4)</w:t>
      </w:r>
      <w:r>
        <w:rPr>
          <w:rFonts w:ascii="Calibri" w:hAnsi="Calibri" w:cs="Calibri" w:eastAsia="Calibri"/>
          <w:color w:val="231F20"/>
          <w:spacing w:val="-8"/>
          <w:position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position w:val="1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1"/>
          <w:position w:val="1"/>
        </w:rPr>
        <w:t> </w:t>
      </w:r>
      <w:r>
        <w:rPr>
          <w:rFonts w:ascii="Calibri" w:hAnsi="Calibri" w:cs="Calibri" w:eastAsia="Calibri"/>
          <w:color w:val="231F20"/>
          <w:position w:val="1"/>
        </w:rPr>
        <w:t>казахский</w:t>
      </w:r>
      <w:r>
        <w:rPr>
          <w:rFonts w:ascii="Calibri" w:hAnsi="Calibri" w:cs="Calibri" w:eastAsia="Calibri"/>
          <w:color w:val="231F20"/>
          <w:spacing w:val="-8"/>
          <w:position w:val="1"/>
        </w:rPr>
        <w:t> </w:t>
      </w:r>
      <w:r>
        <w:rPr>
          <w:rFonts w:ascii="Calibri" w:hAnsi="Calibri" w:cs="Calibri" w:eastAsia="Calibri"/>
          <w:color w:val="231F20"/>
          <w:spacing w:val="-1"/>
          <w:position w:val="1"/>
        </w:rPr>
        <w:t>(5)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"/>
          <w:position w:val="1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36"/>
          <w:position w:val="1"/>
        </w:rPr>
        <w:t> </w:t>
      </w:r>
      <w:r>
        <w:rPr>
          <w:rFonts w:ascii="Calibri" w:hAnsi="Calibri" w:cs="Calibri" w:eastAsia="Calibri"/>
          <w:color w:val="231F20"/>
          <w:position w:val="1"/>
        </w:rPr>
        <w:t>таджикский</w:t>
      </w:r>
      <w:r>
        <w:rPr>
          <w:rFonts w:ascii="Calibri" w:hAnsi="Calibri" w:cs="Calibri" w:eastAsia="Calibri"/>
          <w:color w:val="231F20"/>
          <w:spacing w:val="-7"/>
          <w:position w:val="1"/>
        </w:rPr>
        <w:t> </w:t>
      </w:r>
      <w:r>
        <w:rPr>
          <w:rFonts w:ascii="Calibri" w:hAnsi="Calibri" w:cs="Calibri" w:eastAsia="Calibri"/>
          <w:color w:val="231F20"/>
          <w:position w:val="1"/>
        </w:rPr>
        <w:t>(12)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Calibri" w:hAnsi="Calibri" w:cs="Calibri" w:eastAsia="Calibri"/>
          <w:color w:val="231F20"/>
          <w:position w:val="1"/>
        </w:rPr>
        <w:t>корейский</w:t>
      </w:r>
      <w:r>
        <w:rPr>
          <w:rFonts w:ascii="Calibri" w:hAnsi="Calibri" w:cs="Calibri" w:eastAsia="Calibri"/>
          <w:color w:val="231F20"/>
          <w:spacing w:val="-7"/>
          <w:position w:val="1"/>
        </w:rPr>
        <w:t> </w:t>
      </w:r>
      <w:r>
        <w:rPr>
          <w:rFonts w:ascii="Calibri" w:hAnsi="Calibri" w:cs="Calibri" w:eastAsia="Calibri"/>
          <w:color w:val="231F20"/>
          <w:position w:val="1"/>
        </w:rPr>
        <w:t>(168) </w:t>
      </w:r>
      <w:r>
        <w:rPr>
          <w:rFonts w:ascii="Calibri" w:hAnsi="Calibri" w:cs="Calibri" w:eastAsia="Calibri"/>
          <w:color w:val="231F20"/>
          <w:spacing w:val="11"/>
          <w:position w:val="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position w:val="1"/>
        </w:rPr>
        <w:t>–</w:t>
      </w:r>
      <w:r>
        <w:rPr>
          <w:rFonts w:ascii="Calibri" w:hAnsi="Calibri" w:cs="Calibri" w:eastAsia="Calibri"/>
          <w:color w:val="231F20"/>
          <w:position w:val="1"/>
        </w:rPr>
        <w:t>дунганский</w:t>
      </w:r>
      <w:r>
        <w:rPr>
          <w:rFonts w:ascii="Calibri" w:hAnsi="Calibri" w:cs="Calibri" w:eastAsia="Calibri"/>
          <w:color w:val="231F20"/>
          <w:spacing w:val="-7"/>
          <w:position w:val="1"/>
        </w:rPr>
        <w:t> </w:t>
      </w:r>
      <w:r>
        <w:rPr>
          <w:rFonts w:ascii="Calibri" w:hAnsi="Calibri" w:cs="Calibri" w:eastAsia="Calibri"/>
          <w:color w:val="231F20"/>
          <w:position w:val="1"/>
        </w:rPr>
        <w:t>(163)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"/>
        </w:numPr>
        <w:tabs>
          <w:tab w:pos="429" w:val="left" w:leader="none"/>
        </w:tabs>
        <w:spacing w:line="240" w:lineRule="auto" w:before="28" w:after="0"/>
        <w:ind w:left="428" w:right="0" w:hanging="82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color w:val="231F20"/>
          <w:spacing w:val="-7"/>
          <w:position w:val="-1"/>
        </w:rPr>
        <w:t>английский</w:t>
      </w:r>
      <w:r>
        <w:rPr>
          <w:rFonts w:ascii="Calibri" w:hAnsi="Calibri" w:cs="Calibri" w:eastAsia="Calibri"/>
          <w:color w:val="231F20"/>
          <w:spacing w:val="-5"/>
          <w:position w:val="-1"/>
        </w:rPr>
        <w:t> </w:t>
      </w:r>
      <w:r>
        <w:rPr>
          <w:rFonts w:ascii="Calibri" w:hAnsi="Calibri" w:cs="Calibri" w:eastAsia="Calibri"/>
          <w:color w:val="231F20"/>
          <w:spacing w:val="-6"/>
          <w:position w:val="-1"/>
        </w:rPr>
        <w:t>(152)</w:t>
      </w:r>
      <w:r>
        <w:rPr>
          <w:rFonts w:ascii="Calibri" w:hAnsi="Calibri" w:cs="Calibri" w:eastAsia="Calibri"/>
          <w:color w:val="231F20"/>
          <w:spacing w:val="23"/>
          <w:position w:val="-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position w:val="-1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  <w:position w:val="-1"/>
        </w:rPr>
        <w:t> </w:t>
      </w:r>
      <w:r>
        <w:rPr>
          <w:rFonts w:ascii="Calibri" w:hAnsi="Calibri" w:cs="Calibri" w:eastAsia="Calibri"/>
          <w:color w:val="231F20"/>
          <w:spacing w:val="-7"/>
          <w:position w:val="-1"/>
        </w:rPr>
        <w:t>китайский</w:t>
      </w:r>
      <w:r>
        <w:rPr>
          <w:rFonts w:ascii="Calibri" w:hAnsi="Calibri" w:cs="Calibri" w:eastAsia="Calibri"/>
          <w:color w:val="231F20"/>
          <w:spacing w:val="-5"/>
          <w:position w:val="-1"/>
        </w:rPr>
        <w:t> </w:t>
      </w:r>
      <w:r>
        <w:rPr>
          <w:rFonts w:ascii="Calibri" w:hAnsi="Calibri" w:cs="Calibri" w:eastAsia="Calibri"/>
          <w:color w:val="231F20"/>
          <w:spacing w:val="-6"/>
          <w:position w:val="-1"/>
        </w:rPr>
        <w:t>(167)</w:t>
      </w:r>
      <w:r>
        <w:rPr>
          <w:rFonts w:ascii="Calibri" w:hAnsi="Calibri" w:cs="Calibri" w:eastAsia="Calibri"/>
          <w:color w:val="231F20"/>
          <w:position w:val="-1"/>
        </w:rPr>
        <w:t> </w:t>
      </w:r>
      <w:r>
        <w:rPr>
          <w:rFonts w:ascii="Calibri" w:hAnsi="Calibri" w:cs="Calibri" w:eastAsia="Calibri"/>
          <w:color w:val="231F20"/>
          <w:spacing w:val="8"/>
          <w:position w:val="-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</w:rPr>
        <w:t> </w:t>
      </w:r>
      <w:r>
        <w:rPr>
          <w:rFonts w:ascii="Calibri" w:hAnsi="Calibri" w:cs="Calibri" w:eastAsia="Calibri"/>
          <w:color w:val="231F20"/>
          <w:spacing w:val="-7"/>
        </w:rPr>
        <w:t>немецкий</w:t>
      </w:r>
      <w:r>
        <w:rPr>
          <w:rFonts w:ascii="Calibri" w:hAnsi="Calibri" w:cs="Calibri" w:eastAsia="Calibri"/>
          <w:color w:val="231F20"/>
          <w:spacing w:val="-5"/>
        </w:rPr>
        <w:t> </w:t>
      </w:r>
      <w:r>
        <w:rPr>
          <w:rFonts w:ascii="Calibri" w:hAnsi="Calibri" w:cs="Calibri" w:eastAsia="Calibri"/>
          <w:color w:val="231F20"/>
          <w:spacing w:val="-6"/>
        </w:rPr>
        <w:t>(171)</w:t>
      </w:r>
      <w:r>
        <w:rPr>
          <w:rFonts w:ascii="Calibri" w:hAnsi="Calibri" w:cs="Calibri" w:eastAsia="Calibri"/>
          <w:color w:val="231F20"/>
          <w:spacing w:val="1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</w:rPr>
        <w:t> </w:t>
      </w:r>
      <w:r>
        <w:rPr>
          <w:rFonts w:ascii="Calibri" w:hAnsi="Calibri" w:cs="Calibri" w:eastAsia="Calibri"/>
          <w:color w:val="231F20"/>
          <w:spacing w:val="-7"/>
        </w:rPr>
        <w:t>турецкий</w:t>
      </w:r>
      <w:r>
        <w:rPr>
          <w:rFonts w:ascii="Calibri" w:hAnsi="Calibri" w:cs="Calibri" w:eastAsia="Calibri"/>
          <w:color w:val="231F20"/>
          <w:spacing w:val="-5"/>
        </w:rPr>
        <w:t> </w:t>
      </w:r>
      <w:r>
        <w:rPr>
          <w:rFonts w:ascii="Calibri" w:hAnsi="Calibri" w:cs="Calibri" w:eastAsia="Calibri"/>
          <w:color w:val="231F20"/>
          <w:spacing w:val="-6"/>
        </w:rPr>
        <w:t>(177)</w:t>
      </w:r>
      <w:r>
        <w:rPr>
          <w:rFonts w:ascii="Calibri" w:hAnsi="Calibri" w:cs="Calibri" w:eastAsia="Calibri"/>
          <w:color w:val="231F20"/>
          <w:spacing w:val="-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9"/>
        </w:rPr>
        <w:t> </w:t>
      </w:r>
      <w:r>
        <w:rPr>
          <w:rFonts w:ascii="Calibri" w:hAnsi="Calibri" w:cs="Calibri" w:eastAsia="Calibri"/>
          <w:color w:val="231F20"/>
          <w:spacing w:val="-7"/>
        </w:rPr>
        <w:t>французский</w:t>
      </w:r>
      <w:r>
        <w:rPr>
          <w:rFonts w:ascii="Calibri" w:hAnsi="Calibri" w:cs="Calibri" w:eastAsia="Calibri"/>
          <w:color w:val="231F20"/>
          <w:spacing w:val="-5"/>
        </w:rPr>
        <w:t> </w:t>
      </w:r>
      <w:r>
        <w:rPr>
          <w:rFonts w:ascii="Calibri" w:hAnsi="Calibri" w:cs="Calibri" w:eastAsia="Calibri"/>
          <w:color w:val="231F20"/>
          <w:spacing w:val="-6"/>
        </w:rPr>
        <w:t>(180)</w:t>
      </w:r>
      <w:r>
        <w:rPr>
          <w:rFonts w:ascii="Calibri" w:hAnsi="Calibri" w:cs="Calibri" w:eastAsia="Calibri"/>
        </w:rPr>
      </w:r>
    </w:p>
    <w:p>
      <w:pPr>
        <w:spacing w:after="0" w:line="240" w:lineRule="auto"/>
        <w:jc w:val="left"/>
        <w:rPr>
          <w:rFonts w:ascii="Calibri" w:hAnsi="Calibri" w:cs="Calibri" w:eastAsia="Calibri"/>
        </w:rPr>
        <w:sectPr>
          <w:type w:val="continuous"/>
          <w:pgSz w:w="11910" w:h="16840"/>
          <w:pgMar w:top="280" w:bottom="280" w:left="320" w:right="240"/>
          <w:cols w:num="3" w:equalWidth="0">
            <w:col w:w="2079" w:space="40"/>
            <w:col w:w="3094" w:space="351"/>
            <w:col w:w="5786"/>
          </w:cols>
        </w:sectPr>
      </w:pPr>
    </w:p>
    <w:p>
      <w:pPr>
        <w:pStyle w:val="BodyText"/>
        <w:spacing w:line="173" w:lineRule="exact"/>
        <w:ind w:left="341" w:right="0"/>
        <w:jc w:val="left"/>
        <w:rPr>
          <w:rFonts w:ascii="Calibri" w:hAnsi="Calibri" w:cs="Calibri" w:eastAsia="Calibri"/>
        </w:rPr>
      </w:pPr>
      <w:r>
        <w:rPr>
          <w:rFonts w:ascii="Calibri" w:hAnsi="Calibri"/>
          <w:b/>
          <w:color w:val="231F20"/>
          <w:position w:val="1"/>
        </w:rPr>
        <w:t>6</w:t>
      </w:r>
      <w:r>
        <w:rPr>
          <w:rFonts w:ascii="Calibri" w:hAnsi="Calibri"/>
          <w:b/>
          <w:color w:val="231F20"/>
          <w:spacing w:val="-1"/>
          <w:position w:val="1"/>
        </w:rPr>
        <w:t> </w:t>
      </w:r>
      <w:r>
        <w:rPr>
          <w:rFonts w:ascii="Calibri" w:hAnsi="Calibri"/>
          <w:color w:val="231F20"/>
          <w:position w:val="1"/>
        </w:rPr>
        <w:t>- свекровь, </w:t>
      </w:r>
      <w:r>
        <w:rPr>
          <w:rFonts w:ascii="Calibri" w:hAnsi="Calibri"/>
          <w:color w:val="231F20"/>
          <w:spacing w:val="-1"/>
          <w:position w:val="1"/>
        </w:rPr>
        <w:t>свекор,</w:t>
      </w:r>
      <w:r>
        <w:rPr>
          <w:rFonts w:ascii="Calibri" w:hAnsi="Calibri"/>
          <w:color w:val="231F20"/>
          <w:position w:val="1"/>
        </w:rPr>
        <w:t> </w:t>
      </w:r>
      <w:r>
        <w:rPr>
          <w:rFonts w:ascii="Calibri" w:hAnsi="Calibri"/>
          <w:color w:val="231F20"/>
          <w:spacing w:val="-1"/>
          <w:position w:val="1"/>
        </w:rPr>
        <w:t>теща,</w:t>
      </w:r>
      <w:r>
        <w:rPr>
          <w:rFonts w:ascii="Calibri" w:hAnsi="Calibri"/>
          <w:color w:val="231F20"/>
          <w:position w:val="1"/>
        </w:rPr>
        <w:t> </w:t>
      </w:r>
      <w:r>
        <w:rPr>
          <w:rFonts w:ascii="Calibri" w:hAnsi="Calibri"/>
          <w:color w:val="231F20"/>
          <w:spacing w:val="-1"/>
          <w:position w:val="1"/>
        </w:rPr>
        <w:t>тесть</w:t>
      </w:r>
      <w:r>
        <w:rPr>
          <w:rFonts w:ascii="Calibri" w:hAnsi="Calibri"/>
          <w:color w:val="231F20"/>
          <w:spacing w:val="27"/>
          <w:position w:val="1"/>
        </w:rPr>
        <w:t> </w:t>
      </w:r>
      <w:r>
        <w:rPr>
          <w:rFonts w:ascii="Calibri" w:hAnsi="Calibri"/>
          <w:b/>
          <w:color w:val="231F20"/>
        </w:rPr>
        <w:t>12</w:t>
      </w:r>
      <w:r>
        <w:rPr>
          <w:rFonts w:ascii="Calibri" w:hAnsi="Calibri"/>
          <w:b/>
          <w:color w:val="231F20"/>
          <w:spacing w:val="-1"/>
        </w:rPr>
        <w:t> </w:t>
      </w:r>
      <w:r>
        <w:rPr>
          <w:rFonts w:ascii="Calibri" w:hAnsi="Calibri"/>
          <w:color w:val="231F20"/>
        </w:rPr>
        <w:t>- </w:t>
      </w:r>
      <w:r>
        <w:rPr>
          <w:rFonts w:ascii="Calibri" w:hAnsi="Calibri"/>
          <w:color w:val="231F20"/>
          <w:spacing w:val="-1"/>
        </w:rPr>
        <w:t>проживающий</w:t>
      </w:r>
      <w:r>
        <w:rPr>
          <w:rFonts w:ascii="Calibri" w:hAnsi="Calibri"/>
          <w:color w:val="231F20"/>
        </w:rPr>
        <w:t> в институциональном </w:t>
      </w:r>
      <w:r>
        <w:rPr>
          <w:rFonts w:ascii="Calibri" w:hAnsi="Calibri"/>
          <w:color w:val="231F20"/>
          <w:spacing w:val="-1"/>
        </w:rPr>
        <w:t>учреждении</w:t>
      </w:r>
      <w:r>
        <w:rPr>
          <w:rFonts w:ascii="Calibri" w:hAnsi="Calibri"/>
        </w:rPr>
      </w:r>
    </w:p>
    <w:p>
      <w:pPr>
        <w:spacing w:line="180" w:lineRule="auto" w:before="40"/>
        <w:ind w:left="341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pacing w:val="-9"/>
          <w:sz w:val="14"/>
        </w:rPr>
        <w:t>Если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8"/>
          <w:sz w:val="14"/>
        </w:rPr>
        <w:t>мать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8"/>
          <w:sz w:val="14"/>
        </w:rPr>
        <w:t>(или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8"/>
          <w:sz w:val="14"/>
        </w:rPr>
        <w:t>отец)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8"/>
          <w:sz w:val="14"/>
        </w:rPr>
        <w:t>этого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8"/>
          <w:sz w:val="14"/>
        </w:rPr>
        <w:t>лица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9"/>
          <w:sz w:val="14"/>
        </w:rPr>
        <w:t>проживает</w:t>
      </w:r>
      <w:r>
        <w:rPr>
          <w:rFonts w:ascii="Calibri" w:hAnsi="Calibri"/>
          <w:i/>
          <w:color w:val="231F20"/>
          <w:sz w:val="14"/>
        </w:rPr>
        <w:t> с </w:t>
      </w:r>
      <w:r>
        <w:rPr>
          <w:rFonts w:ascii="Calibri" w:hAnsi="Calibri"/>
          <w:i/>
          <w:color w:val="231F20"/>
          <w:spacing w:val="-7"/>
          <w:sz w:val="14"/>
        </w:rPr>
        <w:t>ним</w:t>
      </w:r>
      <w:r>
        <w:rPr>
          <w:rFonts w:ascii="Calibri" w:hAnsi="Calibri"/>
          <w:i/>
          <w:color w:val="231F20"/>
          <w:sz w:val="14"/>
        </w:rPr>
        <w:t> в </w:t>
      </w:r>
      <w:r>
        <w:rPr>
          <w:rFonts w:ascii="Calibri" w:hAnsi="Calibri"/>
          <w:i/>
          <w:color w:val="231F20"/>
          <w:spacing w:val="-8"/>
          <w:sz w:val="14"/>
        </w:rPr>
        <w:t>одном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10"/>
          <w:sz w:val="14"/>
        </w:rPr>
        <w:t>домохозяйстве,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5"/>
          <w:sz w:val="14"/>
        </w:rPr>
        <w:t>то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9"/>
          <w:sz w:val="14"/>
        </w:rPr>
        <w:t>проставьте</w:t>
      </w:r>
      <w:r>
        <w:rPr>
          <w:rFonts w:ascii="Calibri" w:hAnsi="Calibri"/>
          <w:i/>
          <w:color w:val="231F20"/>
          <w:spacing w:val="31"/>
          <w:sz w:val="14"/>
        </w:rPr>
        <w:t> </w:t>
      </w:r>
      <w:r>
        <w:rPr>
          <w:rFonts w:ascii="Calibri" w:hAnsi="Calibri"/>
          <w:i/>
          <w:color w:val="231F20"/>
          <w:spacing w:val="-10"/>
          <w:sz w:val="14"/>
        </w:rPr>
        <w:t>порядковый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8"/>
          <w:sz w:val="14"/>
        </w:rPr>
        <w:t>номер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5"/>
          <w:sz w:val="14"/>
        </w:rPr>
        <w:t>из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8"/>
          <w:sz w:val="14"/>
        </w:rPr>
        <w:t>Формы</w:t>
      </w:r>
      <w:r>
        <w:rPr>
          <w:rFonts w:ascii="Calibri" w:hAnsi="Calibri"/>
          <w:i/>
          <w:color w:val="231F20"/>
          <w:sz w:val="14"/>
        </w:rPr>
        <w:t> 1</w:t>
      </w:r>
      <w:r>
        <w:rPr>
          <w:rFonts w:ascii="Calibri" w:hAnsi="Calibri"/>
          <w:sz w:val="14"/>
        </w:rPr>
      </w:r>
    </w:p>
    <w:p>
      <w:pPr>
        <w:pStyle w:val="BodyText"/>
        <w:spacing w:line="240" w:lineRule="auto" w:before="92"/>
        <w:ind w:left="333"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color w:val="231F20"/>
        </w:rPr>
        <w:t>№ </w:t>
      </w:r>
      <w:r>
        <w:rPr>
          <w:rFonts w:ascii="Calibri" w:hAnsi="Calibri" w:cs="Calibri" w:eastAsia="Calibri"/>
          <w:color w:val="231F20"/>
          <w:spacing w:val="-1"/>
        </w:rPr>
        <w:t>матери</w:t>
      </w:r>
      <w:r>
        <w:rPr>
          <w:rFonts w:ascii="Calibri" w:hAnsi="Calibri" w:cs="Calibri" w:eastAsia="Calibri"/>
          <w:color w:val="231F20"/>
        </w:rPr>
        <w:t> (или отца)</w:t>
      </w:r>
      <w:r>
        <w:rPr>
          <w:rFonts w:ascii="Calibri" w:hAnsi="Calibri" w:cs="Calibri" w:eastAsia="Calibri"/>
          <w:color w:val="231F20"/>
          <w:spacing w:val="-2"/>
        </w:rPr>
        <w:t> </w:t>
      </w:r>
      <w:r>
        <w:rPr>
          <w:rFonts w:ascii="Calibri" w:hAnsi="Calibri" w:cs="Calibri" w:eastAsia="Calibri"/>
          <w:color w:val="231F20"/>
        </w:rPr>
        <w:t>из графы 1 формы 1</w:t>
      </w:r>
      <w:r>
        <w:rPr>
          <w:rFonts w:ascii="Calibri" w:hAnsi="Calibri" w:cs="Calibri" w:eastAsia="Calibri"/>
        </w:rPr>
      </w:r>
    </w:p>
    <w:p>
      <w:pPr>
        <w:spacing w:line="240" w:lineRule="auto" w:before="8"/>
        <w:rPr>
          <w:rFonts w:ascii="Calibri" w:hAnsi="Calibri" w:cs="Calibri" w:eastAsia="Calibri"/>
          <w:sz w:val="13"/>
          <w:szCs w:val="13"/>
        </w:rPr>
      </w:pPr>
    </w:p>
    <w:p>
      <w:pPr>
        <w:pStyle w:val="Heading3"/>
        <w:numPr>
          <w:ilvl w:val="0"/>
          <w:numId w:val="1"/>
        </w:numPr>
        <w:tabs>
          <w:tab w:pos="485" w:val="left" w:leader="none"/>
        </w:tabs>
        <w:spacing w:line="166" w:lineRule="exact" w:before="0" w:after="0"/>
        <w:ind w:left="484" w:right="0" w:hanging="140"/>
        <w:jc w:val="left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231F20"/>
          <w:spacing w:val="-1"/>
        </w:rPr>
        <w:t>ВАШ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2"/>
        </w:rPr>
        <w:t>ПОЛ</w:t>
      </w:r>
      <w:r>
        <w:rPr>
          <w:rFonts w:ascii="Calibri" w:hAnsi="Calibri"/>
          <w:b w:val="0"/>
        </w:rPr>
      </w:r>
    </w:p>
    <w:p>
      <w:pPr>
        <w:pStyle w:val="BodyText"/>
        <w:tabs>
          <w:tab w:pos="2014" w:val="left" w:leader="none"/>
        </w:tabs>
        <w:spacing w:line="166" w:lineRule="exact"/>
        <w:ind w:left="333" w:right="0"/>
        <w:jc w:val="left"/>
        <w:rPr>
          <w:rFonts w:ascii="Calibri" w:hAnsi="Calibri" w:cs="Calibri" w:eastAsia="Calibri"/>
        </w:rPr>
      </w:pPr>
      <w:r>
        <w:rPr>
          <w:rFonts w:ascii="Calibri" w:hAnsi="Calibri"/>
          <w:b/>
          <w:color w:val="231F20"/>
        </w:rPr>
        <w:t>1</w:t>
      </w:r>
      <w:r>
        <w:rPr>
          <w:rFonts w:ascii="Calibri" w:hAnsi="Calibri"/>
          <w:b/>
          <w:color w:val="231F20"/>
          <w:spacing w:val="-1"/>
        </w:rPr>
        <w:t> </w:t>
      </w:r>
      <w:r>
        <w:rPr>
          <w:rFonts w:ascii="Calibri" w:hAnsi="Calibri"/>
          <w:color w:val="231F20"/>
        </w:rPr>
        <w:t>- </w:t>
      </w:r>
      <w:r>
        <w:rPr>
          <w:rFonts w:ascii="Calibri" w:hAnsi="Calibri"/>
          <w:color w:val="231F20"/>
          <w:spacing w:val="-1"/>
        </w:rPr>
        <w:t>мужской</w:t>
        <w:tab/>
      </w:r>
      <w:r>
        <w:rPr>
          <w:rFonts w:ascii="Calibri" w:hAnsi="Calibri"/>
          <w:b/>
          <w:color w:val="231F20"/>
        </w:rPr>
        <w:t>2</w:t>
      </w:r>
      <w:r>
        <w:rPr>
          <w:rFonts w:ascii="Calibri" w:hAnsi="Calibri"/>
          <w:b/>
          <w:color w:val="231F20"/>
          <w:spacing w:val="-1"/>
        </w:rPr>
        <w:t> </w:t>
      </w:r>
      <w:r>
        <w:rPr>
          <w:rFonts w:ascii="Calibri" w:hAnsi="Calibri"/>
          <w:color w:val="231F20"/>
        </w:rPr>
        <w:t>- </w:t>
      </w:r>
      <w:r>
        <w:rPr>
          <w:rFonts w:ascii="Calibri" w:hAnsi="Calibri"/>
          <w:color w:val="231F20"/>
          <w:spacing w:val="-1"/>
        </w:rPr>
        <w:t>женский</w:t>
      </w:r>
      <w:r>
        <w:rPr>
          <w:rFonts w:ascii="Calibri" w:hAnsi="Calibri"/>
        </w:rPr>
      </w:r>
    </w:p>
    <w:p>
      <w:pPr>
        <w:numPr>
          <w:ilvl w:val="0"/>
          <w:numId w:val="1"/>
        </w:numPr>
        <w:tabs>
          <w:tab w:pos="528" w:val="left" w:leader="none"/>
        </w:tabs>
        <w:spacing w:line="142" w:lineRule="exact" w:before="87"/>
        <w:ind w:left="381" w:right="586" w:firstLine="6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ОТМЕТКА О ВРЕМЕННОМ ОТСУТСТВИИ ИЛИ ВРЕМЕННОМ ПРОЖИВАНИИ 1 </w:t>
      </w:r>
      <w:r>
        <w:rPr>
          <w:rFonts w:ascii="Calibri" w:hAnsi="Calibri"/>
          <w:color w:val="231F20"/>
          <w:sz w:val="14"/>
        </w:rPr>
        <w:t>- </w:t>
      </w:r>
      <w:r>
        <w:rPr>
          <w:rFonts w:ascii="Calibri" w:hAnsi="Calibri"/>
          <w:color w:val="231F20"/>
          <w:spacing w:val="-2"/>
          <w:sz w:val="14"/>
        </w:rPr>
        <w:t>Постоянно</w:t>
      </w:r>
      <w:r>
        <w:rPr>
          <w:rFonts w:ascii="Calibri" w:hAnsi="Calibri"/>
          <w:color w:val="231F20"/>
          <w:sz w:val="14"/>
        </w:rPr>
        <w:t> (</w:t>
      </w:r>
      <w:r>
        <w:rPr>
          <w:rFonts w:ascii="Calibri" w:hAnsi="Calibri"/>
          <w:color w:val="231F20"/>
          <w:sz w:val="14"/>
        </w:rPr>
        <w:t>обычно</w:t>
      </w:r>
      <w:r>
        <w:rPr>
          <w:rFonts w:ascii="Calibri" w:hAnsi="Calibri"/>
          <w:color w:val="231F20"/>
          <w:sz w:val="14"/>
        </w:rPr>
        <w:t>) </w:t>
      </w:r>
      <w:r>
        <w:rPr>
          <w:rFonts w:ascii="Calibri" w:hAnsi="Calibri"/>
          <w:color w:val="231F20"/>
          <w:sz w:val="14"/>
        </w:rPr>
        <w:t>проживает</w:t>
      </w:r>
      <w:r>
        <w:rPr>
          <w:rFonts w:ascii="Calibri" w:hAnsi="Calibri"/>
          <w:sz w:val="14"/>
        </w:rPr>
      </w:r>
    </w:p>
    <w:p>
      <w:pPr>
        <w:spacing w:line="198" w:lineRule="auto" w:before="44"/>
        <w:ind w:left="406" w:right="1315" w:hanging="13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2 </w:t>
      </w:r>
      <w:r>
        <w:rPr>
          <w:rFonts w:ascii="Calibri" w:hAnsi="Calibri"/>
          <w:color w:val="231F20"/>
          <w:sz w:val="14"/>
        </w:rPr>
        <w:t>- </w:t>
      </w:r>
      <w:r>
        <w:rPr>
          <w:rFonts w:ascii="Calibri" w:hAnsi="Calibri"/>
          <w:color w:val="231F20"/>
          <w:spacing w:val="-2"/>
          <w:sz w:val="14"/>
        </w:rPr>
        <w:t>Постоянно</w:t>
      </w:r>
      <w:r>
        <w:rPr>
          <w:rFonts w:ascii="Calibri" w:hAnsi="Calibri"/>
          <w:color w:val="231F20"/>
          <w:sz w:val="14"/>
        </w:rPr>
        <w:t> (</w:t>
      </w:r>
      <w:r>
        <w:rPr>
          <w:rFonts w:ascii="Calibri" w:hAnsi="Calibri"/>
          <w:color w:val="231F20"/>
          <w:sz w:val="14"/>
        </w:rPr>
        <w:t>обычно</w:t>
      </w:r>
      <w:r>
        <w:rPr>
          <w:rFonts w:ascii="Calibri" w:hAnsi="Calibri"/>
          <w:color w:val="231F20"/>
          <w:sz w:val="14"/>
        </w:rPr>
        <w:t>) </w:t>
      </w:r>
      <w:r>
        <w:rPr>
          <w:rFonts w:ascii="Calibri" w:hAnsi="Calibri"/>
          <w:color w:val="231F20"/>
          <w:sz w:val="14"/>
        </w:rPr>
        <w:t>проживает, но временно отсутствует</w:t>
      </w:r>
      <w:r>
        <w:rPr>
          <w:rFonts w:ascii="Calibri" w:hAnsi="Calibri"/>
          <w:color w:val="231F20"/>
          <w:spacing w:val="21"/>
          <w:sz w:val="14"/>
        </w:rPr>
        <w:t> </w:t>
      </w:r>
      <w:r>
        <w:rPr>
          <w:rFonts w:ascii="Calibri" w:hAnsi="Calibri"/>
          <w:i/>
          <w:color w:val="231F20"/>
          <w:sz w:val="14"/>
        </w:rPr>
        <w:t>адрес места временного проживания (название района,</w:t>
      </w:r>
      <w:r>
        <w:rPr>
          <w:rFonts w:ascii="Calibri" w:hAnsi="Calibri"/>
          <w:i/>
          <w:color w:val="231F20"/>
          <w:sz w:val="14"/>
        </w:rPr>
        <w:t> города Кыргызстана или другой страны)</w:t>
      </w:r>
      <w:r>
        <w:rPr>
          <w:rFonts w:ascii="Calibri" w:hAnsi="Calibri"/>
          <w:sz w:val="14"/>
        </w:rPr>
      </w:r>
    </w:p>
    <w:p>
      <w:pPr>
        <w:tabs>
          <w:tab w:pos="4450" w:val="left" w:leader="none"/>
        </w:tabs>
        <w:spacing w:line="240" w:lineRule="atLeast" w:before="93"/>
        <w:ind w:left="390" w:right="346" w:firstLine="168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i/>
          <w:color w:val="231F20"/>
          <w:sz w:val="14"/>
          <w:szCs w:val="14"/>
        </w:rPr>
        <w:t>продолжительность отсутствия: </w:t>
      </w:r>
      <w:r>
        <w:rPr>
          <w:rFonts w:ascii="Calibri" w:hAnsi="Calibri" w:cs="Calibri" w:eastAsia="Calibri"/>
          <w:b/>
          <w:bCs/>
          <w:i/>
          <w:color w:val="231F20"/>
          <w:sz w:val="14"/>
          <w:szCs w:val="14"/>
        </w:rPr>
        <w:t>1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– менее 1-го месяца</w:t>
        <w:tab/>
      </w:r>
      <w:r>
        <w:rPr>
          <w:rFonts w:ascii="Calibri" w:hAnsi="Calibri" w:cs="Calibri" w:eastAsia="Calibri"/>
          <w:b/>
          <w:bCs/>
          <w:i/>
          <w:color w:val="231F20"/>
          <w:sz w:val="14"/>
          <w:szCs w:val="14"/>
        </w:rPr>
        <w:t>2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– до 1 года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 причина отсутствия: </w:t>
      </w:r>
      <w:r>
        <w:rPr>
          <w:rFonts w:ascii="Calibri" w:hAnsi="Calibri" w:cs="Calibri" w:eastAsia="Calibri"/>
          <w:b/>
          <w:bCs/>
          <w:i/>
          <w:color w:val="231F20"/>
          <w:sz w:val="14"/>
          <w:szCs w:val="14"/>
        </w:rPr>
        <w:t>1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- работа </w:t>
      </w:r>
      <w:r>
        <w:rPr>
          <w:rFonts w:ascii="Calibri" w:hAnsi="Calibri" w:cs="Calibri" w:eastAsia="Calibri"/>
          <w:i/>
          <w:color w:val="231F20"/>
          <w:spacing w:val="31"/>
          <w:sz w:val="14"/>
          <w:szCs w:val="14"/>
        </w:rPr>
        <w:t> </w:t>
      </w:r>
      <w:r>
        <w:rPr>
          <w:rFonts w:ascii="Calibri" w:hAnsi="Calibri" w:cs="Calibri" w:eastAsia="Calibri"/>
          <w:b/>
          <w:bCs/>
          <w:i/>
          <w:color w:val="231F20"/>
          <w:sz w:val="14"/>
          <w:szCs w:val="14"/>
        </w:rPr>
        <w:t>2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- учеба   </w:t>
      </w:r>
      <w:r>
        <w:rPr>
          <w:rFonts w:ascii="Calibri" w:hAnsi="Calibri" w:cs="Calibri" w:eastAsia="Calibri"/>
          <w:b/>
          <w:bCs/>
          <w:i/>
          <w:color w:val="231F20"/>
          <w:sz w:val="14"/>
          <w:szCs w:val="14"/>
        </w:rPr>
        <w:t>3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- семейные обстоятельства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line="138" w:lineRule="exact" w:before="0"/>
        <w:ind w:left="390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i/>
          <w:color w:val="231F20"/>
          <w:sz w:val="14"/>
        </w:rPr>
        <w:t>4 </w:t>
      </w:r>
      <w:r>
        <w:rPr>
          <w:rFonts w:ascii="Calibri" w:hAnsi="Calibri"/>
          <w:i/>
          <w:color w:val="231F20"/>
          <w:sz w:val="14"/>
        </w:rPr>
        <w:t>- иное</w:t>
      </w:r>
      <w:r>
        <w:rPr>
          <w:rFonts w:ascii="Calibri" w:hAnsi="Calibri"/>
          <w:sz w:val="14"/>
        </w:rPr>
      </w:r>
    </w:p>
    <w:p>
      <w:pPr>
        <w:pStyle w:val="BodyText"/>
        <w:spacing w:line="240" w:lineRule="auto" w:before="62"/>
        <w:ind w:left="393" w:right="0"/>
        <w:jc w:val="left"/>
        <w:rPr>
          <w:rFonts w:ascii="Calibri" w:hAnsi="Calibri" w:cs="Calibri" w:eastAsia="Calibri"/>
        </w:rPr>
      </w:pPr>
      <w:r>
        <w:rPr>
          <w:rFonts w:ascii="Calibri" w:hAnsi="Calibri"/>
          <w:b/>
          <w:color w:val="231F20"/>
        </w:rPr>
        <w:t>3 </w:t>
      </w:r>
      <w:r>
        <w:rPr>
          <w:rFonts w:ascii="Calibri" w:hAnsi="Calibri"/>
          <w:color w:val="231F20"/>
        </w:rPr>
        <w:t>- временно пребывает (проживает)</w:t>
      </w:r>
      <w:r>
        <w:rPr>
          <w:rFonts w:ascii="Calibri" w:hAnsi="Calibri"/>
        </w:rPr>
      </w:r>
    </w:p>
    <w:p>
      <w:pPr>
        <w:spacing w:line="162" w:lineRule="exact" w:before="54"/>
        <w:ind w:left="390" w:right="523" w:firstLine="6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адрес места </w:t>
      </w:r>
      <w:r>
        <w:rPr>
          <w:rFonts w:ascii="Calibri" w:hAnsi="Calibri"/>
          <w:i/>
          <w:color w:val="231F20"/>
          <w:sz w:val="14"/>
        </w:rPr>
        <w:t>постоянного (</w:t>
      </w:r>
      <w:r>
        <w:rPr>
          <w:rFonts w:ascii="Calibri" w:hAnsi="Calibri"/>
          <w:i/>
          <w:color w:val="231F20"/>
          <w:sz w:val="14"/>
        </w:rPr>
        <w:t>обычного</w:t>
      </w:r>
      <w:r>
        <w:rPr>
          <w:rFonts w:ascii="Calibri" w:hAnsi="Calibri"/>
          <w:i/>
          <w:color w:val="231F20"/>
          <w:sz w:val="14"/>
        </w:rPr>
        <w:t>)</w:t>
      </w:r>
      <w:r>
        <w:rPr>
          <w:rFonts w:ascii="Calibri" w:hAnsi="Calibri"/>
          <w:i/>
          <w:color w:val="231F20"/>
          <w:spacing w:val="21"/>
          <w:sz w:val="14"/>
        </w:rPr>
        <w:t> </w:t>
      </w:r>
      <w:r>
        <w:rPr>
          <w:rFonts w:ascii="Calibri" w:hAnsi="Calibri"/>
          <w:i/>
          <w:color w:val="231F20"/>
          <w:sz w:val="14"/>
        </w:rPr>
        <w:t>проживания (название района,</w:t>
      </w:r>
      <w:r>
        <w:rPr>
          <w:rFonts w:ascii="Calibri" w:hAnsi="Calibri"/>
          <w:i/>
          <w:color w:val="231F20"/>
          <w:sz w:val="14"/>
        </w:rPr>
        <w:t> города Кыргызстана или другой страны)</w:t>
      </w:r>
      <w:r>
        <w:rPr>
          <w:rFonts w:ascii="Calibri" w:hAnsi="Calibri"/>
          <w:sz w:val="14"/>
        </w:rPr>
      </w:r>
    </w:p>
    <w:p>
      <w:pPr>
        <w:spacing w:line="159" w:lineRule="exact" w:before="107"/>
        <w:ind w:left="390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продолжительность отсутствия в месте постоянного жительства:</w:t>
      </w:r>
      <w:r>
        <w:rPr>
          <w:rFonts w:ascii="Calibri" w:hAnsi="Calibri"/>
          <w:sz w:val="14"/>
        </w:rPr>
      </w:r>
    </w:p>
    <w:p>
      <w:pPr>
        <w:spacing w:line="147" w:lineRule="exact" w:before="0"/>
        <w:ind w:left="380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b/>
          <w:bCs/>
          <w:i/>
          <w:color w:val="231F20"/>
          <w:sz w:val="14"/>
          <w:szCs w:val="14"/>
        </w:rPr>
        <w:t>1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– менее 1-го месяца </w:t>
      </w:r>
      <w:r>
        <w:rPr>
          <w:rFonts w:ascii="Calibri" w:hAnsi="Calibri" w:cs="Calibri" w:eastAsia="Calibri"/>
          <w:i/>
          <w:color w:val="231F20"/>
          <w:spacing w:val="31"/>
          <w:sz w:val="14"/>
          <w:szCs w:val="14"/>
        </w:rPr>
        <w:t> </w:t>
      </w:r>
      <w:r>
        <w:rPr>
          <w:rFonts w:ascii="Calibri" w:hAnsi="Calibri" w:cs="Calibri" w:eastAsia="Calibri"/>
          <w:b/>
          <w:bCs/>
          <w:i/>
          <w:color w:val="231F20"/>
          <w:sz w:val="14"/>
          <w:szCs w:val="14"/>
        </w:rPr>
        <w:t>2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– до 1 года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line="158" w:lineRule="exact" w:before="0"/>
        <w:ind w:left="380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причина пребывания: 1 - работа </w:t>
      </w:r>
      <w:r>
        <w:rPr>
          <w:rFonts w:ascii="Calibri" w:hAnsi="Calibri"/>
          <w:i/>
          <w:color w:val="231F20"/>
          <w:spacing w:val="31"/>
          <w:sz w:val="14"/>
        </w:rPr>
        <w:t> </w:t>
      </w:r>
      <w:r>
        <w:rPr>
          <w:rFonts w:ascii="Calibri" w:hAnsi="Calibri"/>
          <w:i/>
          <w:color w:val="231F20"/>
          <w:sz w:val="14"/>
        </w:rPr>
        <w:t>2 - учеба  3 - семейные обстоятельства</w:t>
      </w:r>
      <w:r>
        <w:rPr>
          <w:rFonts w:ascii="Calibri" w:hAnsi="Calibri"/>
          <w:sz w:val="14"/>
        </w:rPr>
      </w:r>
    </w:p>
    <w:p>
      <w:pPr>
        <w:pStyle w:val="BodyText"/>
        <w:numPr>
          <w:ilvl w:val="0"/>
          <w:numId w:val="4"/>
        </w:numPr>
        <w:tabs>
          <w:tab w:pos="397" w:val="left" w:leader="none"/>
        </w:tabs>
        <w:spacing w:line="240" w:lineRule="auto" w:before="62" w:after="0"/>
        <w:ind w:left="396" w:right="0" w:hanging="82"/>
        <w:jc w:val="both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br w:type="column"/>
        <w:t>не </w:t>
      </w:r>
      <w:r>
        <w:rPr>
          <w:rFonts w:ascii="Calibri" w:hAnsi="Calibri"/>
          <w:color w:val="231F20"/>
          <w:spacing w:val="-1"/>
        </w:rPr>
        <w:t>владеет</w:t>
      </w:r>
      <w:r>
        <w:rPr>
          <w:rFonts w:ascii="Calibri" w:hAnsi="Calibri"/>
          <w:color w:val="231F20"/>
        </w:rPr>
        <w:t> (199)</w:t>
      </w:r>
      <w:r>
        <w:rPr>
          <w:rFonts w:ascii="Calibri" w:hAnsi="Calibri"/>
        </w:rPr>
      </w:r>
    </w:p>
    <w:p>
      <w:pPr>
        <w:numPr>
          <w:ilvl w:val="0"/>
          <w:numId w:val="4"/>
        </w:numPr>
        <w:tabs>
          <w:tab w:pos="397" w:val="left" w:leader="none"/>
          <w:tab w:pos="3471" w:val="left" w:leader="none"/>
          <w:tab w:pos="4426" w:val="left" w:leader="none"/>
        </w:tabs>
        <w:spacing w:before="21"/>
        <w:ind w:left="396" w:right="0" w:hanging="82"/>
        <w:jc w:val="both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/>
          <w:color w:val="231F20"/>
          <w:position w:val="1"/>
          <w:sz w:val="14"/>
        </w:rPr>
        <w:t>другие </w:t>
      </w:r>
      <w:r>
        <w:rPr>
          <w:rFonts w:ascii="Calibri" w:hAnsi="Calibri"/>
          <w:color w:val="231F20"/>
          <w:spacing w:val="-1"/>
          <w:position w:val="1"/>
          <w:sz w:val="14"/>
        </w:rPr>
        <w:t>языки(</w:t>
      </w:r>
      <w:r>
        <w:rPr>
          <w:rFonts w:ascii="Calibri" w:hAnsi="Calibri"/>
          <w:i/>
          <w:color w:val="231F20"/>
          <w:spacing w:val="-1"/>
          <w:position w:val="1"/>
          <w:sz w:val="14"/>
        </w:rPr>
        <w:t>указать</w:t>
      </w:r>
      <w:r>
        <w:rPr>
          <w:rFonts w:ascii="Calibri" w:hAnsi="Calibri"/>
          <w:i/>
          <w:color w:val="231F20"/>
          <w:position w:val="1"/>
          <w:sz w:val="14"/>
        </w:rPr>
        <w:t> </w:t>
      </w:r>
      <w:r>
        <w:rPr>
          <w:rFonts w:ascii="Calibri" w:hAnsi="Calibri"/>
          <w:i/>
          <w:color w:val="231F20"/>
          <w:spacing w:val="-1"/>
          <w:position w:val="1"/>
          <w:sz w:val="14"/>
        </w:rPr>
        <w:t>какие</w:t>
      </w:r>
      <w:r>
        <w:rPr>
          <w:rFonts w:ascii="Calibri" w:hAnsi="Calibri"/>
          <w:color w:val="231F20"/>
          <w:spacing w:val="-1"/>
          <w:position w:val="1"/>
          <w:sz w:val="14"/>
        </w:rPr>
        <w:t>)</w:t>
      </w:r>
      <w:r>
        <w:rPr>
          <w:rFonts w:ascii="Times New Roman" w:hAnsi="Times New Roman"/>
          <w:color w:val="231F20"/>
          <w:spacing w:val="-1"/>
          <w:position w:val="1"/>
          <w:sz w:val="14"/>
        </w:rPr>
      </w:r>
      <w:r>
        <w:rPr>
          <w:rFonts w:ascii="Times New Roman" w:hAnsi="Times New Roman"/>
          <w:color w:val="231F20"/>
          <w:spacing w:val="-1"/>
          <w:position w:val="1"/>
          <w:sz w:val="14"/>
          <w:u w:val="single" w:color="221E1F"/>
        </w:rPr>
        <w:tab/>
      </w:r>
      <w:r>
        <w:rPr>
          <w:rFonts w:ascii="Times New Roman" w:hAnsi="Times New Roman"/>
          <w:color w:val="231F20"/>
          <w:spacing w:val="-1"/>
          <w:position w:val="1"/>
          <w:sz w:val="14"/>
        </w:rPr>
        <w:tab/>
      </w:r>
      <w:r>
        <w:rPr>
          <w:rFonts w:ascii="Calibri" w:hAnsi="Calibri"/>
          <w:b/>
          <w:color w:val="231F20"/>
          <w:sz w:val="16"/>
        </w:rPr>
        <w:t>,</w:t>
      </w:r>
      <w:r>
        <w:rPr>
          <w:rFonts w:ascii="Calibri" w:hAnsi="Calibri"/>
          <w:sz w:val="16"/>
        </w:rPr>
      </w:r>
    </w:p>
    <w:p>
      <w:pPr>
        <w:spacing w:before="38"/>
        <w:ind w:left="495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Для лиц в возрасте 18 лет и старше</w:t>
      </w:r>
      <w:r>
        <w:rPr>
          <w:rFonts w:ascii="Calibri" w:hAnsi="Calibri"/>
          <w:sz w:val="14"/>
        </w:rPr>
      </w:r>
    </w:p>
    <w:p>
      <w:pPr>
        <w:numPr>
          <w:ilvl w:val="1"/>
          <w:numId w:val="2"/>
        </w:numPr>
        <w:tabs>
          <w:tab w:pos="620" w:val="left" w:leader="none"/>
          <w:tab w:pos="1393" w:val="left" w:leader="none"/>
        </w:tabs>
        <w:spacing w:line="162" w:lineRule="exact" w:before="3"/>
        <w:ind w:left="343" w:right="2898" w:hanging="6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ВЛАДЕЕТЕ ЛИ ВЫ </w:t>
      </w:r>
      <w:r>
        <w:rPr>
          <w:rFonts w:ascii="Calibri" w:hAnsi="Calibri"/>
          <w:b/>
          <w:color w:val="231F20"/>
          <w:spacing w:val="-1"/>
          <w:sz w:val="14"/>
        </w:rPr>
        <w:t>ЯЗЫКОМ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2"/>
          <w:sz w:val="14"/>
        </w:rPr>
        <w:t>ЖЕСТОВ?</w:t>
      </w:r>
      <w:r>
        <w:rPr>
          <w:rFonts w:ascii="Calibri" w:hAnsi="Calibri"/>
          <w:b/>
          <w:color w:val="231F20"/>
          <w:spacing w:val="28"/>
          <w:sz w:val="14"/>
        </w:rPr>
        <w:t> </w:t>
      </w:r>
      <w:r>
        <w:rPr>
          <w:rFonts w:ascii="Calibri" w:hAnsi="Calibri"/>
          <w:b/>
          <w:color w:val="231F20"/>
          <w:sz w:val="14"/>
        </w:rPr>
        <w:t>1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да</w:t>
        <w:tab/>
      </w:r>
      <w:r>
        <w:rPr>
          <w:rFonts w:ascii="Calibri" w:hAnsi="Calibri"/>
          <w:b/>
          <w:color w:val="231F20"/>
          <w:sz w:val="14"/>
        </w:rPr>
        <w:t>2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нет</w:t>
      </w:r>
      <w:r>
        <w:rPr>
          <w:rFonts w:ascii="Calibri" w:hAnsi="Calibri"/>
          <w:sz w:val="14"/>
        </w:rPr>
      </w:r>
    </w:p>
    <w:p>
      <w:pPr>
        <w:spacing w:line="240" w:lineRule="auto" w:before="3"/>
        <w:rPr>
          <w:rFonts w:ascii="Calibri" w:hAnsi="Calibri" w:cs="Calibri" w:eastAsia="Calibri"/>
          <w:sz w:val="13"/>
          <w:szCs w:val="13"/>
        </w:rPr>
      </w:pPr>
    </w:p>
    <w:p>
      <w:pPr>
        <w:spacing w:line="153" w:lineRule="exact" w:before="0"/>
        <w:ind w:left="529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Раздел 11 на временно проживающих не заполняется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0"/>
          <w:numId w:val="5"/>
        </w:numPr>
        <w:tabs>
          <w:tab w:pos="519" w:val="left" w:leader="none"/>
        </w:tabs>
        <w:spacing w:line="153" w:lineRule="exact" w:before="0" w:after="0"/>
        <w:ind w:left="518" w:right="0" w:hanging="211"/>
        <w:jc w:val="both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231F20"/>
        </w:rPr>
        <w:t>МИГРАЦИЯ</w:t>
      </w:r>
      <w:r>
        <w:rPr>
          <w:rFonts w:ascii="Calibri" w:hAnsi="Calibri"/>
          <w:b w:val="0"/>
        </w:rPr>
      </w:r>
    </w:p>
    <w:p>
      <w:pPr>
        <w:numPr>
          <w:ilvl w:val="1"/>
          <w:numId w:val="5"/>
        </w:numPr>
        <w:tabs>
          <w:tab w:pos="590" w:val="left" w:leader="none"/>
        </w:tabs>
        <w:spacing w:line="140" w:lineRule="exact" w:before="106"/>
        <w:ind w:left="307" w:right="1101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В ЭТОМ ГОРОДЕ, ПГТ. ИЛИ СЕЛЬСКОЙ МЕСТНОСТИ ЭТОГО РАЙОНА ВЫ ПРОЖИВАЕТЕ НЕПРЕРЫВНО С РОЖДЕНИЯ?</w:t>
      </w:r>
      <w:r>
        <w:rPr>
          <w:rFonts w:ascii="Calibri" w:hAnsi="Calibri"/>
          <w:sz w:val="14"/>
        </w:rPr>
      </w:r>
    </w:p>
    <w:p>
      <w:pPr>
        <w:numPr>
          <w:ilvl w:val="0"/>
          <w:numId w:val="6"/>
        </w:numPr>
        <w:tabs>
          <w:tab w:pos="407" w:val="left" w:leader="none"/>
        </w:tabs>
        <w:spacing w:before="99"/>
        <w:ind w:left="316" w:right="0" w:hanging="13"/>
        <w:jc w:val="both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color w:val="231F20"/>
          <w:sz w:val="14"/>
          <w:szCs w:val="14"/>
        </w:rPr>
        <w:t>- да   → 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переход к вопросу 12</w:t>
      </w:r>
      <w:r>
        <w:rPr>
          <w:rFonts w:ascii="Calibri" w:hAnsi="Calibri" w:cs="Calibri" w:eastAsia="Calibri"/>
          <w:sz w:val="14"/>
          <w:szCs w:val="14"/>
        </w:rPr>
      </w:r>
    </w:p>
    <w:p>
      <w:pPr>
        <w:numPr>
          <w:ilvl w:val="0"/>
          <w:numId w:val="6"/>
        </w:numPr>
        <w:tabs>
          <w:tab w:pos="427" w:val="left" w:leader="none"/>
        </w:tabs>
        <w:spacing w:line="189" w:lineRule="auto" w:before="42"/>
        <w:ind w:left="316" w:right="1538" w:firstLine="0"/>
        <w:jc w:val="both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color w:val="231F20"/>
          <w:sz w:val="14"/>
          <w:szCs w:val="14"/>
        </w:rPr>
        <w:t>-</w:t>
      </w:r>
      <w:r>
        <w:rPr>
          <w:rFonts w:ascii="Calibri" w:hAnsi="Calibri" w:cs="Calibri" w:eastAsia="Calibri"/>
          <w:color w:val="231F20"/>
          <w:spacing w:val="6"/>
          <w:sz w:val="14"/>
          <w:szCs w:val="14"/>
        </w:rPr>
        <w:t> </w:t>
      </w:r>
      <w:r>
        <w:rPr>
          <w:rFonts w:ascii="Calibri" w:hAnsi="Calibri" w:cs="Calibri" w:eastAsia="Calibri"/>
          <w:color w:val="231F20"/>
          <w:sz w:val="14"/>
          <w:szCs w:val="14"/>
        </w:rPr>
        <w:t>нет</w:t>
      </w:r>
      <w:r>
        <w:rPr>
          <w:rFonts w:ascii="Calibri" w:hAnsi="Calibri" w:cs="Calibri" w:eastAsia="Calibri"/>
          <w:color w:val="231F20"/>
          <w:spacing w:val="6"/>
          <w:sz w:val="14"/>
          <w:szCs w:val="14"/>
        </w:rPr>
        <w:t> </w:t>
      </w:r>
      <w:r>
        <w:rPr>
          <w:rFonts w:ascii="Calibri" w:hAnsi="Calibri" w:cs="Calibri" w:eastAsia="Calibri"/>
          <w:color w:val="231F20"/>
          <w:sz w:val="14"/>
          <w:szCs w:val="14"/>
        </w:rPr>
        <w:t>→</w:t>
      </w:r>
      <w:r>
        <w:rPr>
          <w:rFonts w:ascii="Calibri" w:hAnsi="Calibri" w:cs="Calibri" w:eastAsia="Calibri"/>
          <w:color w:val="231F20"/>
          <w:spacing w:val="13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укажите</w:t>
      </w:r>
      <w:r>
        <w:rPr>
          <w:rFonts w:ascii="Calibri" w:hAnsi="Calibri" w:cs="Calibri" w:eastAsia="Calibri"/>
          <w:i/>
          <w:color w:val="231F20"/>
          <w:spacing w:val="6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год</w:t>
      </w:r>
      <w:r>
        <w:rPr>
          <w:rFonts w:ascii="Calibri" w:hAnsi="Calibri" w:cs="Calibri" w:eastAsia="Calibri"/>
          <w:i/>
          <w:color w:val="231F20"/>
          <w:spacing w:val="6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прибытия</w:t>
      </w:r>
      <w:r>
        <w:rPr>
          <w:rFonts w:ascii="Calibri" w:hAnsi="Calibri" w:cs="Calibri" w:eastAsia="Calibri"/>
          <w:i/>
          <w:color w:val="231F20"/>
          <w:spacing w:val="6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в</w:t>
      </w:r>
      <w:r>
        <w:rPr>
          <w:rFonts w:ascii="Calibri" w:hAnsi="Calibri" w:cs="Calibri" w:eastAsia="Calibri"/>
          <w:i/>
          <w:color w:val="231F20"/>
          <w:spacing w:val="6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данный</w:t>
      </w:r>
      <w:r>
        <w:rPr>
          <w:rFonts w:ascii="Calibri" w:hAnsi="Calibri" w:cs="Calibri" w:eastAsia="Calibri"/>
          <w:i/>
          <w:color w:val="231F20"/>
          <w:spacing w:val="6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населенный</w:t>
      </w:r>
      <w:r>
        <w:rPr>
          <w:rFonts w:ascii="Calibri" w:hAnsi="Calibri" w:cs="Calibri" w:eastAsia="Calibri"/>
          <w:i/>
          <w:color w:val="231F20"/>
          <w:spacing w:val="6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пункт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 если</w:t>
      </w:r>
      <w:r>
        <w:rPr>
          <w:rFonts w:ascii="Calibri" w:hAnsi="Calibri" w:cs="Calibri" w:eastAsia="Calibri"/>
          <w:i/>
          <w:color w:val="231F20"/>
          <w:spacing w:val="4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Вы</w:t>
      </w:r>
      <w:r>
        <w:rPr>
          <w:rFonts w:ascii="Calibri" w:hAnsi="Calibri" w:cs="Calibri" w:eastAsia="Calibri"/>
          <w:i/>
          <w:color w:val="231F20"/>
          <w:spacing w:val="4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прибыли</w:t>
      </w:r>
      <w:r>
        <w:rPr>
          <w:rFonts w:ascii="Calibri" w:hAnsi="Calibri" w:cs="Calibri" w:eastAsia="Calibri"/>
          <w:i/>
          <w:color w:val="231F20"/>
          <w:spacing w:val="4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в</w:t>
      </w:r>
      <w:r>
        <w:rPr>
          <w:rFonts w:ascii="Calibri" w:hAnsi="Calibri" w:cs="Calibri" w:eastAsia="Calibri"/>
          <w:i/>
          <w:color w:val="231F20"/>
          <w:spacing w:val="4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апреле</w:t>
      </w:r>
      <w:r>
        <w:rPr>
          <w:rFonts w:ascii="Calibri" w:hAnsi="Calibri" w:cs="Calibri" w:eastAsia="Calibri"/>
          <w:i/>
          <w:color w:val="231F20"/>
          <w:spacing w:val="4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20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2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1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г.</w:t>
      </w:r>
      <w:r>
        <w:rPr>
          <w:rFonts w:ascii="Calibri" w:hAnsi="Calibri" w:cs="Calibri" w:eastAsia="Calibri"/>
          <w:i/>
          <w:color w:val="231F20"/>
          <w:spacing w:val="4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и</w:t>
      </w:r>
      <w:r>
        <w:rPr>
          <w:rFonts w:ascii="Calibri" w:hAnsi="Calibri" w:cs="Calibri" w:eastAsia="Calibri"/>
          <w:i/>
          <w:color w:val="231F20"/>
          <w:spacing w:val="4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позднее,</w:t>
      </w:r>
      <w:r>
        <w:rPr>
          <w:rFonts w:ascii="Calibri" w:hAnsi="Calibri" w:cs="Calibri" w:eastAsia="Calibri"/>
          <w:i/>
          <w:color w:val="231F20"/>
          <w:spacing w:val="4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то</w:t>
      </w:r>
      <w:r>
        <w:rPr>
          <w:rFonts w:ascii="Calibri" w:hAnsi="Calibri" w:cs="Calibri" w:eastAsia="Calibri"/>
          <w:i/>
          <w:color w:val="231F20"/>
          <w:spacing w:val="4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укажите</w:t>
      </w:r>
      <w:r>
        <w:rPr>
          <w:rFonts w:ascii="Calibri" w:hAnsi="Calibri" w:cs="Calibri" w:eastAsia="Calibri"/>
          <w:i/>
          <w:color w:val="231F20"/>
          <w:spacing w:val="4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месяц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 прибытия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line="240" w:lineRule="auto" w:before="8"/>
        <w:rPr>
          <w:rFonts w:ascii="Calibri" w:hAnsi="Calibri" w:cs="Calibri" w:eastAsia="Calibri"/>
          <w:i/>
          <w:sz w:val="15"/>
          <w:szCs w:val="15"/>
        </w:rPr>
      </w:pPr>
    </w:p>
    <w:p>
      <w:pPr>
        <w:pStyle w:val="Heading3"/>
        <w:numPr>
          <w:ilvl w:val="1"/>
          <w:numId w:val="5"/>
        </w:numPr>
        <w:tabs>
          <w:tab w:pos="590" w:val="left" w:leader="none"/>
        </w:tabs>
        <w:spacing w:line="240" w:lineRule="auto" w:before="0" w:after="0"/>
        <w:ind w:left="589" w:right="0" w:hanging="282"/>
        <w:jc w:val="both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231F20"/>
          <w:spacing w:val="-1"/>
        </w:rPr>
        <w:t>ВАШЕ</w:t>
      </w:r>
      <w:r>
        <w:rPr>
          <w:rFonts w:ascii="Calibri" w:hAnsi="Calibri"/>
          <w:color w:val="231F20"/>
        </w:rPr>
        <w:t> ПРЕЖНЕЕ </w:t>
      </w:r>
      <w:r>
        <w:rPr>
          <w:rFonts w:ascii="Calibri" w:hAnsi="Calibri"/>
          <w:color w:val="231F20"/>
          <w:spacing w:val="-2"/>
        </w:rPr>
        <w:t>МЕСТО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1"/>
        </w:rPr>
        <w:t>ЖИТЕЛЬСТВА</w:t>
      </w:r>
      <w:r>
        <w:rPr>
          <w:rFonts w:ascii="Calibri" w:hAnsi="Calibri"/>
          <w:b w:val="0"/>
        </w:rPr>
      </w:r>
    </w:p>
    <w:p>
      <w:pPr>
        <w:pStyle w:val="BodyText"/>
        <w:numPr>
          <w:ilvl w:val="0"/>
          <w:numId w:val="7"/>
        </w:numPr>
        <w:tabs>
          <w:tab w:pos="421" w:val="left" w:leader="none"/>
          <w:tab w:pos="3873" w:val="left" w:leader="none"/>
        </w:tabs>
        <w:spacing w:line="151" w:lineRule="exact" w:before="65" w:after="0"/>
        <w:ind w:left="420" w:right="0" w:hanging="103"/>
        <w:jc w:val="both"/>
        <w:rPr>
          <w:rFonts w:ascii="Times New Roman" w:hAnsi="Times New Roman" w:cs="Times New Roman" w:eastAsia="Times New Roman"/>
        </w:rPr>
      </w:pPr>
      <w:r>
        <w:rPr>
          <w:rFonts w:ascii="Calibri" w:hAnsi="Calibri" w:cs="Calibri" w:eastAsia="Calibri"/>
          <w:color w:val="231F20"/>
        </w:rPr>
        <w:t>- </w:t>
      </w:r>
      <w:r>
        <w:rPr>
          <w:rFonts w:ascii="Calibri" w:hAnsi="Calibri" w:cs="Calibri" w:eastAsia="Calibri"/>
          <w:color w:val="231F20"/>
          <w:spacing w:val="-1"/>
        </w:rPr>
        <w:t>Кыргызская</w:t>
      </w:r>
      <w:r>
        <w:rPr>
          <w:rFonts w:ascii="Calibri" w:hAnsi="Calibri" w:cs="Calibri" w:eastAsia="Calibri"/>
          <w:color w:val="231F20"/>
        </w:rPr>
        <w:t> </w:t>
      </w:r>
      <w:r>
        <w:rPr>
          <w:rFonts w:ascii="Calibri" w:hAnsi="Calibri" w:cs="Calibri" w:eastAsia="Calibri"/>
          <w:color w:val="231F20"/>
          <w:spacing w:val="-1"/>
        </w:rPr>
        <w:t>Республика→</w:t>
      </w:r>
      <w:r>
        <w:rPr>
          <w:rFonts w:ascii="Calibri" w:hAnsi="Calibri" w:cs="Calibri" w:eastAsia="Calibri"/>
          <w:color w:val="231F20"/>
        </w:rPr>
        <w:t>  </w:t>
      </w:r>
      <w:r>
        <w:rPr>
          <w:rFonts w:ascii="Times New Roman" w:hAnsi="Times New Roman" w:cs="Times New Roman" w:eastAsia="Times New Roman"/>
          <w:color w:val="231F20"/>
        </w:rPr>
      </w:r>
      <w:r>
        <w:rPr>
          <w:rFonts w:ascii="Times New Roman" w:hAnsi="Times New Roman" w:cs="Times New Roman" w:eastAsia="Times New Roman"/>
          <w:color w:val="231F20"/>
          <w:u w:val="single" w:color="221E1F"/>
        </w:rPr>
        <w:t> </w:t>
        <w:tab/>
      </w:r>
      <w:r>
        <w:rPr>
          <w:rFonts w:ascii="Times New Roman" w:hAnsi="Times New Roman" w:cs="Times New Roman" w:eastAsia="Times New Roman"/>
          <w:color w:val="231F20"/>
        </w:rPr>
      </w:r>
      <w:r>
        <w:rPr>
          <w:rFonts w:ascii="Times New Roman" w:hAnsi="Times New Roman" w:cs="Times New Roman" w:eastAsia="Times New Roman"/>
        </w:rPr>
      </w:r>
    </w:p>
    <w:p>
      <w:pPr>
        <w:spacing w:line="151" w:lineRule="exact" w:before="0"/>
        <w:ind w:left="1885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color w:val="231F20"/>
          <w:spacing w:val="-1"/>
          <w:sz w:val="14"/>
        </w:rPr>
        <w:t>у</w:t>
      </w:r>
      <w:r>
        <w:rPr>
          <w:rFonts w:ascii="Calibri" w:hAnsi="Calibri"/>
          <w:i/>
          <w:color w:val="231F20"/>
          <w:spacing w:val="-1"/>
          <w:sz w:val="14"/>
        </w:rPr>
        <w:t>кажите</w:t>
      </w:r>
      <w:r>
        <w:rPr>
          <w:rFonts w:ascii="Calibri" w:hAnsi="Calibri"/>
          <w:i/>
          <w:color w:val="231F20"/>
          <w:sz w:val="14"/>
        </w:rPr>
        <w:t> название города, района</w:t>
      </w:r>
      <w:r>
        <w:rPr>
          <w:rFonts w:ascii="Calibri" w:hAnsi="Calibri"/>
          <w:sz w:val="14"/>
        </w:rPr>
      </w:r>
    </w:p>
    <w:p>
      <w:pPr>
        <w:pStyle w:val="BodyText"/>
        <w:numPr>
          <w:ilvl w:val="0"/>
          <w:numId w:val="7"/>
        </w:numPr>
        <w:tabs>
          <w:tab w:pos="461" w:val="left" w:leader="none"/>
          <w:tab w:pos="4506" w:val="left" w:leader="none"/>
        </w:tabs>
        <w:spacing w:line="144" w:lineRule="exact" w:before="16" w:after="0"/>
        <w:ind w:left="460" w:right="0" w:hanging="103"/>
        <w:jc w:val="both"/>
        <w:rPr>
          <w:rFonts w:ascii="Times New Roman" w:hAnsi="Times New Roman" w:cs="Times New Roman" w:eastAsia="Times New Roman"/>
        </w:rPr>
      </w:pPr>
      <w:r>
        <w:rPr>
          <w:rFonts w:ascii="Calibri" w:hAnsi="Calibri" w:cs="Calibri" w:eastAsia="Calibri"/>
          <w:color w:val="231F20"/>
        </w:rPr>
        <w:t>- другая страна →</w:t>
      </w:r>
      <w:r>
        <w:rPr>
          <w:rFonts w:ascii="Calibri" w:hAnsi="Calibri" w:cs="Calibri" w:eastAsia="Calibri"/>
          <w:color w:val="231F20"/>
          <w:spacing w:val="-2"/>
        </w:rPr>
        <w:t> </w:t>
      </w:r>
      <w:r>
        <w:rPr>
          <w:rFonts w:ascii="Times New Roman" w:hAnsi="Times New Roman" w:cs="Times New Roman" w:eastAsia="Times New Roman"/>
          <w:color w:val="231F20"/>
          <w:spacing w:val="-2"/>
        </w:rPr>
      </w:r>
      <w:r>
        <w:rPr>
          <w:rFonts w:ascii="Times New Roman" w:hAnsi="Times New Roman" w:cs="Times New Roman" w:eastAsia="Times New Roman"/>
          <w:color w:val="231F20"/>
          <w:u w:val="single" w:color="221E1F"/>
        </w:rPr>
        <w:t> </w:t>
        <w:tab/>
      </w:r>
      <w:r>
        <w:rPr>
          <w:rFonts w:ascii="Times New Roman" w:hAnsi="Times New Roman" w:cs="Times New Roman" w:eastAsia="Times New Roman"/>
          <w:color w:val="231F20"/>
        </w:rPr>
      </w:r>
      <w:r>
        <w:rPr>
          <w:rFonts w:ascii="Times New Roman" w:hAnsi="Times New Roman" w:cs="Times New Roman" w:eastAsia="Times New Roman"/>
        </w:rPr>
      </w:r>
    </w:p>
    <w:p>
      <w:pPr>
        <w:spacing w:line="144" w:lineRule="exact" w:before="0"/>
        <w:ind w:left="2290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color w:val="231F20"/>
          <w:spacing w:val="-1"/>
          <w:sz w:val="14"/>
        </w:rPr>
        <w:t>у</w:t>
      </w:r>
      <w:r>
        <w:rPr>
          <w:rFonts w:ascii="Calibri" w:hAnsi="Calibri"/>
          <w:i/>
          <w:color w:val="231F20"/>
          <w:spacing w:val="-1"/>
          <w:sz w:val="14"/>
        </w:rPr>
        <w:t>кажите</w:t>
      </w:r>
      <w:r>
        <w:rPr>
          <w:rFonts w:ascii="Calibri" w:hAnsi="Calibri"/>
          <w:i/>
          <w:color w:val="231F20"/>
          <w:sz w:val="14"/>
        </w:rPr>
        <w:t> название страны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1"/>
          <w:numId w:val="5"/>
        </w:numPr>
        <w:tabs>
          <w:tab w:pos="600" w:val="left" w:leader="none"/>
        </w:tabs>
        <w:spacing w:line="146" w:lineRule="exact" w:before="17" w:after="0"/>
        <w:ind w:left="602" w:right="737" w:hanging="285"/>
        <w:jc w:val="left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231F20"/>
          <w:spacing w:val="-1"/>
        </w:rPr>
        <w:t>УКАЖИТЕ</w:t>
      </w:r>
      <w:r>
        <w:rPr>
          <w:rFonts w:ascii="Calibri" w:hAnsi="Calibri"/>
          <w:color w:val="231F20"/>
        </w:rPr>
        <w:t> ОСНОВНУЮ ПРИЧИНУ, ПО </w:t>
      </w:r>
      <w:r>
        <w:rPr>
          <w:rFonts w:ascii="Calibri" w:hAnsi="Calibri"/>
          <w:color w:val="231F20"/>
          <w:spacing w:val="-2"/>
        </w:rPr>
        <w:t>КОТОРОЙ</w:t>
      </w:r>
      <w:r>
        <w:rPr>
          <w:rFonts w:ascii="Calibri" w:hAnsi="Calibri"/>
          <w:color w:val="231F20"/>
        </w:rPr>
        <w:t> ВЫ ПРИБЫЛИ В ДАННЫЙ</w:t>
      </w:r>
      <w:r>
        <w:rPr>
          <w:rFonts w:ascii="Calibri" w:hAnsi="Calibri"/>
          <w:color w:val="231F20"/>
          <w:spacing w:val="29"/>
        </w:rPr>
        <w:t> </w:t>
      </w:r>
      <w:r>
        <w:rPr>
          <w:rFonts w:ascii="Calibri" w:hAnsi="Calibri"/>
          <w:color w:val="231F20"/>
          <w:spacing w:val="-1"/>
        </w:rPr>
        <w:t>НАСЕЛЕННЫЙ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1"/>
        </w:rPr>
        <w:t>ПУНКТ</w:t>
      </w:r>
      <w:r>
        <w:rPr>
          <w:rFonts w:ascii="Calibri" w:hAnsi="Calibri"/>
          <w:b w:val="0"/>
        </w:rPr>
      </w:r>
    </w:p>
    <w:p>
      <w:pPr>
        <w:spacing w:after="0" w:line="146" w:lineRule="exact"/>
        <w:jc w:val="left"/>
        <w:rPr>
          <w:rFonts w:ascii="Calibri" w:hAnsi="Calibri" w:cs="Calibri" w:eastAsia="Calibri"/>
        </w:rPr>
        <w:sectPr>
          <w:type w:val="continuous"/>
          <w:pgSz w:w="11910" w:h="16840"/>
          <w:pgMar w:top="280" w:bottom="280" w:left="320" w:right="240"/>
          <w:cols w:num="2" w:equalWidth="0">
            <w:col w:w="5559" w:space="40"/>
            <w:col w:w="5751"/>
          </w:cols>
        </w:sectPr>
      </w:pPr>
    </w:p>
    <w:p>
      <w:pPr>
        <w:spacing w:line="148" w:lineRule="exact" w:before="0"/>
        <w:ind w:left="390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4 - иное</w:t>
      </w:r>
      <w:r>
        <w:rPr>
          <w:rFonts w:ascii="Calibri" w:hAnsi="Calibri"/>
          <w:sz w:val="14"/>
        </w:rPr>
      </w:r>
    </w:p>
    <w:p>
      <w:pPr>
        <w:spacing w:line="240" w:lineRule="auto" w:before="11"/>
        <w:rPr>
          <w:rFonts w:ascii="Calibri" w:hAnsi="Calibri" w:cs="Calibri" w:eastAsia="Calibri"/>
          <w:i/>
          <w:sz w:val="10"/>
          <w:szCs w:val="10"/>
        </w:rPr>
      </w:pPr>
    </w:p>
    <w:p>
      <w:pPr>
        <w:pStyle w:val="Heading3"/>
        <w:numPr>
          <w:ilvl w:val="0"/>
          <w:numId w:val="8"/>
        </w:numPr>
        <w:tabs>
          <w:tab w:pos="483" w:val="left" w:leader="none"/>
        </w:tabs>
        <w:spacing w:line="240" w:lineRule="auto" w:before="0" w:after="0"/>
        <w:ind w:left="344" w:right="0" w:hanging="2"/>
        <w:jc w:val="left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231F20"/>
          <w:spacing w:val="-5"/>
        </w:rPr>
        <w:t>ДАТА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1"/>
        </w:rPr>
        <w:t>ВАШЕГО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1"/>
        </w:rPr>
        <w:t>РОЖДЕНИЯ</w:t>
      </w:r>
      <w:r>
        <w:rPr>
          <w:rFonts w:ascii="Calibri" w:hAnsi="Calibri"/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pStyle w:val="BodyText"/>
        <w:tabs>
          <w:tab w:pos="1445" w:val="left" w:leader="none"/>
        </w:tabs>
        <w:spacing w:line="240" w:lineRule="auto" w:before="94"/>
        <w:ind w:left="340" w:right="0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  <w:w w:val="95"/>
          <w:position w:val="-1"/>
        </w:rPr>
        <w:t>число</w:t>
        <w:tab/>
      </w:r>
      <w:r>
        <w:rPr>
          <w:rFonts w:ascii="Calibri" w:hAnsi="Calibri"/>
          <w:color w:val="231F20"/>
        </w:rPr>
        <w:t>месяц</w:t>
      </w:r>
      <w:r>
        <w:rPr>
          <w:rFonts w:ascii="Calibri" w:hAnsi="Calibri"/>
        </w:rPr>
      </w:r>
    </w:p>
    <w:p>
      <w:pPr>
        <w:spacing w:before="40"/>
        <w:ind w:left="340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Определить  число</w:t>
      </w:r>
      <w:r>
        <w:rPr>
          <w:rFonts w:ascii="Calibri" w:hAnsi="Calibri"/>
          <w:sz w:val="14"/>
        </w:rPr>
      </w:r>
    </w:p>
    <w:p>
      <w:pPr>
        <w:spacing w:line="240" w:lineRule="auto" w:before="0"/>
        <w:rPr>
          <w:rFonts w:ascii="Calibri" w:hAnsi="Calibri" w:cs="Calibri" w:eastAsia="Calibri"/>
          <w:i/>
          <w:sz w:val="14"/>
          <w:szCs w:val="14"/>
        </w:rPr>
      </w:pPr>
      <w:r>
        <w:rPr/>
        <w:br w:type="column"/>
      </w:r>
      <w:r>
        <w:rPr>
          <w:rFonts w:ascii="Calibri"/>
          <w:i/>
          <w:sz w:val="14"/>
        </w:rPr>
      </w:r>
    </w:p>
    <w:p>
      <w:pPr>
        <w:spacing w:line="240" w:lineRule="auto" w:before="0"/>
        <w:rPr>
          <w:rFonts w:ascii="Calibri" w:hAnsi="Calibri" w:cs="Calibri" w:eastAsia="Calibri"/>
          <w:i/>
          <w:sz w:val="14"/>
          <w:szCs w:val="14"/>
        </w:rPr>
      </w:pPr>
    </w:p>
    <w:p>
      <w:pPr>
        <w:spacing w:line="240" w:lineRule="auto" w:before="0"/>
        <w:rPr>
          <w:rFonts w:ascii="Calibri" w:hAnsi="Calibri" w:cs="Calibri" w:eastAsia="Calibri"/>
          <w:i/>
          <w:sz w:val="14"/>
          <w:szCs w:val="14"/>
        </w:rPr>
      </w:pPr>
    </w:p>
    <w:p>
      <w:pPr>
        <w:spacing w:line="240" w:lineRule="auto" w:before="11"/>
        <w:rPr>
          <w:rFonts w:ascii="Calibri" w:hAnsi="Calibri" w:cs="Calibri" w:eastAsia="Calibri"/>
          <w:i/>
          <w:sz w:val="16"/>
          <w:szCs w:val="16"/>
        </w:rPr>
      </w:pPr>
    </w:p>
    <w:p>
      <w:pPr>
        <w:pStyle w:val="BodyText"/>
        <w:spacing w:line="240" w:lineRule="auto"/>
        <w:ind w:left="340" w:right="0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  <w:spacing w:val="-2"/>
        </w:rPr>
        <w:t>год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9"/>
        </w:numPr>
        <w:tabs>
          <w:tab w:pos="444" w:val="left" w:leader="none"/>
        </w:tabs>
        <w:spacing w:line="157" w:lineRule="exact" w:before="0" w:after="0"/>
        <w:ind w:left="355" w:right="0" w:hanging="15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br w:type="column"/>
        <w:t>- работа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9"/>
        </w:numPr>
        <w:tabs>
          <w:tab w:pos="444" w:val="left" w:leader="none"/>
        </w:tabs>
        <w:spacing w:line="240" w:lineRule="auto" w:before="74" w:after="0"/>
        <w:ind w:left="443" w:right="0" w:hanging="103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- учеба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9"/>
        </w:numPr>
        <w:tabs>
          <w:tab w:pos="444" w:val="left" w:leader="none"/>
        </w:tabs>
        <w:spacing w:line="240" w:lineRule="auto" w:before="86" w:after="0"/>
        <w:ind w:left="443" w:right="0" w:hanging="103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- семейные </w:t>
      </w:r>
      <w:r>
        <w:rPr>
          <w:rFonts w:ascii="Calibri" w:hAnsi="Calibri"/>
          <w:color w:val="231F20"/>
          <w:spacing w:val="-1"/>
        </w:rPr>
        <w:t>обстоятельства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9"/>
        </w:numPr>
        <w:tabs>
          <w:tab w:pos="444" w:val="left" w:leader="none"/>
        </w:tabs>
        <w:spacing w:line="240" w:lineRule="auto" w:before="63" w:after="0"/>
        <w:ind w:left="443" w:right="0" w:hanging="103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- </w:t>
      </w:r>
      <w:r>
        <w:rPr>
          <w:rFonts w:ascii="Calibri" w:hAnsi="Calibri"/>
          <w:color w:val="231F20"/>
          <w:spacing w:val="-1"/>
        </w:rPr>
        <w:t>медицинское</w:t>
      </w:r>
      <w:r>
        <w:rPr>
          <w:rFonts w:ascii="Calibri" w:hAnsi="Calibri"/>
          <w:color w:val="231F20"/>
        </w:rPr>
        <w:t> лечение, реабилитация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9"/>
        </w:numPr>
        <w:tabs>
          <w:tab w:pos="445" w:val="left" w:leader="none"/>
        </w:tabs>
        <w:spacing w:line="240" w:lineRule="auto" w:before="42" w:after="0"/>
        <w:ind w:left="444" w:right="0" w:hanging="103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- </w:t>
      </w:r>
      <w:r>
        <w:rPr>
          <w:rFonts w:ascii="Calibri" w:hAnsi="Calibri"/>
          <w:color w:val="231F20"/>
          <w:spacing w:val="-1"/>
        </w:rPr>
        <w:t>возвращение</w:t>
      </w:r>
      <w:r>
        <w:rPr>
          <w:rFonts w:ascii="Calibri" w:hAnsi="Calibri"/>
          <w:color w:val="231F20"/>
        </w:rPr>
        <w:t> на </w:t>
      </w:r>
      <w:r>
        <w:rPr>
          <w:rFonts w:ascii="Calibri" w:hAnsi="Calibri"/>
          <w:color w:val="231F20"/>
          <w:spacing w:val="-1"/>
        </w:rPr>
        <w:t>прежнее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1"/>
        </w:rPr>
        <w:t>место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1"/>
        </w:rPr>
        <w:t>жительства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9"/>
        </w:numPr>
        <w:tabs>
          <w:tab w:pos="299" w:val="left" w:leader="none"/>
        </w:tabs>
        <w:spacing w:line="160" w:lineRule="exact" w:before="0" w:after="0"/>
        <w:ind w:left="298" w:right="0" w:hanging="103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br w:type="column"/>
        <w:t>- изменение жилищных условий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9"/>
        </w:numPr>
        <w:tabs>
          <w:tab w:pos="299" w:val="left" w:leader="none"/>
        </w:tabs>
        <w:spacing w:line="240" w:lineRule="auto" w:before="73" w:after="0"/>
        <w:ind w:left="298" w:right="0" w:hanging="102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- поиск </w:t>
      </w:r>
      <w:r>
        <w:rPr>
          <w:rFonts w:ascii="Calibri" w:hAnsi="Calibri"/>
          <w:color w:val="231F20"/>
          <w:spacing w:val="-1"/>
        </w:rPr>
        <w:t>убежища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9"/>
        </w:numPr>
        <w:tabs>
          <w:tab w:pos="300" w:val="left" w:leader="none"/>
        </w:tabs>
        <w:spacing w:line="151" w:lineRule="auto" w:before="108" w:after="0"/>
        <w:ind w:left="355" w:right="357" w:hanging="158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- </w:t>
      </w:r>
      <w:r>
        <w:rPr>
          <w:rFonts w:ascii="Calibri" w:hAnsi="Calibri"/>
          <w:color w:val="231F20"/>
          <w:spacing w:val="-1"/>
        </w:rPr>
        <w:t>экологическое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1"/>
        </w:rPr>
        <w:t>неблагополучие</w:t>
      </w:r>
      <w:r>
        <w:rPr>
          <w:rFonts w:ascii="Calibri" w:hAnsi="Calibri"/>
          <w:color w:val="231F20"/>
          <w:spacing w:val="23"/>
        </w:rPr>
        <w:t> </w:t>
      </w:r>
      <w:r>
        <w:rPr>
          <w:rFonts w:ascii="Calibri" w:hAnsi="Calibri"/>
          <w:color w:val="231F20"/>
        </w:rPr>
        <w:t>и стихийные </w:t>
      </w:r>
      <w:r>
        <w:rPr>
          <w:rFonts w:ascii="Calibri" w:hAnsi="Calibri"/>
          <w:color w:val="231F20"/>
          <w:spacing w:val="-1"/>
        </w:rPr>
        <w:t>бедствия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9"/>
        </w:numPr>
        <w:tabs>
          <w:tab w:pos="300" w:val="left" w:leader="none"/>
        </w:tabs>
        <w:spacing w:line="240" w:lineRule="auto" w:before="75" w:after="0"/>
        <w:ind w:left="299" w:right="0" w:hanging="102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- другая причина</w:t>
      </w:r>
      <w:r>
        <w:rPr>
          <w:rFonts w:ascii="Calibri" w:hAnsi="Calibri"/>
        </w:rPr>
      </w:r>
    </w:p>
    <w:p>
      <w:pPr>
        <w:spacing w:after="0" w:line="240" w:lineRule="auto"/>
        <w:jc w:val="left"/>
        <w:rPr>
          <w:rFonts w:ascii="Calibri" w:hAnsi="Calibri" w:cs="Calibri" w:eastAsia="Calibri"/>
        </w:rPr>
        <w:sectPr>
          <w:type w:val="continuous"/>
          <w:pgSz w:w="11910" w:h="16840"/>
          <w:pgMar w:top="280" w:bottom="280" w:left="320" w:right="240"/>
          <w:cols w:num="4" w:equalWidth="0">
            <w:col w:w="2073" w:space="374"/>
            <w:col w:w="536" w:space="2585"/>
            <w:col w:w="3141" w:space="40"/>
            <w:col w:w="2601"/>
          </w:cols>
        </w:sectPr>
      </w:pPr>
    </w:p>
    <w:p>
      <w:pPr>
        <w:spacing w:before="44"/>
        <w:ind w:left="481" w:right="0" w:hanging="145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исполнившихся лет</w:t>
      </w:r>
      <w:r>
        <w:rPr>
          <w:rFonts w:ascii="Calibri" w:hAnsi="Calibri"/>
          <w:sz w:val="14"/>
        </w:rPr>
      </w:r>
    </w:p>
    <w:p>
      <w:pPr>
        <w:spacing w:line="240" w:lineRule="auto" w:before="9"/>
        <w:rPr>
          <w:rFonts w:ascii="Calibri" w:hAnsi="Calibri" w:cs="Calibri" w:eastAsia="Calibri"/>
          <w:i/>
          <w:sz w:val="11"/>
          <w:szCs w:val="11"/>
        </w:rPr>
      </w:pPr>
    </w:p>
    <w:p>
      <w:pPr>
        <w:spacing w:before="0"/>
        <w:ind w:left="481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Для детей в возрасте 0-17 лет</w:t>
      </w:r>
      <w:r>
        <w:rPr>
          <w:rFonts w:ascii="Calibri" w:hAnsi="Calibri"/>
          <w:sz w:val="14"/>
        </w:rPr>
      </w:r>
    </w:p>
    <w:p>
      <w:pPr>
        <w:numPr>
          <w:ilvl w:val="0"/>
          <w:numId w:val="8"/>
        </w:numPr>
        <w:tabs>
          <w:tab w:pos="479" w:val="left" w:leader="none"/>
          <w:tab w:pos="1331" w:val="left" w:leader="none"/>
          <w:tab w:pos="2371" w:val="left" w:leader="none"/>
        </w:tabs>
        <w:spacing w:line="310" w:lineRule="auto" w:before="11"/>
        <w:ind w:left="344" w:right="0" w:hanging="6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pacing w:val="-1"/>
          <w:sz w:val="14"/>
        </w:rPr>
        <w:t>ИМЕЕТСЯ</w:t>
      </w:r>
      <w:r>
        <w:rPr>
          <w:rFonts w:ascii="Calibri" w:hAnsi="Calibri"/>
          <w:b/>
          <w:color w:val="231F20"/>
          <w:sz w:val="14"/>
        </w:rPr>
        <w:t> ЛИ У </w:t>
      </w:r>
      <w:r>
        <w:rPr>
          <w:rFonts w:ascii="Calibri" w:hAnsi="Calibri"/>
          <w:b/>
          <w:color w:val="231F20"/>
          <w:spacing w:val="-3"/>
          <w:sz w:val="14"/>
        </w:rPr>
        <w:t>ВАС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СВИДЕТЕЛЬСТВО</w:t>
      </w:r>
      <w:r>
        <w:rPr>
          <w:rFonts w:ascii="Calibri" w:hAnsi="Calibri"/>
          <w:b/>
          <w:color w:val="231F20"/>
          <w:sz w:val="14"/>
        </w:rPr>
        <w:t> О </w:t>
      </w:r>
      <w:r>
        <w:rPr>
          <w:rFonts w:ascii="Calibri" w:hAnsi="Calibri"/>
          <w:b/>
          <w:color w:val="231F20"/>
          <w:spacing w:val="-1"/>
          <w:sz w:val="14"/>
        </w:rPr>
        <w:t>РОЖДЕНИИ</w:t>
      </w:r>
      <w:r>
        <w:rPr>
          <w:rFonts w:ascii="Calibri" w:hAnsi="Calibri"/>
          <w:b/>
          <w:color w:val="231F20"/>
          <w:sz w:val="14"/>
        </w:rPr>
        <w:t> (МЕТРИКА)?</w:t>
      </w:r>
      <w:r>
        <w:rPr>
          <w:rFonts w:ascii="Calibri" w:hAnsi="Calibri"/>
          <w:b/>
          <w:color w:val="231F20"/>
          <w:spacing w:val="39"/>
          <w:sz w:val="14"/>
        </w:rPr>
        <w:t> </w:t>
      </w:r>
      <w:r>
        <w:rPr>
          <w:rFonts w:ascii="Calibri" w:hAnsi="Calibri"/>
          <w:b/>
          <w:color w:val="231F20"/>
          <w:sz w:val="14"/>
        </w:rPr>
        <w:t>1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да</w:t>
        <w:tab/>
      </w:r>
      <w:r>
        <w:rPr>
          <w:rFonts w:ascii="Calibri" w:hAnsi="Calibri"/>
          <w:b/>
          <w:color w:val="231F20"/>
          <w:sz w:val="14"/>
        </w:rPr>
        <w:t>2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нет</w:t>
        <w:tab/>
      </w:r>
      <w:r>
        <w:rPr>
          <w:rFonts w:ascii="Calibri" w:hAnsi="Calibri"/>
          <w:b/>
          <w:color w:val="231F20"/>
          <w:sz w:val="14"/>
        </w:rPr>
        <w:t>3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</w:t>
      </w:r>
      <w:r>
        <w:rPr>
          <w:rFonts w:ascii="Calibri" w:hAnsi="Calibri"/>
          <w:color w:val="231F20"/>
          <w:sz w:val="14"/>
        </w:rPr>
        <w:t>нет ответа</w:t>
      </w:r>
      <w:r>
        <w:rPr>
          <w:rFonts w:ascii="Calibri" w:hAnsi="Calibri"/>
          <w:sz w:val="14"/>
        </w:rPr>
      </w:r>
    </w:p>
    <w:p>
      <w:pPr>
        <w:spacing w:line="240" w:lineRule="auto" w:before="0"/>
        <w:rPr>
          <w:rFonts w:ascii="Calibri" w:hAnsi="Calibri" w:cs="Calibri" w:eastAsia="Calibri"/>
          <w:sz w:val="14"/>
          <w:szCs w:val="14"/>
        </w:rPr>
      </w:pPr>
    </w:p>
    <w:p>
      <w:pPr>
        <w:spacing w:before="0"/>
        <w:ind w:left="481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Для лиц в возрасте 1</w:t>
      </w:r>
      <w:r>
        <w:rPr>
          <w:rFonts w:ascii="Calibri" w:hAnsi="Calibri"/>
          <w:i/>
          <w:color w:val="231F20"/>
          <w:sz w:val="14"/>
        </w:rPr>
        <w:t>2</w:t>
      </w:r>
      <w:r>
        <w:rPr>
          <w:rFonts w:ascii="Calibri" w:hAnsi="Calibri"/>
          <w:i/>
          <w:color w:val="231F20"/>
          <w:spacing w:val="-1"/>
          <w:sz w:val="14"/>
        </w:rPr>
        <w:t> </w:t>
      </w:r>
      <w:r>
        <w:rPr>
          <w:rFonts w:ascii="Calibri" w:hAnsi="Calibri"/>
          <w:i/>
          <w:color w:val="231F20"/>
          <w:sz w:val="14"/>
        </w:rPr>
        <w:t>лет и старше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0"/>
          <w:numId w:val="8"/>
        </w:numPr>
        <w:tabs>
          <w:tab w:pos="480" w:val="left" w:leader="none"/>
        </w:tabs>
        <w:spacing w:line="240" w:lineRule="auto" w:before="113" w:after="0"/>
        <w:ind w:left="479" w:right="0" w:hanging="140"/>
        <w:jc w:val="left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231F20"/>
          <w:spacing w:val="-1"/>
        </w:rPr>
        <w:t>ВАШЕ</w:t>
      </w:r>
      <w:r>
        <w:rPr>
          <w:rFonts w:ascii="Calibri" w:hAnsi="Calibri"/>
          <w:color w:val="231F20"/>
        </w:rPr>
        <w:t> СЕМЕЙНОЕ </w:t>
      </w:r>
      <w:r>
        <w:rPr>
          <w:rFonts w:ascii="Calibri" w:hAnsi="Calibri"/>
          <w:color w:val="231F20"/>
          <w:spacing w:val="-1"/>
        </w:rPr>
        <w:t>ПОЛОЖЕНИЕ</w:t>
      </w:r>
      <w:r>
        <w:rPr>
          <w:rFonts w:ascii="Calibri" w:hAnsi="Calibri"/>
          <w:b w:val="0"/>
        </w:rPr>
      </w:r>
    </w:p>
    <w:p>
      <w:pPr>
        <w:numPr>
          <w:ilvl w:val="1"/>
          <w:numId w:val="5"/>
        </w:numPr>
        <w:tabs>
          <w:tab w:pos="620" w:val="left" w:leader="none"/>
          <w:tab w:pos="922" w:val="left" w:leader="none"/>
        </w:tabs>
        <w:spacing w:line="338" w:lineRule="auto" w:before="87"/>
        <w:ind w:left="347" w:right="951" w:hanging="1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br w:type="column"/>
      </w:r>
      <w:r>
        <w:rPr>
          <w:rFonts w:ascii="Calibri" w:hAnsi="Calibri" w:cs="Calibri" w:eastAsia="Calibri"/>
          <w:b/>
          <w:bCs/>
          <w:color w:val="231F20"/>
          <w:spacing w:val="-1"/>
          <w:sz w:val="14"/>
          <w:szCs w:val="14"/>
        </w:rPr>
        <w:t>ПРОЖИВАЛИ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 ЛИ ВЫ НЕПРЕРЫВНО 1 </w:t>
      </w:r>
      <w:r>
        <w:rPr>
          <w:rFonts w:ascii="Calibri" w:hAnsi="Calibri" w:cs="Calibri" w:eastAsia="Calibri"/>
          <w:b/>
          <w:bCs/>
          <w:color w:val="231F20"/>
          <w:spacing w:val="-3"/>
          <w:sz w:val="14"/>
          <w:szCs w:val="14"/>
        </w:rPr>
        <w:t>ГОД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 И </w:t>
      </w:r>
      <w:r>
        <w:rPr>
          <w:rFonts w:ascii="Calibri" w:hAnsi="Calibri" w:cs="Calibri" w:eastAsia="Calibri"/>
          <w:b/>
          <w:bCs/>
          <w:color w:val="231F20"/>
          <w:spacing w:val="-1"/>
          <w:sz w:val="14"/>
          <w:szCs w:val="14"/>
        </w:rPr>
        <w:t>БОЛЕЕ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 В </w:t>
      </w:r>
      <w:r>
        <w:rPr>
          <w:rFonts w:ascii="Calibri" w:hAnsi="Calibri" w:cs="Calibri" w:eastAsia="Calibri"/>
          <w:b/>
          <w:bCs/>
          <w:color w:val="231F20"/>
          <w:spacing w:val="-1"/>
          <w:sz w:val="14"/>
          <w:szCs w:val="14"/>
        </w:rPr>
        <w:t>ДРУГОЙ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 </w:t>
      </w:r>
      <w:r>
        <w:rPr>
          <w:rFonts w:ascii="Calibri" w:hAnsi="Calibri" w:cs="Calibri" w:eastAsia="Calibri"/>
          <w:b/>
          <w:bCs/>
          <w:color w:val="231F20"/>
          <w:spacing w:val="-2"/>
          <w:sz w:val="14"/>
          <w:szCs w:val="14"/>
        </w:rPr>
        <w:t>СТРАНЕ?</w:t>
      </w:r>
      <w:r>
        <w:rPr>
          <w:rFonts w:ascii="Calibri" w:hAnsi="Calibri" w:cs="Calibri" w:eastAsia="Calibri"/>
          <w:b/>
          <w:bCs/>
          <w:color w:val="231F20"/>
          <w:spacing w:val="27"/>
          <w:sz w:val="14"/>
          <w:szCs w:val="14"/>
        </w:rPr>
        <w:t> 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1</w:t>
      </w:r>
      <w:r>
        <w:rPr>
          <w:rFonts w:ascii="Calibri" w:hAnsi="Calibri" w:cs="Calibri" w:eastAsia="Calibri"/>
          <w:b/>
          <w:bCs/>
          <w:color w:val="231F20"/>
          <w:spacing w:val="-1"/>
          <w:sz w:val="14"/>
          <w:szCs w:val="14"/>
        </w:rPr>
        <w:t> </w:t>
      </w:r>
      <w:r>
        <w:rPr>
          <w:rFonts w:ascii="Calibri" w:hAnsi="Calibri" w:cs="Calibri" w:eastAsia="Calibri"/>
          <w:color w:val="231F20"/>
          <w:sz w:val="14"/>
          <w:szCs w:val="14"/>
        </w:rPr>
        <w:t>- да</w:t>
        <w:tab/>
        <w:t>→ </w:t>
      </w:r>
      <w:r>
        <w:rPr>
          <w:rFonts w:ascii="Calibri" w:hAnsi="Calibri" w:cs="Calibri" w:eastAsia="Calibri"/>
          <w:i/>
          <w:color w:val="231F20"/>
          <w:spacing w:val="-1"/>
          <w:sz w:val="14"/>
          <w:szCs w:val="14"/>
        </w:rPr>
        <w:t>переход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 к вопросу 11.5</w:t>
      </w:r>
      <w:r>
        <w:rPr>
          <w:rFonts w:ascii="Calibri" w:hAnsi="Calibri" w:cs="Calibri" w:eastAsia="Calibri"/>
          <w:sz w:val="14"/>
          <w:szCs w:val="14"/>
        </w:rPr>
      </w:r>
    </w:p>
    <w:p>
      <w:pPr>
        <w:tabs>
          <w:tab w:pos="944" w:val="left" w:leader="none"/>
        </w:tabs>
        <w:spacing w:line="157" w:lineRule="exact" w:before="0"/>
        <w:ind w:left="347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2</w:t>
      </w:r>
      <w:r>
        <w:rPr>
          <w:rFonts w:ascii="Calibri" w:hAnsi="Calibri" w:cs="Calibri" w:eastAsia="Calibri"/>
          <w:b/>
          <w:bCs/>
          <w:color w:val="231F20"/>
          <w:spacing w:val="-1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- </w:t>
      </w:r>
      <w:r>
        <w:rPr>
          <w:rFonts w:ascii="Calibri" w:hAnsi="Calibri" w:cs="Calibri" w:eastAsia="Calibri"/>
          <w:color w:val="231F20"/>
          <w:sz w:val="14"/>
          <w:szCs w:val="14"/>
        </w:rPr>
        <w:t>нет</w:t>
        <w:tab/>
        <w:t>→</w:t>
      </w:r>
      <w:r>
        <w:rPr>
          <w:rFonts w:ascii="Calibri" w:hAnsi="Calibri" w:cs="Calibri" w:eastAsia="Calibri"/>
          <w:color w:val="231F20"/>
          <w:spacing w:val="-1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pacing w:val="-1"/>
          <w:sz w:val="14"/>
          <w:szCs w:val="14"/>
        </w:rPr>
        <w:t>переход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 к вопросу 12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line="240" w:lineRule="auto" w:before="2"/>
        <w:rPr>
          <w:rFonts w:ascii="Calibri" w:hAnsi="Calibri" w:cs="Calibri" w:eastAsia="Calibri"/>
          <w:i/>
          <w:sz w:val="14"/>
          <w:szCs w:val="14"/>
        </w:rPr>
      </w:pPr>
    </w:p>
    <w:p>
      <w:pPr>
        <w:pStyle w:val="Heading3"/>
        <w:numPr>
          <w:ilvl w:val="1"/>
          <w:numId w:val="5"/>
        </w:numPr>
        <w:tabs>
          <w:tab w:pos="620" w:val="left" w:leader="none"/>
        </w:tabs>
        <w:spacing w:line="240" w:lineRule="auto" w:before="0" w:after="0"/>
        <w:ind w:left="621" w:right="1074" w:hanging="284"/>
        <w:jc w:val="left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231F20"/>
        </w:rPr>
        <w:t>ИЗ </w:t>
      </w:r>
      <w:r>
        <w:rPr>
          <w:rFonts w:ascii="Calibri" w:hAnsi="Calibri"/>
          <w:color w:val="231F20"/>
          <w:spacing w:val="-1"/>
        </w:rPr>
        <w:t>КАКОЙ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2"/>
        </w:rPr>
        <w:t>СТРАНЫ</w:t>
      </w:r>
      <w:r>
        <w:rPr>
          <w:rFonts w:ascii="Calibri" w:hAnsi="Calibri"/>
          <w:color w:val="231F20"/>
        </w:rPr>
        <w:t> ВЫ ПРИБЫЛИ В</w:t>
      </w:r>
      <w:r>
        <w:rPr>
          <w:rFonts w:ascii="Calibri" w:hAnsi="Calibri"/>
          <w:color w:val="231F20"/>
          <w:spacing w:val="31"/>
        </w:rPr>
        <w:t> </w:t>
      </w:r>
      <w:r>
        <w:rPr>
          <w:rFonts w:ascii="Calibri" w:hAnsi="Calibri"/>
          <w:color w:val="231F20"/>
        </w:rPr>
        <w:t>КЫРГЫЗСКУЮ </w:t>
      </w:r>
      <w:r>
        <w:rPr>
          <w:rFonts w:ascii="Calibri" w:hAnsi="Calibri"/>
          <w:color w:val="231F20"/>
          <w:spacing w:val="-1"/>
        </w:rPr>
        <w:t>РЕСПУБЛИКУ</w:t>
      </w:r>
      <w:r>
        <w:rPr>
          <w:rFonts w:ascii="Calibri" w:hAnsi="Calibri"/>
          <w:color w:val="231F20"/>
        </w:rPr>
        <w:t> НА</w:t>
      </w:r>
      <w:r>
        <w:rPr>
          <w:rFonts w:ascii="Calibri" w:hAnsi="Calibri"/>
          <w:color w:val="231F20"/>
          <w:spacing w:val="23"/>
        </w:rPr>
        <w:t> </w:t>
      </w:r>
      <w:r>
        <w:rPr>
          <w:rFonts w:ascii="Calibri" w:hAnsi="Calibri"/>
          <w:color w:val="231F20"/>
          <w:spacing w:val="-1"/>
        </w:rPr>
        <w:t>ПОСТОЯННОЕ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2"/>
        </w:rPr>
        <w:t>МЕСТО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1"/>
        </w:rPr>
        <w:t>ЖИТЕЛЬСТВА?</w:t>
      </w:r>
      <w:r>
        <w:rPr>
          <w:rFonts w:ascii="Calibri" w:hAnsi="Calibri"/>
          <w:b w:val="0"/>
        </w:rPr>
      </w:r>
    </w:p>
    <w:p>
      <w:pPr>
        <w:pStyle w:val="BodyText"/>
        <w:numPr>
          <w:ilvl w:val="0"/>
          <w:numId w:val="4"/>
        </w:numPr>
        <w:tabs>
          <w:tab w:pos="430" w:val="left" w:leader="none"/>
          <w:tab w:pos="1688" w:val="left" w:leader="none"/>
          <w:tab w:pos="2788" w:val="left" w:leader="none"/>
          <w:tab w:pos="4288" w:val="left" w:leader="none"/>
        </w:tabs>
        <w:spacing w:line="240" w:lineRule="auto" w:before="85" w:after="0"/>
        <w:ind w:left="429" w:right="0" w:hanging="82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color w:val="231F20"/>
          <w:spacing w:val="-1"/>
        </w:rPr>
        <w:t>Казахстан</w:t>
      </w:r>
      <w:r>
        <w:rPr>
          <w:rFonts w:ascii="Calibri" w:hAnsi="Calibri" w:cs="Calibri" w:eastAsia="Calibri"/>
          <w:color w:val="231F20"/>
        </w:rPr>
        <w:t> (398)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Calibri" w:hAnsi="Calibri" w:cs="Calibri" w:eastAsia="Calibri"/>
          <w:color w:val="231F20"/>
          <w:spacing w:val="-1"/>
        </w:rPr>
        <w:t>Россия</w:t>
      </w:r>
      <w:r>
        <w:rPr>
          <w:rFonts w:ascii="Calibri" w:hAnsi="Calibri" w:cs="Calibri" w:eastAsia="Calibri"/>
          <w:color w:val="231F20"/>
          <w:spacing w:val="-10"/>
        </w:rPr>
        <w:t> </w:t>
      </w:r>
      <w:r>
        <w:rPr>
          <w:rFonts w:ascii="Calibri" w:hAnsi="Calibri" w:cs="Calibri" w:eastAsia="Calibri"/>
          <w:color w:val="231F20"/>
        </w:rPr>
        <w:t>(643)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rFonts w:ascii="Calibri" w:hAnsi="Calibri" w:cs="Calibri" w:eastAsia="Calibri"/>
          <w:color w:val="231F20"/>
          <w:spacing w:val="-1"/>
        </w:rPr>
        <w:t>Таджикистан</w:t>
      </w:r>
      <w:r>
        <w:rPr>
          <w:rFonts w:ascii="Calibri" w:hAnsi="Calibri" w:cs="Calibri" w:eastAsia="Calibri"/>
          <w:color w:val="231F20"/>
          <w:spacing w:val="-10"/>
        </w:rPr>
        <w:t> </w:t>
      </w:r>
      <w:r>
        <w:rPr>
          <w:rFonts w:ascii="Calibri" w:hAnsi="Calibri" w:cs="Calibri" w:eastAsia="Calibri"/>
          <w:color w:val="231F20"/>
        </w:rPr>
        <w:t>(762)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3"/>
        </w:rPr>
        <w:t> </w:t>
      </w:r>
      <w:r>
        <w:rPr>
          <w:rFonts w:ascii="Calibri" w:hAnsi="Calibri" w:cs="Calibri" w:eastAsia="Calibri"/>
          <w:color w:val="231F20"/>
          <w:spacing w:val="-1"/>
        </w:rPr>
        <w:t>Узбекистан</w:t>
      </w:r>
      <w:r>
        <w:rPr>
          <w:rFonts w:ascii="Calibri" w:hAnsi="Calibri" w:cs="Calibri" w:eastAsia="Calibri"/>
          <w:color w:val="231F20"/>
          <w:spacing w:val="-10"/>
        </w:rPr>
        <w:t> </w:t>
      </w:r>
      <w:r>
        <w:rPr>
          <w:rFonts w:ascii="Calibri" w:hAnsi="Calibri" w:cs="Calibri" w:eastAsia="Calibri"/>
          <w:color w:val="231F20"/>
        </w:rPr>
        <w:t>(860)</w:t>
      </w:r>
      <w:r>
        <w:rPr>
          <w:rFonts w:ascii="Calibri" w:hAnsi="Calibri" w:cs="Calibri" w:eastAsia="Calibri"/>
        </w:rPr>
      </w:r>
    </w:p>
    <w:p>
      <w:pPr>
        <w:spacing w:after="0" w:line="240" w:lineRule="auto"/>
        <w:jc w:val="left"/>
        <w:rPr>
          <w:rFonts w:ascii="Calibri" w:hAnsi="Calibri" w:cs="Calibri" w:eastAsia="Calibri"/>
        </w:rPr>
        <w:sectPr>
          <w:type w:val="continuous"/>
          <w:pgSz w:w="11910" w:h="16840"/>
          <w:pgMar w:top="280" w:bottom="280" w:left="320" w:right="240"/>
          <w:cols w:num="2" w:equalWidth="0">
            <w:col w:w="4335" w:space="1235"/>
            <w:col w:w="5780"/>
          </w:cols>
        </w:sectPr>
      </w:pPr>
    </w:p>
    <w:p>
      <w:pPr>
        <w:pStyle w:val="BodyText"/>
        <w:numPr>
          <w:ilvl w:val="0"/>
          <w:numId w:val="10"/>
        </w:numPr>
        <w:tabs>
          <w:tab w:pos="436" w:val="left" w:leader="none"/>
        </w:tabs>
        <w:spacing w:line="240" w:lineRule="auto" w:before="47" w:after="0"/>
        <w:ind w:left="333" w:right="0" w:firstLine="0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- </w:t>
      </w:r>
      <w:r>
        <w:rPr>
          <w:rFonts w:ascii="Calibri" w:hAnsi="Calibri"/>
          <w:color w:val="231F20"/>
          <w:spacing w:val="-2"/>
        </w:rPr>
        <w:t>никогда</w:t>
      </w:r>
      <w:r>
        <w:rPr>
          <w:rFonts w:ascii="Calibri" w:hAnsi="Calibri"/>
          <w:color w:val="231F20"/>
        </w:rPr>
        <w:t> не </w:t>
      </w:r>
      <w:r>
        <w:rPr>
          <w:rFonts w:ascii="Calibri" w:hAnsi="Calibri"/>
          <w:color w:val="231F20"/>
          <w:spacing w:val="-1"/>
        </w:rPr>
        <w:t>состоял(а)</w:t>
      </w:r>
      <w:r>
        <w:rPr>
          <w:rFonts w:ascii="Calibri" w:hAnsi="Calibri"/>
          <w:color w:val="231F20"/>
        </w:rPr>
        <w:t> в </w:t>
      </w:r>
      <w:r>
        <w:rPr>
          <w:rFonts w:ascii="Calibri" w:hAnsi="Calibri"/>
          <w:color w:val="231F20"/>
          <w:spacing w:val="-1"/>
        </w:rPr>
        <w:t>браке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10"/>
        </w:numPr>
        <w:tabs>
          <w:tab w:pos="440" w:val="left" w:leader="none"/>
        </w:tabs>
        <w:spacing w:line="240" w:lineRule="auto" w:before="36" w:after="0"/>
        <w:ind w:left="439" w:right="0" w:hanging="102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- </w:t>
      </w:r>
      <w:r>
        <w:rPr>
          <w:rFonts w:ascii="Calibri" w:hAnsi="Calibri"/>
          <w:color w:val="231F20"/>
          <w:spacing w:val="-1"/>
        </w:rPr>
        <w:t>состоит</w:t>
      </w:r>
      <w:r>
        <w:rPr>
          <w:rFonts w:ascii="Calibri" w:hAnsi="Calibri"/>
          <w:color w:val="231F20"/>
        </w:rPr>
        <w:t> в зарегистрированном </w:t>
      </w:r>
      <w:r>
        <w:rPr>
          <w:rFonts w:ascii="Calibri" w:hAnsi="Calibri"/>
          <w:color w:val="231F20"/>
          <w:spacing w:val="-1"/>
        </w:rPr>
        <w:t>браке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10"/>
        </w:numPr>
        <w:tabs>
          <w:tab w:pos="441" w:val="left" w:leader="none"/>
        </w:tabs>
        <w:spacing w:line="240" w:lineRule="auto" w:before="36" w:after="0"/>
        <w:ind w:left="440" w:right="0" w:hanging="103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- </w:t>
      </w:r>
      <w:r>
        <w:rPr>
          <w:rFonts w:ascii="Calibri" w:hAnsi="Calibri"/>
          <w:color w:val="231F20"/>
          <w:spacing w:val="-1"/>
        </w:rPr>
        <w:t>состоит</w:t>
      </w:r>
      <w:r>
        <w:rPr>
          <w:rFonts w:ascii="Calibri" w:hAnsi="Calibri"/>
          <w:color w:val="231F20"/>
        </w:rPr>
        <w:t> в незарегистрированном </w:t>
      </w:r>
      <w:r>
        <w:rPr>
          <w:rFonts w:ascii="Calibri" w:hAnsi="Calibri"/>
          <w:color w:val="231F20"/>
          <w:spacing w:val="-1"/>
        </w:rPr>
        <w:t>браке</w:t>
      </w:r>
      <w:r>
        <w:rPr>
          <w:rFonts w:ascii="Calibri" w:hAnsi="Calibri"/>
        </w:rPr>
      </w:r>
    </w:p>
    <w:p>
      <w:pPr>
        <w:spacing w:before="79"/>
        <w:ind w:left="339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pacing w:val="-5"/>
          <w:sz w:val="14"/>
        </w:rPr>
        <w:t>Если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5"/>
          <w:sz w:val="14"/>
        </w:rPr>
        <w:t>отмечен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4"/>
          <w:sz w:val="14"/>
        </w:rPr>
        <w:t>код</w:t>
      </w:r>
      <w:r>
        <w:rPr>
          <w:rFonts w:ascii="Calibri" w:hAnsi="Calibri"/>
          <w:i/>
          <w:color w:val="231F20"/>
          <w:sz w:val="14"/>
        </w:rPr>
        <w:t> 2 </w:t>
      </w:r>
      <w:r>
        <w:rPr>
          <w:rFonts w:ascii="Calibri" w:hAnsi="Calibri"/>
          <w:i/>
          <w:color w:val="231F20"/>
          <w:spacing w:val="-4"/>
          <w:sz w:val="14"/>
        </w:rPr>
        <w:t>или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3"/>
          <w:sz w:val="14"/>
        </w:rPr>
        <w:t>3,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5"/>
          <w:sz w:val="14"/>
        </w:rPr>
        <w:t>указать</w:t>
      </w:r>
      <w:r>
        <w:rPr>
          <w:rFonts w:ascii="Calibri" w:hAnsi="Calibri"/>
          <w:sz w:val="14"/>
        </w:rPr>
      </w:r>
    </w:p>
    <w:p>
      <w:pPr>
        <w:spacing w:before="0"/>
        <w:ind w:left="339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i/>
          <w:color w:val="231F20"/>
          <w:sz w:val="14"/>
          <w:szCs w:val="14"/>
        </w:rPr>
        <w:t>№ </w:t>
      </w:r>
      <w:r>
        <w:rPr>
          <w:rFonts w:ascii="Calibri" w:hAnsi="Calibri" w:cs="Calibri" w:eastAsia="Calibri"/>
          <w:i/>
          <w:color w:val="231F20"/>
          <w:spacing w:val="-4"/>
          <w:sz w:val="14"/>
          <w:szCs w:val="14"/>
        </w:rPr>
        <w:t>жены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pacing w:val="-5"/>
          <w:sz w:val="14"/>
          <w:szCs w:val="14"/>
        </w:rPr>
        <w:t>(мужа)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pacing w:val="-3"/>
          <w:sz w:val="14"/>
          <w:szCs w:val="14"/>
        </w:rPr>
        <w:t>из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pacing w:val="-4"/>
          <w:sz w:val="14"/>
          <w:szCs w:val="14"/>
        </w:rPr>
        <w:t>графы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 1 </w:t>
      </w:r>
      <w:r>
        <w:rPr>
          <w:rFonts w:ascii="Calibri" w:hAnsi="Calibri" w:cs="Calibri" w:eastAsia="Calibri"/>
          <w:i/>
          <w:color w:val="231F20"/>
          <w:spacing w:val="-4"/>
          <w:sz w:val="14"/>
          <w:szCs w:val="14"/>
        </w:rPr>
        <w:t>Формы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 1</w:t>
      </w:r>
      <w:r>
        <w:rPr>
          <w:rFonts w:ascii="Calibri" w:hAnsi="Calibri" w:cs="Calibri" w:eastAsia="Calibri"/>
          <w:sz w:val="14"/>
          <w:szCs w:val="14"/>
        </w:rPr>
      </w:r>
    </w:p>
    <w:p>
      <w:pPr>
        <w:pStyle w:val="BodyText"/>
        <w:numPr>
          <w:ilvl w:val="0"/>
          <w:numId w:val="10"/>
        </w:numPr>
        <w:tabs>
          <w:tab w:pos="440" w:val="left" w:leader="none"/>
        </w:tabs>
        <w:spacing w:line="287" w:lineRule="auto" w:before="50" w:after="0"/>
        <w:ind w:left="333" w:right="130" w:firstLine="4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br w:type="column"/>
        <w:t>- вдовец, </w:t>
      </w:r>
      <w:r>
        <w:rPr>
          <w:rFonts w:ascii="Calibri" w:hAnsi="Calibri"/>
          <w:color w:val="231F20"/>
          <w:spacing w:val="-1"/>
        </w:rPr>
        <w:t>вдова</w:t>
      </w:r>
      <w:r>
        <w:rPr>
          <w:rFonts w:ascii="Calibri" w:hAnsi="Calibri"/>
          <w:color w:val="231F20"/>
          <w:spacing w:val="23"/>
        </w:rPr>
        <w:t> </w:t>
      </w:r>
      <w:r>
        <w:rPr>
          <w:rFonts w:ascii="Calibri" w:hAnsi="Calibri"/>
          <w:b/>
          <w:color w:val="231F20"/>
        </w:rPr>
        <w:t>5</w:t>
      </w:r>
      <w:r>
        <w:rPr>
          <w:rFonts w:ascii="Calibri" w:hAnsi="Calibri"/>
          <w:b/>
          <w:color w:val="231F20"/>
          <w:spacing w:val="-1"/>
        </w:rPr>
        <w:t> </w:t>
      </w:r>
      <w:r>
        <w:rPr>
          <w:rFonts w:ascii="Calibri" w:hAnsi="Calibri"/>
          <w:color w:val="231F20"/>
        </w:rPr>
        <w:t>- </w:t>
      </w:r>
      <w:r>
        <w:rPr>
          <w:rFonts w:ascii="Calibri" w:hAnsi="Calibri"/>
          <w:color w:val="231F20"/>
          <w:spacing w:val="-1"/>
        </w:rPr>
        <w:t>разведен(а)</w:t>
      </w:r>
      <w:r>
        <w:rPr>
          <w:rFonts w:ascii="Calibri" w:hAnsi="Calibri"/>
        </w:rPr>
      </w:r>
    </w:p>
    <w:p>
      <w:pPr>
        <w:pStyle w:val="BodyText"/>
        <w:spacing w:line="240" w:lineRule="auto" w:before="2"/>
        <w:ind w:left="333" w:right="0"/>
        <w:jc w:val="left"/>
        <w:rPr>
          <w:rFonts w:ascii="Calibri" w:hAnsi="Calibri" w:cs="Calibri" w:eastAsia="Calibri"/>
        </w:rPr>
      </w:pPr>
      <w:r>
        <w:rPr>
          <w:rFonts w:ascii="Calibri" w:hAnsi="Calibri"/>
          <w:b/>
          <w:color w:val="231F20"/>
        </w:rPr>
        <w:t>6</w:t>
      </w:r>
      <w:r>
        <w:rPr>
          <w:rFonts w:ascii="Calibri" w:hAnsi="Calibri"/>
          <w:b/>
          <w:color w:val="231F20"/>
          <w:spacing w:val="-1"/>
        </w:rPr>
        <w:t> </w:t>
      </w:r>
      <w:r>
        <w:rPr>
          <w:rFonts w:ascii="Calibri" w:hAnsi="Calibri"/>
          <w:color w:val="231F20"/>
        </w:rPr>
        <w:t>- </w:t>
      </w:r>
      <w:r>
        <w:rPr>
          <w:rFonts w:ascii="Calibri" w:hAnsi="Calibri"/>
          <w:color w:val="231F20"/>
          <w:spacing w:val="-1"/>
        </w:rPr>
        <w:t>разошелся(лась)</w:t>
      </w:r>
      <w:r>
        <w:rPr>
          <w:rFonts w:ascii="Calibri" w:hAnsi="Calibri"/>
        </w:rPr>
      </w:r>
    </w:p>
    <w:p>
      <w:pPr>
        <w:numPr>
          <w:ilvl w:val="0"/>
          <w:numId w:val="4"/>
        </w:numPr>
        <w:tabs>
          <w:tab w:pos="426" w:val="left" w:leader="none"/>
          <w:tab w:pos="4086" w:val="left" w:leader="none"/>
        </w:tabs>
        <w:spacing w:before="1"/>
        <w:ind w:left="425" w:right="0" w:hanging="82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Calibri" w:hAnsi="Calibri" w:cs="Calibri" w:eastAsia="Calibri"/>
          <w:color w:val="231F20"/>
          <w:sz w:val="14"/>
          <w:szCs w:val="14"/>
        </w:rPr>
        <w:br w:type="column"/>
        <w:t>другая страна   →   </w:t>
      </w:r>
      <w:r>
        <w:rPr>
          <w:rFonts w:ascii="Calibri" w:hAnsi="Calibri" w:cs="Calibri" w:eastAsia="Calibri"/>
          <w:color w:val="231F20"/>
          <w:spacing w:val="-1"/>
          <w:sz w:val="14"/>
          <w:szCs w:val="14"/>
        </w:rPr>
        <w:t>у</w:t>
      </w:r>
      <w:r>
        <w:rPr>
          <w:rFonts w:ascii="Calibri" w:hAnsi="Calibri" w:cs="Calibri" w:eastAsia="Calibri"/>
          <w:i/>
          <w:color w:val="231F20"/>
          <w:spacing w:val="-1"/>
          <w:sz w:val="14"/>
          <w:szCs w:val="14"/>
        </w:rPr>
        <w:t>кажите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pacing w:val="-1"/>
          <w:sz w:val="14"/>
          <w:szCs w:val="14"/>
        </w:rPr>
        <w:t>какая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231F20"/>
          <w:sz w:val="14"/>
          <w:szCs w:val="14"/>
        </w:rPr>
      </w:r>
      <w:r>
        <w:rPr>
          <w:rFonts w:ascii="Times New Roman" w:hAnsi="Times New Roman" w:cs="Times New Roman" w:eastAsia="Times New Roman"/>
          <w:color w:val="231F20"/>
          <w:sz w:val="14"/>
          <w:szCs w:val="14"/>
          <w:u w:val="single" w:color="221E1F"/>
        </w:rPr>
        <w:t> </w:t>
        <w:tab/>
      </w:r>
      <w:r>
        <w:rPr>
          <w:rFonts w:ascii="Times New Roman" w:hAnsi="Times New Roman" w:cs="Times New Roman" w:eastAsia="Times New Roman"/>
          <w:color w:val="231F20"/>
          <w:sz w:val="14"/>
          <w:szCs w:val="14"/>
        </w:rPr>
      </w:r>
      <w:r>
        <w:rPr>
          <w:rFonts w:ascii="Times New Roman" w:hAnsi="Times New Roman" w:cs="Times New Roman" w:eastAsia="Times New Roman"/>
          <w:sz w:val="14"/>
          <w:szCs w:val="1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Heading3"/>
        <w:numPr>
          <w:ilvl w:val="1"/>
          <w:numId w:val="5"/>
        </w:numPr>
        <w:tabs>
          <w:tab w:pos="615" w:val="left" w:leader="none"/>
        </w:tabs>
        <w:spacing w:line="240" w:lineRule="auto" w:before="0" w:after="0"/>
        <w:ind w:left="617" w:right="3042" w:hanging="284"/>
        <w:jc w:val="left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231F20"/>
          <w:spacing w:val="-3"/>
        </w:rPr>
        <w:t>ГОД</w:t>
      </w:r>
      <w:r>
        <w:rPr>
          <w:rFonts w:ascii="Calibri" w:hAnsi="Calibri"/>
          <w:color w:val="231F20"/>
        </w:rPr>
        <w:t> ПРИБЫТИЯ </w:t>
      </w:r>
      <w:r>
        <w:rPr>
          <w:rFonts w:ascii="Calibri" w:hAnsi="Calibri"/>
          <w:color w:val="231F20"/>
          <w:spacing w:val="-1"/>
        </w:rPr>
        <w:t>(ВОЗВРАЩЕНИЯ)</w:t>
      </w:r>
      <w:r>
        <w:rPr>
          <w:rFonts w:ascii="Calibri" w:hAnsi="Calibri"/>
          <w:color w:val="231F20"/>
        </w:rPr>
        <w:t> В</w:t>
      </w:r>
      <w:r>
        <w:rPr>
          <w:rFonts w:ascii="Calibri" w:hAnsi="Calibri"/>
          <w:color w:val="231F20"/>
          <w:spacing w:val="25"/>
        </w:rPr>
        <w:t> </w:t>
      </w:r>
      <w:r>
        <w:rPr>
          <w:rFonts w:ascii="Calibri" w:hAnsi="Calibri"/>
          <w:color w:val="231F20"/>
        </w:rPr>
        <w:t>КЫРГЫЗСКУЮ </w:t>
      </w:r>
      <w:r>
        <w:rPr>
          <w:rFonts w:ascii="Calibri" w:hAnsi="Calibri"/>
          <w:color w:val="231F20"/>
          <w:spacing w:val="-1"/>
        </w:rPr>
        <w:t>РЕСПУБЛИКУ</w:t>
      </w:r>
      <w:r>
        <w:rPr>
          <w:rFonts w:ascii="Calibri" w:hAnsi="Calibri"/>
          <w:b w:val="0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17"/>
          <w:szCs w:val="17"/>
        </w:rPr>
      </w:pPr>
    </w:p>
    <w:p>
      <w:pPr>
        <w:numPr>
          <w:ilvl w:val="1"/>
          <w:numId w:val="5"/>
        </w:numPr>
        <w:tabs>
          <w:tab w:pos="615" w:val="left" w:leader="none"/>
        </w:tabs>
        <w:spacing w:line="151" w:lineRule="auto" w:before="0"/>
        <w:ind w:left="617" w:right="457" w:hanging="284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pacing w:val="-1"/>
          <w:sz w:val="14"/>
        </w:rPr>
        <w:t>УКАЖИТЕ</w:t>
      </w:r>
      <w:r>
        <w:rPr>
          <w:rFonts w:ascii="Calibri" w:hAnsi="Calibri"/>
          <w:b/>
          <w:color w:val="231F20"/>
          <w:sz w:val="14"/>
        </w:rPr>
        <w:t> ОСНОВНУЮ </w:t>
      </w:r>
      <w:r>
        <w:rPr>
          <w:rFonts w:ascii="Calibri" w:hAnsi="Calibri"/>
          <w:b/>
          <w:color w:val="231F20"/>
          <w:spacing w:val="-2"/>
          <w:sz w:val="14"/>
        </w:rPr>
        <w:t>ПРИЧИНУ,</w:t>
      </w:r>
      <w:r>
        <w:rPr>
          <w:rFonts w:ascii="Calibri" w:hAnsi="Calibri"/>
          <w:b/>
          <w:color w:val="231F20"/>
          <w:sz w:val="14"/>
        </w:rPr>
        <w:t> ПО </w:t>
      </w:r>
      <w:r>
        <w:rPr>
          <w:rFonts w:ascii="Calibri" w:hAnsi="Calibri"/>
          <w:b/>
          <w:color w:val="231F20"/>
          <w:spacing w:val="-2"/>
          <w:sz w:val="14"/>
        </w:rPr>
        <w:t>КОТОРОЙ</w:t>
      </w:r>
      <w:r>
        <w:rPr>
          <w:rFonts w:ascii="Calibri" w:hAnsi="Calibri"/>
          <w:b/>
          <w:color w:val="231F20"/>
          <w:sz w:val="14"/>
        </w:rPr>
        <w:t> ВЫ ПРИБЫЛИ В КЫРГЫЗСКУЮ</w:t>
      </w:r>
      <w:r>
        <w:rPr>
          <w:rFonts w:ascii="Calibri" w:hAnsi="Calibri"/>
          <w:b/>
          <w:color w:val="231F20"/>
          <w:spacing w:val="21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РЕСПУБЛИКУ</w:t>
      </w:r>
      <w:r>
        <w:rPr>
          <w:rFonts w:ascii="Calibri" w:hAnsi="Calibri"/>
          <w:b/>
          <w:color w:val="231F20"/>
          <w:sz w:val="14"/>
        </w:rPr>
        <w:t> НА </w:t>
      </w:r>
      <w:r>
        <w:rPr>
          <w:rFonts w:ascii="Calibri" w:hAnsi="Calibri"/>
          <w:b/>
          <w:color w:val="231F20"/>
          <w:spacing w:val="-1"/>
          <w:sz w:val="14"/>
        </w:rPr>
        <w:t>ПОСТОЯННОЕ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2"/>
          <w:sz w:val="14"/>
        </w:rPr>
        <w:t>МЕСТО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ЖИТЕЛЬСТВА</w:t>
      </w:r>
      <w:r>
        <w:rPr>
          <w:rFonts w:ascii="Calibri" w:hAnsi="Calibri"/>
          <w:sz w:val="14"/>
        </w:rPr>
      </w:r>
    </w:p>
    <w:p>
      <w:pPr>
        <w:spacing w:after="0" w:line="151" w:lineRule="auto"/>
        <w:jc w:val="left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280" w:bottom="280" w:left="320" w:right="240"/>
          <w:cols w:num="3" w:equalWidth="0">
            <w:col w:w="2875" w:space="218"/>
            <w:col w:w="1499" w:space="982"/>
            <w:col w:w="5776"/>
          </w:cols>
        </w:sectPr>
      </w:pPr>
    </w:p>
    <w:p>
      <w:pPr>
        <w:numPr>
          <w:ilvl w:val="0"/>
          <w:numId w:val="11"/>
        </w:numPr>
        <w:tabs>
          <w:tab w:pos="485" w:val="left" w:leader="none"/>
        </w:tabs>
        <w:spacing w:line="126" w:lineRule="exact" w:before="0"/>
        <w:ind w:left="484" w:right="0" w:hanging="14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pacing w:val="-1"/>
          <w:sz w:val="14"/>
        </w:rPr>
        <w:t>ВАША</w:t>
      </w:r>
      <w:r>
        <w:rPr>
          <w:rFonts w:ascii="Calibri" w:hAnsi="Calibri"/>
          <w:b/>
          <w:color w:val="231F20"/>
          <w:sz w:val="14"/>
        </w:rPr>
        <w:t> НАЦИОНАЛЬНОСТЬ</w:t>
      </w:r>
      <w:r>
        <w:rPr>
          <w:rFonts w:ascii="Calibri" w:hAnsi="Calibri"/>
          <w:sz w:val="14"/>
        </w:rPr>
      </w:r>
    </w:p>
    <w:p>
      <w:pPr>
        <w:pStyle w:val="BodyText"/>
        <w:numPr>
          <w:ilvl w:val="0"/>
          <w:numId w:val="4"/>
        </w:numPr>
        <w:tabs>
          <w:tab w:pos="525" w:val="left" w:leader="none"/>
          <w:tab w:pos="1632" w:val="left" w:leader="none"/>
          <w:tab w:pos="2902" w:val="left" w:leader="none"/>
          <w:tab w:pos="4259" w:val="left" w:leader="none"/>
        </w:tabs>
        <w:spacing w:line="240" w:lineRule="auto" w:before="34" w:after="0"/>
        <w:ind w:left="524" w:right="0" w:hanging="191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color w:val="231F20"/>
          <w:spacing w:val="-1"/>
        </w:rPr>
        <w:t>кыргыз(ка)</w:t>
      </w:r>
      <w:r>
        <w:rPr>
          <w:rFonts w:ascii="Calibri" w:hAnsi="Calibri" w:cs="Calibri" w:eastAsia="Calibri"/>
          <w:color w:val="231F20"/>
        </w:rPr>
        <w:t> </w:t>
      </w:r>
      <w:r>
        <w:rPr>
          <w:rFonts w:ascii="Calibri" w:hAnsi="Calibri" w:cs="Calibri" w:eastAsia="Calibri"/>
          <w:color w:val="231F20"/>
        </w:rPr>
        <w:t>(11)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Calibri" w:hAnsi="Calibri" w:cs="Calibri" w:eastAsia="Calibri"/>
          <w:color w:val="231F20"/>
          <w:spacing w:val="-1"/>
        </w:rPr>
        <w:t>казах(шка)</w:t>
      </w:r>
      <w:r>
        <w:rPr>
          <w:rFonts w:ascii="Calibri" w:hAnsi="Calibri" w:cs="Calibri" w:eastAsia="Calibri"/>
          <w:color w:val="231F20"/>
          <w:spacing w:val="-3"/>
        </w:rPr>
        <w:t> </w:t>
      </w:r>
      <w:r>
        <w:rPr>
          <w:rFonts w:ascii="Calibri" w:hAnsi="Calibri" w:cs="Calibri" w:eastAsia="Calibri"/>
          <w:color w:val="231F20"/>
        </w:rPr>
        <w:t>(5)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4"/>
        </w:rPr>
        <w:t> </w:t>
      </w:r>
      <w:r>
        <w:rPr>
          <w:rFonts w:ascii="Calibri" w:hAnsi="Calibri" w:cs="Calibri" w:eastAsia="Calibri"/>
          <w:color w:val="231F20"/>
          <w:spacing w:val="-1"/>
        </w:rPr>
        <w:t>русский(кая)</w:t>
      </w:r>
      <w:r>
        <w:rPr>
          <w:rFonts w:ascii="Calibri" w:hAnsi="Calibri" w:cs="Calibri" w:eastAsia="Calibri"/>
          <w:color w:val="231F20"/>
          <w:spacing w:val="-4"/>
        </w:rPr>
        <w:t> </w:t>
      </w:r>
      <w:r>
        <w:rPr>
          <w:rFonts w:ascii="Calibri" w:hAnsi="Calibri" w:cs="Calibri" w:eastAsia="Calibri"/>
          <w:color w:val="231F20"/>
        </w:rPr>
        <w:t>(1)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4"/>
        </w:rPr>
        <w:t> </w:t>
      </w:r>
      <w:r>
        <w:rPr>
          <w:rFonts w:ascii="Calibri" w:hAnsi="Calibri" w:cs="Calibri" w:eastAsia="Calibri"/>
          <w:color w:val="231F20"/>
          <w:spacing w:val="-1"/>
        </w:rPr>
        <w:t>таджик(чка)</w:t>
      </w:r>
      <w:r>
        <w:rPr>
          <w:rFonts w:ascii="Calibri" w:hAnsi="Calibri" w:cs="Calibri" w:eastAsia="Calibri"/>
          <w:color w:val="231F20"/>
          <w:spacing w:val="-4"/>
        </w:rPr>
        <w:t> </w:t>
      </w:r>
      <w:r>
        <w:rPr>
          <w:rFonts w:ascii="Calibri" w:hAnsi="Calibri" w:cs="Calibri" w:eastAsia="Calibri"/>
          <w:color w:val="231F20"/>
        </w:rPr>
        <w:t>(12)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"/>
        </w:numPr>
        <w:tabs>
          <w:tab w:pos="530" w:val="left" w:leader="none"/>
          <w:tab w:pos="1628" w:val="left" w:leader="none"/>
          <w:tab w:pos="4158" w:val="left" w:leader="none"/>
        </w:tabs>
        <w:spacing w:line="144" w:lineRule="exact" w:before="96" w:after="0"/>
        <w:ind w:left="529" w:right="0" w:hanging="191"/>
        <w:jc w:val="left"/>
        <w:rPr>
          <w:rFonts w:ascii="Times New Roman" w:hAnsi="Times New Roman" w:cs="Times New Roman" w:eastAsia="Times New Roman"/>
        </w:rPr>
      </w:pPr>
      <w:r>
        <w:rPr>
          <w:rFonts w:ascii="Calibri" w:hAnsi="Calibri" w:cs="Calibri" w:eastAsia="Calibri"/>
          <w:color w:val="231F20"/>
          <w:spacing w:val="-1"/>
        </w:rPr>
        <w:t>узбек(чка)</w:t>
      </w:r>
      <w:r>
        <w:rPr>
          <w:rFonts w:ascii="Calibri" w:hAnsi="Calibri" w:cs="Calibri" w:eastAsia="Calibri"/>
          <w:color w:val="231F20"/>
        </w:rPr>
        <w:t> </w:t>
      </w:r>
      <w:r>
        <w:rPr>
          <w:rFonts w:ascii="Calibri" w:hAnsi="Calibri" w:cs="Calibri" w:eastAsia="Calibri"/>
          <w:color w:val="231F20"/>
        </w:rPr>
        <w:t>(4)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33"/>
        </w:rPr>
        <w:t> </w:t>
      </w:r>
      <w:r>
        <w:rPr>
          <w:rFonts w:ascii="Calibri" w:hAnsi="Calibri" w:cs="Calibri" w:eastAsia="Calibri"/>
          <w:color w:val="231F20"/>
        </w:rPr>
        <w:t>другая</w:t>
      </w:r>
      <w:r>
        <w:rPr>
          <w:rFonts w:ascii="Calibri" w:hAnsi="Calibri" w:cs="Calibri" w:eastAsia="Calibri"/>
          <w:color w:val="231F20"/>
          <w:spacing w:val="-3"/>
        </w:rPr>
        <w:t> </w:t>
      </w:r>
      <w:r>
        <w:rPr>
          <w:rFonts w:ascii="Calibri" w:hAnsi="Calibri" w:cs="Calibri" w:eastAsia="Calibri"/>
          <w:color w:val="231F20"/>
        </w:rPr>
        <w:t>национальность</w:t>
      </w:r>
      <w:r>
        <w:rPr>
          <w:rFonts w:ascii="Times New Roman" w:hAnsi="Times New Roman" w:cs="Times New Roman" w:eastAsia="Times New Roman"/>
          <w:color w:val="231F20"/>
        </w:rPr>
      </w:r>
      <w:r>
        <w:rPr>
          <w:rFonts w:ascii="Times New Roman" w:hAnsi="Times New Roman" w:cs="Times New Roman" w:eastAsia="Times New Roman"/>
          <w:color w:val="231F20"/>
          <w:u w:val="single" w:color="221E1F"/>
        </w:rPr>
        <w:t> </w:t>
        <w:tab/>
      </w:r>
      <w:r>
        <w:rPr>
          <w:rFonts w:ascii="Times New Roman" w:hAnsi="Times New Roman" w:cs="Times New Roman" w:eastAsia="Times New Roman"/>
          <w:color w:val="231F20"/>
        </w:rPr>
      </w:r>
      <w:r>
        <w:rPr>
          <w:rFonts w:ascii="Times New Roman" w:hAnsi="Times New Roman" w:cs="Times New Roman" w:eastAsia="Times New Roman"/>
        </w:rPr>
      </w:r>
    </w:p>
    <w:p>
      <w:pPr>
        <w:spacing w:line="144" w:lineRule="exact" w:before="0"/>
        <w:ind w:left="3211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pacing w:val="-1"/>
          <w:sz w:val="14"/>
        </w:rPr>
        <w:t>укажите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какая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0"/>
          <w:numId w:val="11"/>
        </w:numPr>
        <w:tabs>
          <w:tab w:pos="481" w:val="left" w:leader="none"/>
        </w:tabs>
        <w:spacing w:line="240" w:lineRule="auto" w:before="23" w:after="0"/>
        <w:ind w:left="480" w:right="0" w:hanging="140"/>
        <w:jc w:val="left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231F20"/>
        </w:rPr>
        <w:t>В </w:t>
      </w:r>
      <w:r>
        <w:rPr>
          <w:rFonts w:ascii="Calibri" w:hAnsi="Calibri"/>
          <w:color w:val="231F20"/>
          <w:spacing w:val="-1"/>
        </w:rPr>
        <w:t>КАКОЙ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2"/>
        </w:rPr>
        <w:t>СТРАНЕ</w:t>
      </w:r>
      <w:r>
        <w:rPr>
          <w:rFonts w:ascii="Calibri" w:hAnsi="Calibri"/>
          <w:color w:val="231F20"/>
        </w:rPr>
        <w:t> ВЫ </w:t>
      </w:r>
      <w:r>
        <w:rPr>
          <w:rFonts w:ascii="Calibri" w:hAnsi="Calibri"/>
          <w:color w:val="231F20"/>
          <w:spacing w:val="-1"/>
        </w:rPr>
        <w:t>РОДИЛИСЬ?</w:t>
      </w:r>
      <w:r>
        <w:rPr>
          <w:rFonts w:ascii="Calibri" w:hAnsi="Calibri"/>
          <w:b w:val="0"/>
        </w:rPr>
      </w:r>
    </w:p>
    <w:p>
      <w:pPr>
        <w:pStyle w:val="BodyText"/>
        <w:numPr>
          <w:ilvl w:val="0"/>
          <w:numId w:val="4"/>
        </w:numPr>
        <w:tabs>
          <w:tab w:pos="418" w:val="left" w:leader="none"/>
        </w:tabs>
        <w:spacing w:line="240" w:lineRule="auto" w:before="21" w:after="0"/>
        <w:ind w:left="417" w:right="0" w:hanging="82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color w:val="231F20"/>
        </w:rPr>
        <w:t>Кыргызская</w:t>
      </w:r>
      <w:r>
        <w:rPr>
          <w:rFonts w:ascii="Calibri" w:hAnsi="Calibri" w:cs="Calibri" w:eastAsia="Calibri"/>
          <w:color w:val="231F20"/>
          <w:spacing w:val="-3"/>
        </w:rPr>
        <w:t> </w:t>
      </w:r>
      <w:r>
        <w:rPr>
          <w:rFonts w:ascii="Calibri" w:hAnsi="Calibri" w:cs="Calibri" w:eastAsia="Calibri"/>
          <w:color w:val="231F20"/>
          <w:spacing w:val="-1"/>
        </w:rPr>
        <w:t>Республика</w:t>
      </w:r>
      <w:r>
        <w:rPr>
          <w:rFonts w:ascii="Calibri" w:hAnsi="Calibri" w:cs="Calibri" w:eastAsia="Calibri"/>
          <w:color w:val="231F20"/>
          <w:spacing w:val="-4"/>
        </w:rPr>
        <w:t> </w:t>
      </w:r>
      <w:r>
        <w:rPr>
          <w:rFonts w:ascii="Calibri" w:hAnsi="Calibri" w:cs="Calibri" w:eastAsia="Calibri"/>
          <w:color w:val="231F20"/>
        </w:rPr>
        <w:t>(417) </w:t>
      </w:r>
      <w:r>
        <w:rPr>
          <w:rFonts w:ascii="Calibri" w:hAnsi="Calibri" w:cs="Calibri" w:eastAsia="Calibri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Calibri" w:hAnsi="Calibri" w:cs="Calibri" w:eastAsia="Calibri"/>
          <w:color w:val="231F20"/>
          <w:spacing w:val="-1"/>
        </w:rPr>
        <w:t>Казахстан</w:t>
      </w:r>
      <w:r>
        <w:rPr>
          <w:rFonts w:ascii="Calibri" w:hAnsi="Calibri" w:cs="Calibri" w:eastAsia="Calibri"/>
          <w:color w:val="231F20"/>
          <w:spacing w:val="-4"/>
        </w:rPr>
        <w:t> </w:t>
      </w:r>
      <w:r>
        <w:rPr>
          <w:rFonts w:ascii="Calibri" w:hAnsi="Calibri" w:cs="Calibri" w:eastAsia="Calibri"/>
          <w:color w:val="231F20"/>
        </w:rPr>
        <w:t>(398)  </w:t>
      </w:r>
      <w:r>
        <w:rPr>
          <w:rFonts w:ascii="Calibri" w:hAnsi="Calibri" w:cs="Calibri" w:eastAsia="Calibri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Calibri" w:hAnsi="Calibri" w:cs="Calibri" w:eastAsia="Calibri"/>
          <w:color w:val="231F20"/>
          <w:spacing w:val="-1"/>
        </w:rPr>
        <w:t>Россия</w:t>
      </w:r>
      <w:r>
        <w:rPr>
          <w:rFonts w:ascii="Calibri" w:hAnsi="Calibri" w:cs="Calibri" w:eastAsia="Calibri"/>
          <w:color w:val="231F20"/>
          <w:spacing w:val="-4"/>
        </w:rPr>
        <w:t> </w:t>
      </w:r>
      <w:r>
        <w:rPr>
          <w:rFonts w:ascii="Calibri" w:hAnsi="Calibri" w:cs="Calibri" w:eastAsia="Calibri"/>
          <w:color w:val="231F20"/>
        </w:rPr>
        <w:t>(643)    </w:t>
      </w:r>
      <w:r>
        <w:rPr>
          <w:rFonts w:ascii="Calibri" w:hAnsi="Calibri" w:cs="Calibri" w:eastAsia="Calibri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Calibri" w:hAnsi="Calibri" w:cs="Calibri" w:eastAsia="Calibri"/>
          <w:color w:val="231F20"/>
          <w:spacing w:val="-1"/>
        </w:rPr>
        <w:t>Таджикистан</w:t>
      </w:r>
      <w:r>
        <w:rPr>
          <w:rFonts w:ascii="Calibri" w:hAnsi="Calibri" w:cs="Calibri" w:eastAsia="Calibri"/>
          <w:color w:val="231F20"/>
          <w:spacing w:val="-4"/>
        </w:rPr>
        <w:t> </w:t>
      </w:r>
      <w:r>
        <w:rPr>
          <w:rFonts w:ascii="Calibri" w:hAnsi="Calibri" w:cs="Calibri" w:eastAsia="Calibri"/>
          <w:color w:val="231F20"/>
        </w:rPr>
        <w:t>(762)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"/>
        </w:numPr>
        <w:tabs>
          <w:tab w:pos="423" w:val="left" w:leader="none"/>
          <w:tab w:pos="1652" w:val="left" w:leader="none"/>
          <w:tab w:pos="4262" w:val="left" w:leader="none"/>
        </w:tabs>
        <w:spacing w:line="143" w:lineRule="exact" w:before="124" w:after="0"/>
        <w:ind w:left="422" w:right="0" w:hanging="82"/>
        <w:jc w:val="left"/>
        <w:rPr>
          <w:rFonts w:ascii="Times New Roman" w:hAnsi="Times New Roman" w:cs="Times New Roman" w:eastAsia="Times New Roman"/>
        </w:rPr>
      </w:pPr>
      <w:r>
        <w:rPr>
          <w:rFonts w:ascii="Calibri" w:hAnsi="Calibri" w:cs="Calibri" w:eastAsia="Calibri"/>
          <w:color w:val="231F20"/>
          <w:spacing w:val="-1"/>
        </w:rPr>
        <w:t>Узбекистан </w:t>
      </w:r>
      <w:r>
        <w:rPr>
          <w:rFonts w:ascii="Calibri" w:hAnsi="Calibri" w:cs="Calibri" w:eastAsia="Calibri"/>
          <w:color w:val="231F20"/>
        </w:rPr>
        <w:t>(860)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Calibri" w:hAnsi="Calibri" w:cs="Calibri" w:eastAsia="Calibri"/>
          <w:color w:val="231F20"/>
        </w:rPr>
        <w:t>другая</w:t>
      </w:r>
      <w:r>
        <w:rPr>
          <w:rFonts w:ascii="Calibri" w:hAnsi="Calibri" w:cs="Calibri" w:eastAsia="Calibri"/>
          <w:color w:val="231F20"/>
          <w:spacing w:val="-20"/>
        </w:rPr>
        <w:t> </w:t>
      </w:r>
      <w:r>
        <w:rPr>
          <w:rFonts w:ascii="Calibri" w:hAnsi="Calibri" w:cs="Calibri" w:eastAsia="Calibri"/>
          <w:color w:val="231F20"/>
        </w:rPr>
        <w:t>страна</w:t>
      </w:r>
      <w:r>
        <w:rPr>
          <w:rFonts w:ascii="Calibri" w:hAnsi="Calibri" w:cs="Calibri" w:eastAsia="Calibri"/>
          <w:color w:val="231F20"/>
        </w:rPr>
        <w:t> </w:t>
      </w:r>
      <w:r>
        <w:rPr>
          <w:rFonts w:ascii="Times New Roman" w:hAnsi="Times New Roman" w:cs="Times New Roman" w:eastAsia="Times New Roman"/>
          <w:color w:val="231F20"/>
        </w:rPr>
      </w:r>
      <w:r>
        <w:rPr>
          <w:rFonts w:ascii="Times New Roman" w:hAnsi="Times New Roman" w:cs="Times New Roman" w:eastAsia="Times New Roman"/>
          <w:color w:val="231F20"/>
          <w:u w:val="single" w:color="221E1F"/>
        </w:rPr>
        <w:t> </w:t>
        <w:tab/>
      </w:r>
      <w:r>
        <w:rPr>
          <w:rFonts w:ascii="Times New Roman" w:hAnsi="Times New Roman" w:cs="Times New Roman" w:eastAsia="Times New Roman"/>
          <w:color w:val="231F20"/>
        </w:rPr>
      </w:r>
      <w:r>
        <w:rPr>
          <w:rFonts w:ascii="Times New Roman" w:hAnsi="Times New Roman" w:cs="Times New Roman" w:eastAsia="Times New Roman"/>
        </w:rPr>
      </w:r>
    </w:p>
    <w:p>
      <w:pPr>
        <w:spacing w:line="143" w:lineRule="exact" w:before="0"/>
        <w:ind w:left="2582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pacing w:val="-1"/>
          <w:sz w:val="14"/>
        </w:rPr>
        <w:t>укажите</w:t>
      </w:r>
      <w:r>
        <w:rPr>
          <w:rFonts w:ascii="Calibri" w:hAnsi="Calibri"/>
          <w:i/>
          <w:color w:val="231F20"/>
          <w:sz w:val="14"/>
        </w:rPr>
        <w:t> название страны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0"/>
          <w:numId w:val="11"/>
        </w:numPr>
        <w:tabs>
          <w:tab w:pos="481" w:val="left" w:leader="none"/>
        </w:tabs>
        <w:spacing w:line="240" w:lineRule="auto" w:before="55" w:after="0"/>
        <w:ind w:left="480" w:right="0" w:hanging="140"/>
        <w:jc w:val="left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231F20"/>
          <w:spacing w:val="-2"/>
        </w:rPr>
        <w:t>СТРАНА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1"/>
        </w:rPr>
        <w:t>ВАШЕГО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color w:val="231F20"/>
          <w:spacing w:val="-2"/>
        </w:rPr>
        <w:t>ГРАЖДАНСТВА</w:t>
      </w:r>
      <w:r>
        <w:rPr>
          <w:rFonts w:ascii="Calibri" w:hAnsi="Calibri"/>
          <w:b w:val="0"/>
        </w:rPr>
      </w:r>
    </w:p>
    <w:p>
      <w:pPr>
        <w:pStyle w:val="BodyText"/>
        <w:numPr>
          <w:ilvl w:val="0"/>
          <w:numId w:val="4"/>
        </w:numPr>
        <w:tabs>
          <w:tab w:pos="418" w:val="left" w:leader="none"/>
        </w:tabs>
        <w:spacing w:line="240" w:lineRule="auto" w:before="14" w:after="0"/>
        <w:ind w:left="417" w:right="0" w:hanging="82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color w:val="231F20"/>
        </w:rPr>
        <w:t>Кыргызская</w:t>
      </w:r>
      <w:r>
        <w:rPr>
          <w:rFonts w:ascii="Calibri" w:hAnsi="Calibri" w:cs="Calibri" w:eastAsia="Calibri"/>
          <w:color w:val="231F20"/>
          <w:spacing w:val="-3"/>
        </w:rPr>
        <w:t> </w:t>
      </w:r>
      <w:r>
        <w:rPr>
          <w:rFonts w:ascii="Calibri" w:hAnsi="Calibri" w:cs="Calibri" w:eastAsia="Calibri"/>
          <w:color w:val="231F20"/>
          <w:spacing w:val="-1"/>
        </w:rPr>
        <w:t>Республика</w:t>
      </w:r>
      <w:r>
        <w:rPr>
          <w:rFonts w:ascii="Calibri" w:hAnsi="Calibri" w:cs="Calibri" w:eastAsia="Calibri"/>
          <w:color w:val="231F20"/>
          <w:spacing w:val="-4"/>
        </w:rPr>
        <w:t> </w:t>
      </w:r>
      <w:r>
        <w:rPr>
          <w:rFonts w:ascii="Calibri" w:hAnsi="Calibri" w:cs="Calibri" w:eastAsia="Calibri"/>
          <w:color w:val="231F20"/>
        </w:rPr>
        <w:t>(417) </w:t>
      </w:r>
      <w:r>
        <w:rPr>
          <w:rFonts w:ascii="Calibri" w:hAnsi="Calibri" w:cs="Calibri" w:eastAsia="Calibri"/>
          <w:color w:val="231F20"/>
          <w:spacing w:val="13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Calibri" w:hAnsi="Calibri" w:cs="Calibri" w:eastAsia="Calibri"/>
          <w:color w:val="231F20"/>
          <w:spacing w:val="-1"/>
        </w:rPr>
        <w:t>Казахстан</w:t>
      </w:r>
      <w:r>
        <w:rPr>
          <w:rFonts w:ascii="Calibri" w:hAnsi="Calibri" w:cs="Calibri" w:eastAsia="Calibri"/>
          <w:color w:val="231F20"/>
          <w:spacing w:val="-4"/>
        </w:rPr>
        <w:t> </w:t>
      </w:r>
      <w:r>
        <w:rPr>
          <w:rFonts w:ascii="Calibri" w:hAnsi="Calibri" w:cs="Calibri" w:eastAsia="Calibri"/>
          <w:color w:val="231F20"/>
        </w:rPr>
        <w:t>(398)  </w:t>
      </w:r>
      <w:r>
        <w:rPr>
          <w:rFonts w:ascii="Calibri" w:hAnsi="Calibri" w:cs="Calibri" w:eastAsia="Calibri"/>
          <w:color w:val="231F20"/>
          <w:spacing w:val="6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Calibri" w:hAnsi="Calibri" w:cs="Calibri" w:eastAsia="Calibri"/>
          <w:color w:val="231F20"/>
          <w:spacing w:val="-1"/>
        </w:rPr>
        <w:t>Россия</w:t>
      </w:r>
      <w:r>
        <w:rPr>
          <w:rFonts w:ascii="Calibri" w:hAnsi="Calibri" w:cs="Calibri" w:eastAsia="Calibri"/>
          <w:color w:val="231F20"/>
          <w:spacing w:val="-4"/>
        </w:rPr>
        <w:t> </w:t>
      </w:r>
      <w:r>
        <w:rPr>
          <w:rFonts w:ascii="Calibri" w:hAnsi="Calibri" w:cs="Calibri" w:eastAsia="Calibri"/>
          <w:color w:val="231F20"/>
        </w:rPr>
        <w:t>(643)    </w:t>
      </w:r>
      <w:r>
        <w:rPr>
          <w:rFonts w:ascii="Calibri" w:hAnsi="Calibri" w:cs="Calibri" w:eastAsia="Calibri"/>
          <w:color w:val="231F20"/>
          <w:spacing w:val="10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6"/>
        </w:rPr>
        <w:t> </w:t>
      </w:r>
      <w:r>
        <w:rPr>
          <w:rFonts w:ascii="Calibri" w:hAnsi="Calibri" w:cs="Calibri" w:eastAsia="Calibri"/>
          <w:color w:val="231F20"/>
          <w:spacing w:val="-1"/>
        </w:rPr>
        <w:t>Таджикистан</w:t>
      </w:r>
      <w:r>
        <w:rPr>
          <w:rFonts w:ascii="Calibri" w:hAnsi="Calibri" w:cs="Calibri" w:eastAsia="Calibri"/>
          <w:color w:val="231F20"/>
          <w:spacing w:val="-4"/>
        </w:rPr>
        <w:t> </w:t>
      </w:r>
      <w:r>
        <w:rPr>
          <w:rFonts w:ascii="Calibri" w:hAnsi="Calibri" w:cs="Calibri" w:eastAsia="Calibri"/>
          <w:color w:val="231F20"/>
        </w:rPr>
        <w:t>(762)</w:t>
      </w:r>
      <w:r>
        <w:rPr>
          <w:rFonts w:ascii="Calibri" w:hAnsi="Calibri" w:cs="Calibri" w:eastAsia="Calibri"/>
        </w:rPr>
      </w:r>
    </w:p>
    <w:p>
      <w:pPr>
        <w:spacing w:line="258" w:lineRule="auto" w:before="29"/>
        <w:ind w:left="331" w:right="1901" w:firstLine="0"/>
        <w:jc w:val="left"/>
        <w:rPr>
          <w:rFonts w:ascii="Calibri" w:hAnsi="Calibri" w:cs="Calibri" w:eastAsia="Calibri"/>
          <w:sz w:val="12"/>
          <w:szCs w:val="12"/>
        </w:rPr>
      </w:pPr>
      <w:r>
        <w:rPr/>
        <w:br w:type="column"/>
      </w:r>
      <w:r>
        <w:rPr>
          <w:rFonts w:ascii="Calibri" w:hAnsi="Calibri"/>
          <w:b/>
          <w:color w:val="231F20"/>
          <w:sz w:val="12"/>
        </w:rPr>
        <w:t>1 </w:t>
      </w:r>
      <w:r>
        <w:rPr>
          <w:rFonts w:ascii="Calibri" w:hAnsi="Calibri"/>
          <w:color w:val="231F20"/>
          <w:sz w:val="12"/>
        </w:rPr>
        <w:t>- работа</w:t>
      </w:r>
      <w:r>
        <w:rPr>
          <w:rFonts w:ascii="Calibri" w:hAnsi="Calibri"/>
          <w:color w:val="231F20"/>
          <w:sz w:val="12"/>
        </w:rPr>
        <w:t> </w:t>
      </w:r>
      <w:r>
        <w:rPr>
          <w:rFonts w:ascii="Calibri" w:hAnsi="Calibri"/>
          <w:b/>
          <w:color w:val="231F20"/>
          <w:sz w:val="12"/>
        </w:rPr>
        <w:t>2 </w:t>
      </w:r>
      <w:r>
        <w:rPr>
          <w:rFonts w:ascii="Calibri" w:hAnsi="Calibri"/>
          <w:color w:val="231F20"/>
          <w:sz w:val="12"/>
        </w:rPr>
        <w:t>- учеба</w:t>
      </w:r>
      <w:r>
        <w:rPr>
          <w:rFonts w:ascii="Calibri" w:hAnsi="Calibri"/>
          <w:sz w:val="12"/>
        </w:rPr>
      </w:r>
    </w:p>
    <w:p>
      <w:pPr>
        <w:numPr>
          <w:ilvl w:val="0"/>
          <w:numId w:val="12"/>
        </w:numPr>
        <w:tabs>
          <w:tab w:pos="420" w:val="left" w:leader="none"/>
        </w:tabs>
        <w:spacing w:before="0"/>
        <w:ind w:left="419" w:right="0" w:hanging="88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color w:val="231F20"/>
          <w:sz w:val="12"/>
        </w:rPr>
        <w:t>- семейные обстоятельства</w:t>
      </w:r>
      <w:r>
        <w:rPr>
          <w:rFonts w:ascii="Calibri" w:hAnsi="Calibri"/>
          <w:sz w:val="12"/>
        </w:rPr>
      </w:r>
    </w:p>
    <w:p>
      <w:pPr>
        <w:numPr>
          <w:ilvl w:val="0"/>
          <w:numId w:val="12"/>
        </w:numPr>
        <w:tabs>
          <w:tab w:pos="420" w:val="left" w:leader="none"/>
        </w:tabs>
        <w:spacing w:before="11"/>
        <w:ind w:left="419" w:right="0" w:hanging="88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color w:val="231F20"/>
          <w:sz w:val="12"/>
        </w:rPr>
        <w:t>- медицинское лечение, реабилитация</w:t>
      </w:r>
      <w:r>
        <w:rPr>
          <w:rFonts w:ascii="Calibri" w:hAnsi="Calibri"/>
          <w:sz w:val="12"/>
        </w:rPr>
      </w:r>
    </w:p>
    <w:p>
      <w:pPr>
        <w:numPr>
          <w:ilvl w:val="0"/>
          <w:numId w:val="12"/>
        </w:numPr>
        <w:tabs>
          <w:tab w:pos="420" w:val="left" w:leader="none"/>
        </w:tabs>
        <w:spacing w:before="11"/>
        <w:ind w:left="419" w:right="0" w:hanging="88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color w:val="231F20"/>
          <w:sz w:val="12"/>
        </w:rPr>
        <w:t>- возвращение на прежнее место жительства</w:t>
      </w:r>
      <w:r>
        <w:rPr>
          <w:rFonts w:ascii="Calibri" w:hAnsi="Calibri"/>
          <w:sz w:val="12"/>
        </w:rPr>
      </w:r>
    </w:p>
    <w:p>
      <w:pPr>
        <w:spacing w:line="240" w:lineRule="auto" w:before="8"/>
        <w:rPr>
          <w:rFonts w:ascii="Calibri" w:hAnsi="Calibri" w:cs="Calibri" w:eastAsia="Calibri"/>
          <w:sz w:val="10"/>
          <w:szCs w:val="10"/>
        </w:rPr>
      </w:pPr>
    </w:p>
    <w:p>
      <w:pPr>
        <w:pStyle w:val="Heading3"/>
        <w:numPr>
          <w:ilvl w:val="0"/>
          <w:numId w:val="13"/>
        </w:numPr>
        <w:tabs>
          <w:tab w:pos="464" w:val="left" w:leader="none"/>
        </w:tabs>
        <w:spacing w:line="240" w:lineRule="auto" w:before="0" w:after="0"/>
        <w:ind w:left="463" w:right="0" w:hanging="142"/>
        <w:jc w:val="left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231F20"/>
        </w:rPr>
        <w:t>.</w:t>
      </w:r>
      <w:r>
        <w:rPr>
          <w:rFonts w:ascii="Calibri" w:hAnsi="Calibri"/>
          <w:color w:val="231F20"/>
          <w:spacing w:val="-17"/>
        </w:rPr>
        <w:t> </w:t>
      </w:r>
      <w:r>
        <w:rPr>
          <w:rFonts w:ascii="Calibri" w:hAnsi="Calibri"/>
          <w:color w:val="231F20"/>
          <w:spacing w:val="-1"/>
        </w:rPr>
        <w:t>ОБРАЗОВАНИЕ</w:t>
      </w:r>
      <w:r>
        <w:rPr>
          <w:rFonts w:ascii="Calibri" w:hAnsi="Calibri"/>
          <w:color w:val="231F20"/>
        </w:rPr>
        <w:t> И </w:t>
      </w:r>
      <w:r>
        <w:rPr>
          <w:rFonts w:ascii="Calibri" w:hAnsi="Calibri"/>
          <w:color w:val="231F20"/>
          <w:spacing w:val="-1"/>
        </w:rPr>
        <w:t>ОБУЧЕНИЕ</w:t>
      </w:r>
      <w:r>
        <w:rPr>
          <w:rFonts w:ascii="Calibri" w:hAnsi="Calibri"/>
          <w:b w:val="0"/>
        </w:rPr>
      </w:r>
    </w:p>
    <w:p>
      <w:pPr>
        <w:spacing w:before="64"/>
        <w:ind w:left="328" w:right="0" w:firstLine="0"/>
        <w:jc w:val="left"/>
        <w:rPr>
          <w:rFonts w:ascii="Calibri" w:hAnsi="Calibri" w:cs="Calibri" w:eastAsia="Calibri"/>
          <w:sz w:val="10"/>
          <w:szCs w:val="10"/>
        </w:rPr>
      </w:pPr>
      <w:r>
        <w:rPr>
          <w:rFonts w:ascii="Calibri" w:hAnsi="Calibri"/>
          <w:i/>
          <w:color w:val="231F20"/>
          <w:sz w:val="10"/>
        </w:rPr>
        <w:t>Для лиц в возрасте 10 лет и старше</w:t>
      </w:r>
      <w:r>
        <w:rPr>
          <w:rFonts w:ascii="Calibri" w:hAnsi="Calibri"/>
          <w:sz w:val="10"/>
        </w:rPr>
      </w:r>
    </w:p>
    <w:p>
      <w:pPr>
        <w:spacing w:line="240" w:lineRule="auto" w:before="8"/>
        <w:rPr>
          <w:rFonts w:ascii="Calibri" w:hAnsi="Calibri" w:cs="Calibri" w:eastAsia="Calibri"/>
          <w:i/>
          <w:sz w:val="10"/>
          <w:szCs w:val="10"/>
        </w:rPr>
      </w:pPr>
    </w:p>
    <w:p>
      <w:pPr>
        <w:numPr>
          <w:ilvl w:val="1"/>
          <w:numId w:val="13"/>
        </w:numPr>
        <w:tabs>
          <w:tab w:pos="622" w:val="left" w:leader="none"/>
          <w:tab w:pos="1144" w:val="left" w:leader="none"/>
        </w:tabs>
        <w:spacing w:line="265" w:lineRule="auto" w:before="0"/>
        <w:ind w:left="353" w:right="301" w:firstLine="27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b/>
          <w:color w:val="231F20"/>
          <w:sz w:val="12"/>
        </w:rPr>
        <w:t>УМЕЕТЕ ЛИ ВЫ ЧИТАТЬ И ПИСАТЬ? 1 </w:t>
      </w:r>
      <w:r>
        <w:rPr>
          <w:rFonts w:ascii="Calibri" w:hAnsi="Calibri"/>
          <w:color w:val="231F20"/>
          <w:sz w:val="12"/>
        </w:rPr>
        <w:t>- да</w:t>
        <w:tab/>
      </w:r>
      <w:r>
        <w:rPr>
          <w:rFonts w:ascii="Calibri" w:hAnsi="Calibri"/>
          <w:b/>
          <w:color w:val="231F20"/>
          <w:sz w:val="12"/>
        </w:rPr>
        <w:t>2 </w:t>
      </w:r>
      <w:r>
        <w:rPr>
          <w:rFonts w:ascii="Calibri" w:hAnsi="Calibri"/>
          <w:color w:val="231F20"/>
          <w:sz w:val="12"/>
        </w:rPr>
        <w:t>- нет</w:t>
      </w:r>
      <w:r>
        <w:rPr>
          <w:rFonts w:ascii="Calibri" w:hAnsi="Calibri"/>
          <w:sz w:val="12"/>
        </w:rPr>
      </w:r>
    </w:p>
    <w:p>
      <w:pPr>
        <w:spacing w:line="240" w:lineRule="auto" w:before="2"/>
        <w:rPr>
          <w:rFonts w:ascii="Calibri" w:hAnsi="Calibri" w:cs="Calibri" w:eastAsia="Calibri"/>
          <w:sz w:val="12"/>
          <w:szCs w:val="12"/>
        </w:rPr>
      </w:pPr>
    </w:p>
    <w:p>
      <w:pPr>
        <w:numPr>
          <w:ilvl w:val="1"/>
          <w:numId w:val="13"/>
        </w:numPr>
        <w:tabs>
          <w:tab w:pos="591" w:val="left" w:leader="none"/>
        </w:tabs>
        <w:spacing w:before="0"/>
        <w:ind w:left="590" w:right="0" w:hanging="242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b/>
          <w:color w:val="231F20"/>
          <w:sz w:val="12"/>
        </w:rPr>
        <w:t>ВАШ УРОВЕНЬ ОБРАЗОВАНИЯ</w:t>
      </w:r>
      <w:r>
        <w:rPr>
          <w:rFonts w:ascii="Calibri" w:hAnsi="Calibri"/>
          <w:sz w:val="12"/>
        </w:rPr>
      </w:r>
    </w:p>
    <w:p>
      <w:pPr>
        <w:spacing w:line="307" w:lineRule="auto" w:before="28"/>
        <w:ind w:left="341" w:right="658" w:hanging="9"/>
        <w:jc w:val="left"/>
        <w:rPr>
          <w:rFonts w:ascii="Calibri" w:hAnsi="Calibri" w:cs="Calibri" w:eastAsia="Calibri"/>
          <w:sz w:val="12"/>
          <w:szCs w:val="12"/>
        </w:rPr>
      </w:pPr>
      <w:r>
        <w:rPr/>
        <w:br w:type="column"/>
      </w:r>
      <w:r>
        <w:rPr>
          <w:rFonts w:ascii="Calibri" w:hAnsi="Calibri"/>
          <w:b/>
          <w:color w:val="231F20"/>
          <w:sz w:val="12"/>
        </w:rPr>
        <w:t>6 </w:t>
      </w:r>
      <w:r>
        <w:rPr>
          <w:rFonts w:ascii="Calibri" w:hAnsi="Calibri"/>
          <w:color w:val="231F20"/>
          <w:sz w:val="12"/>
        </w:rPr>
        <w:t>- изменение жилищных условий</w:t>
      </w:r>
      <w:r>
        <w:rPr>
          <w:rFonts w:ascii="Calibri" w:hAnsi="Calibri"/>
          <w:color w:val="231F20"/>
          <w:sz w:val="12"/>
        </w:rPr>
        <w:t> </w:t>
      </w:r>
      <w:r>
        <w:rPr>
          <w:rFonts w:ascii="Calibri" w:hAnsi="Calibri"/>
          <w:b/>
          <w:color w:val="231F20"/>
          <w:sz w:val="12"/>
        </w:rPr>
        <w:t>7 </w:t>
      </w:r>
      <w:r>
        <w:rPr>
          <w:rFonts w:ascii="Calibri" w:hAnsi="Calibri"/>
          <w:color w:val="231F20"/>
          <w:sz w:val="12"/>
        </w:rPr>
        <w:t>- поиск убежища</w:t>
      </w:r>
      <w:r>
        <w:rPr>
          <w:rFonts w:ascii="Calibri" w:hAnsi="Calibri"/>
          <w:sz w:val="12"/>
        </w:rPr>
      </w:r>
    </w:p>
    <w:p>
      <w:pPr>
        <w:numPr>
          <w:ilvl w:val="0"/>
          <w:numId w:val="14"/>
        </w:numPr>
        <w:tabs>
          <w:tab w:pos="439" w:val="left" w:leader="none"/>
        </w:tabs>
        <w:spacing w:line="190" w:lineRule="auto" w:before="27"/>
        <w:ind w:left="486" w:right="632" w:hanging="136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color w:val="231F20"/>
          <w:sz w:val="12"/>
        </w:rPr>
        <w:t>- экологическое неблагополучие и стихийные бедствия</w:t>
      </w:r>
      <w:r>
        <w:rPr>
          <w:rFonts w:ascii="Calibri" w:hAnsi="Calibri"/>
          <w:sz w:val="12"/>
        </w:rPr>
      </w:r>
    </w:p>
    <w:p>
      <w:pPr>
        <w:numPr>
          <w:ilvl w:val="0"/>
          <w:numId w:val="14"/>
        </w:numPr>
        <w:tabs>
          <w:tab w:pos="439" w:val="left" w:leader="none"/>
        </w:tabs>
        <w:spacing w:before="5"/>
        <w:ind w:left="438" w:right="0" w:hanging="88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color w:val="231F20"/>
          <w:sz w:val="12"/>
        </w:rPr>
        <w:t>- другая причина</w:t>
      </w:r>
      <w:r>
        <w:rPr>
          <w:rFonts w:ascii="Calibri" w:hAnsi="Calibri"/>
          <w:sz w:val="12"/>
        </w:rPr>
      </w:r>
    </w:p>
    <w:p>
      <w:pPr>
        <w:spacing w:after="0"/>
        <w:jc w:val="left"/>
        <w:rPr>
          <w:rFonts w:ascii="Calibri" w:hAnsi="Calibri" w:cs="Calibri" w:eastAsia="Calibri"/>
          <w:sz w:val="12"/>
          <w:szCs w:val="12"/>
        </w:rPr>
        <w:sectPr>
          <w:type w:val="continuous"/>
          <w:pgSz w:w="11910" w:h="16840"/>
          <w:pgMar w:top="280" w:bottom="280" w:left="320" w:right="240"/>
          <w:cols w:num="3" w:equalWidth="0">
            <w:col w:w="5542" w:space="40"/>
            <w:col w:w="2738" w:space="279"/>
            <w:col w:w="2751"/>
          </w:cols>
        </w:sectPr>
      </w:pPr>
    </w:p>
    <w:p>
      <w:pPr>
        <w:pStyle w:val="BodyText"/>
        <w:numPr>
          <w:ilvl w:val="0"/>
          <w:numId w:val="4"/>
        </w:numPr>
        <w:tabs>
          <w:tab w:pos="423" w:val="left" w:leader="none"/>
          <w:tab w:pos="1652" w:val="left" w:leader="none"/>
          <w:tab w:pos="4262" w:val="left" w:leader="none"/>
        </w:tabs>
        <w:spacing w:line="143" w:lineRule="exact" w:before="5" w:after="0"/>
        <w:ind w:left="422" w:right="0" w:hanging="82"/>
        <w:jc w:val="left"/>
        <w:rPr>
          <w:rFonts w:ascii="Times New Roman" w:hAnsi="Times New Roman" w:cs="Times New Roman" w:eastAsia="Times New Roman"/>
        </w:rPr>
      </w:pPr>
      <w:r>
        <w:rPr>
          <w:rFonts w:ascii="Calibri" w:hAnsi="Calibri" w:cs="Calibri" w:eastAsia="Calibri"/>
          <w:color w:val="231F20"/>
          <w:spacing w:val="-1"/>
        </w:rPr>
        <w:t>Узбекистан </w:t>
      </w:r>
      <w:r>
        <w:rPr>
          <w:rFonts w:ascii="Calibri" w:hAnsi="Calibri" w:cs="Calibri" w:eastAsia="Calibri"/>
          <w:color w:val="231F20"/>
        </w:rPr>
        <w:t>(860)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Calibri" w:hAnsi="Calibri" w:cs="Calibri" w:eastAsia="Calibri"/>
          <w:color w:val="231F20"/>
        </w:rPr>
        <w:t>другая</w:t>
      </w:r>
      <w:r>
        <w:rPr>
          <w:rFonts w:ascii="Calibri" w:hAnsi="Calibri" w:cs="Calibri" w:eastAsia="Calibri"/>
          <w:color w:val="231F20"/>
          <w:spacing w:val="-20"/>
        </w:rPr>
        <w:t> </w:t>
      </w:r>
      <w:r>
        <w:rPr>
          <w:rFonts w:ascii="Calibri" w:hAnsi="Calibri" w:cs="Calibri" w:eastAsia="Calibri"/>
          <w:color w:val="231F20"/>
        </w:rPr>
        <w:t>страна</w:t>
      </w:r>
      <w:r>
        <w:rPr>
          <w:rFonts w:ascii="Calibri" w:hAnsi="Calibri" w:cs="Calibri" w:eastAsia="Calibri"/>
          <w:color w:val="231F20"/>
        </w:rPr>
        <w:t> </w:t>
      </w:r>
      <w:r>
        <w:rPr>
          <w:rFonts w:ascii="Times New Roman" w:hAnsi="Times New Roman" w:cs="Times New Roman" w:eastAsia="Times New Roman"/>
          <w:color w:val="231F20"/>
        </w:rPr>
      </w:r>
      <w:r>
        <w:rPr>
          <w:rFonts w:ascii="Times New Roman" w:hAnsi="Times New Roman" w:cs="Times New Roman" w:eastAsia="Times New Roman"/>
          <w:color w:val="231F20"/>
          <w:u w:val="single" w:color="221E1F"/>
        </w:rPr>
        <w:t> </w:t>
        <w:tab/>
      </w:r>
      <w:r>
        <w:rPr>
          <w:rFonts w:ascii="Times New Roman" w:hAnsi="Times New Roman" w:cs="Times New Roman" w:eastAsia="Times New Roman"/>
          <w:color w:val="231F20"/>
        </w:rPr>
      </w:r>
      <w:r>
        <w:rPr>
          <w:rFonts w:ascii="Times New Roman" w:hAnsi="Times New Roman" w:cs="Times New Roman" w:eastAsia="Times New Roman"/>
        </w:rPr>
      </w:r>
    </w:p>
    <w:p>
      <w:pPr>
        <w:spacing w:line="124" w:lineRule="exact" w:before="0"/>
        <w:ind w:left="2582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pacing w:val="-1"/>
          <w:sz w:val="14"/>
        </w:rPr>
        <w:t>укажите</w:t>
      </w:r>
      <w:r>
        <w:rPr>
          <w:rFonts w:ascii="Calibri" w:hAnsi="Calibri"/>
          <w:i/>
          <w:color w:val="231F20"/>
          <w:sz w:val="14"/>
        </w:rPr>
        <w:t> название страны</w:t>
      </w:r>
      <w:r>
        <w:rPr>
          <w:rFonts w:ascii="Calibri" w:hAnsi="Calibri"/>
          <w:sz w:val="14"/>
        </w:rPr>
      </w:r>
    </w:p>
    <w:p>
      <w:pPr>
        <w:pStyle w:val="BodyText"/>
        <w:numPr>
          <w:ilvl w:val="0"/>
          <w:numId w:val="4"/>
        </w:numPr>
        <w:tabs>
          <w:tab w:pos="430" w:val="left" w:leader="none"/>
        </w:tabs>
        <w:spacing w:line="152" w:lineRule="exact" w:before="0" w:after="0"/>
        <w:ind w:left="429" w:right="0" w:hanging="83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без гражданства  (999)</w:t>
      </w:r>
      <w:r>
        <w:rPr>
          <w:rFonts w:ascii="Calibri" w:hAnsi="Calibri"/>
        </w:rPr>
      </w:r>
    </w:p>
    <w:p>
      <w:pPr>
        <w:pStyle w:val="Heading3"/>
        <w:numPr>
          <w:ilvl w:val="0"/>
          <w:numId w:val="11"/>
        </w:numPr>
        <w:tabs>
          <w:tab w:pos="546" w:val="left" w:leader="none"/>
        </w:tabs>
        <w:spacing w:line="240" w:lineRule="auto" w:before="91" w:after="0"/>
        <w:ind w:left="545" w:right="0" w:hanging="211"/>
        <w:jc w:val="left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231F20"/>
        </w:rPr>
        <w:t>ВЛАДЕНИЕ ЯЗЫКАМИ</w:t>
      </w:r>
      <w:r>
        <w:rPr>
          <w:rFonts w:ascii="Calibri" w:hAnsi="Calibri"/>
          <w:b w:val="0"/>
        </w:rPr>
      </w:r>
    </w:p>
    <w:p>
      <w:pPr>
        <w:spacing w:line="168" w:lineRule="exact" w:before="47"/>
        <w:ind w:left="344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pacing w:val="-1"/>
          <w:sz w:val="14"/>
        </w:rPr>
        <w:t>10.1 ВАШ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РОДНОЙ</w:t>
      </w:r>
      <w:r>
        <w:rPr>
          <w:rFonts w:ascii="Calibri" w:hAnsi="Calibri"/>
          <w:b/>
          <w:color w:val="231F20"/>
          <w:sz w:val="14"/>
        </w:rPr>
        <w:t> ЯЗЫК</w:t>
      </w:r>
      <w:r>
        <w:rPr>
          <w:rFonts w:ascii="Calibri" w:hAnsi="Calibri"/>
          <w:sz w:val="14"/>
        </w:rPr>
      </w:r>
    </w:p>
    <w:p>
      <w:pPr>
        <w:pStyle w:val="BodyText"/>
        <w:numPr>
          <w:ilvl w:val="0"/>
          <w:numId w:val="4"/>
        </w:numPr>
        <w:tabs>
          <w:tab w:pos="415" w:val="left" w:leader="none"/>
        </w:tabs>
        <w:spacing w:line="168" w:lineRule="exact" w:before="0" w:after="0"/>
        <w:ind w:left="414" w:right="0" w:hanging="82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color w:val="231F20"/>
        </w:rPr>
        <w:t>кыргызский</w:t>
      </w:r>
      <w:r>
        <w:rPr>
          <w:rFonts w:ascii="Calibri" w:hAnsi="Calibri" w:cs="Calibri" w:eastAsia="Calibri"/>
          <w:color w:val="231F20"/>
          <w:spacing w:val="-4"/>
        </w:rPr>
        <w:t> </w:t>
      </w:r>
      <w:r>
        <w:rPr>
          <w:rFonts w:ascii="Calibri" w:hAnsi="Calibri" w:cs="Calibri" w:eastAsia="Calibri"/>
          <w:color w:val="231F20"/>
        </w:rPr>
        <w:t>(11) </w:t>
      </w:r>
      <w:r>
        <w:rPr>
          <w:rFonts w:ascii="Calibri" w:hAnsi="Calibri" w:cs="Calibri" w:eastAsia="Calibri"/>
          <w:color w:val="231F20"/>
          <w:spacing w:val="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Calibri" w:hAnsi="Calibri" w:cs="Calibri" w:eastAsia="Calibri"/>
          <w:color w:val="231F20"/>
          <w:spacing w:val="-1"/>
        </w:rPr>
        <w:t>казахский</w:t>
      </w:r>
      <w:r>
        <w:rPr>
          <w:rFonts w:ascii="Calibri" w:hAnsi="Calibri" w:cs="Calibri" w:eastAsia="Calibri"/>
          <w:color w:val="231F20"/>
          <w:spacing w:val="-3"/>
        </w:rPr>
        <w:t> </w:t>
      </w:r>
      <w:r>
        <w:rPr>
          <w:rFonts w:ascii="Calibri" w:hAnsi="Calibri" w:cs="Calibri" w:eastAsia="Calibri"/>
          <w:color w:val="231F20"/>
        </w:rPr>
        <w:t>(5)   </w:t>
      </w:r>
      <w:r>
        <w:rPr>
          <w:rFonts w:ascii="Calibri" w:hAnsi="Calibri" w:cs="Calibri" w:eastAsia="Calibri"/>
          <w:color w:val="231F20"/>
          <w:spacing w:val="21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Calibri" w:hAnsi="Calibri" w:cs="Calibri" w:eastAsia="Calibri"/>
          <w:color w:val="231F20"/>
        </w:rPr>
        <w:t>русский</w:t>
      </w:r>
      <w:r>
        <w:rPr>
          <w:rFonts w:ascii="Calibri" w:hAnsi="Calibri" w:cs="Calibri" w:eastAsia="Calibri"/>
          <w:color w:val="231F20"/>
          <w:spacing w:val="-3"/>
        </w:rPr>
        <w:t> </w:t>
      </w:r>
      <w:r>
        <w:rPr>
          <w:rFonts w:ascii="Calibri" w:hAnsi="Calibri" w:cs="Calibri" w:eastAsia="Calibri"/>
          <w:color w:val="231F20"/>
        </w:rPr>
        <w:t>(1)  </w:t>
      </w:r>
      <w:r>
        <w:rPr>
          <w:rFonts w:ascii="Calibri" w:hAnsi="Calibri" w:cs="Calibri" w:eastAsia="Calibri"/>
          <w:color w:val="231F20"/>
          <w:spacing w:val="25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Calibri" w:hAnsi="Calibri" w:cs="Calibri" w:eastAsia="Calibri"/>
          <w:color w:val="231F20"/>
          <w:spacing w:val="-1"/>
        </w:rPr>
        <w:t>таджикский</w:t>
      </w:r>
      <w:r>
        <w:rPr>
          <w:rFonts w:ascii="Calibri" w:hAnsi="Calibri" w:cs="Calibri" w:eastAsia="Calibri"/>
          <w:color w:val="231F20"/>
          <w:spacing w:val="-3"/>
        </w:rPr>
        <w:t> </w:t>
      </w:r>
      <w:r>
        <w:rPr>
          <w:rFonts w:ascii="Calibri" w:hAnsi="Calibri" w:cs="Calibri" w:eastAsia="Calibri"/>
          <w:color w:val="231F20"/>
        </w:rPr>
        <w:t>(12)   </w:t>
      </w:r>
      <w:r>
        <w:rPr>
          <w:rFonts w:ascii="Calibri" w:hAnsi="Calibri" w:cs="Calibri" w:eastAsia="Calibri"/>
          <w:color w:val="231F20"/>
          <w:spacing w:val="17"/>
        </w:rPr>
        <w:t> 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17"/>
        </w:rPr>
        <w:t> </w:t>
      </w:r>
      <w:r>
        <w:rPr>
          <w:rFonts w:ascii="Calibri" w:hAnsi="Calibri" w:cs="Calibri" w:eastAsia="Calibri"/>
          <w:color w:val="231F20"/>
          <w:spacing w:val="-1"/>
        </w:rPr>
        <w:t>узбекский</w:t>
      </w:r>
      <w:r>
        <w:rPr>
          <w:rFonts w:ascii="Calibri" w:hAnsi="Calibri" w:cs="Calibri" w:eastAsia="Calibri"/>
          <w:color w:val="231F20"/>
          <w:spacing w:val="-3"/>
        </w:rPr>
        <w:t> </w:t>
      </w:r>
      <w:r>
        <w:rPr>
          <w:rFonts w:ascii="Calibri" w:hAnsi="Calibri" w:cs="Calibri" w:eastAsia="Calibri"/>
          <w:color w:val="231F20"/>
        </w:rPr>
        <w:t>(4)</w:t>
      </w:r>
      <w:r>
        <w:rPr>
          <w:rFonts w:ascii="Calibri" w:hAnsi="Calibri" w:cs="Calibri" w:eastAsia="Calibri"/>
        </w:rPr>
      </w:r>
    </w:p>
    <w:p>
      <w:pPr>
        <w:pStyle w:val="BodyText"/>
        <w:numPr>
          <w:ilvl w:val="0"/>
          <w:numId w:val="4"/>
        </w:numPr>
        <w:tabs>
          <w:tab w:pos="420" w:val="left" w:leader="none"/>
          <w:tab w:pos="4483" w:val="left" w:leader="none"/>
        </w:tabs>
        <w:spacing w:line="150" w:lineRule="exact" w:before="80" w:after="0"/>
        <w:ind w:left="419" w:right="0" w:hanging="82"/>
        <w:jc w:val="left"/>
        <w:rPr>
          <w:rFonts w:ascii="Times New Roman" w:hAnsi="Times New Roman" w:cs="Times New Roman" w:eastAsia="Times New Roman"/>
        </w:rPr>
      </w:pPr>
      <w:r>
        <w:rPr>
          <w:rFonts w:ascii="Calibri" w:hAnsi="Calibri"/>
          <w:color w:val="231F20"/>
          <w:spacing w:val="-1"/>
        </w:rPr>
        <w:t>другой</w:t>
      </w:r>
      <w:r>
        <w:rPr>
          <w:rFonts w:ascii="Calibri" w:hAnsi="Calibri"/>
          <w:color w:val="231F20"/>
        </w:rPr>
        <w:t> язык</w:t>
      </w:r>
      <w:r>
        <w:rPr>
          <w:rFonts w:ascii="Calibri" w:hAnsi="Calibri"/>
          <w:color w:val="231F20"/>
        </w:rPr>
        <w:t> </w:t>
      </w:r>
      <w:r>
        <w:rPr>
          <w:rFonts w:ascii="Times New Roman" w:hAnsi="Times New Roman"/>
          <w:color w:val="231F20"/>
        </w:rPr>
      </w:r>
      <w:r>
        <w:rPr>
          <w:rFonts w:ascii="Times New Roman" w:hAnsi="Times New Roman"/>
          <w:color w:val="231F20"/>
          <w:u w:val="single" w:color="221E1F"/>
        </w:rPr>
        <w:t> </w:t>
        <w:tab/>
      </w:r>
      <w:r>
        <w:rPr>
          <w:rFonts w:ascii="Times New Roman" w:hAnsi="Times New Roman"/>
          <w:color w:val="231F20"/>
        </w:rPr>
      </w:r>
      <w:r>
        <w:rPr>
          <w:rFonts w:ascii="Times New Roman" w:hAnsi="Times New Roman"/>
        </w:rPr>
      </w:r>
    </w:p>
    <w:p>
      <w:pPr>
        <w:spacing w:line="150" w:lineRule="exact" w:before="0"/>
        <w:ind w:left="327" w:right="0" w:firstLine="0"/>
        <w:jc w:val="center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pacing w:val="-1"/>
          <w:sz w:val="14"/>
        </w:rPr>
        <w:t>указать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какой</w:t>
      </w:r>
      <w:r>
        <w:rPr>
          <w:rFonts w:ascii="Calibri" w:hAnsi="Calibri"/>
          <w:sz w:val="14"/>
        </w:rPr>
      </w:r>
    </w:p>
    <w:p>
      <w:pPr>
        <w:spacing w:line="221" w:lineRule="auto" w:before="2"/>
        <w:ind w:left="332" w:right="737" w:firstLine="0"/>
        <w:jc w:val="left"/>
        <w:rPr>
          <w:rFonts w:ascii="Calibri" w:hAnsi="Calibri" w:cs="Calibri" w:eastAsia="Calibri"/>
          <w:sz w:val="12"/>
          <w:szCs w:val="12"/>
        </w:rPr>
      </w:pPr>
      <w:r>
        <w:rPr/>
        <w:br w:type="column"/>
      </w:r>
      <w:r>
        <w:rPr>
          <w:rFonts w:ascii="Calibri" w:hAnsi="Calibri"/>
          <w:i/>
          <w:color w:val="231F20"/>
          <w:sz w:val="12"/>
        </w:rPr>
        <w:t>Отметьте только один вариант, соответствующий наивысшему уровню полученного</w:t>
      </w:r>
      <w:r>
        <w:rPr>
          <w:rFonts w:ascii="Calibri" w:hAnsi="Calibri"/>
          <w:i/>
          <w:color w:val="231F20"/>
          <w:sz w:val="12"/>
        </w:rPr>
        <w:t> образования</w:t>
      </w:r>
      <w:r>
        <w:rPr>
          <w:rFonts w:ascii="Calibri" w:hAnsi="Calibri"/>
          <w:sz w:val="12"/>
        </w:rPr>
      </w:r>
    </w:p>
    <w:p>
      <w:pPr>
        <w:spacing w:line="221" w:lineRule="auto" w:before="0"/>
        <w:ind w:left="332" w:right="1199" w:firstLine="0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color w:val="231F20"/>
          <w:sz w:val="12"/>
        </w:rPr>
        <w:t>высшее профессиональное (высшее):</w:t>
      </w:r>
      <w:r>
        <w:rPr>
          <w:rFonts w:ascii="Calibri" w:hAnsi="Calibri"/>
          <w:color w:val="231F20"/>
          <w:spacing w:val="27"/>
          <w:sz w:val="12"/>
        </w:rPr>
        <w:t> </w:t>
      </w:r>
      <w:r>
        <w:rPr>
          <w:rFonts w:ascii="Calibri" w:hAnsi="Calibri"/>
          <w:b/>
          <w:color w:val="231F20"/>
          <w:sz w:val="12"/>
        </w:rPr>
        <w:t>1 </w:t>
      </w:r>
      <w:r>
        <w:rPr>
          <w:rFonts w:ascii="Calibri" w:hAnsi="Calibri"/>
          <w:color w:val="231F20"/>
          <w:sz w:val="12"/>
        </w:rPr>
        <w:t>- бакалавр     </w:t>
      </w:r>
      <w:r>
        <w:rPr>
          <w:rFonts w:ascii="Calibri" w:hAnsi="Calibri"/>
          <w:b/>
          <w:color w:val="231F20"/>
          <w:sz w:val="12"/>
        </w:rPr>
        <w:t>2 </w:t>
      </w:r>
      <w:r>
        <w:rPr>
          <w:rFonts w:ascii="Calibri" w:hAnsi="Calibri"/>
          <w:color w:val="231F20"/>
          <w:sz w:val="12"/>
        </w:rPr>
        <w:t>- специалист     </w:t>
      </w:r>
      <w:r>
        <w:rPr>
          <w:rFonts w:ascii="Calibri" w:hAnsi="Calibri"/>
          <w:b/>
          <w:color w:val="231F20"/>
          <w:sz w:val="12"/>
        </w:rPr>
        <w:t>3 </w:t>
      </w:r>
      <w:r>
        <w:rPr>
          <w:rFonts w:ascii="Calibri" w:hAnsi="Calibri"/>
          <w:color w:val="231F20"/>
          <w:sz w:val="12"/>
        </w:rPr>
        <w:t>- магистр</w:t>
      </w:r>
      <w:r>
        <w:rPr>
          <w:rFonts w:ascii="Calibri" w:hAnsi="Calibri"/>
          <w:color w:val="231F20"/>
          <w:sz w:val="12"/>
        </w:rPr>
        <w:t> </w:t>
      </w:r>
      <w:r>
        <w:rPr>
          <w:rFonts w:ascii="Calibri" w:hAnsi="Calibri"/>
          <w:b/>
          <w:color w:val="231F20"/>
          <w:sz w:val="12"/>
        </w:rPr>
        <w:t>4 </w:t>
      </w:r>
      <w:r>
        <w:rPr>
          <w:rFonts w:ascii="Calibri" w:hAnsi="Calibri"/>
          <w:color w:val="231F20"/>
          <w:sz w:val="12"/>
        </w:rPr>
        <w:t>- неполное высшее профессиональное (незаконченное высшее)</w:t>
      </w:r>
      <w:r>
        <w:rPr>
          <w:rFonts w:ascii="Calibri" w:hAnsi="Calibri"/>
          <w:sz w:val="12"/>
        </w:rPr>
      </w:r>
    </w:p>
    <w:p>
      <w:pPr>
        <w:numPr>
          <w:ilvl w:val="0"/>
          <w:numId w:val="15"/>
        </w:numPr>
        <w:tabs>
          <w:tab w:pos="421" w:val="left" w:leader="none"/>
        </w:tabs>
        <w:spacing w:line="132" w:lineRule="exact" w:before="0"/>
        <w:ind w:left="332" w:right="0" w:firstLine="0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color w:val="231F20"/>
          <w:sz w:val="12"/>
        </w:rPr>
        <w:t>- среднее профессиональное (среднее специальное)</w:t>
      </w:r>
      <w:r>
        <w:rPr>
          <w:rFonts w:ascii="Calibri" w:hAnsi="Calibri"/>
          <w:sz w:val="12"/>
        </w:rPr>
      </w:r>
    </w:p>
    <w:p>
      <w:pPr>
        <w:numPr>
          <w:ilvl w:val="0"/>
          <w:numId w:val="15"/>
        </w:numPr>
        <w:tabs>
          <w:tab w:pos="421" w:val="left" w:leader="none"/>
        </w:tabs>
        <w:spacing w:line="136" w:lineRule="exact" w:before="0"/>
        <w:ind w:left="332" w:right="2025" w:firstLine="0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color w:val="231F20"/>
          <w:sz w:val="12"/>
        </w:rPr>
        <w:t>- начальное профессиональное (профессионально-техническое) </w:t>
      </w:r>
      <w:r>
        <w:rPr>
          <w:rFonts w:ascii="Calibri" w:hAnsi="Calibri"/>
          <w:b/>
          <w:color w:val="231F20"/>
          <w:sz w:val="12"/>
        </w:rPr>
        <w:t>7 </w:t>
      </w:r>
      <w:r>
        <w:rPr>
          <w:rFonts w:ascii="Calibri" w:hAnsi="Calibri"/>
          <w:color w:val="231F20"/>
          <w:sz w:val="12"/>
        </w:rPr>
        <w:t>- среднее (полное) общее</w:t>
      </w:r>
      <w:r>
        <w:rPr>
          <w:rFonts w:ascii="Calibri" w:hAnsi="Calibri"/>
          <w:sz w:val="12"/>
        </w:rPr>
      </w:r>
    </w:p>
    <w:p>
      <w:pPr>
        <w:spacing w:line="136" w:lineRule="exact" w:before="0"/>
        <w:ind w:left="332" w:right="3322" w:firstLine="0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b/>
          <w:color w:val="231F20"/>
          <w:sz w:val="12"/>
        </w:rPr>
        <w:t>8 </w:t>
      </w:r>
      <w:r>
        <w:rPr>
          <w:rFonts w:ascii="Calibri" w:hAnsi="Calibri"/>
          <w:color w:val="231F20"/>
          <w:sz w:val="12"/>
        </w:rPr>
        <w:t>- основное общее (неполное среднее)</w:t>
      </w:r>
      <w:r>
        <w:rPr>
          <w:rFonts w:ascii="Calibri" w:hAnsi="Calibri"/>
          <w:color w:val="231F20"/>
          <w:sz w:val="12"/>
        </w:rPr>
        <w:t> </w:t>
      </w:r>
      <w:r>
        <w:rPr>
          <w:rFonts w:ascii="Calibri" w:hAnsi="Calibri"/>
          <w:b/>
          <w:color w:val="231F20"/>
          <w:sz w:val="12"/>
        </w:rPr>
        <w:t>9 </w:t>
      </w:r>
      <w:r>
        <w:rPr>
          <w:rFonts w:ascii="Calibri" w:hAnsi="Calibri"/>
          <w:color w:val="231F20"/>
          <w:sz w:val="12"/>
        </w:rPr>
        <w:t>- начальное общее (начальное)</w:t>
      </w:r>
      <w:r>
        <w:rPr>
          <w:rFonts w:ascii="Calibri" w:hAnsi="Calibri"/>
          <w:sz w:val="12"/>
        </w:rPr>
      </w:r>
    </w:p>
    <w:p>
      <w:pPr>
        <w:spacing w:line="140" w:lineRule="exact" w:before="0"/>
        <w:ind w:left="332" w:right="0" w:firstLine="0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b/>
          <w:color w:val="231F20"/>
          <w:sz w:val="12"/>
        </w:rPr>
        <w:t>10 </w:t>
      </w:r>
      <w:r>
        <w:rPr>
          <w:rFonts w:ascii="Calibri" w:hAnsi="Calibri"/>
          <w:color w:val="231F20"/>
          <w:sz w:val="12"/>
        </w:rPr>
        <w:t>- не имеет начального общего (начального образования)</w:t>
      </w:r>
      <w:r>
        <w:rPr>
          <w:rFonts w:ascii="Calibri" w:hAnsi="Calibri"/>
          <w:sz w:val="12"/>
        </w:rPr>
      </w:r>
    </w:p>
    <w:p>
      <w:pPr>
        <w:spacing w:after="0" w:line="140" w:lineRule="exact"/>
        <w:jc w:val="left"/>
        <w:rPr>
          <w:rFonts w:ascii="Calibri" w:hAnsi="Calibri" w:cs="Calibri" w:eastAsia="Calibri"/>
          <w:sz w:val="12"/>
          <w:szCs w:val="12"/>
        </w:rPr>
        <w:sectPr>
          <w:type w:val="continuous"/>
          <w:pgSz w:w="11910" w:h="16840"/>
          <w:pgMar w:top="280" w:bottom="280" w:left="320" w:right="240"/>
          <w:cols w:num="2" w:equalWidth="0">
            <w:col w:w="5444" w:space="154"/>
            <w:col w:w="5752"/>
          </w:cols>
        </w:sectPr>
      </w:pPr>
    </w:p>
    <w:p>
      <w:pPr>
        <w:spacing w:line="240" w:lineRule="auto" w:before="6"/>
        <w:rPr>
          <w:rFonts w:ascii="Calibri" w:hAnsi="Calibri" w:cs="Calibri" w:eastAsia="Calibri"/>
          <w:sz w:val="14"/>
          <w:szCs w:val="14"/>
        </w:rPr>
      </w:pPr>
    </w:p>
    <w:p>
      <w:pPr>
        <w:spacing w:before="0"/>
        <w:ind w:left="165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Для лиц с послевузовским образованием</w:t>
      </w:r>
      <w:r>
        <w:rPr>
          <w:rFonts w:ascii="Calibri" w:hAnsi="Calibri"/>
          <w:sz w:val="14"/>
        </w:rPr>
      </w:r>
    </w:p>
    <w:p>
      <w:pPr>
        <w:pStyle w:val="Heading3"/>
        <w:spacing w:line="240" w:lineRule="auto" w:before="60"/>
        <w:ind w:left="165" w:right="0"/>
        <w:jc w:val="left"/>
        <w:rPr>
          <w:b w:val="0"/>
          <w:bCs w:val="0"/>
        </w:rPr>
      </w:pPr>
      <w:r>
        <w:rPr>
          <w:color w:val="231F20"/>
        </w:rPr>
        <w:t>12.</w:t>
      </w:r>
      <w:r>
        <w:rPr>
          <w:rFonts w:ascii="Calibri" w:hAnsi="Calibri"/>
          <w:color w:val="231F20"/>
        </w:rPr>
        <w:t>3 </w:t>
      </w:r>
      <w:r>
        <w:rPr>
          <w:color w:val="231F20"/>
        </w:rPr>
        <w:t>ИМЕЕТЕ ЛИ ВЫ УЧЕНУЮ СТЕПЕНЬ?</w:t>
      </w:r>
      <w:r>
        <w:rPr>
          <w:b w:val="0"/>
        </w:rPr>
      </w:r>
    </w:p>
    <w:p>
      <w:pPr>
        <w:pStyle w:val="BodyText"/>
        <w:tabs>
          <w:tab w:pos="1472" w:val="left" w:leader="none"/>
          <w:tab w:pos="2753" w:val="left" w:leader="none"/>
        </w:tabs>
        <w:spacing w:line="240" w:lineRule="auto" w:before="52"/>
        <w:ind w:left="152" w:right="0" w:firstLine="2"/>
        <w:jc w:val="left"/>
      </w:pPr>
      <w:r>
        <w:rPr>
          <w:rFonts w:ascii="Calibri" w:hAnsi="Calibri"/>
          <w:b/>
          <w:color w:val="231F20"/>
          <w:position w:val="2"/>
        </w:rPr>
        <w:t>1 </w:t>
      </w:r>
      <w:r>
        <w:rPr>
          <w:color w:val="231F20"/>
          <w:position w:val="2"/>
        </w:rPr>
        <w:t>- </w:t>
      </w:r>
      <w:r>
        <w:rPr>
          <w:color w:val="231F20"/>
          <w:spacing w:val="-1"/>
          <w:position w:val="2"/>
        </w:rPr>
        <w:t>кандидата</w:t>
      </w:r>
      <w:r>
        <w:rPr>
          <w:color w:val="231F20"/>
          <w:position w:val="2"/>
        </w:rPr>
        <w:t> наук</w:t>
        <w:tab/>
      </w:r>
      <w:r>
        <w:rPr>
          <w:rFonts w:ascii="Calibri" w:hAnsi="Calibri"/>
          <w:b/>
          <w:color w:val="231F20"/>
          <w:position w:val="1"/>
        </w:rPr>
        <w:t>2 </w:t>
      </w:r>
      <w:r>
        <w:rPr>
          <w:color w:val="231F20"/>
          <w:position w:val="1"/>
        </w:rPr>
        <w:t>- </w:t>
      </w:r>
      <w:r>
        <w:rPr>
          <w:color w:val="231F20"/>
          <w:spacing w:val="-1"/>
          <w:position w:val="1"/>
        </w:rPr>
        <w:t>доктора</w:t>
      </w:r>
      <w:r>
        <w:rPr>
          <w:color w:val="231F20"/>
          <w:position w:val="1"/>
        </w:rPr>
        <w:t> наук</w:t>
        <w:tab/>
      </w:r>
      <w:r>
        <w:rPr>
          <w:rFonts w:ascii="Calibri" w:hAnsi="Calibri"/>
          <w:b/>
          <w:color w:val="231F20"/>
        </w:rPr>
        <w:t>3 </w:t>
      </w:r>
      <w:r>
        <w:rPr>
          <w:color w:val="231F20"/>
        </w:rPr>
        <w:t>- не имею</w:t>
      </w:r>
      <w:r>
        <w:rPr/>
      </w:r>
    </w:p>
    <w:p>
      <w:pPr>
        <w:spacing w:line="240" w:lineRule="auto" w:before="2"/>
        <w:rPr>
          <w:rFonts w:ascii="Calibri" w:hAnsi="Calibri" w:cs="Calibri" w:eastAsia="Calibri"/>
          <w:sz w:val="21"/>
          <w:szCs w:val="21"/>
        </w:rPr>
      </w:pPr>
    </w:p>
    <w:p>
      <w:pPr>
        <w:spacing w:before="0"/>
        <w:ind w:left="152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Для лиц в возрасте 6 лет и старше</w:t>
      </w:r>
      <w:r>
        <w:rPr>
          <w:rFonts w:ascii="Calibri" w:hAnsi="Calibri"/>
          <w:sz w:val="14"/>
        </w:rPr>
      </w:r>
    </w:p>
    <w:p>
      <w:pPr>
        <w:pStyle w:val="Heading3"/>
        <w:spacing w:line="167" w:lineRule="exact" w:before="45"/>
        <w:ind w:left="152" w:right="0"/>
        <w:jc w:val="left"/>
        <w:rPr>
          <w:b w:val="0"/>
          <w:bCs w:val="0"/>
        </w:rPr>
      </w:pPr>
      <w:r>
        <w:rPr/>
        <w:pict>
          <v:shape style="position:absolute;margin-left:136.1987pt;margin-top:15.515418pt;width:10pt;height:6.45pt;mso-position-horizontal-relative:page;mso-position-vertical-relative:paragraph;z-index:1288" type="#_x0000_t202" filled="false" stroked="false">
            <v:textbox inset="0,0,0,0" style="layout-flow:vertical;mso-layout-flow-alt:bottom-to-top">
              <w:txbxContent>
                <w:p>
                  <w:pPr>
                    <w:spacing w:line="186" w:lineRule="exact" w:before="0"/>
                    <w:ind w:left="20" w:right="0" w:firstLine="0"/>
                    <w:jc w:val="left"/>
                    <w:rPr>
                      <w:rFonts w:ascii="Century Gothic" w:hAnsi="Century Gothic" w:cs="Century Gothic" w:eastAsia="Century Gothic"/>
                      <w:sz w:val="16"/>
                      <w:szCs w:val="16"/>
                    </w:rPr>
                  </w:pPr>
                  <w:r>
                    <w:rPr>
                      <w:rFonts w:ascii="Century Gothic"/>
                      <w:color w:val="231F20"/>
                      <w:sz w:val="16"/>
                    </w:rPr>
                    <w:t>$</w:t>
                  </w:r>
                  <w:r>
                    <w:rPr>
                      <w:rFonts w:ascii="Century Gothic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color w:val="231F20"/>
          <w:spacing w:val="-1"/>
        </w:rPr>
        <w:t>12.4.</w:t>
      </w:r>
      <w:r>
        <w:rPr>
          <w:color w:val="231F20"/>
        </w:rPr>
        <w:t> </w:t>
      </w:r>
      <w:r>
        <w:rPr>
          <w:color w:val="231F20"/>
          <w:spacing w:val="-1"/>
        </w:rPr>
        <w:t>ПОЛУЧАЕТЕ</w:t>
      </w:r>
      <w:r>
        <w:rPr>
          <w:color w:val="231F20"/>
        </w:rPr>
        <w:t> ЛИ ВЫ </w:t>
      </w:r>
      <w:r>
        <w:rPr>
          <w:color w:val="231F20"/>
          <w:spacing w:val="-1"/>
        </w:rPr>
        <w:t>ОБРАЗОВАНИЕ</w:t>
      </w:r>
      <w:r>
        <w:rPr>
          <w:color w:val="231F20"/>
        </w:rPr>
        <w:t> В </w:t>
      </w:r>
      <w:r>
        <w:rPr>
          <w:color w:val="231F20"/>
          <w:spacing w:val="-1"/>
        </w:rPr>
        <w:t>НАСТОЯЩЕЕ</w:t>
      </w:r>
      <w:r>
        <w:rPr>
          <w:color w:val="231F20"/>
        </w:rPr>
        <w:t> ВРЕМЯ?</w:t>
      </w:r>
      <w:r>
        <w:rPr>
          <w:b w:val="0"/>
        </w:rPr>
      </w:r>
    </w:p>
    <w:p>
      <w:pPr>
        <w:spacing w:before="56"/>
        <w:ind w:left="156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i/>
          <w:color w:val="231F20"/>
          <w:spacing w:val="-5"/>
          <w:sz w:val="14"/>
        </w:rPr>
        <w:t>Раздел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3"/>
          <w:sz w:val="14"/>
        </w:rPr>
        <w:t>15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6"/>
          <w:sz w:val="14"/>
        </w:rPr>
        <w:t>заполняется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3"/>
          <w:sz w:val="14"/>
        </w:rPr>
        <w:t>на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4"/>
          <w:sz w:val="14"/>
        </w:rPr>
        <w:t>лиц</w:t>
      </w:r>
      <w:r>
        <w:rPr>
          <w:rFonts w:ascii="Calibri" w:hAnsi="Calibri"/>
          <w:i/>
          <w:color w:val="231F20"/>
          <w:sz w:val="14"/>
        </w:rPr>
        <w:t> в </w:t>
      </w:r>
      <w:r>
        <w:rPr>
          <w:rFonts w:ascii="Calibri" w:hAnsi="Calibri"/>
          <w:i/>
          <w:color w:val="231F20"/>
          <w:spacing w:val="-6"/>
          <w:sz w:val="14"/>
        </w:rPr>
        <w:t>возрасте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3"/>
          <w:sz w:val="14"/>
        </w:rPr>
        <w:t>12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4"/>
          <w:sz w:val="14"/>
        </w:rPr>
        <w:t>лет</w:t>
      </w:r>
      <w:r>
        <w:rPr>
          <w:rFonts w:ascii="Calibri" w:hAnsi="Calibri"/>
          <w:i/>
          <w:color w:val="231F20"/>
          <w:sz w:val="14"/>
        </w:rPr>
        <w:t> и </w:t>
      </w:r>
      <w:r>
        <w:rPr>
          <w:rFonts w:ascii="Calibri" w:hAnsi="Calibri"/>
          <w:i/>
          <w:color w:val="231F20"/>
          <w:spacing w:val="-6"/>
          <w:sz w:val="14"/>
        </w:rPr>
        <w:t>старше,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4"/>
          <w:sz w:val="14"/>
        </w:rPr>
        <w:t>без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6"/>
          <w:sz w:val="14"/>
        </w:rPr>
        <w:t>временно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6"/>
          <w:sz w:val="14"/>
        </w:rPr>
        <w:t>проживающих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0"/>
          <w:numId w:val="16"/>
        </w:numPr>
        <w:tabs>
          <w:tab w:pos="367" w:val="left" w:leader="none"/>
        </w:tabs>
        <w:spacing w:line="240" w:lineRule="auto" w:before="0" w:after="0"/>
        <w:ind w:left="367" w:right="0" w:hanging="211"/>
        <w:jc w:val="left"/>
        <w:rPr>
          <w:b w:val="0"/>
          <w:bCs w:val="0"/>
        </w:rPr>
      </w:pPr>
      <w:r>
        <w:rPr>
          <w:color w:val="231F20"/>
          <w:spacing w:val="-1"/>
        </w:rPr>
        <w:t>ЗАНЯТОСТЬ</w:t>
      </w:r>
      <w:r>
        <w:rPr>
          <w:color w:val="231F20"/>
        </w:rPr>
        <w:t> И </w:t>
      </w:r>
      <w:r>
        <w:rPr>
          <w:color w:val="231F20"/>
          <w:spacing w:val="-1"/>
        </w:rPr>
        <w:t>БЕЗРАБОТИЦА</w:t>
      </w:r>
      <w:r>
        <w:rPr>
          <w:b w:val="0"/>
        </w:rPr>
      </w:r>
    </w:p>
    <w:p>
      <w:pPr>
        <w:numPr>
          <w:ilvl w:val="1"/>
          <w:numId w:val="16"/>
        </w:numPr>
        <w:tabs>
          <w:tab w:pos="472" w:val="left" w:leader="none"/>
          <w:tab w:pos="1392" w:val="left" w:leader="none"/>
          <w:tab w:pos="2210" w:val="left" w:leader="none"/>
        </w:tabs>
        <w:spacing w:line="196" w:lineRule="auto" w:before="74"/>
        <w:ind w:left="152" w:right="934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ИМЕЛИ ЛИ ВЫ КАКУЮ-ЛИБО ОПЛАЧИВАЕМУЮ РАБОТУ ИЛИ ДОХОДНОЕ ЗАНЯТИЕ С 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18 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ПО 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24 МАРТА 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202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2 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ГОДА?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 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                                                        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(включая временное отсутствие по причине отпуска, болезни, отгула и т.д.)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 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1</w:t>
      </w:r>
      <w:r>
        <w:rPr>
          <w:rFonts w:ascii="Calibri" w:hAnsi="Calibri" w:cs="Calibri" w:eastAsia="Calibri"/>
          <w:b/>
          <w:bCs/>
          <w:color w:val="231F20"/>
          <w:spacing w:val="-1"/>
          <w:sz w:val="14"/>
          <w:szCs w:val="14"/>
        </w:rPr>
        <w:t> </w:t>
      </w:r>
      <w:r>
        <w:rPr>
          <w:rFonts w:ascii="Calibri" w:hAnsi="Calibri" w:cs="Calibri" w:eastAsia="Calibri"/>
          <w:color w:val="231F20"/>
          <w:sz w:val="14"/>
          <w:szCs w:val="14"/>
        </w:rPr>
        <w:t>- да</w:t>
        <w:tab/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2</w:t>
      </w:r>
      <w:r>
        <w:rPr>
          <w:rFonts w:ascii="Calibri" w:hAnsi="Calibri" w:cs="Calibri" w:eastAsia="Calibri"/>
          <w:b/>
          <w:bCs/>
          <w:color w:val="231F20"/>
          <w:spacing w:val="-1"/>
          <w:sz w:val="14"/>
          <w:szCs w:val="14"/>
        </w:rPr>
        <w:t> </w:t>
      </w:r>
      <w:r>
        <w:rPr>
          <w:rFonts w:ascii="Calibri" w:hAnsi="Calibri" w:cs="Calibri" w:eastAsia="Calibri"/>
          <w:color w:val="231F20"/>
          <w:sz w:val="14"/>
          <w:szCs w:val="14"/>
        </w:rPr>
        <w:t>- нет </w:t>
      </w:r>
      <w:r>
        <w:rPr>
          <w:rFonts w:ascii="Calibri" w:hAnsi="Calibri" w:cs="Calibri" w:eastAsia="Calibri"/>
          <w:color w:val="231F20"/>
          <w:spacing w:val="31"/>
          <w:sz w:val="14"/>
          <w:szCs w:val="14"/>
        </w:rPr>
        <w:t> </w:t>
      </w:r>
      <w:r>
        <w:rPr>
          <w:rFonts w:ascii="Calibri" w:hAnsi="Calibri" w:cs="Calibri" w:eastAsia="Calibri"/>
          <w:color w:val="231F20"/>
          <w:sz w:val="14"/>
          <w:szCs w:val="14"/>
        </w:rPr>
        <w:t>→</w:t>
        <w:tab/>
      </w:r>
      <w:r>
        <w:rPr>
          <w:rFonts w:ascii="Calibri" w:hAnsi="Calibri" w:cs="Calibri" w:eastAsia="Calibri"/>
          <w:i/>
          <w:color w:val="231F20"/>
          <w:spacing w:val="-1"/>
          <w:sz w:val="14"/>
          <w:szCs w:val="14"/>
        </w:rPr>
        <w:t>переход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 к вопросу 15.6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line="172" w:lineRule="auto" w:before="112"/>
        <w:ind w:left="181" w:right="1742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Вопросы 15.2-15.5 для </w:t>
      </w:r>
      <w:r>
        <w:rPr>
          <w:rFonts w:ascii="Calibri" w:hAnsi="Calibri"/>
          <w:i/>
          <w:color w:val="231F20"/>
          <w:spacing w:val="1"/>
          <w:sz w:val="14"/>
        </w:rPr>
        <w:t>лиц,</w:t>
      </w:r>
      <w:r>
        <w:rPr>
          <w:rFonts w:ascii="Calibri" w:hAnsi="Calibri"/>
          <w:i/>
          <w:color w:val="231F20"/>
          <w:sz w:val="14"/>
        </w:rPr>
        <w:t> имевших работу за </w:t>
      </w:r>
      <w:r>
        <w:rPr>
          <w:rFonts w:ascii="Calibri" w:hAnsi="Calibri"/>
          <w:i/>
          <w:color w:val="231F20"/>
          <w:spacing w:val="-1"/>
          <w:sz w:val="14"/>
        </w:rPr>
        <w:t>неделю</w:t>
      </w:r>
      <w:r>
        <w:rPr>
          <w:rFonts w:ascii="Calibri" w:hAnsi="Calibri"/>
          <w:i/>
          <w:color w:val="231F20"/>
          <w:sz w:val="14"/>
        </w:rPr>
        <w:t> до начала</w:t>
      </w:r>
      <w:r>
        <w:rPr>
          <w:rFonts w:ascii="Calibri" w:hAnsi="Calibri"/>
          <w:i/>
          <w:color w:val="231F20"/>
          <w:spacing w:val="23"/>
          <w:sz w:val="14"/>
        </w:rPr>
        <w:t> </w:t>
      </w:r>
      <w:r>
        <w:rPr>
          <w:rFonts w:ascii="Calibri" w:hAnsi="Calibri"/>
          <w:i/>
          <w:color w:val="231F20"/>
          <w:sz w:val="14"/>
        </w:rPr>
        <w:t>переписи </w:t>
      </w:r>
      <w:r>
        <w:rPr>
          <w:rFonts w:ascii="Calibri" w:hAnsi="Calibri"/>
          <w:i/>
          <w:color w:val="231F20"/>
          <w:spacing w:val="-1"/>
          <w:sz w:val="14"/>
        </w:rPr>
        <w:t>населения</w:t>
      </w:r>
      <w:r>
        <w:rPr>
          <w:rFonts w:ascii="Calibri" w:hAnsi="Calibri"/>
          <w:i/>
          <w:color w:val="231F20"/>
          <w:sz w:val="14"/>
        </w:rPr>
        <w:t> (ответивших «да» на вопрос 15.1)</w:t>
      </w:r>
      <w:r>
        <w:rPr>
          <w:rFonts w:ascii="Calibri" w:hAnsi="Calibri"/>
          <w:sz w:val="14"/>
        </w:rPr>
      </w:r>
    </w:p>
    <w:p>
      <w:pPr>
        <w:spacing w:after="0" w:line="172" w:lineRule="auto"/>
        <w:jc w:val="left"/>
        <w:rPr>
          <w:rFonts w:ascii="Calibri" w:hAnsi="Calibri" w:cs="Calibri" w:eastAsia="Calibri"/>
          <w:sz w:val="14"/>
          <w:szCs w:val="14"/>
        </w:rPr>
        <w:sectPr>
          <w:pgSz w:w="11910" w:h="16840"/>
          <w:pgMar w:top="600" w:bottom="280" w:left="440" w:right="0"/>
          <w:cols w:num="2" w:equalWidth="0">
            <w:col w:w="3959" w:space="1611"/>
            <w:col w:w="5900"/>
          </w:cols>
        </w:sectPr>
      </w:pPr>
    </w:p>
    <w:p>
      <w:pPr>
        <w:tabs>
          <w:tab w:pos="1899" w:val="left" w:leader="none"/>
        </w:tabs>
        <w:spacing w:line="166" w:lineRule="exact" w:before="53"/>
        <w:ind w:left="153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1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да</w:t>
        <w:tab/>
      </w:r>
      <w:r>
        <w:rPr>
          <w:rFonts w:ascii="Calibri" w:hAnsi="Calibri"/>
          <w:b/>
          <w:color w:val="231F20"/>
          <w:sz w:val="14"/>
        </w:rPr>
        <w:t>2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нет</w:t>
      </w:r>
      <w:r>
        <w:rPr>
          <w:rFonts w:ascii="Calibri" w:hAnsi="Calibri"/>
          <w:sz w:val="14"/>
        </w:rPr>
      </w:r>
    </w:p>
    <w:p>
      <w:pPr>
        <w:pStyle w:val="Heading2"/>
        <w:spacing w:line="192" w:lineRule="exact"/>
        <w:ind w:left="316" w:right="0"/>
        <w:jc w:val="left"/>
      </w:pPr>
      <w:r>
        <w:rPr>
          <w:color w:val="231F20"/>
        </w:rPr>
        <w:t>$</w:t>
      </w:r>
      <w:r>
        <w:rPr/>
      </w:r>
    </w:p>
    <w:p>
      <w:pPr>
        <w:spacing w:before="52"/>
        <w:ind w:left="153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i/>
          <w:color w:val="231F20"/>
          <w:spacing w:val="-1"/>
          <w:sz w:val="14"/>
        </w:rPr>
        <w:t>переход</w:t>
      </w:r>
      <w:r>
        <w:rPr>
          <w:rFonts w:ascii="Calibri" w:hAnsi="Calibri"/>
          <w:i/>
          <w:color w:val="231F20"/>
          <w:sz w:val="14"/>
        </w:rPr>
        <w:t> к вопросу 12.5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1"/>
          <w:numId w:val="16"/>
        </w:numPr>
        <w:tabs>
          <w:tab w:pos="474" w:val="left" w:leader="none"/>
        </w:tabs>
        <w:spacing w:line="143" w:lineRule="exact" w:before="0" w:after="0"/>
        <w:ind w:left="473" w:right="0" w:hanging="320"/>
        <w:jc w:val="left"/>
        <w:rPr>
          <w:b w:val="0"/>
          <w:bCs w:val="0"/>
        </w:rPr>
      </w:pPr>
      <w:r>
        <w:rPr>
          <w:color w:val="231F20"/>
        </w:rPr>
        <w:br w:type="column"/>
        <w:t>КЕМ ВЫ ЯВЛЯЛИСЬ НА ОСНОВНОЙ </w:t>
      </w:r>
      <w:r>
        <w:rPr>
          <w:color w:val="231F20"/>
          <w:spacing w:val="-2"/>
        </w:rPr>
        <w:t>РАБОТЕ?</w:t>
      </w:r>
      <w:r>
        <w:rPr>
          <w:b w:val="0"/>
        </w:rPr>
      </w:r>
    </w:p>
    <w:p>
      <w:pPr>
        <w:pStyle w:val="BodyText"/>
        <w:numPr>
          <w:ilvl w:val="2"/>
          <w:numId w:val="16"/>
        </w:numPr>
        <w:tabs>
          <w:tab w:pos="363" w:val="left" w:leader="none"/>
        </w:tabs>
        <w:spacing w:line="240" w:lineRule="auto" w:before="0" w:after="0"/>
        <w:ind w:left="362" w:right="0" w:hanging="145"/>
        <w:jc w:val="left"/>
      </w:pPr>
      <w:r>
        <w:rPr>
          <w:color w:val="231F20"/>
        </w:rPr>
        <w:t>наемный работник</w:t>
      </w:r>
      <w:r>
        <w:rPr/>
      </w:r>
    </w:p>
    <w:p>
      <w:pPr>
        <w:pStyle w:val="BodyText"/>
        <w:numPr>
          <w:ilvl w:val="2"/>
          <w:numId w:val="16"/>
        </w:numPr>
        <w:tabs>
          <w:tab w:pos="363" w:val="left" w:leader="none"/>
        </w:tabs>
        <w:spacing w:line="128" w:lineRule="exact" w:before="0" w:after="0"/>
        <w:ind w:left="362" w:right="0" w:hanging="145"/>
        <w:jc w:val="left"/>
        <w:rPr>
          <w:rFonts w:ascii="Calibri" w:hAnsi="Calibri" w:cs="Calibri" w:eastAsia="Calibri"/>
        </w:rPr>
      </w:pPr>
      <w:r>
        <w:rPr>
          <w:color w:val="231F20"/>
        </w:rPr>
        <w:t>работающий не по найму (самозанятый)</w:t>
      </w:r>
      <w:r>
        <w:rPr>
          <w:color w:val="231F20"/>
          <w:spacing w:val="-3"/>
        </w:rPr>
        <w:t> </w:t>
      </w:r>
      <w:r>
        <w:rPr>
          <w:rFonts w:ascii="Calibri" w:hAnsi="Calibri" w:cs="Calibri" w:eastAsia="Calibri"/>
          <w:b/>
          <w:bCs/>
          <w:color w:val="231F20"/>
        </w:rPr>
        <w:t>→</w:t>
      </w:r>
      <w:r>
        <w:rPr>
          <w:rFonts w:ascii="Calibri" w:hAnsi="Calibri" w:cs="Calibri" w:eastAsia="Calibri"/>
        </w:rPr>
      </w:r>
    </w:p>
    <w:p>
      <w:pPr>
        <w:spacing w:after="0" w:line="128" w:lineRule="exact"/>
        <w:jc w:val="left"/>
        <w:rPr>
          <w:rFonts w:ascii="Calibri" w:hAnsi="Calibri" w:cs="Calibri" w:eastAsia="Calibri"/>
        </w:rPr>
        <w:sectPr>
          <w:type w:val="continuous"/>
          <w:pgSz w:w="11910" w:h="16840"/>
          <w:pgMar w:top="280" w:bottom="280" w:left="440" w:right="0"/>
          <w:cols w:num="3" w:equalWidth="0">
            <w:col w:w="2276" w:space="123"/>
            <w:col w:w="1520" w:space="1664"/>
            <w:col w:w="5887"/>
          </w:cols>
        </w:sectPr>
      </w:pPr>
    </w:p>
    <w:p>
      <w:pPr>
        <w:spacing w:line="148" w:lineRule="exact" w:before="0"/>
        <w:ind w:left="152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pacing w:val="-1"/>
          <w:sz w:val="14"/>
        </w:rPr>
        <w:t>Если</w:t>
      </w:r>
      <w:r>
        <w:rPr>
          <w:rFonts w:ascii="Calibri" w:hAnsi="Calibri"/>
          <w:i/>
          <w:color w:val="231F20"/>
          <w:sz w:val="14"/>
        </w:rPr>
        <w:t> да, </w:t>
      </w:r>
      <w:r>
        <w:rPr>
          <w:rFonts w:ascii="Calibri" w:hAnsi="Calibri"/>
          <w:i/>
          <w:color w:val="231F20"/>
          <w:spacing w:val="-1"/>
          <w:sz w:val="14"/>
        </w:rPr>
        <w:t>укажите</w:t>
      </w:r>
      <w:r>
        <w:rPr>
          <w:rFonts w:ascii="Calibri" w:hAnsi="Calibri"/>
          <w:i/>
          <w:color w:val="231F20"/>
          <w:sz w:val="14"/>
        </w:rPr>
        <w:t> тип </w:t>
      </w:r>
      <w:r>
        <w:rPr>
          <w:rFonts w:ascii="Calibri" w:hAnsi="Calibri"/>
          <w:i/>
          <w:color w:val="231F20"/>
          <w:spacing w:val="-1"/>
          <w:sz w:val="14"/>
        </w:rPr>
        <w:t>образовательной</w:t>
      </w:r>
      <w:r>
        <w:rPr>
          <w:rFonts w:ascii="Calibri" w:hAnsi="Calibri"/>
          <w:i/>
          <w:color w:val="231F20"/>
          <w:sz w:val="14"/>
        </w:rPr>
        <w:t> организации:</w:t>
      </w:r>
      <w:r>
        <w:rPr>
          <w:rFonts w:ascii="Calibri" w:hAnsi="Calibri"/>
          <w:sz w:val="14"/>
        </w:rPr>
      </w:r>
    </w:p>
    <w:p>
      <w:pPr>
        <w:pStyle w:val="BodyText"/>
        <w:spacing w:line="240" w:lineRule="auto" w:before="42"/>
        <w:ind w:left="152" w:right="0"/>
        <w:jc w:val="left"/>
      </w:pPr>
      <w:r>
        <w:rPr/>
        <w:br w:type="column"/>
      </w:r>
      <w:r>
        <w:rPr>
          <w:rFonts w:ascii="Calibri" w:hAnsi="Calibri"/>
          <w:b/>
          <w:color w:val="231F20"/>
          <w:spacing w:val="-1"/>
        </w:rPr>
        <w:t>2.1</w:t>
      </w:r>
      <w:r>
        <w:rPr>
          <w:color w:val="231F20"/>
          <w:spacing w:val="-1"/>
        </w:rPr>
        <w:t>-</w:t>
      </w:r>
      <w:r>
        <w:rPr>
          <w:color w:val="231F20"/>
        </w:rPr>
        <w:t> </w:t>
      </w:r>
      <w:r>
        <w:rPr>
          <w:color w:val="231F20"/>
          <w:spacing w:val="-1"/>
        </w:rPr>
        <w:t>работодатель</w:t>
      </w:r>
      <w:r>
        <w:rPr>
          <w:color w:val="231F20"/>
        </w:rPr>
        <w:t> (работающий с </w:t>
      </w:r>
      <w:r>
        <w:rPr>
          <w:color w:val="231F20"/>
          <w:spacing w:val="-1"/>
        </w:rPr>
        <w:t>привлечением</w:t>
      </w:r>
      <w:r>
        <w:rPr>
          <w:color w:val="231F20"/>
        </w:rPr>
        <w:t> наемных </w:t>
      </w:r>
      <w:r>
        <w:rPr>
          <w:color w:val="231F20"/>
          <w:spacing w:val="-1"/>
        </w:rPr>
        <w:t>работников)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440" w:right="0"/>
          <w:cols w:num="2" w:equalWidth="0">
            <w:col w:w="3468" w:space="2433"/>
            <w:col w:w="5569"/>
          </w:cols>
        </w:sectPr>
      </w:pPr>
    </w:p>
    <w:p>
      <w:pPr>
        <w:pStyle w:val="BodyText"/>
        <w:numPr>
          <w:ilvl w:val="0"/>
          <w:numId w:val="17"/>
        </w:numPr>
        <w:tabs>
          <w:tab w:pos="224" w:val="left" w:leader="none"/>
        </w:tabs>
        <w:spacing w:line="140" w:lineRule="exact" w:before="7" w:after="0"/>
        <w:ind w:left="276" w:right="0" w:hanging="124"/>
        <w:jc w:val="left"/>
        <w:rPr>
          <w:rFonts w:ascii="Calibri" w:hAnsi="Calibri" w:cs="Calibri" w:eastAsia="Calibri"/>
        </w:rPr>
      </w:pPr>
      <w:r>
        <w:rPr>
          <w:rFonts w:ascii="Calibri" w:hAnsi="Calibri"/>
          <w:b/>
          <w:color w:val="231F20"/>
        </w:rPr>
        <w:t>-</w:t>
      </w:r>
      <w:r>
        <w:rPr>
          <w:rFonts w:ascii="Calibri" w:hAnsi="Calibri"/>
          <w:color w:val="231F20"/>
        </w:rPr>
        <w:t>послевузовское профессиональное</w:t>
      </w:r>
      <w:r>
        <w:rPr>
          <w:rFonts w:ascii="Calibri" w:hAnsi="Calibri"/>
          <w:color w:val="231F20"/>
        </w:rPr>
        <w:t> (аспирантура или докторантура)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17"/>
        </w:numPr>
        <w:tabs>
          <w:tab w:pos="234" w:val="left" w:leader="none"/>
        </w:tabs>
        <w:spacing w:line="229" w:lineRule="auto" w:before="0" w:after="0"/>
        <w:ind w:left="162" w:right="406" w:firstLine="0"/>
        <w:jc w:val="left"/>
        <w:rPr>
          <w:rFonts w:ascii="Calibri" w:hAnsi="Calibri" w:cs="Calibri" w:eastAsia="Calibri"/>
        </w:rPr>
      </w:pPr>
      <w:r>
        <w:rPr>
          <w:rFonts w:ascii="Calibri" w:hAnsi="Calibri"/>
          <w:b/>
          <w:color w:val="231F20"/>
        </w:rPr>
        <w:t>-</w:t>
      </w:r>
      <w:r>
        <w:rPr>
          <w:rFonts w:ascii="Calibri" w:hAnsi="Calibri"/>
          <w:color w:val="231F20"/>
        </w:rPr>
        <w:t>высшее профессиональное</w:t>
      </w:r>
      <w:r>
        <w:rPr>
          <w:rFonts w:ascii="Calibri" w:hAnsi="Calibri"/>
          <w:color w:val="231F20"/>
        </w:rPr>
        <w:t> </w:t>
      </w:r>
      <w:r>
        <w:rPr>
          <w:rFonts w:ascii="Calibri" w:hAnsi="Calibri"/>
          <w:b/>
          <w:color w:val="231F20"/>
        </w:rPr>
        <w:t>3- </w:t>
      </w:r>
      <w:r>
        <w:rPr>
          <w:rFonts w:ascii="Calibri" w:hAnsi="Calibri"/>
          <w:color w:val="231F20"/>
        </w:rPr>
        <w:t>среднее профессиональное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18"/>
        </w:numPr>
        <w:tabs>
          <w:tab w:pos="330" w:val="left" w:leader="none"/>
        </w:tabs>
        <w:spacing w:line="149" w:lineRule="exact" w:before="0" w:after="0"/>
        <w:ind w:left="329" w:right="0" w:hanging="177"/>
        <w:jc w:val="left"/>
      </w:pPr>
      <w:r>
        <w:rPr>
          <w:color w:val="231F20"/>
        </w:rPr>
        <w:br w:type="column"/>
        <w:t>начальное профессиональное</w:t>
      </w:r>
      <w:r>
        <w:rPr/>
      </w:r>
    </w:p>
    <w:p>
      <w:pPr>
        <w:pStyle w:val="BodyText"/>
        <w:numPr>
          <w:ilvl w:val="0"/>
          <w:numId w:val="18"/>
        </w:numPr>
        <w:tabs>
          <w:tab w:pos="330" w:val="left" w:leader="none"/>
        </w:tabs>
        <w:spacing w:line="240" w:lineRule="auto" w:before="40" w:after="0"/>
        <w:ind w:left="329" w:right="0" w:hanging="177"/>
        <w:jc w:val="left"/>
      </w:pPr>
      <w:r>
        <w:rPr>
          <w:color w:val="231F20"/>
        </w:rPr>
        <w:t>общеобразовательное всех типов</w:t>
      </w:r>
      <w:r>
        <w:rPr/>
      </w:r>
    </w:p>
    <w:p>
      <w:pPr>
        <w:pStyle w:val="BodyText"/>
        <w:numPr>
          <w:ilvl w:val="0"/>
          <w:numId w:val="18"/>
        </w:numPr>
        <w:tabs>
          <w:tab w:pos="330" w:val="left" w:leader="none"/>
        </w:tabs>
        <w:spacing w:line="240" w:lineRule="auto" w:before="40" w:after="0"/>
        <w:ind w:left="329" w:right="0" w:hanging="177"/>
        <w:jc w:val="left"/>
      </w:pPr>
      <w:r>
        <w:rPr>
          <w:color w:val="231F20"/>
        </w:rPr>
        <w:t>иная школа</w:t>
      </w:r>
      <w:r>
        <w:rPr/>
      </w:r>
    </w:p>
    <w:p>
      <w:pPr>
        <w:spacing w:before="110"/>
        <w:ind w:left="516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b/>
          <w:i/>
          <w:color w:val="231F20"/>
          <w:sz w:val="14"/>
        </w:rPr>
        <w:t>2.1.1</w:t>
      </w:r>
      <w:r>
        <w:rPr>
          <w:rFonts w:ascii="Calibri" w:hAnsi="Calibri"/>
          <w:b/>
          <w:i/>
          <w:color w:val="231F20"/>
          <w:spacing w:val="-1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укажите</w:t>
      </w:r>
      <w:r>
        <w:rPr>
          <w:rFonts w:ascii="Calibri" w:hAnsi="Calibri"/>
          <w:i/>
          <w:color w:val="231F20"/>
          <w:sz w:val="14"/>
        </w:rPr>
        <w:t> число наемных </w:t>
      </w:r>
      <w:r>
        <w:rPr>
          <w:rFonts w:ascii="Calibri" w:hAnsi="Calibri"/>
          <w:i/>
          <w:color w:val="231F20"/>
          <w:spacing w:val="-1"/>
          <w:sz w:val="14"/>
        </w:rPr>
        <w:t>работников</w:t>
      </w:r>
      <w:r>
        <w:rPr>
          <w:rFonts w:ascii="Calibri" w:hAnsi="Calibri"/>
          <w:sz w:val="14"/>
        </w:rPr>
      </w:r>
    </w:p>
    <w:p>
      <w:pPr>
        <w:pStyle w:val="BodyText"/>
        <w:spacing w:line="240" w:lineRule="auto" w:before="94"/>
        <w:ind w:left="152" w:right="2709"/>
        <w:jc w:val="left"/>
      </w:pPr>
      <w:r>
        <w:rPr>
          <w:rFonts w:ascii="Calibri" w:hAnsi="Calibri"/>
          <w:b/>
          <w:color w:val="231F20"/>
          <w:spacing w:val="-1"/>
        </w:rPr>
        <w:t>2.2</w:t>
      </w:r>
      <w:r>
        <w:rPr>
          <w:color w:val="231F20"/>
          <w:spacing w:val="-1"/>
        </w:rPr>
        <w:t>-</w:t>
      </w:r>
      <w:r>
        <w:rPr>
          <w:color w:val="231F20"/>
        </w:rPr>
        <w:t> работающий на </w:t>
      </w:r>
      <w:r>
        <w:rPr>
          <w:color w:val="231F20"/>
          <w:spacing w:val="-1"/>
        </w:rPr>
        <w:t>индивидуальной</w:t>
      </w:r>
      <w:r>
        <w:rPr>
          <w:color w:val="231F20"/>
        </w:rPr>
        <w:t> основе</w:t>
      </w:r>
      <w:r>
        <w:rPr>
          <w:color w:val="231F20"/>
          <w:spacing w:val="29"/>
        </w:rPr>
        <w:t> </w:t>
      </w:r>
      <w:r>
        <w:rPr>
          <w:rFonts w:ascii="Calibri" w:hAnsi="Calibri"/>
          <w:b/>
          <w:color w:val="231F20"/>
          <w:spacing w:val="-1"/>
        </w:rPr>
        <w:t>2.3</w:t>
      </w:r>
      <w:r>
        <w:rPr>
          <w:color w:val="231F20"/>
          <w:spacing w:val="-1"/>
        </w:rPr>
        <w:t>-</w:t>
      </w:r>
      <w:r>
        <w:rPr>
          <w:color w:val="231F20"/>
        </w:rPr>
        <w:t> член </w:t>
      </w:r>
      <w:r>
        <w:rPr>
          <w:color w:val="231F20"/>
          <w:spacing w:val="-1"/>
        </w:rPr>
        <w:t>производственного</w:t>
      </w:r>
      <w:r>
        <w:rPr>
          <w:color w:val="231F20"/>
        </w:rPr>
        <w:t> </w:t>
      </w:r>
      <w:r>
        <w:rPr>
          <w:color w:val="231F20"/>
          <w:spacing w:val="-1"/>
        </w:rPr>
        <w:t>кооператива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440" w:right="0"/>
          <w:cols w:num="3" w:equalWidth="0">
            <w:col w:w="2387" w:space="320"/>
            <w:col w:w="2352" w:space="851"/>
            <w:col w:w="5560"/>
          </w:cols>
        </w:sectPr>
      </w:pPr>
    </w:p>
    <w:p>
      <w:pPr>
        <w:spacing w:line="165" w:lineRule="exact" w:before="0"/>
        <w:ind w:left="186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Для детей в возрасте 1-7 лет, не посещающих школу</w:t>
      </w:r>
      <w:r>
        <w:rPr>
          <w:rFonts w:ascii="Calibri" w:hAnsi="Calibri"/>
          <w:sz w:val="14"/>
        </w:rPr>
      </w:r>
    </w:p>
    <w:p>
      <w:pPr>
        <w:numPr>
          <w:ilvl w:val="1"/>
          <w:numId w:val="19"/>
        </w:numPr>
        <w:tabs>
          <w:tab w:pos="486" w:val="left" w:leader="none"/>
          <w:tab w:pos="1183" w:val="left" w:leader="none"/>
        </w:tabs>
        <w:spacing w:line="285" w:lineRule="auto" w:before="23"/>
        <w:ind w:left="165" w:right="48" w:firstLine="1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ПОСЕЩАЕТ ЛИ РЕБЕНОК ДОШКОЛЬНУЮ 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ОБРАЗОВАТЕЛЬНУЮ 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ОРГАНИЗАЦИЮ?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 1</w:t>
      </w:r>
      <w:r>
        <w:rPr>
          <w:rFonts w:ascii="Calibri" w:hAnsi="Calibri" w:cs="Calibri" w:eastAsia="Calibri"/>
          <w:b/>
          <w:bCs/>
          <w:color w:val="231F20"/>
          <w:spacing w:val="-1"/>
          <w:sz w:val="14"/>
          <w:szCs w:val="14"/>
        </w:rPr>
        <w:t> </w:t>
      </w:r>
      <w:r>
        <w:rPr>
          <w:rFonts w:ascii="Calibri" w:hAnsi="Calibri" w:cs="Calibri" w:eastAsia="Calibri"/>
          <w:color w:val="231F20"/>
          <w:sz w:val="14"/>
          <w:szCs w:val="14"/>
        </w:rPr>
        <w:t>- да</w:t>
        <w:tab/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2 </w:t>
      </w:r>
      <w:r>
        <w:rPr>
          <w:rFonts w:ascii="Calibri" w:hAnsi="Calibri" w:cs="Calibri" w:eastAsia="Calibri"/>
          <w:color w:val="231F20"/>
          <w:sz w:val="14"/>
          <w:szCs w:val="14"/>
        </w:rPr>
        <w:t>- нет </w:t>
      </w:r>
      <w:r>
        <w:rPr>
          <w:rFonts w:ascii="Calibri" w:hAnsi="Calibri" w:cs="Calibri" w:eastAsia="Calibri"/>
          <w:color w:val="231F20"/>
          <w:sz w:val="14"/>
          <w:szCs w:val="14"/>
        </w:rPr>
        <w:t>→ </w:t>
      </w:r>
      <w:r>
        <w:rPr>
          <w:rFonts w:ascii="Calibri" w:hAnsi="Calibri" w:cs="Calibri" w:eastAsia="Calibri"/>
          <w:color w:val="231F20"/>
          <w:spacing w:val="3"/>
          <w:sz w:val="14"/>
          <w:szCs w:val="14"/>
        </w:rPr>
        <w:t> 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переход к вопросу 12.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6</w:t>
      </w:r>
      <w:r>
        <w:rPr>
          <w:rFonts w:ascii="Calibri" w:hAnsi="Calibri" w:cs="Calibri" w:eastAsia="Calibri"/>
          <w:sz w:val="14"/>
          <w:szCs w:val="14"/>
        </w:rPr>
      </w:r>
    </w:p>
    <w:p>
      <w:pPr>
        <w:spacing w:before="81"/>
        <w:ind w:left="179" w:right="0" w:firstLine="0"/>
        <w:jc w:val="left"/>
        <w:rPr>
          <w:rFonts w:ascii="Calibri" w:hAnsi="Calibri" w:cs="Calibri" w:eastAsia="Calibri"/>
          <w:sz w:val="11"/>
          <w:szCs w:val="11"/>
        </w:rPr>
      </w:pPr>
      <w:r>
        <w:rPr>
          <w:rFonts w:ascii="Calibri" w:hAnsi="Calibri"/>
          <w:i/>
          <w:color w:val="231F20"/>
          <w:w w:val="105"/>
          <w:sz w:val="11"/>
        </w:rPr>
        <w:t>Для</w:t>
      </w:r>
      <w:r>
        <w:rPr>
          <w:rFonts w:ascii="Calibri" w:hAnsi="Calibri"/>
          <w:i/>
          <w:color w:val="231F20"/>
          <w:spacing w:val="-1"/>
          <w:w w:val="105"/>
          <w:sz w:val="11"/>
        </w:rPr>
        <w:t> </w:t>
      </w:r>
      <w:r>
        <w:rPr>
          <w:rFonts w:ascii="Calibri" w:hAnsi="Calibri"/>
          <w:i/>
          <w:color w:val="231F20"/>
          <w:w w:val="105"/>
          <w:sz w:val="11"/>
        </w:rPr>
        <w:t>детей в возрасте 1-7</w:t>
      </w:r>
      <w:r>
        <w:rPr>
          <w:rFonts w:ascii="Calibri" w:hAnsi="Calibri"/>
          <w:i/>
          <w:color w:val="231F20"/>
          <w:spacing w:val="-1"/>
          <w:w w:val="105"/>
          <w:sz w:val="11"/>
        </w:rPr>
        <w:t> </w:t>
      </w:r>
      <w:r>
        <w:rPr>
          <w:rFonts w:ascii="Calibri" w:hAnsi="Calibri"/>
          <w:i/>
          <w:color w:val="231F20"/>
          <w:w w:val="105"/>
          <w:sz w:val="11"/>
        </w:rPr>
        <w:t>лет, не посещающих школу</w:t>
      </w:r>
      <w:r>
        <w:rPr>
          <w:rFonts w:ascii="Calibri" w:hAnsi="Calibri"/>
          <w:i/>
          <w:color w:val="231F20"/>
          <w:spacing w:val="25"/>
          <w:w w:val="105"/>
          <w:sz w:val="11"/>
        </w:rPr>
        <w:t> </w:t>
      </w:r>
      <w:r>
        <w:rPr>
          <w:rFonts w:ascii="Calibri" w:hAnsi="Calibri"/>
          <w:i/>
          <w:color w:val="231F20"/>
          <w:w w:val="105"/>
          <w:sz w:val="11"/>
        </w:rPr>
        <w:t>и дошкольную образовательную</w:t>
      </w:r>
      <w:r>
        <w:rPr>
          <w:rFonts w:ascii="Calibri" w:hAnsi="Calibri"/>
          <w:i/>
          <w:color w:val="231F20"/>
          <w:spacing w:val="-1"/>
          <w:w w:val="105"/>
          <w:sz w:val="11"/>
        </w:rPr>
        <w:t> </w:t>
      </w:r>
      <w:r>
        <w:rPr>
          <w:rFonts w:ascii="Calibri" w:hAnsi="Calibri"/>
          <w:i/>
          <w:color w:val="231F20"/>
          <w:w w:val="105"/>
          <w:sz w:val="11"/>
        </w:rPr>
        <w:t>организацию</w:t>
      </w:r>
      <w:r>
        <w:rPr>
          <w:rFonts w:ascii="Calibri" w:hAnsi="Calibri"/>
          <w:sz w:val="11"/>
        </w:rPr>
      </w:r>
    </w:p>
    <w:p>
      <w:pPr>
        <w:pStyle w:val="Heading3"/>
        <w:numPr>
          <w:ilvl w:val="1"/>
          <w:numId w:val="19"/>
        </w:numPr>
        <w:tabs>
          <w:tab w:pos="429" w:val="left" w:leader="none"/>
          <w:tab w:pos="1169" w:val="left" w:leader="none"/>
        </w:tabs>
        <w:spacing w:line="282" w:lineRule="auto" w:before="67" w:after="0"/>
        <w:ind w:left="119" w:right="48" w:firstLine="0"/>
        <w:jc w:val="left"/>
        <w:rPr>
          <w:rFonts w:ascii="Calibri" w:hAnsi="Calibri" w:cs="Calibri" w:eastAsia="Calibri"/>
          <w:b w:val="0"/>
          <w:bCs w:val="0"/>
        </w:rPr>
      </w:pPr>
      <w:r>
        <w:rPr>
          <w:color w:val="231F20"/>
          <w:spacing w:val="-3"/>
        </w:rPr>
        <w:t>ПОСЕЩАЕТ</w:t>
      </w:r>
      <w:r>
        <w:rPr>
          <w:color w:val="231F20"/>
        </w:rPr>
        <w:t> </w:t>
      </w:r>
      <w:r>
        <w:rPr>
          <w:color w:val="231F20"/>
          <w:spacing w:val="-2"/>
        </w:rPr>
        <w:t>ЛИ</w:t>
      </w:r>
      <w:r>
        <w:rPr>
          <w:color w:val="231F20"/>
        </w:rPr>
        <w:t> </w:t>
      </w:r>
      <w:r>
        <w:rPr>
          <w:color w:val="231F20"/>
          <w:spacing w:val="-3"/>
        </w:rPr>
        <w:t>РЕБЕНОК</w:t>
      </w:r>
      <w:r>
        <w:rPr>
          <w:color w:val="231F20"/>
        </w:rPr>
        <w:t> </w:t>
      </w:r>
      <w:r>
        <w:rPr>
          <w:color w:val="231F20"/>
          <w:spacing w:val="-3"/>
        </w:rPr>
        <w:t>КАКИЕ-ЛИБО</w:t>
      </w:r>
      <w:r>
        <w:rPr>
          <w:color w:val="231F20"/>
        </w:rPr>
        <w:t> </w:t>
      </w:r>
      <w:r>
        <w:rPr>
          <w:color w:val="231F20"/>
          <w:spacing w:val="-3"/>
        </w:rPr>
        <w:t>ДРУГИЕ</w:t>
      </w:r>
      <w:r>
        <w:rPr>
          <w:color w:val="231F20"/>
        </w:rPr>
        <w:t> </w:t>
      </w:r>
      <w:r>
        <w:rPr>
          <w:color w:val="231F20"/>
          <w:spacing w:val="-4"/>
        </w:rPr>
        <w:t>ПРОГРАММЫ</w:t>
      </w:r>
      <w:r>
        <w:rPr>
          <w:color w:val="231F20"/>
        </w:rPr>
        <w:t> </w:t>
      </w:r>
      <w:r>
        <w:rPr>
          <w:color w:val="231F20"/>
          <w:spacing w:val="-5"/>
        </w:rPr>
        <w:t>РАННЕГО</w:t>
      </w:r>
      <w:r>
        <w:rPr>
          <w:color w:val="231F20"/>
        </w:rPr>
        <w:t> </w:t>
      </w:r>
      <w:r>
        <w:rPr>
          <w:color w:val="231F20"/>
          <w:spacing w:val="-3"/>
        </w:rPr>
        <w:t>ОБУЧЕНИЯ?</w:t>
      </w:r>
      <w:r>
        <w:rPr>
          <w:color w:val="231F20"/>
          <w:spacing w:val="44"/>
        </w:rPr>
        <w:t> </w:t>
      </w:r>
      <w:r>
        <w:rPr>
          <w:color w:val="231F20"/>
        </w:rPr>
        <w:t>1 </w:t>
      </w:r>
      <w:r>
        <w:rPr>
          <w:rFonts w:ascii="Calibri" w:hAnsi="Calibri"/>
          <w:b w:val="0"/>
          <w:color w:val="231F20"/>
        </w:rPr>
        <w:t>- да</w:t>
        <w:tab/>
      </w:r>
      <w:r>
        <w:rPr>
          <w:color w:val="231F20"/>
        </w:rPr>
        <w:t>2 </w:t>
      </w:r>
      <w:r>
        <w:rPr>
          <w:rFonts w:ascii="Calibri" w:hAnsi="Calibri"/>
          <w:b w:val="0"/>
          <w:color w:val="231F20"/>
        </w:rPr>
        <w:t>- нет</w:t>
      </w:r>
      <w:r>
        <w:rPr>
          <w:rFonts w:ascii="Calibri" w:hAnsi="Calibri"/>
          <w:b w:val="0"/>
        </w:rPr>
      </w:r>
    </w:p>
    <w:p>
      <w:pPr>
        <w:spacing w:line="240" w:lineRule="auto" w:before="9"/>
        <w:rPr>
          <w:rFonts w:ascii="Calibri" w:hAnsi="Calibri" w:cs="Calibri" w:eastAsia="Calibri"/>
          <w:sz w:val="13"/>
          <w:szCs w:val="13"/>
        </w:rPr>
      </w:pPr>
    </w:p>
    <w:p>
      <w:pPr>
        <w:spacing w:before="0"/>
        <w:ind w:left="175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Для лиц в возрасте 5 лет и старше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0"/>
          <w:numId w:val="20"/>
        </w:numPr>
        <w:tabs>
          <w:tab w:pos="387" w:val="left" w:leader="none"/>
        </w:tabs>
        <w:spacing w:line="240" w:lineRule="auto" w:before="109" w:after="0"/>
        <w:ind w:left="386" w:right="0" w:hanging="211"/>
        <w:jc w:val="left"/>
        <w:rPr>
          <w:b w:val="0"/>
          <w:bCs w:val="0"/>
        </w:rPr>
      </w:pPr>
      <w:r>
        <w:rPr>
          <w:color w:val="231F20"/>
          <w:spacing w:val="-1"/>
        </w:rPr>
        <w:t>ФУНКЦИОНАЛЬНЫЕ</w:t>
      </w:r>
      <w:r>
        <w:rPr>
          <w:color w:val="231F20"/>
        </w:rPr>
        <w:t> </w:t>
      </w:r>
      <w:r>
        <w:rPr>
          <w:color w:val="231F20"/>
          <w:spacing w:val="-1"/>
        </w:rPr>
        <w:t>ОГРАНИЧЕНИЯ</w:t>
      </w:r>
      <w:r>
        <w:rPr>
          <w:color w:val="231F20"/>
        </w:rPr>
        <w:t> </w:t>
      </w:r>
      <w:r>
        <w:rPr>
          <w:color w:val="231F20"/>
          <w:spacing w:val="-1"/>
        </w:rPr>
        <w:t>ВОЗМОЖНОСТЕЙ</w:t>
      </w:r>
      <w:r>
        <w:rPr>
          <w:b w:val="0"/>
        </w:rPr>
      </w:r>
    </w:p>
    <w:p>
      <w:pPr>
        <w:numPr>
          <w:ilvl w:val="1"/>
          <w:numId w:val="20"/>
        </w:numPr>
        <w:tabs>
          <w:tab w:pos="458" w:val="left" w:leader="none"/>
        </w:tabs>
        <w:spacing w:before="115"/>
        <w:ind w:left="457" w:right="0" w:hanging="282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У </w:t>
      </w:r>
      <w:r>
        <w:rPr>
          <w:rFonts w:ascii="Calibri" w:hAnsi="Calibri"/>
          <w:b/>
          <w:color w:val="231F20"/>
          <w:spacing w:val="-3"/>
          <w:sz w:val="14"/>
        </w:rPr>
        <w:t>ВАС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ЕСТЬ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2"/>
          <w:sz w:val="14"/>
        </w:rPr>
        <w:t>ТРУДНОСТИ</w:t>
      </w:r>
      <w:r>
        <w:rPr>
          <w:rFonts w:ascii="Calibri" w:hAnsi="Calibri"/>
          <w:b/>
          <w:color w:val="231F20"/>
          <w:sz w:val="14"/>
        </w:rPr>
        <w:t> СО ЗРЕНИЕМ </w:t>
      </w:r>
      <w:r>
        <w:rPr>
          <w:rFonts w:ascii="Calibri" w:hAnsi="Calibri"/>
          <w:b/>
          <w:color w:val="231F20"/>
          <w:spacing w:val="-1"/>
          <w:sz w:val="14"/>
        </w:rPr>
        <w:t>ДАЖЕ</w:t>
      </w:r>
      <w:r>
        <w:rPr>
          <w:rFonts w:ascii="Calibri" w:hAnsi="Calibri"/>
          <w:b/>
          <w:color w:val="231F20"/>
          <w:sz w:val="14"/>
        </w:rPr>
        <w:t> ПРИ ПОМОЩИ </w:t>
      </w:r>
      <w:r>
        <w:rPr>
          <w:rFonts w:ascii="Calibri" w:hAnsi="Calibri"/>
          <w:b/>
          <w:color w:val="231F20"/>
          <w:spacing w:val="-1"/>
          <w:sz w:val="14"/>
        </w:rPr>
        <w:t>ОЧКОВ?</w:t>
      </w:r>
      <w:r>
        <w:rPr>
          <w:rFonts w:ascii="Calibri" w:hAnsi="Calibri"/>
          <w:sz w:val="14"/>
        </w:rPr>
      </w:r>
    </w:p>
    <w:p>
      <w:pPr>
        <w:pStyle w:val="BodyText"/>
        <w:spacing w:line="240" w:lineRule="auto"/>
        <w:ind w:left="443" w:right="0"/>
        <w:jc w:val="left"/>
      </w:pPr>
      <w:r>
        <w:rPr/>
        <w:br w:type="column"/>
      </w:r>
      <w:r>
        <w:rPr>
          <w:rFonts w:ascii="Calibri" w:hAnsi="Calibri"/>
          <w:b/>
          <w:color w:val="231F20"/>
          <w:spacing w:val="-1"/>
        </w:rPr>
        <w:t>2.4</w:t>
      </w:r>
      <w:r>
        <w:rPr>
          <w:color w:val="231F20"/>
          <w:spacing w:val="-1"/>
        </w:rPr>
        <w:t>-</w:t>
      </w:r>
      <w:r>
        <w:rPr>
          <w:color w:val="231F20"/>
        </w:rPr>
        <w:t> помогающий на семейном </w:t>
      </w:r>
      <w:r>
        <w:rPr>
          <w:color w:val="231F20"/>
          <w:spacing w:val="-1"/>
        </w:rPr>
        <w:t>предприятии</w:t>
      </w:r>
      <w:r>
        <w:rPr/>
      </w:r>
    </w:p>
    <w:p>
      <w:pPr>
        <w:spacing w:line="216" w:lineRule="auto" w:before="69"/>
        <w:ind w:left="119" w:right="1892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15.3 </w:t>
      </w:r>
      <w:r>
        <w:rPr>
          <w:rFonts w:ascii="Calibri" w:hAnsi="Calibri"/>
          <w:b/>
          <w:color w:val="231F20"/>
          <w:spacing w:val="-2"/>
          <w:sz w:val="14"/>
        </w:rPr>
        <w:t>МЕСТО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НАХОЖДЕНИЯ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2"/>
          <w:sz w:val="14"/>
        </w:rPr>
        <w:t>РАБОТЫ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1"/>
          <w:sz w:val="14"/>
        </w:rPr>
        <w:t>                                           </w:t>
      </w:r>
      <w:r>
        <w:rPr>
          <w:rFonts w:ascii="Calibri" w:hAnsi="Calibri"/>
          <w:color w:val="231F20"/>
          <w:sz w:val="14"/>
        </w:rPr>
        <w:t>Ваша основная работа </w:t>
      </w:r>
      <w:r>
        <w:rPr>
          <w:rFonts w:ascii="Calibri" w:hAnsi="Calibri"/>
          <w:color w:val="231F20"/>
          <w:spacing w:val="-1"/>
          <w:sz w:val="14"/>
        </w:rPr>
        <w:t>находилась</w:t>
      </w:r>
      <w:r>
        <w:rPr>
          <w:rFonts w:ascii="Calibri" w:hAnsi="Calibri"/>
          <w:color w:val="231F20"/>
          <w:sz w:val="14"/>
        </w:rPr>
        <w:t> в </w:t>
      </w:r>
      <w:r>
        <w:rPr>
          <w:rFonts w:ascii="Calibri" w:hAnsi="Calibri"/>
          <w:color w:val="231F20"/>
          <w:spacing w:val="-1"/>
          <w:sz w:val="14"/>
        </w:rPr>
        <w:t>том</w:t>
      </w:r>
      <w:r>
        <w:rPr>
          <w:rFonts w:ascii="Calibri" w:hAnsi="Calibri"/>
          <w:color w:val="231F20"/>
          <w:sz w:val="14"/>
        </w:rPr>
        <w:t> </w:t>
      </w:r>
      <w:r>
        <w:rPr>
          <w:rFonts w:ascii="Calibri" w:hAnsi="Calibri"/>
          <w:color w:val="231F20"/>
          <w:spacing w:val="-1"/>
          <w:sz w:val="14"/>
        </w:rPr>
        <w:t>же</w:t>
      </w:r>
      <w:r>
        <w:rPr>
          <w:rFonts w:ascii="Calibri" w:hAnsi="Calibri"/>
          <w:color w:val="231F20"/>
          <w:sz w:val="14"/>
        </w:rPr>
        <w:t> </w:t>
      </w:r>
      <w:r>
        <w:rPr>
          <w:rFonts w:ascii="Calibri" w:hAnsi="Calibri"/>
          <w:color w:val="231F20"/>
          <w:spacing w:val="-1"/>
          <w:sz w:val="14"/>
        </w:rPr>
        <w:t>населенном</w:t>
      </w:r>
      <w:r>
        <w:rPr>
          <w:rFonts w:ascii="Calibri" w:hAnsi="Calibri"/>
          <w:color w:val="231F20"/>
          <w:sz w:val="14"/>
        </w:rPr>
        <w:t> </w:t>
      </w:r>
      <w:r>
        <w:rPr>
          <w:rFonts w:ascii="Calibri" w:hAnsi="Calibri"/>
          <w:color w:val="231F20"/>
          <w:spacing w:val="-1"/>
          <w:sz w:val="14"/>
        </w:rPr>
        <w:t>пункте,</w:t>
      </w:r>
      <w:r>
        <w:rPr>
          <w:rFonts w:ascii="Calibri" w:hAnsi="Calibri"/>
          <w:color w:val="231F20"/>
          <w:spacing w:val="31"/>
          <w:sz w:val="14"/>
        </w:rPr>
        <w:t> </w:t>
      </w:r>
      <w:r>
        <w:rPr>
          <w:rFonts w:ascii="Calibri" w:hAnsi="Calibri"/>
          <w:color w:val="231F20"/>
          <w:spacing w:val="-3"/>
          <w:sz w:val="14"/>
        </w:rPr>
        <w:t>где</w:t>
      </w:r>
      <w:r>
        <w:rPr>
          <w:rFonts w:ascii="Calibri" w:hAnsi="Calibri"/>
          <w:color w:val="231F20"/>
          <w:sz w:val="14"/>
        </w:rPr>
        <w:t> Вы </w:t>
      </w:r>
      <w:r>
        <w:rPr>
          <w:rFonts w:ascii="Calibri" w:hAnsi="Calibri"/>
          <w:color w:val="231F20"/>
          <w:spacing w:val="-1"/>
          <w:sz w:val="14"/>
        </w:rPr>
        <w:t>постоянно</w:t>
      </w:r>
      <w:r>
        <w:rPr>
          <w:rFonts w:ascii="Calibri" w:hAnsi="Calibri"/>
          <w:color w:val="231F20"/>
          <w:sz w:val="14"/>
        </w:rPr>
        <w:t> </w:t>
      </w:r>
      <w:r>
        <w:rPr>
          <w:rFonts w:ascii="Calibri" w:hAnsi="Calibri"/>
          <w:color w:val="231F20"/>
          <w:spacing w:val="-1"/>
          <w:sz w:val="14"/>
        </w:rPr>
        <w:t>проживаете?</w:t>
      </w:r>
      <w:r>
        <w:rPr>
          <w:rFonts w:ascii="Calibri" w:hAnsi="Calibri"/>
          <w:sz w:val="14"/>
        </w:rPr>
      </w:r>
    </w:p>
    <w:p>
      <w:pPr>
        <w:numPr>
          <w:ilvl w:val="0"/>
          <w:numId w:val="21"/>
        </w:numPr>
        <w:tabs>
          <w:tab w:pos="265" w:val="left" w:leader="none"/>
        </w:tabs>
        <w:spacing w:line="276" w:lineRule="auto" w:before="46"/>
        <w:ind w:left="119" w:right="3847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color w:val="231F20"/>
          <w:sz w:val="14"/>
          <w:szCs w:val="14"/>
        </w:rPr>
        <w:t>да  </w:t>
      </w:r>
      <w:r>
        <w:rPr>
          <w:rFonts w:ascii="Calibri" w:hAnsi="Calibri" w:cs="Calibri" w:eastAsia="Calibri"/>
          <w:b/>
          <w:bCs/>
          <w:color w:val="231F20"/>
          <w:sz w:val="14"/>
          <w:szCs w:val="14"/>
        </w:rPr>
        <w:t>→ </w:t>
      </w:r>
      <w:r>
        <w:rPr>
          <w:rFonts w:ascii="Calibri" w:hAnsi="Calibri" w:cs="Calibri" w:eastAsia="Calibri"/>
          <w:i/>
          <w:color w:val="231F20"/>
          <w:spacing w:val="-1"/>
          <w:sz w:val="14"/>
          <w:szCs w:val="14"/>
        </w:rPr>
        <w:t>переход</w:t>
      </w:r>
      <w:r>
        <w:rPr>
          <w:rFonts w:ascii="Calibri" w:hAnsi="Calibri" w:cs="Calibri" w:eastAsia="Calibri"/>
          <w:i/>
          <w:color w:val="231F20"/>
          <w:sz w:val="14"/>
          <w:szCs w:val="14"/>
        </w:rPr>
        <w:t> к вопросу 15.4</w:t>
      </w:r>
      <w:r>
        <w:rPr>
          <w:rFonts w:ascii="Calibri" w:hAnsi="Calibri" w:cs="Calibri" w:eastAsia="Calibri"/>
          <w:i/>
          <w:color w:val="231F20"/>
          <w:spacing w:val="22"/>
          <w:sz w:val="14"/>
          <w:szCs w:val="14"/>
        </w:rPr>
        <w:t> </w:t>
      </w:r>
      <w:r>
        <w:rPr>
          <w:rFonts w:ascii="Calibri" w:hAnsi="Calibri" w:cs="Calibri" w:eastAsia="Calibri"/>
          <w:b/>
          <w:bCs/>
          <w:color w:val="231F20"/>
          <w:spacing w:val="-1"/>
          <w:sz w:val="14"/>
          <w:szCs w:val="14"/>
        </w:rPr>
        <w:t>2</w:t>
      </w:r>
      <w:r>
        <w:rPr>
          <w:rFonts w:ascii="Calibri" w:hAnsi="Calibri" w:cs="Calibri" w:eastAsia="Calibri"/>
          <w:color w:val="231F20"/>
          <w:spacing w:val="-1"/>
          <w:sz w:val="14"/>
          <w:szCs w:val="14"/>
        </w:rPr>
        <w:t>-</w:t>
      </w:r>
      <w:r>
        <w:rPr>
          <w:rFonts w:ascii="Calibri" w:hAnsi="Calibri" w:cs="Calibri" w:eastAsia="Calibri"/>
          <w:color w:val="231F20"/>
          <w:sz w:val="14"/>
          <w:szCs w:val="14"/>
        </w:rPr>
        <w:t> нет</w:t>
      </w:r>
      <w:r>
        <w:rPr>
          <w:rFonts w:ascii="Calibri" w:hAnsi="Calibri" w:cs="Calibri" w:eastAsia="Calibri"/>
          <w:sz w:val="14"/>
          <w:szCs w:val="14"/>
        </w:rPr>
      </w:r>
    </w:p>
    <w:p>
      <w:pPr>
        <w:pStyle w:val="BodyText"/>
        <w:numPr>
          <w:ilvl w:val="1"/>
          <w:numId w:val="22"/>
        </w:numPr>
        <w:tabs>
          <w:tab w:pos="584" w:val="left" w:leader="none"/>
        </w:tabs>
        <w:spacing w:line="160" w:lineRule="exact" w:before="0" w:after="0"/>
        <w:ind w:left="583" w:right="0" w:hanging="211"/>
        <w:jc w:val="left"/>
      </w:pPr>
      <w:r>
        <w:rPr>
          <w:color w:val="231F20"/>
        </w:rPr>
        <w:t>в </w:t>
      </w:r>
      <w:r>
        <w:rPr>
          <w:color w:val="231F20"/>
          <w:spacing w:val="-1"/>
        </w:rPr>
        <w:t>другом</w:t>
      </w:r>
      <w:r>
        <w:rPr>
          <w:color w:val="231F20"/>
        </w:rPr>
        <w:t> </w:t>
      </w:r>
      <w:r>
        <w:rPr>
          <w:color w:val="231F20"/>
          <w:spacing w:val="-1"/>
        </w:rPr>
        <w:t>населенном</w:t>
      </w:r>
      <w:r>
        <w:rPr>
          <w:color w:val="231F20"/>
        </w:rPr>
        <w:t> </w:t>
      </w:r>
      <w:r>
        <w:rPr>
          <w:color w:val="231F20"/>
          <w:spacing w:val="-1"/>
        </w:rPr>
        <w:t>пункте</w:t>
      </w:r>
      <w:r>
        <w:rPr>
          <w:color w:val="231F20"/>
        </w:rPr>
        <w:t> </w:t>
      </w:r>
      <w:r>
        <w:rPr>
          <w:color w:val="231F20"/>
          <w:spacing w:val="-1"/>
        </w:rPr>
        <w:t>этой</w:t>
      </w:r>
      <w:r>
        <w:rPr>
          <w:color w:val="231F20"/>
        </w:rPr>
        <w:t> </w:t>
      </w:r>
      <w:r>
        <w:rPr>
          <w:color w:val="231F20"/>
          <w:spacing w:val="-1"/>
        </w:rPr>
        <w:t>же</w:t>
      </w:r>
      <w:r>
        <w:rPr>
          <w:color w:val="231F20"/>
        </w:rPr>
        <w:t> </w:t>
      </w:r>
      <w:r>
        <w:rPr>
          <w:color w:val="231F20"/>
          <w:spacing w:val="-1"/>
        </w:rPr>
        <w:t>области</w:t>
      </w:r>
      <w:r>
        <w:rPr/>
      </w:r>
    </w:p>
    <w:p>
      <w:pPr>
        <w:pStyle w:val="BodyText"/>
        <w:numPr>
          <w:ilvl w:val="1"/>
          <w:numId w:val="22"/>
        </w:numPr>
        <w:tabs>
          <w:tab w:pos="584" w:val="left" w:leader="none"/>
        </w:tabs>
        <w:spacing w:line="240" w:lineRule="auto" w:before="77" w:after="0"/>
        <w:ind w:left="583" w:right="0" w:hanging="211"/>
        <w:jc w:val="left"/>
      </w:pPr>
      <w:r>
        <w:rPr>
          <w:color w:val="231F20"/>
        </w:rPr>
        <w:t>в </w:t>
      </w:r>
      <w:r>
        <w:rPr>
          <w:color w:val="231F20"/>
          <w:spacing w:val="-1"/>
        </w:rPr>
        <w:t>другой</w:t>
      </w:r>
      <w:r>
        <w:rPr>
          <w:color w:val="231F20"/>
        </w:rPr>
        <w:t> </w:t>
      </w:r>
      <w:r>
        <w:rPr>
          <w:color w:val="231F20"/>
          <w:spacing w:val="-1"/>
        </w:rPr>
        <w:t>области</w:t>
      </w:r>
      <w:r>
        <w:rPr>
          <w:color w:val="231F20"/>
        </w:rPr>
        <w:t> </w:t>
      </w:r>
      <w:r>
        <w:rPr>
          <w:color w:val="231F20"/>
          <w:spacing w:val="-1"/>
        </w:rPr>
        <w:t>(городе)</w:t>
      </w:r>
      <w:r>
        <w:rPr>
          <w:color w:val="231F20"/>
        </w:rPr>
        <w:t> Кыргызстана</w:t>
      </w:r>
      <w:r>
        <w:rPr/>
      </w:r>
    </w:p>
    <w:p>
      <w:pPr>
        <w:pStyle w:val="BodyText"/>
        <w:numPr>
          <w:ilvl w:val="1"/>
          <w:numId w:val="22"/>
        </w:numPr>
        <w:tabs>
          <w:tab w:pos="584" w:val="left" w:leader="none"/>
        </w:tabs>
        <w:spacing w:line="240" w:lineRule="auto" w:before="77" w:after="0"/>
        <w:ind w:left="583" w:right="0" w:hanging="211"/>
        <w:jc w:val="left"/>
      </w:pPr>
      <w:r>
        <w:rPr>
          <w:color w:val="231F20"/>
        </w:rPr>
        <w:t>в </w:t>
      </w:r>
      <w:r>
        <w:rPr>
          <w:color w:val="231F20"/>
          <w:spacing w:val="-1"/>
        </w:rPr>
        <w:t>другой</w:t>
      </w:r>
      <w:r>
        <w:rPr>
          <w:color w:val="231F20"/>
        </w:rPr>
        <w:t> стране</w:t>
      </w:r>
      <w:r>
        <w:rPr/>
      </w:r>
    </w:p>
    <w:p>
      <w:pPr>
        <w:pStyle w:val="BodyText"/>
        <w:numPr>
          <w:ilvl w:val="0"/>
          <w:numId w:val="23"/>
        </w:numPr>
        <w:tabs>
          <w:tab w:pos="202" w:val="left" w:leader="none"/>
          <w:tab w:pos="1530" w:val="left" w:leader="none"/>
          <w:tab w:pos="2703" w:val="left" w:leader="none"/>
          <w:tab w:pos="3818" w:val="left" w:leader="none"/>
        </w:tabs>
        <w:spacing w:line="240" w:lineRule="auto" w:before="31" w:after="0"/>
        <w:ind w:left="201" w:right="0" w:hanging="82"/>
        <w:jc w:val="left"/>
      </w:pPr>
      <w:r>
        <w:rPr>
          <w:color w:val="231F20"/>
          <w:spacing w:val="-1"/>
        </w:rPr>
        <w:t>Казахстане</w:t>
      </w:r>
      <w:r>
        <w:rPr>
          <w:color w:val="231F20"/>
        </w:rPr>
        <w:t> (398)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color w:val="231F20"/>
          <w:spacing w:val="-1"/>
        </w:rPr>
        <w:t>России</w:t>
      </w:r>
      <w:r>
        <w:rPr>
          <w:color w:val="231F20"/>
          <w:spacing w:val="-10"/>
        </w:rPr>
        <w:t> </w:t>
      </w:r>
      <w:r>
        <w:rPr>
          <w:color w:val="231F20"/>
        </w:rPr>
        <w:t>(643)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4"/>
        </w:rPr>
        <w:t> </w:t>
      </w:r>
      <w:r>
        <w:rPr>
          <w:color w:val="231F20"/>
          <w:spacing w:val="-2"/>
        </w:rPr>
        <w:t>Турции</w:t>
      </w:r>
      <w:r>
        <w:rPr>
          <w:color w:val="231F20"/>
          <w:spacing w:val="-10"/>
        </w:rPr>
        <w:t> </w:t>
      </w:r>
      <w:r>
        <w:rPr>
          <w:color w:val="231F20"/>
        </w:rPr>
        <w:t>(792)</w:t>
        <w:tab/>
      </w:r>
      <w:r>
        <w:rPr>
          <w:rFonts w:ascii="Bookman Old Style" w:hAnsi="Bookman Old Style" w:cs="Bookman Old Style" w:eastAsia="Bookman Old Style"/>
          <w:b w:val="0"/>
          <w:bCs w:val="0"/>
          <w:color w:val="231F20"/>
        </w:rPr>
        <w:t>–</w:t>
      </w:r>
      <w:r>
        <w:rPr>
          <w:rFonts w:ascii="Bookman Old Style" w:hAnsi="Bookman Old Style" w:cs="Bookman Old Style" w:eastAsia="Bookman Old Style"/>
          <w:b w:val="0"/>
          <w:bCs w:val="0"/>
          <w:color w:val="231F20"/>
          <w:spacing w:val="-20"/>
        </w:rPr>
        <w:t> </w:t>
      </w:r>
      <w:r>
        <w:rPr>
          <w:color w:val="231F20"/>
        </w:rPr>
        <w:t>Южной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Корее</w:t>
      </w:r>
      <w:r>
        <w:rPr>
          <w:color w:val="231F20"/>
          <w:spacing w:val="-6"/>
        </w:rPr>
        <w:t> </w:t>
      </w:r>
      <w:r>
        <w:rPr>
          <w:color w:val="231F20"/>
        </w:rPr>
        <w:t>(410)</w:t>
      </w:r>
      <w:r>
        <w:rPr/>
      </w:r>
    </w:p>
    <w:p>
      <w:pPr>
        <w:numPr>
          <w:ilvl w:val="0"/>
          <w:numId w:val="23"/>
        </w:numPr>
        <w:tabs>
          <w:tab w:pos="202" w:val="left" w:leader="none"/>
          <w:tab w:pos="3084" w:val="left" w:leader="none"/>
        </w:tabs>
        <w:spacing w:line="119" w:lineRule="exact" w:before="99"/>
        <w:ind w:left="201" w:right="0" w:hanging="82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color w:val="231F20"/>
          <w:sz w:val="14"/>
        </w:rPr>
        <w:t>в </w:t>
      </w:r>
      <w:r>
        <w:rPr>
          <w:rFonts w:ascii="Calibri" w:hAnsi="Calibri"/>
          <w:color w:val="231F20"/>
          <w:spacing w:val="-1"/>
          <w:sz w:val="14"/>
        </w:rPr>
        <w:t>другой</w:t>
      </w:r>
      <w:r>
        <w:rPr>
          <w:rFonts w:ascii="Calibri" w:hAnsi="Calibri"/>
          <w:color w:val="231F20"/>
          <w:sz w:val="14"/>
        </w:rPr>
        <w:t> стране</w:t>
      </w:r>
      <w:r>
        <w:rPr>
          <w:rFonts w:ascii="Times New Roman" w:hAnsi="Times New Roman"/>
          <w:color w:val="231F20"/>
          <w:sz w:val="14"/>
        </w:rPr>
      </w:r>
      <w:r>
        <w:rPr>
          <w:rFonts w:ascii="Times New Roman" w:hAnsi="Times New Roman"/>
          <w:color w:val="231F20"/>
          <w:sz w:val="14"/>
          <w:u w:val="single" w:color="221E1F"/>
        </w:rPr>
        <w:tab/>
      </w:r>
      <w:r>
        <w:rPr>
          <w:rFonts w:ascii="Times New Roman" w:hAnsi="Times New Roman"/>
          <w:color w:val="231F20"/>
          <w:sz w:val="14"/>
        </w:rPr>
      </w:r>
      <w:r>
        <w:rPr>
          <w:rFonts w:ascii="Calibri" w:hAnsi="Calibri"/>
          <w:i/>
          <w:color w:val="231F20"/>
          <w:spacing w:val="-1"/>
          <w:sz w:val="14"/>
        </w:rPr>
        <w:t>укажите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какой</w:t>
      </w:r>
      <w:r>
        <w:rPr>
          <w:rFonts w:ascii="Calibri" w:hAnsi="Calibri"/>
          <w:sz w:val="14"/>
        </w:rPr>
      </w:r>
    </w:p>
    <w:p>
      <w:pPr>
        <w:spacing w:after="0" w:line="119" w:lineRule="exact"/>
        <w:jc w:val="left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280" w:bottom="280" w:left="440" w:right="0"/>
          <w:cols w:num="2" w:equalWidth="0">
            <w:col w:w="5324" w:space="294"/>
            <w:col w:w="5852"/>
          </w:cols>
        </w:sectPr>
      </w:pPr>
    </w:p>
    <w:p>
      <w:pPr>
        <w:pStyle w:val="BodyText"/>
        <w:numPr>
          <w:ilvl w:val="1"/>
          <w:numId w:val="21"/>
        </w:numPr>
        <w:tabs>
          <w:tab w:pos="360" w:val="left" w:leader="none"/>
        </w:tabs>
        <w:spacing w:line="151" w:lineRule="exact" w:before="0" w:after="0"/>
        <w:ind w:left="359" w:right="0" w:hanging="177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нет никаких трудностей</w:t>
      </w:r>
      <w:r>
        <w:rPr>
          <w:rFonts w:ascii="Calibri" w:hAnsi="Calibri"/>
        </w:rPr>
      </w:r>
    </w:p>
    <w:p>
      <w:pPr>
        <w:pStyle w:val="BodyText"/>
        <w:numPr>
          <w:ilvl w:val="1"/>
          <w:numId w:val="21"/>
        </w:numPr>
        <w:tabs>
          <w:tab w:pos="360" w:val="left" w:leader="none"/>
        </w:tabs>
        <w:spacing w:line="240" w:lineRule="auto" w:before="119" w:after="0"/>
        <w:ind w:left="359" w:right="0" w:hanging="177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да, некоторые трудности</w:t>
      </w:r>
      <w:r>
        <w:rPr>
          <w:rFonts w:ascii="Calibri" w:hAnsi="Calibri"/>
        </w:rPr>
      </w:r>
    </w:p>
    <w:p>
      <w:pPr>
        <w:pStyle w:val="BodyText"/>
        <w:numPr>
          <w:ilvl w:val="1"/>
          <w:numId w:val="21"/>
        </w:numPr>
        <w:tabs>
          <w:tab w:pos="360" w:val="left" w:leader="none"/>
        </w:tabs>
        <w:spacing w:line="145" w:lineRule="exact" w:before="0" w:after="0"/>
        <w:ind w:left="359" w:right="0" w:hanging="177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br w:type="column"/>
        <w:t>да, много трудностей</w:t>
      </w:r>
      <w:r>
        <w:rPr>
          <w:rFonts w:ascii="Calibri" w:hAnsi="Calibri"/>
        </w:rPr>
      </w:r>
    </w:p>
    <w:p>
      <w:pPr>
        <w:pStyle w:val="BodyText"/>
        <w:numPr>
          <w:ilvl w:val="1"/>
          <w:numId w:val="21"/>
        </w:numPr>
        <w:tabs>
          <w:tab w:pos="360" w:val="left" w:leader="none"/>
        </w:tabs>
        <w:spacing w:line="240" w:lineRule="auto" w:before="119" w:after="0"/>
        <w:ind w:left="359" w:right="0" w:hanging="177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не вижу совсем</w:t>
      </w:r>
      <w:r>
        <w:rPr>
          <w:rFonts w:ascii="Calibri" w:hAnsi="Calibri"/>
        </w:rPr>
      </w:r>
    </w:p>
    <w:p>
      <w:pPr>
        <w:spacing w:line="240" w:lineRule="auto" w:before="11"/>
        <w:rPr>
          <w:rFonts w:ascii="Calibri" w:hAnsi="Calibri" w:cs="Calibri" w:eastAsia="Calibri"/>
          <w:sz w:val="13"/>
          <w:szCs w:val="13"/>
        </w:rPr>
      </w:pPr>
      <w:r>
        <w:rPr/>
        <w:br w:type="column"/>
      </w:r>
      <w:r>
        <w:rPr>
          <w:rFonts w:ascii="Calibri"/>
          <w:sz w:val="13"/>
        </w:rPr>
      </w:r>
    </w:p>
    <w:p>
      <w:pPr>
        <w:pStyle w:val="Heading3"/>
        <w:spacing w:line="240" w:lineRule="auto"/>
        <w:ind w:left="467" w:right="1088" w:hanging="285"/>
        <w:jc w:val="left"/>
        <w:rPr>
          <w:b w:val="0"/>
          <w:bCs w:val="0"/>
        </w:rPr>
      </w:pPr>
      <w:r>
        <w:rPr>
          <w:color w:val="231F20"/>
        </w:rPr>
        <w:t>15.4 ВИД </w:t>
      </w:r>
      <w:r>
        <w:rPr>
          <w:color w:val="231F20"/>
          <w:spacing w:val="-1"/>
        </w:rPr>
        <w:t>ЭКОНОМИЧЕСКОЙ</w:t>
      </w:r>
      <w:r>
        <w:rPr>
          <w:color w:val="231F20"/>
        </w:rPr>
        <w:t> </w:t>
      </w:r>
      <w:r>
        <w:rPr>
          <w:color w:val="231F20"/>
          <w:spacing w:val="-1"/>
        </w:rPr>
        <w:t>ДЕЯТЕЛЬНОСТИ</w:t>
      </w:r>
      <w:r>
        <w:rPr>
          <w:color w:val="231F20"/>
        </w:rPr>
        <w:t> ПРЕДПРИЯТИЯ, </w:t>
      </w:r>
      <w:r>
        <w:rPr>
          <w:color w:val="231F20"/>
          <w:spacing w:val="-2"/>
        </w:rPr>
        <w:t>ОРГАНИЗАЦИИ,</w:t>
      </w:r>
      <w:r>
        <w:rPr>
          <w:color w:val="231F20"/>
          <w:spacing w:val="41"/>
        </w:rPr>
        <w:t> </w:t>
      </w:r>
      <w:r>
        <w:rPr>
          <w:color w:val="231F20"/>
          <w:spacing w:val="-4"/>
        </w:rPr>
        <w:t>ГДЕ</w:t>
      </w:r>
      <w:r>
        <w:rPr>
          <w:color w:val="231F20"/>
        </w:rPr>
        <w:t> ВЫ </w:t>
      </w:r>
      <w:r>
        <w:rPr>
          <w:color w:val="231F20"/>
          <w:spacing w:val="-3"/>
        </w:rPr>
        <w:t>РАБОТАЕТЕ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440" w:right="0"/>
          <w:cols w:num="3" w:equalWidth="0">
            <w:col w:w="1859" w:space="337"/>
            <w:col w:w="1646" w:space="1713"/>
            <w:col w:w="5915"/>
          </w:cols>
        </w:sectPr>
      </w:pPr>
    </w:p>
    <w:p>
      <w:pPr>
        <w:numPr>
          <w:ilvl w:val="1"/>
          <w:numId w:val="24"/>
        </w:numPr>
        <w:tabs>
          <w:tab w:pos="484" w:val="left" w:leader="none"/>
        </w:tabs>
        <w:spacing w:before="12"/>
        <w:ind w:left="483" w:right="0" w:hanging="282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У </w:t>
      </w:r>
      <w:r>
        <w:rPr>
          <w:rFonts w:ascii="Calibri" w:hAnsi="Calibri"/>
          <w:b/>
          <w:color w:val="231F20"/>
          <w:spacing w:val="-3"/>
          <w:sz w:val="14"/>
        </w:rPr>
        <w:t>ВАС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ЕСТЬ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2"/>
          <w:sz w:val="14"/>
        </w:rPr>
        <w:t>ТРУДНОСТИ</w:t>
      </w:r>
      <w:r>
        <w:rPr>
          <w:rFonts w:ascii="Calibri" w:hAnsi="Calibri"/>
          <w:b/>
          <w:color w:val="231F20"/>
          <w:sz w:val="14"/>
        </w:rPr>
        <w:t> СО </w:t>
      </w:r>
      <w:r>
        <w:rPr>
          <w:rFonts w:ascii="Calibri" w:hAnsi="Calibri"/>
          <w:b/>
          <w:color w:val="231F20"/>
          <w:spacing w:val="-1"/>
          <w:sz w:val="14"/>
        </w:rPr>
        <w:t>СЛУХОМ,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ДАЖЕ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ЕСЛИ</w:t>
      </w:r>
      <w:r>
        <w:rPr>
          <w:rFonts w:ascii="Calibri" w:hAnsi="Calibri"/>
          <w:b/>
          <w:color w:val="231F20"/>
          <w:sz w:val="14"/>
        </w:rPr>
        <w:t> ВЫ </w:t>
      </w:r>
      <w:r>
        <w:rPr>
          <w:rFonts w:ascii="Calibri" w:hAnsi="Calibri"/>
          <w:b/>
          <w:color w:val="231F20"/>
          <w:spacing w:val="-1"/>
          <w:sz w:val="14"/>
        </w:rPr>
        <w:t>ПОЛЬЗУЕТЕСЬ</w:t>
      </w:r>
      <w:r>
        <w:rPr>
          <w:rFonts w:ascii="Calibri" w:hAnsi="Calibri"/>
          <w:sz w:val="14"/>
        </w:rPr>
      </w:r>
    </w:p>
    <w:p>
      <w:pPr>
        <w:spacing w:before="65"/>
        <w:ind w:left="703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pacing w:val="-1"/>
          <w:sz w:val="14"/>
        </w:rPr>
        <w:t>СЛУХОВЫМ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3"/>
          <w:sz w:val="14"/>
        </w:rPr>
        <w:t>АППАРАТОМ?</w:t>
      </w:r>
      <w:r>
        <w:rPr>
          <w:rFonts w:ascii="Calibri" w:hAnsi="Calibri"/>
          <w:sz w:val="14"/>
        </w:rPr>
      </w:r>
    </w:p>
    <w:p>
      <w:pPr>
        <w:spacing w:before="114"/>
        <w:ind w:left="201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i/>
          <w:color w:val="231F20"/>
          <w:sz w:val="14"/>
        </w:rPr>
        <w:t>(подробное название вида </w:t>
      </w:r>
      <w:r>
        <w:rPr>
          <w:rFonts w:ascii="Calibri" w:hAnsi="Calibri"/>
          <w:i/>
          <w:color w:val="231F20"/>
          <w:spacing w:val="-1"/>
          <w:sz w:val="14"/>
        </w:rPr>
        <w:t>экономической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деятельности)</w:t>
      </w:r>
      <w:r>
        <w:rPr>
          <w:rFonts w:ascii="Calibri" w:hAnsi="Calibri"/>
          <w:sz w:val="14"/>
        </w:rPr>
      </w:r>
    </w:p>
    <w:p>
      <w:pPr>
        <w:spacing w:after="0"/>
        <w:jc w:val="left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280" w:bottom="280" w:left="440" w:right="0"/>
          <w:cols w:num="2" w:equalWidth="0">
            <w:col w:w="4531" w:space="991"/>
            <w:col w:w="5948"/>
          </w:cols>
        </w:sectPr>
      </w:pPr>
    </w:p>
    <w:p>
      <w:pPr>
        <w:pStyle w:val="BodyText"/>
        <w:numPr>
          <w:ilvl w:val="0"/>
          <w:numId w:val="25"/>
        </w:numPr>
        <w:tabs>
          <w:tab w:pos="370" w:val="left" w:leader="none"/>
        </w:tabs>
        <w:spacing w:line="240" w:lineRule="auto" w:before="31" w:after="0"/>
        <w:ind w:left="369" w:right="0" w:hanging="177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нет никаких трудностей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5"/>
        </w:numPr>
        <w:tabs>
          <w:tab w:pos="370" w:val="left" w:leader="none"/>
        </w:tabs>
        <w:spacing w:line="240" w:lineRule="auto" w:before="119" w:after="0"/>
        <w:ind w:left="369" w:right="0" w:hanging="177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да, некоторые трудности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5"/>
        </w:numPr>
        <w:tabs>
          <w:tab w:pos="370" w:val="left" w:leader="none"/>
        </w:tabs>
        <w:spacing w:line="240" w:lineRule="auto" w:before="31" w:after="0"/>
        <w:ind w:left="369" w:right="0" w:hanging="177"/>
        <w:jc w:val="left"/>
      </w:pPr>
      <w:r>
        <w:rPr>
          <w:color w:val="231F20"/>
        </w:rPr>
        <w:br w:type="column"/>
        <w:t>да, много трудностей</w:t>
      </w:r>
      <w:r>
        <w:rPr/>
      </w:r>
    </w:p>
    <w:p>
      <w:pPr>
        <w:pStyle w:val="BodyText"/>
        <w:numPr>
          <w:ilvl w:val="0"/>
          <w:numId w:val="25"/>
        </w:numPr>
        <w:tabs>
          <w:tab w:pos="370" w:val="left" w:leader="none"/>
        </w:tabs>
        <w:spacing w:line="240" w:lineRule="auto" w:before="119" w:after="0"/>
        <w:ind w:left="369" w:right="0" w:hanging="177"/>
        <w:jc w:val="left"/>
      </w:pPr>
      <w:r>
        <w:rPr>
          <w:color w:val="231F20"/>
        </w:rPr>
        <w:t>не слышу совсем</w:t>
      </w:r>
      <w:r>
        <w:rPr/>
      </w:r>
    </w:p>
    <w:p>
      <w:pPr>
        <w:pStyle w:val="Heading3"/>
        <w:spacing w:line="148" w:lineRule="exact"/>
        <w:ind w:left="192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231F20"/>
        </w:rPr>
        <w:t>15.5. </w:t>
      </w:r>
      <w:r>
        <w:rPr>
          <w:color w:val="231F20"/>
          <w:spacing w:val="-1"/>
        </w:rPr>
        <w:t>ДОЛЖНОСТЬ</w:t>
      </w:r>
      <w:r>
        <w:rPr>
          <w:color w:val="231F20"/>
        </w:rPr>
        <w:t> ИЛИ </w:t>
      </w:r>
      <w:r>
        <w:rPr>
          <w:color w:val="231F20"/>
          <w:spacing w:val="-1"/>
        </w:rPr>
        <w:t>ПРОФЕССИЯ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14"/>
          <w:szCs w:val="14"/>
        </w:rPr>
      </w:pPr>
    </w:p>
    <w:p>
      <w:pPr>
        <w:spacing w:line="240" w:lineRule="auto" w:before="9"/>
        <w:rPr>
          <w:rFonts w:ascii="Calibri" w:hAnsi="Calibri" w:cs="Calibri" w:eastAsia="Calibri"/>
          <w:b/>
          <w:bCs/>
          <w:sz w:val="12"/>
          <w:szCs w:val="12"/>
        </w:rPr>
      </w:pPr>
    </w:p>
    <w:p>
      <w:pPr>
        <w:spacing w:line="128" w:lineRule="exact" w:before="0"/>
        <w:ind w:left="192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(подробное название </w:t>
      </w:r>
      <w:r>
        <w:rPr>
          <w:rFonts w:ascii="Calibri" w:hAnsi="Calibri"/>
          <w:i/>
          <w:color w:val="231F20"/>
          <w:spacing w:val="-1"/>
          <w:sz w:val="14"/>
        </w:rPr>
        <w:t>должности,</w:t>
      </w:r>
      <w:r>
        <w:rPr>
          <w:rFonts w:ascii="Calibri" w:hAnsi="Calibri"/>
          <w:i/>
          <w:color w:val="231F20"/>
          <w:sz w:val="14"/>
        </w:rPr>
        <w:t> </w:t>
      </w:r>
      <w:r>
        <w:rPr>
          <w:rFonts w:ascii="Calibri" w:hAnsi="Calibri"/>
          <w:i/>
          <w:color w:val="231F20"/>
          <w:spacing w:val="-1"/>
          <w:sz w:val="14"/>
        </w:rPr>
        <w:t>профессии</w:t>
      </w:r>
      <w:r>
        <w:rPr>
          <w:rFonts w:ascii="Calibri" w:hAnsi="Calibri"/>
          <w:i/>
          <w:color w:val="231F20"/>
          <w:sz w:val="14"/>
        </w:rPr>
        <w:t> или </w:t>
      </w:r>
      <w:r>
        <w:rPr>
          <w:rFonts w:ascii="Calibri" w:hAnsi="Calibri"/>
          <w:i/>
          <w:color w:val="231F20"/>
          <w:spacing w:val="-1"/>
          <w:sz w:val="14"/>
        </w:rPr>
        <w:t>выполняемой</w:t>
      </w:r>
      <w:r>
        <w:rPr>
          <w:rFonts w:ascii="Calibri" w:hAnsi="Calibri"/>
          <w:i/>
          <w:color w:val="231F20"/>
          <w:sz w:val="14"/>
        </w:rPr>
        <w:t> работы)</w:t>
      </w:r>
      <w:r>
        <w:rPr>
          <w:rFonts w:ascii="Calibri" w:hAnsi="Calibri"/>
          <w:sz w:val="14"/>
        </w:rPr>
      </w:r>
    </w:p>
    <w:p>
      <w:pPr>
        <w:spacing w:after="0" w:line="128" w:lineRule="exact"/>
        <w:jc w:val="left"/>
        <w:rPr>
          <w:rFonts w:ascii="Calibri" w:hAnsi="Calibri" w:cs="Calibri" w:eastAsia="Calibri"/>
          <w:sz w:val="14"/>
          <w:szCs w:val="14"/>
        </w:rPr>
        <w:sectPr>
          <w:type w:val="continuous"/>
          <w:pgSz w:w="11910" w:h="16840"/>
          <w:pgMar w:top="280" w:bottom="280" w:left="440" w:right="0"/>
          <w:cols w:num="3" w:equalWidth="0">
            <w:col w:w="1868" w:space="336"/>
            <w:col w:w="1655" w:space="1686"/>
            <w:col w:w="5925"/>
          </w:cols>
        </w:sectPr>
      </w:pPr>
    </w:p>
    <w:p>
      <w:pPr>
        <w:pStyle w:val="Heading3"/>
        <w:numPr>
          <w:ilvl w:val="1"/>
          <w:numId w:val="24"/>
        </w:numPr>
        <w:tabs>
          <w:tab w:pos="461" w:val="left" w:leader="none"/>
        </w:tabs>
        <w:spacing w:line="143" w:lineRule="exact" w:before="0" w:after="0"/>
        <w:ind w:left="460" w:right="0" w:hanging="282"/>
        <w:jc w:val="left"/>
        <w:rPr>
          <w:b w:val="0"/>
          <w:bCs w:val="0"/>
        </w:rPr>
      </w:pPr>
      <w:r>
        <w:rPr>
          <w:color w:val="231F20"/>
        </w:rPr>
        <w:t>У ВАС ЕСТЬ ТРУДНОСТИ С ХОДЬБОЙ ИЛИ ПОДНЯТИЕМ ПО ЛЕСТНИЦЕ?</w:t>
      </w:r>
      <w:r>
        <w:rPr>
          <w:b w:val="0"/>
        </w:rPr>
      </w:r>
    </w:p>
    <w:p>
      <w:pPr>
        <w:spacing w:after="0" w:line="143" w:lineRule="exact"/>
        <w:jc w:val="left"/>
        <w:sectPr>
          <w:type w:val="continuous"/>
          <w:pgSz w:w="11910" w:h="16840"/>
          <w:pgMar w:top="280" w:bottom="280" w:left="440" w:right="0"/>
        </w:sectPr>
      </w:pPr>
    </w:p>
    <w:p>
      <w:pPr>
        <w:pStyle w:val="BodyText"/>
        <w:numPr>
          <w:ilvl w:val="0"/>
          <w:numId w:val="26"/>
        </w:numPr>
        <w:tabs>
          <w:tab w:pos="368" w:val="left" w:leader="none"/>
        </w:tabs>
        <w:spacing w:line="240" w:lineRule="auto" w:before="23" w:after="0"/>
        <w:ind w:left="367" w:right="0" w:hanging="177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нет никаких трудностей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6"/>
        </w:numPr>
        <w:tabs>
          <w:tab w:pos="368" w:val="left" w:leader="none"/>
        </w:tabs>
        <w:spacing w:line="240" w:lineRule="auto" w:before="85" w:after="0"/>
        <w:ind w:left="367" w:right="0" w:hanging="177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да, некоторые трудности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6"/>
        </w:numPr>
        <w:tabs>
          <w:tab w:pos="372" w:val="left" w:leader="none"/>
        </w:tabs>
        <w:spacing w:line="240" w:lineRule="auto" w:before="63" w:after="0"/>
        <w:ind w:left="371" w:right="0" w:hanging="177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br w:type="column"/>
        <w:t>да, много трудностей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6"/>
        </w:numPr>
        <w:tabs>
          <w:tab w:pos="368" w:val="left" w:leader="none"/>
        </w:tabs>
        <w:spacing w:line="240" w:lineRule="auto" w:before="100" w:after="0"/>
        <w:ind w:left="367" w:right="0" w:hanging="177"/>
        <w:jc w:val="left"/>
      </w:pPr>
      <w:r>
        <w:rPr>
          <w:color w:val="231F20"/>
        </w:rPr>
        <w:t>не могу ходить совсем</w:t>
      </w:r>
      <w:r>
        <w:rPr/>
      </w:r>
    </w:p>
    <w:p>
      <w:pPr>
        <w:spacing w:before="72"/>
        <w:ind w:left="190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i/>
          <w:color w:val="231F20"/>
          <w:sz w:val="14"/>
        </w:rPr>
        <w:t>Вопрос 15.6 для ли</w:t>
      </w:r>
      <w:r>
        <w:rPr>
          <w:rFonts w:ascii="Calibri" w:hAnsi="Calibri"/>
          <w:i/>
          <w:color w:val="231F20"/>
          <w:spacing w:val="4"/>
          <w:sz w:val="14"/>
        </w:rPr>
        <w:t>ц</w:t>
      </w:r>
      <w:r>
        <w:rPr>
          <w:rFonts w:ascii="Calibri" w:hAnsi="Calibri"/>
          <w:i/>
          <w:color w:val="231F20"/>
          <w:sz w:val="14"/>
        </w:rPr>
        <w:t>, ответивших «нет» на вопрос 15.1</w:t>
      </w:r>
      <w:r>
        <w:rPr>
          <w:rFonts w:ascii="Calibri" w:hAnsi="Calibri"/>
          <w:sz w:val="14"/>
        </w:rPr>
      </w:r>
    </w:p>
    <w:p>
      <w:pPr>
        <w:pStyle w:val="Heading3"/>
        <w:spacing w:line="240" w:lineRule="auto" w:before="19"/>
        <w:ind w:left="196" w:right="0"/>
        <w:jc w:val="left"/>
        <w:rPr>
          <w:b w:val="0"/>
          <w:bCs w:val="0"/>
        </w:rPr>
      </w:pPr>
      <w:r>
        <w:rPr/>
        <w:pict>
          <v:shape style="position:absolute;margin-left:392.149994pt;margin-top:17.831532pt;width:10pt;height:6.45pt;mso-position-horizontal-relative:page;mso-position-vertical-relative:paragraph;z-index:1336" type="#_x0000_t202" filled="false" stroked="false">
            <v:textbox inset="0,0,0,0" style="layout-flow:vertical;mso-layout-flow-alt:bottom-to-top">
              <w:txbxContent>
                <w:p>
                  <w:pPr>
                    <w:spacing w:line="186" w:lineRule="exact" w:before="0"/>
                    <w:ind w:left="20" w:right="0" w:firstLine="0"/>
                    <w:jc w:val="left"/>
                    <w:rPr>
                      <w:rFonts w:ascii="Century Gothic" w:hAnsi="Century Gothic" w:cs="Century Gothic" w:eastAsia="Century Gothic"/>
                      <w:sz w:val="16"/>
                      <w:szCs w:val="16"/>
                    </w:rPr>
                  </w:pPr>
                  <w:r>
                    <w:rPr>
                      <w:rFonts w:ascii="Century Gothic"/>
                      <w:color w:val="231F20"/>
                      <w:sz w:val="16"/>
                    </w:rPr>
                    <w:t>$</w:t>
                  </w:r>
                  <w:r>
                    <w:rPr>
                      <w:rFonts w:ascii="Century Gothic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color w:val="231F20"/>
        </w:rPr>
        <w:t>15.6 ИСКАЛИ ЛИ ВЫ </w:t>
      </w:r>
      <w:r>
        <w:rPr>
          <w:color w:val="231F20"/>
          <w:spacing w:val="-2"/>
        </w:rPr>
        <w:t>РАБОТУ</w:t>
      </w:r>
      <w:r>
        <w:rPr>
          <w:color w:val="231F20"/>
        </w:rPr>
        <w:t> В </w:t>
      </w:r>
      <w:r>
        <w:rPr>
          <w:color w:val="231F20"/>
          <w:spacing w:val="-1"/>
        </w:rPr>
        <w:t>ТЕЧЕНИЕ</w:t>
      </w:r>
      <w:r>
        <w:rPr>
          <w:color w:val="231F20"/>
        </w:rPr>
        <w:t> </w:t>
      </w:r>
      <w:r>
        <w:rPr>
          <w:color w:val="231F20"/>
          <w:spacing w:val="-1"/>
        </w:rPr>
        <w:t>ПОСЛЕДНЕГО</w:t>
      </w:r>
      <w:r>
        <w:rPr>
          <w:color w:val="231F20"/>
        </w:rPr>
        <w:t> </w:t>
      </w:r>
      <w:r>
        <w:rPr>
          <w:color w:val="231F20"/>
          <w:spacing w:val="-1"/>
        </w:rPr>
        <w:t>МЕСЯЦА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440" w:right="0"/>
          <w:cols w:num="3" w:equalWidth="0">
            <w:col w:w="1866" w:space="331"/>
            <w:col w:w="1719" w:space="1625"/>
            <w:col w:w="5929"/>
          </w:cols>
        </w:sectPr>
      </w:pPr>
    </w:p>
    <w:p>
      <w:pPr>
        <w:numPr>
          <w:ilvl w:val="1"/>
          <w:numId w:val="27"/>
        </w:numPr>
        <w:tabs>
          <w:tab w:pos="493" w:val="left" w:leader="none"/>
        </w:tabs>
        <w:spacing w:before="94"/>
        <w:ind w:left="439" w:right="0" w:hanging="229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У </w:t>
      </w:r>
      <w:r>
        <w:rPr>
          <w:rFonts w:ascii="Calibri" w:hAnsi="Calibri"/>
          <w:b/>
          <w:color w:val="231F20"/>
          <w:spacing w:val="-3"/>
          <w:sz w:val="14"/>
        </w:rPr>
        <w:t>ВАС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ЕСТЬ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2"/>
          <w:sz w:val="14"/>
        </w:rPr>
        <w:t>ТРУДНОСТИ</w:t>
      </w:r>
      <w:r>
        <w:rPr>
          <w:rFonts w:ascii="Calibri" w:hAnsi="Calibri"/>
          <w:b/>
          <w:color w:val="231F20"/>
          <w:sz w:val="14"/>
        </w:rPr>
        <w:t> С </w:t>
      </w:r>
      <w:r>
        <w:rPr>
          <w:rFonts w:ascii="Calibri" w:hAnsi="Calibri"/>
          <w:b/>
          <w:color w:val="231F20"/>
          <w:spacing w:val="-1"/>
          <w:sz w:val="14"/>
        </w:rPr>
        <w:t>ЗАПОМИНАНИЕМ</w:t>
      </w:r>
      <w:r>
        <w:rPr>
          <w:rFonts w:ascii="Calibri" w:hAnsi="Calibri"/>
          <w:b/>
          <w:color w:val="231F20"/>
          <w:sz w:val="14"/>
        </w:rPr>
        <w:t> ИЛИ </w:t>
      </w:r>
      <w:r>
        <w:rPr>
          <w:rFonts w:ascii="Calibri" w:hAnsi="Calibri"/>
          <w:b/>
          <w:color w:val="231F20"/>
          <w:spacing w:val="-1"/>
          <w:sz w:val="14"/>
        </w:rPr>
        <w:t>КОНЦЕНТРАЦИЕЙ</w:t>
      </w:r>
      <w:r>
        <w:rPr>
          <w:rFonts w:ascii="Calibri" w:hAnsi="Calibri"/>
          <w:b/>
          <w:color w:val="231F20"/>
          <w:sz w:val="14"/>
        </w:rPr>
        <w:t> ВНИМАНИЯ?</w:t>
      </w:r>
      <w:r>
        <w:rPr>
          <w:rFonts w:ascii="Calibri" w:hAnsi="Calibri"/>
          <w:sz w:val="14"/>
        </w:rPr>
      </w:r>
    </w:p>
    <w:p>
      <w:pPr>
        <w:pStyle w:val="BodyText"/>
        <w:numPr>
          <w:ilvl w:val="0"/>
          <w:numId w:val="28"/>
        </w:numPr>
        <w:tabs>
          <w:tab w:pos="313" w:val="left" w:leader="none"/>
          <w:tab w:pos="1481" w:val="left" w:leader="none"/>
        </w:tabs>
        <w:spacing w:line="240" w:lineRule="auto" w:before="58" w:after="0"/>
        <w:ind w:left="313" w:right="0" w:hanging="103"/>
        <w:jc w:val="left"/>
      </w:pPr>
      <w:r>
        <w:rPr>
          <w:color w:val="231F20"/>
        </w:rPr>
        <w:br w:type="column"/>
        <w:t>-да</w:t>
        <w:tab/>
      </w:r>
      <w:r>
        <w:rPr>
          <w:rFonts w:ascii="Calibri" w:hAnsi="Calibri"/>
          <w:b/>
          <w:color w:val="231F20"/>
        </w:rPr>
        <w:t>2</w:t>
      </w:r>
      <w:r>
        <w:rPr>
          <w:rFonts w:ascii="Calibri" w:hAnsi="Calibri"/>
          <w:b/>
          <w:color w:val="231F20"/>
          <w:spacing w:val="-1"/>
        </w:rPr>
        <w:t> </w:t>
      </w:r>
      <w:r>
        <w:rPr>
          <w:color w:val="231F20"/>
        </w:rPr>
        <w:t>- нет</w:t>
      </w:r>
      <w:r>
        <w:rPr/>
      </w:r>
    </w:p>
    <w:p>
      <w:pPr>
        <w:pStyle w:val="Heading3"/>
        <w:spacing w:line="240" w:lineRule="auto" w:before="44"/>
        <w:ind w:left="210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231F20"/>
        </w:rPr>
        <w:t>Причина,</w:t>
      </w:r>
      <w:r>
        <w:rPr>
          <w:color w:val="231F20"/>
          <w:spacing w:val="-13"/>
        </w:rPr>
        <w:t> </w:t>
      </w:r>
      <w:r>
        <w:rPr>
          <w:color w:val="231F20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которой</w:t>
      </w:r>
      <w:r>
        <w:rPr>
          <w:color w:val="231F20"/>
          <w:spacing w:val="-13"/>
        </w:rPr>
        <w:t> </w:t>
      </w:r>
      <w:r>
        <w:rPr>
          <w:color w:val="231F20"/>
        </w:rPr>
        <w:t>не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искал</w:t>
      </w:r>
      <w:r>
        <w:rPr>
          <w:color w:val="231F20"/>
          <w:spacing w:val="-13"/>
        </w:rPr>
        <w:t> </w:t>
      </w:r>
      <w:r>
        <w:rPr>
          <w:color w:val="231F20"/>
        </w:rPr>
        <w:t>работу: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440" w:right="0"/>
          <w:cols w:num="3" w:equalWidth="0">
            <w:col w:w="5358" w:space="161"/>
            <w:col w:w="1858" w:space="219"/>
            <w:col w:w="3874"/>
          </w:cols>
        </w:sectPr>
      </w:pPr>
    </w:p>
    <w:p>
      <w:pPr>
        <w:pStyle w:val="BodyText"/>
        <w:numPr>
          <w:ilvl w:val="0"/>
          <w:numId w:val="29"/>
        </w:numPr>
        <w:tabs>
          <w:tab w:pos="381" w:val="left" w:leader="none"/>
        </w:tabs>
        <w:spacing w:line="240" w:lineRule="auto" w:before="12" w:after="0"/>
        <w:ind w:left="343" w:right="0" w:hanging="140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нет никаких трудностей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9"/>
        </w:numPr>
        <w:tabs>
          <w:tab w:pos="381" w:val="left" w:leader="none"/>
        </w:tabs>
        <w:spacing w:line="240" w:lineRule="auto" w:before="85" w:after="0"/>
        <w:ind w:left="380" w:right="0" w:hanging="177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да, некоторые трудности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9"/>
        </w:numPr>
        <w:tabs>
          <w:tab w:pos="381" w:val="left" w:leader="none"/>
        </w:tabs>
        <w:spacing w:line="240" w:lineRule="auto" w:before="1" w:after="0"/>
        <w:ind w:left="380" w:right="0" w:hanging="177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br w:type="column"/>
        <w:t>да, много трудностей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29"/>
        </w:numPr>
        <w:tabs>
          <w:tab w:pos="381" w:val="left" w:leader="none"/>
        </w:tabs>
        <w:spacing w:line="168" w:lineRule="exact" w:before="84" w:after="0"/>
        <w:ind w:left="343" w:right="0" w:hanging="140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не могу ничего запомнить и сконцентрироваться</w:t>
      </w:r>
      <w:r>
        <w:rPr>
          <w:rFonts w:ascii="Calibri" w:hAnsi="Calibri"/>
        </w:rPr>
      </w:r>
    </w:p>
    <w:p>
      <w:pPr>
        <w:spacing w:line="151" w:lineRule="exact" w:before="0"/>
        <w:ind w:left="314" w:right="0" w:firstLine="0"/>
        <w:jc w:val="left"/>
        <w:rPr>
          <w:rFonts w:ascii="Century Gothic" w:hAnsi="Century Gothic" w:cs="Century Gothic" w:eastAsia="Century Gothic"/>
          <w:sz w:val="16"/>
          <w:szCs w:val="16"/>
        </w:rPr>
      </w:pPr>
      <w:r>
        <w:rPr/>
        <w:br w:type="column"/>
      </w:r>
      <w:r>
        <w:rPr>
          <w:rFonts w:ascii="Century Gothic"/>
          <w:color w:val="231F20"/>
          <w:sz w:val="16"/>
        </w:rPr>
        <w:t>$</w:t>
      </w:r>
      <w:r>
        <w:rPr>
          <w:rFonts w:ascii="Century Gothic"/>
          <w:sz w:val="16"/>
        </w:rPr>
      </w:r>
    </w:p>
    <w:p>
      <w:pPr>
        <w:spacing w:line="146" w:lineRule="exact" w:before="0"/>
        <w:ind w:left="203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pacing w:val="-1"/>
          <w:sz w:val="14"/>
        </w:rPr>
        <w:t>переход</w:t>
      </w:r>
      <w:r>
        <w:rPr>
          <w:rFonts w:ascii="Calibri" w:hAnsi="Calibri"/>
          <w:i/>
          <w:color w:val="231F20"/>
          <w:sz w:val="14"/>
        </w:rPr>
        <w:t> к вопросу 15.6А</w:t>
      </w:r>
      <w:r>
        <w:rPr>
          <w:rFonts w:ascii="Calibri" w:hAnsi="Calibri"/>
          <w:sz w:val="14"/>
        </w:rPr>
      </w:r>
    </w:p>
    <w:p>
      <w:pPr>
        <w:pStyle w:val="BodyText"/>
        <w:spacing w:line="240" w:lineRule="auto" w:before="18"/>
        <w:ind w:left="203" w:right="692"/>
        <w:jc w:val="left"/>
      </w:pPr>
      <w:r>
        <w:rPr/>
        <w:br w:type="column"/>
      </w:r>
      <w:r>
        <w:rPr>
          <w:rFonts w:ascii="Calibri" w:hAnsi="Calibri"/>
          <w:b/>
          <w:color w:val="231F20"/>
          <w:spacing w:val="2"/>
        </w:rPr>
        <w:t>1</w:t>
      </w:r>
      <w:r>
        <w:rPr>
          <w:color w:val="231F20"/>
          <w:spacing w:val="2"/>
        </w:rPr>
        <w:t>-</w:t>
      </w:r>
      <w:r>
        <w:rPr>
          <w:color w:val="231F20"/>
        </w:rPr>
        <w:t> </w:t>
      </w:r>
      <w:r>
        <w:rPr>
          <w:color w:val="231F20"/>
          <w:spacing w:val="11"/>
        </w:rPr>
        <w:t> </w:t>
      </w:r>
      <w:r>
        <w:rPr>
          <w:color w:val="231F20"/>
          <w:spacing w:val="6"/>
        </w:rPr>
        <w:t>получил(а)</w:t>
      </w:r>
      <w:r>
        <w:rPr>
          <w:color w:val="231F20"/>
        </w:rPr>
        <w:t> </w:t>
      </w:r>
      <w:r>
        <w:rPr>
          <w:color w:val="231F20"/>
          <w:spacing w:val="11"/>
        </w:rPr>
        <w:t> </w:t>
      </w:r>
      <w:r>
        <w:rPr>
          <w:color w:val="231F20"/>
          <w:spacing w:val="6"/>
        </w:rPr>
        <w:t>работу</w:t>
      </w:r>
      <w:r>
        <w:rPr>
          <w:color w:val="231F20"/>
        </w:rPr>
        <w:t> </w:t>
      </w:r>
      <w:r>
        <w:rPr>
          <w:color w:val="231F20"/>
          <w:spacing w:val="11"/>
        </w:rPr>
        <w:t> </w:t>
      </w:r>
      <w:r>
        <w:rPr>
          <w:color w:val="231F20"/>
        </w:rPr>
        <w:t>и </w:t>
      </w:r>
      <w:r>
        <w:rPr>
          <w:color w:val="231F20"/>
          <w:spacing w:val="11"/>
        </w:rPr>
        <w:t> </w:t>
      </w:r>
      <w:r>
        <w:rPr>
          <w:color w:val="231F20"/>
          <w:spacing w:val="7"/>
        </w:rPr>
        <w:t>приступаю</w:t>
      </w:r>
      <w:r>
        <w:rPr>
          <w:color w:val="231F20"/>
        </w:rPr>
        <w:t> </w:t>
      </w:r>
      <w:r>
        <w:rPr>
          <w:color w:val="231F20"/>
          <w:spacing w:val="11"/>
        </w:rPr>
        <w:t> </w:t>
      </w:r>
      <w:r>
        <w:rPr>
          <w:color w:val="231F20"/>
        </w:rPr>
        <w:t>к </w:t>
      </w:r>
      <w:r>
        <w:rPr>
          <w:color w:val="231F20"/>
          <w:spacing w:val="11"/>
        </w:rPr>
        <w:t> </w:t>
      </w:r>
      <w:r>
        <w:rPr>
          <w:color w:val="231F20"/>
          <w:spacing w:val="5"/>
        </w:rPr>
        <w:t>ней</w:t>
      </w:r>
      <w:r>
        <w:rPr>
          <w:color w:val="231F20"/>
        </w:rPr>
        <w:t> </w:t>
      </w:r>
      <w:r>
        <w:rPr>
          <w:color w:val="231F20"/>
          <w:spacing w:val="11"/>
        </w:rPr>
        <w:t> </w:t>
      </w:r>
      <w:r>
        <w:rPr>
          <w:color w:val="231F20"/>
        </w:rPr>
        <w:t>в</w:t>
      </w:r>
      <w:r>
        <w:rPr>
          <w:color w:val="231F20"/>
          <w:spacing w:val="32"/>
        </w:rPr>
        <w:t> </w:t>
      </w:r>
      <w:r>
        <w:rPr>
          <w:color w:val="231F20"/>
          <w:spacing w:val="-1"/>
        </w:rPr>
        <w:t>ближайшие</w:t>
      </w:r>
      <w:r>
        <w:rPr>
          <w:color w:val="231F20"/>
          <w:spacing w:val="-13"/>
        </w:rPr>
        <w:t> </w:t>
      </w:r>
      <w:r>
        <w:rPr>
          <w:color w:val="231F20"/>
        </w:rPr>
        <w:t>2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недели</w:t>
      </w:r>
      <w:r>
        <w:rPr/>
      </w:r>
    </w:p>
    <w:p>
      <w:pPr>
        <w:pStyle w:val="BodyText"/>
        <w:numPr>
          <w:ilvl w:val="0"/>
          <w:numId w:val="28"/>
        </w:numPr>
        <w:tabs>
          <w:tab w:pos="293" w:val="left" w:leader="none"/>
        </w:tabs>
        <w:spacing w:line="240" w:lineRule="auto" w:before="68" w:after="0"/>
        <w:ind w:left="293" w:right="0" w:hanging="90"/>
        <w:jc w:val="left"/>
      </w:pPr>
      <w:r>
        <w:rPr>
          <w:color w:val="231F20"/>
        </w:rPr>
        <w:t>-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нашел(ла)</w:t>
      </w:r>
      <w:r>
        <w:rPr>
          <w:color w:val="231F20"/>
          <w:spacing w:val="-13"/>
        </w:rPr>
        <w:t> </w:t>
      </w:r>
      <w:r>
        <w:rPr>
          <w:color w:val="231F20"/>
        </w:rPr>
        <w:t>работу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ожидаю</w:t>
      </w:r>
      <w:r>
        <w:rPr>
          <w:color w:val="231F20"/>
          <w:spacing w:val="-13"/>
        </w:rPr>
        <w:t> </w:t>
      </w:r>
      <w:r>
        <w:rPr>
          <w:color w:val="231F20"/>
        </w:rPr>
        <w:t>ответа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440" w:right="0"/>
          <w:cols w:num="4" w:equalWidth="0">
            <w:col w:w="1879" w:space="296"/>
            <w:col w:w="2054" w:space="1296"/>
            <w:col w:w="1651" w:space="427"/>
            <w:col w:w="3867"/>
          </w:cols>
        </w:sectPr>
      </w:pPr>
    </w:p>
    <w:p>
      <w:pPr>
        <w:pStyle w:val="Heading3"/>
        <w:numPr>
          <w:ilvl w:val="1"/>
          <w:numId w:val="27"/>
        </w:numPr>
        <w:tabs>
          <w:tab w:pos="469" w:val="left" w:leader="none"/>
        </w:tabs>
        <w:spacing w:line="240" w:lineRule="auto" w:before="111" w:after="0"/>
        <w:ind w:left="439" w:right="0" w:hanging="253"/>
        <w:jc w:val="left"/>
        <w:rPr>
          <w:b w:val="0"/>
          <w:bCs w:val="0"/>
        </w:rPr>
      </w:pPr>
      <w:r>
        <w:rPr>
          <w:color w:val="231F20"/>
        </w:rPr>
        <w:t>У </w:t>
      </w:r>
      <w:r>
        <w:rPr>
          <w:color w:val="231F20"/>
          <w:spacing w:val="-3"/>
        </w:rPr>
        <w:t>ВАС</w:t>
      </w:r>
      <w:r>
        <w:rPr>
          <w:color w:val="231F20"/>
        </w:rPr>
        <w:t> </w:t>
      </w:r>
      <w:r>
        <w:rPr>
          <w:color w:val="231F20"/>
          <w:spacing w:val="-1"/>
        </w:rPr>
        <w:t>ЕСТЬ</w:t>
      </w:r>
      <w:r>
        <w:rPr>
          <w:color w:val="231F20"/>
        </w:rPr>
        <w:t> </w:t>
      </w:r>
      <w:r>
        <w:rPr>
          <w:color w:val="231F20"/>
          <w:spacing w:val="-2"/>
        </w:rPr>
        <w:t>ТРУДНОСТИ</w:t>
      </w:r>
      <w:r>
        <w:rPr>
          <w:color w:val="231F20"/>
        </w:rPr>
        <w:t> ПО </w:t>
      </w:r>
      <w:r>
        <w:rPr>
          <w:color w:val="231F20"/>
          <w:spacing w:val="-3"/>
        </w:rPr>
        <w:t>УХОДУ</w:t>
      </w:r>
      <w:r>
        <w:rPr>
          <w:color w:val="231F20"/>
        </w:rPr>
        <w:t> </w:t>
      </w:r>
      <w:r>
        <w:rPr>
          <w:color w:val="231F20"/>
          <w:spacing w:val="-1"/>
        </w:rPr>
        <w:t>ЗА</w:t>
      </w:r>
      <w:r>
        <w:rPr>
          <w:color w:val="231F20"/>
        </w:rPr>
        <w:t> СОБОЙ (С </w:t>
      </w:r>
      <w:r>
        <w:rPr>
          <w:color w:val="231F20"/>
          <w:spacing w:val="-1"/>
        </w:rPr>
        <w:t>САМООБСЛУЖИВАНИЕМ,</w:t>
      </w:r>
      <w:r>
        <w:rPr>
          <w:color w:val="231F20"/>
          <w:spacing w:val="59"/>
        </w:rPr>
        <w:t> </w:t>
      </w:r>
      <w:r>
        <w:rPr>
          <w:color w:val="231F20"/>
          <w:spacing w:val="-2"/>
        </w:rPr>
        <w:t>НАПРИМЕР,</w:t>
      </w:r>
      <w:r>
        <w:rPr>
          <w:color w:val="231F20"/>
        </w:rPr>
        <w:t> </w:t>
      </w:r>
      <w:r>
        <w:rPr>
          <w:color w:val="231F20"/>
          <w:spacing w:val="-1"/>
        </w:rPr>
        <w:t>СВЯЗАННЫЕ</w:t>
      </w:r>
      <w:r>
        <w:rPr>
          <w:color w:val="231F20"/>
        </w:rPr>
        <w:t> С </w:t>
      </w:r>
      <w:r>
        <w:rPr>
          <w:color w:val="231F20"/>
          <w:spacing w:val="-1"/>
        </w:rPr>
        <w:t>УМЫВАНИЕМ</w:t>
      </w:r>
      <w:r>
        <w:rPr>
          <w:color w:val="231F20"/>
        </w:rPr>
        <w:t> ИЛИ </w:t>
      </w:r>
      <w:r>
        <w:rPr>
          <w:color w:val="231F20"/>
          <w:spacing w:val="-1"/>
        </w:rPr>
        <w:t>ПЕРЕОДЕВАНИЕМ</w:t>
      </w:r>
      <w:r>
        <w:rPr>
          <w:color w:val="231F20"/>
        </w:rPr>
        <w:t> </w:t>
      </w:r>
      <w:r>
        <w:rPr>
          <w:color w:val="231F20"/>
          <w:spacing w:val="-1"/>
        </w:rPr>
        <w:t>СЕБЯ)?</w:t>
      </w:r>
      <w:r>
        <w:rPr>
          <w:b w:val="0"/>
        </w:rPr>
      </w:r>
    </w:p>
    <w:p>
      <w:pPr>
        <w:pStyle w:val="BodyText"/>
        <w:spacing w:line="240" w:lineRule="auto" w:before="68"/>
        <w:ind w:left="186" w:right="700"/>
        <w:jc w:val="left"/>
      </w:pPr>
      <w:r>
        <w:rPr/>
        <w:br w:type="column"/>
      </w:r>
      <w:r>
        <w:rPr>
          <w:rFonts w:ascii="Calibri" w:hAnsi="Calibri"/>
          <w:b/>
          <w:color w:val="231F20"/>
        </w:rPr>
        <w:t>3</w:t>
      </w:r>
      <w:r>
        <w:rPr>
          <w:color w:val="231F20"/>
        </w:rPr>
        <w:t>- </w:t>
      </w:r>
      <w:r>
        <w:rPr>
          <w:color w:val="231F20"/>
          <w:spacing w:val="3"/>
        </w:rPr>
        <w:t> </w:t>
      </w:r>
      <w:r>
        <w:rPr>
          <w:color w:val="231F20"/>
        </w:rPr>
        <w:t>занимался(лась) </w:t>
      </w:r>
      <w:r>
        <w:rPr>
          <w:color w:val="231F20"/>
          <w:spacing w:val="14"/>
        </w:rPr>
        <w:t> </w:t>
      </w:r>
      <w:r>
        <w:rPr>
          <w:color w:val="231F20"/>
        </w:rPr>
        <w:t>организацией </w:t>
      </w:r>
      <w:r>
        <w:rPr>
          <w:color w:val="231F20"/>
          <w:spacing w:val="11"/>
        </w:rPr>
        <w:t> </w:t>
      </w:r>
      <w:r>
        <w:rPr>
          <w:color w:val="231F20"/>
        </w:rPr>
        <w:t>собственного</w:t>
      </w:r>
      <w:r>
        <w:rPr>
          <w:color w:val="231F20"/>
        </w:rPr>
        <w:t> </w:t>
      </w:r>
      <w:r>
        <w:rPr>
          <w:color w:val="231F20"/>
          <w:spacing w:val="-2"/>
        </w:rPr>
        <w:t>дела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440" w:right="0"/>
          <w:cols w:num="2" w:equalWidth="0">
            <w:col w:w="4926" w:space="2694"/>
            <w:col w:w="3850"/>
          </w:cols>
        </w:sectPr>
      </w:pPr>
    </w:p>
    <w:p>
      <w:pPr>
        <w:pStyle w:val="BodyText"/>
        <w:numPr>
          <w:ilvl w:val="0"/>
          <w:numId w:val="30"/>
        </w:numPr>
        <w:tabs>
          <w:tab w:pos="376" w:val="left" w:leader="none"/>
        </w:tabs>
        <w:spacing w:line="240" w:lineRule="auto" w:before="7" w:after="0"/>
        <w:ind w:left="375" w:right="0" w:hanging="177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нет никаких трудностей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30"/>
        </w:numPr>
        <w:tabs>
          <w:tab w:pos="376" w:val="left" w:leader="none"/>
        </w:tabs>
        <w:spacing w:line="240" w:lineRule="auto" w:before="85" w:after="0"/>
        <w:ind w:left="375" w:right="0" w:hanging="177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да, некоторые трудности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30"/>
        </w:numPr>
        <w:tabs>
          <w:tab w:pos="376" w:val="left" w:leader="none"/>
        </w:tabs>
        <w:spacing w:line="240" w:lineRule="auto" w:before="18" w:after="0"/>
        <w:ind w:left="375" w:right="0" w:hanging="177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br w:type="column"/>
        <w:t>да, много трудностей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30"/>
        </w:numPr>
        <w:tabs>
          <w:tab w:pos="376" w:val="left" w:leader="none"/>
        </w:tabs>
        <w:spacing w:line="240" w:lineRule="auto" w:before="85" w:after="0"/>
        <w:ind w:left="375" w:right="0" w:hanging="177"/>
        <w:jc w:val="left"/>
        <w:rPr>
          <w:rFonts w:ascii="Calibri" w:hAnsi="Calibri" w:cs="Calibri" w:eastAsia="Calibri"/>
        </w:rPr>
      </w:pPr>
      <w:r>
        <w:rPr>
          <w:rFonts w:ascii="Calibri" w:hAnsi="Calibri"/>
          <w:color w:val="231F20"/>
        </w:rPr>
        <w:t>не могу себя обслуживать совсем</w:t>
      </w:r>
      <w:r>
        <w:rPr>
          <w:rFonts w:ascii="Calibri" w:hAnsi="Calibri"/>
        </w:rPr>
      </w:r>
    </w:p>
    <w:p>
      <w:pPr>
        <w:pStyle w:val="BodyText"/>
        <w:spacing w:line="336" w:lineRule="auto" w:before="22"/>
        <w:ind w:left="198" w:right="2141"/>
        <w:jc w:val="left"/>
      </w:pPr>
      <w:r>
        <w:rPr/>
        <w:br w:type="column"/>
      </w:r>
      <w:r>
        <w:rPr>
          <w:rFonts w:ascii="Calibri" w:hAnsi="Calibri"/>
          <w:b/>
          <w:color w:val="231F20"/>
        </w:rPr>
        <w:t>4</w:t>
      </w:r>
      <w:r>
        <w:rPr>
          <w:color w:val="231F20"/>
        </w:rPr>
        <w:t>- ожидаю начала сезона</w:t>
      </w:r>
      <w:r>
        <w:rPr>
          <w:color w:val="231F20"/>
        </w:rPr>
        <w:t> </w:t>
      </w:r>
      <w:r>
        <w:rPr>
          <w:rFonts w:ascii="Calibri" w:hAnsi="Calibri"/>
          <w:b/>
          <w:color w:val="231F20"/>
        </w:rPr>
        <w:t>5</w:t>
      </w:r>
      <w:r>
        <w:rPr>
          <w:rFonts w:ascii="Calibri" w:hAnsi="Calibri"/>
          <w:color w:val="231F20"/>
        </w:rPr>
        <w:t>- </w:t>
      </w:r>
      <w:r>
        <w:rPr>
          <w:color w:val="231F20"/>
        </w:rPr>
        <w:t>иная причина</w:t>
      </w:r>
      <w:r>
        <w:rPr/>
      </w:r>
    </w:p>
    <w:p>
      <w:pPr>
        <w:spacing w:after="0" w:line="336" w:lineRule="auto"/>
        <w:jc w:val="left"/>
        <w:sectPr>
          <w:type w:val="continuous"/>
          <w:pgSz w:w="11910" w:h="16840"/>
          <w:pgMar w:top="280" w:bottom="280" w:left="440" w:right="0"/>
          <w:cols w:num="3" w:equalWidth="0">
            <w:col w:w="1874" w:space="293"/>
            <w:col w:w="2389" w:space="3049"/>
            <w:col w:w="3865"/>
          </w:cols>
        </w:sectPr>
      </w:pPr>
    </w:p>
    <w:p>
      <w:pPr>
        <w:pStyle w:val="Heading3"/>
        <w:spacing w:line="151" w:lineRule="exact"/>
        <w:ind w:left="184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221F1F"/>
        </w:rPr>
        <w:t>13.6 </w:t>
      </w:r>
      <w:r>
        <w:rPr>
          <w:rFonts w:ascii="Calibri" w:hAnsi="Calibri"/>
          <w:color w:val="221F1F"/>
        </w:rPr>
        <w:t>БОЛЕЛИ ЛИ ВЫ В 2020-2022 ГОДАХ COVID-19 ИЛИ ВНЕБОЛЬНИЧНОЙ</w:t>
      </w:r>
      <w:r>
        <w:rPr>
          <w:rFonts w:ascii="Calibri" w:hAnsi="Calibri"/>
          <w:b w:val="0"/>
        </w:rPr>
      </w:r>
    </w:p>
    <w:p>
      <w:pPr>
        <w:spacing w:before="12"/>
        <w:ind w:left="184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21F1F"/>
          <w:sz w:val="14"/>
        </w:rPr>
        <w:t>ПНЕВМОНИЕЙ?</w:t>
      </w:r>
      <w:r>
        <w:rPr>
          <w:rFonts w:ascii="Calibri" w:hAnsi="Calibri"/>
          <w:sz w:val="14"/>
        </w:rPr>
      </w:r>
    </w:p>
    <w:p>
      <w:pPr>
        <w:spacing w:before="10"/>
        <w:ind w:left="184" w:right="0" w:firstLine="0"/>
        <w:jc w:val="left"/>
        <w:rPr>
          <w:rFonts w:ascii="Calibri" w:hAnsi="Calibri" w:cs="Calibri" w:eastAsia="Calibri"/>
          <w:sz w:val="12"/>
          <w:szCs w:val="12"/>
        </w:rPr>
      </w:pPr>
      <w:r>
        <w:rPr>
          <w:rFonts w:ascii="Calibri" w:hAnsi="Calibri"/>
          <w:color w:val="221F1F"/>
          <w:sz w:val="12"/>
        </w:rPr>
        <w:t>Задается для лиц в возрасте 18 лет и старше.</w:t>
      </w:r>
      <w:r>
        <w:rPr>
          <w:rFonts w:ascii="Calibri" w:hAnsi="Calibri"/>
          <w:sz w:val="12"/>
        </w:rPr>
      </w:r>
    </w:p>
    <w:p>
      <w:pPr>
        <w:spacing w:line="240" w:lineRule="auto" w:before="0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/>
          <w:sz w:val="14"/>
        </w:rPr>
      </w:r>
    </w:p>
    <w:p>
      <w:pPr>
        <w:spacing w:line="240" w:lineRule="auto" w:before="12"/>
        <w:rPr>
          <w:rFonts w:ascii="Calibri" w:hAnsi="Calibri" w:cs="Calibri" w:eastAsia="Calibri"/>
          <w:sz w:val="12"/>
          <w:szCs w:val="12"/>
        </w:rPr>
      </w:pPr>
    </w:p>
    <w:p>
      <w:pPr>
        <w:pStyle w:val="Heading3"/>
        <w:spacing w:line="240" w:lineRule="auto"/>
        <w:ind w:left="184" w:right="0"/>
        <w:jc w:val="left"/>
        <w:rPr>
          <w:b w:val="0"/>
          <w:bCs w:val="0"/>
        </w:rPr>
      </w:pPr>
      <w:r>
        <w:rPr/>
        <w:pict>
          <v:shape style="position:absolute;margin-left:392.149994pt;margin-top:15.651626pt;width:10pt;height:6.45pt;mso-position-horizontal-relative:page;mso-position-vertical-relative:paragraph;z-index:1312" type="#_x0000_t202" filled="false" stroked="false">
            <v:textbox inset="0,0,0,0" style="layout-flow:vertical;mso-layout-flow-alt:bottom-to-top">
              <w:txbxContent>
                <w:p>
                  <w:pPr>
                    <w:spacing w:line="186" w:lineRule="exact" w:before="0"/>
                    <w:ind w:left="20" w:right="0" w:firstLine="0"/>
                    <w:jc w:val="left"/>
                    <w:rPr>
                      <w:rFonts w:ascii="Century Gothic" w:hAnsi="Century Gothic" w:cs="Century Gothic" w:eastAsia="Century Gothic"/>
                      <w:sz w:val="16"/>
                      <w:szCs w:val="16"/>
                    </w:rPr>
                  </w:pPr>
                  <w:r>
                    <w:rPr>
                      <w:rFonts w:ascii="Century Gothic"/>
                      <w:color w:val="231F20"/>
                      <w:sz w:val="16"/>
                    </w:rPr>
                    <w:t>$</w:t>
                  </w:r>
                  <w:r>
                    <w:rPr>
                      <w:rFonts w:ascii="Century Gothic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color w:val="231F20"/>
          <w:spacing w:val="-1"/>
        </w:rPr>
        <w:t>15.6А</w:t>
      </w:r>
      <w:r>
        <w:rPr>
          <w:color w:val="231F20"/>
        </w:rPr>
        <w:t> </w:t>
      </w:r>
      <w:r>
        <w:rPr>
          <w:color w:val="231F20"/>
          <w:spacing w:val="-2"/>
        </w:rPr>
        <w:t>ГОТОВЫ</w:t>
      </w:r>
      <w:r>
        <w:rPr>
          <w:color w:val="231F20"/>
        </w:rPr>
        <w:t> ЛИ ВЫ ПРИСТУПИТЬ К </w:t>
      </w:r>
      <w:r>
        <w:rPr>
          <w:color w:val="231F20"/>
          <w:spacing w:val="-2"/>
        </w:rPr>
        <w:t>РАБОТЕ</w:t>
      </w:r>
      <w:r>
        <w:rPr>
          <w:color w:val="231F20"/>
        </w:rPr>
        <w:t> В </w:t>
      </w:r>
      <w:r>
        <w:rPr>
          <w:color w:val="231F20"/>
          <w:spacing w:val="-1"/>
        </w:rPr>
        <w:t>ТЕЧЕНИЕ</w:t>
      </w:r>
      <w:r>
        <w:rPr>
          <w:color w:val="231F20"/>
        </w:rPr>
        <w:t> БЛИЖАЙШИХ 2-Х </w:t>
      </w:r>
      <w:r>
        <w:rPr>
          <w:color w:val="231F20"/>
          <w:spacing w:val="-1"/>
        </w:rPr>
        <w:t>НЕДЕЛЬ?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280" w:bottom="280" w:left="440" w:right="0"/>
          <w:cols w:num="2" w:equalWidth="0">
            <w:col w:w="4637" w:space="895"/>
            <w:col w:w="5938"/>
          </w:cols>
        </w:sectPr>
      </w:pPr>
    </w:p>
    <w:p>
      <w:pPr>
        <w:pStyle w:val="BodyText"/>
        <w:tabs>
          <w:tab w:pos="1280" w:val="left" w:leader="none"/>
        </w:tabs>
        <w:spacing w:line="240" w:lineRule="auto" w:before="60"/>
        <w:ind w:left="198" w:right="0"/>
        <w:jc w:val="left"/>
        <w:rPr>
          <w:rFonts w:ascii="Garamond" w:hAnsi="Garamond" w:cs="Garamond" w:eastAsia="Garamond"/>
        </w:rPr>
      </w:pPr>
      <w:r>
        <w:rPr>
          <w:rFonts w:ascii="Calibri" w:hAnsi="Calibri" w:cs="Calibri" w:eastAsia="Calibri"/>
          <w:b/>
          <w:bCs/>
          <w:color w:val="231F20"/>
        </w:rPr>
        <w:t>1 </w:t>
      </w:r>
      <w:r>
        <w:rPr>
          <w:rFonts w:ascii="Calibri" w:hAnsi="Calibri" w:cs="Calibri" w:eastAsia="Calibri"/>
          <w:color w:val="231F20"/>
        </w:rPr>
        <w:t>-да</w:t>
        <w:tab/>
      </w:r>
      <w:r>
        <w:rPr>
          <w:rFonts w:ascii="Calibri" w:hAnsi="Calibri" w:cs="Calibri" w:eastAsia="Calibri"/>
          <w:b/>
          <w:bCs/>
          <w:color w:val="231F20"/>
        </w:rPr>
        <w:t>2</w:t>
      </w:r>
      <w:r>
        <w:rPr>
          <w:rFonts w:ascii="Calibri" w:hAnsi="Calibri" w:cs="Calibri" w:eastAsia="Calibri"/>
          <w:b/>
          <w:bCs/>
          <w:color w:val="231F20"/>
          <w:spacing w:val="-2"/>
        </w:rPr>
        <w:t> </w:t>
      </w:r>
      <w:r>
        <w:rPr>
          <w:rFonts w:ascii="Calibri" w:hAnsi="Calibri" w:cs="Calibri" w:eastAsia="Calibri"/>
          <w:color w:val="231F20"/>
        </w:rPr>
        <w:t>-</w:t>
      </w:r>
      <w:r>
        <w:rPr>
          <w:rFonts w:ascii="Calibri" w:hAnsi="Calibri" w:cs="Calibri" w:eastAsia="Calibri"/>
          <w:color w:val="231F20"/>
          <w:spacing w:val="-1"/>
        </w:rPr>
        <w:t> </w:t>
      </w:r>
      <w:r>
        <w:rPr>
          <w:rFonts w:ascii="Calibri" w:hAnsi="Calibri" w:cs="Calibri" w:eastAsia="Calibri"/>
          <w:color w:val="231F20"/>
        </w:rPr>
        <w:t>нет </w:t>
      </w:r>
      <w:r>
        <w:rPr>
          <w:rFonts w:ascii="Calibri" w:hAnsi="Calibri" w:cs="Calibri" w:eastAsia="Calibri"/>
          <w:color w:val="231F20"/>
          <w:spacing w:val="24"/>
        </w:rPr>
        <w:t> </w:t>
      </w:r>
      <w:r>
        <w:rPr>
          <w:rFonts w:ascii="Garamond" w:hAnsi="Garamond" w:cs="Garamond" w:eastAsia="Garamond"/>
          <w:position w:val="1"/>
        </w:rPr>
        <w:t>→</w:t>
      </w:r>
      <w:r>
        <w:rPr>
          <w:rFonts w:ascii="Garamond" w:hAnsi="Garamond" w:cs="Garamond" w:eastAsia="Garamond"/>
          <w:spacing w:val="26"/>
          <w:position w:val="1"/>
        </w:rPr>
        <w:t> </w:t>
      </w:r>
      <w:r>
        <w:rPr>
          <w:rFonts w:ascii="Garamond" w:hAnsi="Garamond" w:cs="Garamond" w:eastAsia="Garamond"/>
          <w:position w:val="1"/>
        </w:rPr>
        <w:t>переход</w:t>
      </w:r>
      <w:r>
        <w:rPr>
          <w:rFonts w:ascii="Garamond" w:hAnsi="Garamond" w:cs="Garamond" w:eastAsia="Garamond"/>
          <w:spacing w:val="-5"/>
          <w:position w:val="1"/>
        </w:rPr>
        <w:t> </w:t>
      </w:r>
      <w:r>
        <w:rPr>
          <w:rFonts w:ascii="Garamond" w:hAnsi="Garamond" w:cs="Garamond" w:eastAsia="Garamond"/>
          <w:position w:val="1"/>
        </w:rPr>
        <w:t>к</w:t>
      </w:r>
      <w:r>
        <w:rPr>
          <w:rFonts w:ascii="Garamond" w:hAnsi="Garamond" w:cs="Garamond" w:eastAsia="Garamond"/>
          <w:spacing w:val="-6"/>
          <w:position w:val="1"/>
        </w:rPr>
        <w:t> </w:t>
      </w:r>
      <w:r>
        <w:rPr>
          <w:rFonts w:ascii="Garamond" w:hAnsi="Garamond" w:cs="Garamond" w:eastAsia="Garamond"/>
          <w:position w:val="1"/>
        </w:rPr>
        <w:t>вопросу</w:t>
      </w:r>
      <w:r>
        <w:rPr>
          <w:rFonts w:ascii="Garamond" w:hAnsi="Garamond" w:cs="Garamond" w:eastAsia="Garamond"/>
          <w:spacing w:val="-5"/>
          <w:position w:val="1"/>
        </w:rPr>
        <w:t> </w:t>
      </w:r>
      <w:r>
        <w:rPr>
          <w:rFonts w:ascii="Garamond" w:hAnsi="Garamond" w:cs="Garamond" w:eastAsia="Garamond"/>
          <w:position w:val="1"/>
        </w:rPr>
        <w:t>14.1</w:t>
      </w:r>
      <w:r>
        <w:rPr>
          <w:rFonts w:ascii="Garamond" w:hAnsi="Garamond" w:cs="Garamond" w:eastAsia="Garamond"/>
        </w:rPr>
      </w:r>
    </w:p>
    <w:p>
      <w:pPr>
        <w:pStyle w:val="Heading3"/>
        <w:spacing w:line="260" w:lineRule="auto" w:before="38"/>
        <w:ind w:left="203" w:right="802"/>
        <w:jc w:val="left"/>
        <w:rPr>
          <w:rFonts w:ascii="Calibri" w:hAnsi="Calibri" w:cs="Calibri" w:eastAsia="Calibri"/>
          <w:b w:val="0"/>
          <w:bCs w:val="0"/>
        </w:rPr>
      </w:pPr>
      <w:r>
        <w:rPr>
          <w:rFonts w:ascii="Calibri" w:hAnsi="Calibri"/>
          <w:color w:val="221F1F"/>
        </w:rPr>
        <w:t>13.6.1 </w:t>
      </w:r>
      <w:r>
        <w:rPr>
          <w:rFonts w:ascii="Calibri" w:hAnsi="Calibri"/>
          <w:color w:val="221F1F"/>
        </w:rPr>
        <w:t>ОБРАЩАЛИСЬ ЛИ ВЫ ПО ПОВОДУ ДАННОГО ЗАБОЛЕВАНИЯ ЗА</w:t>
      </w:r>
      <w:r>
        <w:rPr>
          <w:rFonts w:ascii="Calibri" w:hAnsi="Calibri"/>
          <w:color w:val="221F1F"/>
        </w:rPr>
        <w:t> МЕДИЦИНСКОЙ ПОМОЩЬЮ?</w:t>
      </w:r>
      <w:r>
        <w:rPr>
          <w:rFonts w:ascii="Calibri" w:hAnsi="Calibri"/>
          <w:b w:val="0"/>
        </w:rPr>
      </w:r>
    </w:p>
    <w:p>
      <w:pPr>
        <w:tabs>
          <w:tab w:pos="1506" w:val="left" w:leader="none"/>
        </w:tabs>
        <w:spacing w:line="168" w:lineRule="exact" w:before="0"/>
        <w:ind w:left="203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21F1F"/>
          <w:sz w:val="14"/>
        </w:rPr>
        <w:t>1 </w:t>
      </w:r>
      <w:r>
        <w:rPr>
          <w:rFonts w:ascii="Calibri" w:hAnsi="Calibri"/>
          <w:color w:val="221F1F"/>
          <w:sz w:val="14"/>
        </w:rPr>
        <w:t>- да</w:t>
        <w:tab/>
      </w:r>
      <w:r>
        <w:rPr>
          <w:rFonts w:ascii="Calibri" w:hAnsi="Calibri"/>
          <w:b/>
          <w:color w:val="221F1F"/>
          <w:sz w:val="14"/>
        </w:rPr>
        <w:t>2 </w:t>
      </w:r>
      <w:r>
        <w:rPr>
          <w:rFonts w:ascii="Calibri" w:hAnsi="Calibri"/>
          <w:color w:val="221F1F"/>
          <w:sz w:val="14"/>
        </w:rPr>
        <w:t>- нет</w:t>
      </w:r>
      <w:r>
        <w:rPr>
          <w:rFonts w:ascii="Calibri" w:hAnsi="Calibri"/>
          <w:sz w:val="14"/>
        </w:rPr>
      </w:r>
    </w:p>
    <w:p>
      <w:pPr>
        <w:spacing w:line="240" w:lineRule="auto" w:before="6"/>
        <w:rPr>
          <w:rFonts w:ascii="Calibri" w:hAnsi="Calibri" w:cs="Calibri" w:eastAsia="Calibri"/>
          <w:sz w:val="14"/>
          <w:szCs w:val="14"/>
        </w:rPr>
      </w:pPr>
    </w:p>
    <w:p>
      <w:pPr>
        <w:pStyle w:val="Heading3"/>
        <w:numPr>
          <w:ilvl w:val="0"/>
          <w:numId w:val="20"/>
        </w:numPr>
        <w:tabs>
          <w:tab w:pos="393" w:val="left" w:leader="none"/>
        </w:tabs>
        <w:spacing w:line="240" w:lineRule="auto" w:before="0" w:after="0"/>
        <w:ind w:left="393" w:right="0" w:hanging="211"/>
        <w:jc w:val="left"/>
        <w:rPr>
          <w:b w:val="0"/>
          <w:bCs w:val="0"/>
        </w:rPr>
      </w:pPr>
      <w:r>
        <w:rPr>
          <w:color w:val="231F20"/>
          <w:spacing w:val="-1"/>
        </w:rPr>
        <w:t>ИСТОЧНИКИ</w:t>
      </w:r>
      <w:r>
        <w:rPr>
          <w:color w:val="231F20"/>
        </w:rPr>
        <w:t> </w:t>
      </w:r>
      <w:r>
        <w:rPr>
          <w:color w:val="231F20"/>
          <w:spacing w:val="-1"/>
        </w:rPr>
        <w:t>СРЕДСТВ</w:t>
      </w:r>
      <w:r>
        <w:rPr>
          <w:color w:val="231F20"/>
        </w:rPr>
        <w:t> К </w:t>
      </w:r>
      <w:r>
        <w:rPr>
          <w:color w:val="231F20"/>
          <w:spacing w:val="-1"/>
        </w:rPr>
        <w:t>СУЩЕСТВОВАНИЮ</w:t>
      </w:r>
      <w:r>
        <w:rPr>
          <w:b w:val="0"/>
        </w:rPr>
      </w:r>
    </w:p>
    <w:p>
      <w:pPr>
        <w:numPr>
          <w:ilvl w:val="1"/>
          <w:numId w:val="20"/>
        </w:numPr>
        <w:tabs>
          <w:tab w:pos="464" w:val="left" w:leader="none"/>
        </w:tabs>
        <w:spacing w:line="336" w:lineRule="auto" w:before="111"/>
        <w:ind w:left="435" w:right="0" w:hanging="253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pacing w:val="-1"/>
          <w:sz w:val="14"/>
        </w:rPr>
        <w:t>УКАЖИТЕ</w:t>
      </w:r>
      <w:r>
        <w:rPr>
          <w:rFonts w:ascii="Calibri" w:hAnsi="Calibri"/>
          <w:b/>
          <w:color w:val="231F20"/>
          <w:sz w:val="14"/>
        </w:rPr>
        <w:t> ВСЕ </w:t>
      </w:r>
      <w:r>
        <w:rPr>
          <w:rFonts w:ascii="Calibri" w:hAnsi="Calibri"/>
          <w:b/>
          <w:color w:val="231F20"/>
          <w:spacing w:val="-1"/>
          <w:sz w:val="14"/>
        </w:rPr>
        <w:t>ИМЕЮЩИЕСЯ</w:t>
      </w:r>
      <w:r>
        <w:rPr>
          <w:rFonts w:ascii="Calibri" w:hAnsi="Calibri"/>
          <w:b/>
          <w:color w:val="231F20"/>
          <w:sz w:val="14"/>
        </w:rPr>
        <w:t> У </w:t>
      </w:r>
      <w:r>
        <w:rPr>
          <w:rFonts w:ascii="Calibri" w:hAnsi="Calibri"/>
          <w:b/>
          <w:color w:val="231F20"/>
          <w:spacing w:val="-3"/>
          <w:sz w:val="14"/>
        </w:rPr>
        <w:t>ВАС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ИСТОЧНИКИ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СРЕДСТВ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31"/>
          <w:sz w:val="14"/>
        </w:rPr>
        <w:t> </w:t>
      </w:r>
      <w:r>
        <w:rPr>
          <w:rFonts w:ascii="Calibri" w:hAnsi="Calibri"/>
          <w:b/>
          <w:color w:val="231F20"/>
          <w:sz w:val="14"/>
        </w:rPr>
        <w:t>К </w:t>
      </w:r>
      <w:r>
        <w:rPr>
          <w:rFonts w:ascii="Calibri" w:hAnsi="Calibri"/>
          <w:b/>
          <w:color w:val="231F20"/>
          <w:spacing w:val="-1"/>
          <w:sz w:val="14"/>
        </w:rPr>
        <w:t>СУЩЕСТВОВАНИЮ</w:t>
      </w:r>
      <w:r>
        <w:rPr>
          <w:rFonts w:ascii="Calibri" w:hAnsi="Calibri"/>
          <w:b/>
          <w:color w:val="231F20"/>
          <w:spacing w:val="55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ЗА</w:t>
      </w:r>
      <w:r>
        <w:rPr>
          <w:rFonts w:ascii="Calibri" w:hAnsi="Calibri"/>
          <w:b/>
          <w:color w:val="231F20"/>
          <w:sz w:val="14"/>
        </w:rPr>
        <w:t> ПОСЛЕДНИЕ 12 </w:t>
      </w:r>
      <w:r>
        <w:rPr>
          <w:rFonts w:ascii="Calibri" w:hAnsi="Calibri"/>
          <w:b/>
          <w:color w:val="231F20"/>
          <w:spacing w:val="-1"/>
          <w:sz w:val="14"/>
        </w:rPr>
        <w:t>МЕСЯЦЕВ</w:t>
      </w:r>
      <w:r>
        <w:rPr>
          <w:rFonts w:ascii="Calibri" w:hAnsi="Calibri"/>
          <w:sz w:val="14"/>
        </w:rPr>
      </w:r>
    </w:p>
    <w:p>
      <w:pPr>
        <w:pStyle w:val="BodyText"/>
        <w:spacing w:line="240" w:lineRule="auto"/>
        <w:ind w:left="308" w:right="0"/>
        <w:jc w:val="left"/>
      </w:pPr>
      <w:r>
        <w:rPr>
          <w:rFonts w:ascii="Calibri" w:hAnsi="Calibri"/>
          <w:b/>
          <w:color w:val="231F20"/>
        </w:rPr>
        <w:t>1</w:t>
      </w:r>
      <w:r>
        <w:rPr>
          <w:rFonts w:ascii="Calibri" w:hAnsi="Calibri"/>
          <w:b/>
          <w:color w:val="231F20"/>
          <w:spacing w:val="-1"/>
        </w:rPr>
        <w:t> </w:t>
      </w:r>
      <w:r>
        <w:rPr>
          <w:color w:val="231F20"/>
        </w:rPr>
        <w:t>- работа по найму</w:t>
      </w:r>
      <w:r>
        <w:rPr/>
      </w:r>
    </w:p>
    <w:p>
      <w:pPr>
        <w:tabs>
          <w:tab w:pos="1453" w:val="left" w:leader="none"/>
        </w:tabs>
        <w:spacing w:before="106"/>
        <w:ind w:left="182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b/>
          <w:color w:val="231F20"/>
          <w:sz w:val="14"/>
        </w:rPr>
        <w:t>1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-да</w:t>
        <w:tab/>
      </w:r>
      <w:r>
        <w:rPr>
          <w:rFonts w:ascii="Calibri" w:hAnsi="Calibri"/>
          <w:b/>
          <w:color w:val="231F20"/>
          <w:sz w:val="14"/>
        </w:rPr>
        <w:t>2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color w:val="231F20"/>
          <w:sz w:val="14"/>
        </w:rPr>
        <w:t>- нет</w:t>
      </w:r>
      <w:r>
        <w:rPr>
          <w:rFonts w:ascii="Calibri" w:hAnsi="Calibri"/>
          <w:sz w:val="14"/>
        </w:rPr>
      </w:r>
    </w:p>
    <w:p>
      <w:pPr>
        <w:pStyle w:val="Heading3"/>
        <w:spacing w:line="240" w:lineRule="auto" w:before="112"/>
        <w:ind w:left="182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color w:val="231F20"/>
          <w:spacing w:val="-1"/>
        </w:rPr>
        <w:t>Укажите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одну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главную</w:t>
      </w:r>
      <w:r>
        <w:rPr>
          <w:color w:val="231F20"/>
          <w:spacing w:val="-13"/>
        </w:rPr>
        <w:t> </w:t>
      </w:r>
      <w:r>
        <w:rPr>
          <w:color w:val="231F20"/>
        </w:rPr>
        <w:t>причину:</w:t>
      </w:r>
      <w:r>
        <w:rPr>
          <w:b w:val="0"/>
        </w:rPr>
      </w:r>
    </w:p>
    <w:p>
      <w:pPr>
        <w:pStyle w:val="BodyText"/>
        <w:spacing w:line="336" w:lineRule="auto" w:before="68"/>
        <w:ind w:left="182" w:right="1069"/>
        <w:jc w:val="left"/>
      </w:pPr>
      <w:r>
        <w:rPr>
          <w:rFonts w:ascii="Calibri" w:hAnsi="Calibri"/>
          <w:b/>
          <w:color w:val="231F20"/>
          <w:spacing w:val="-1"/>
        </w:rPr>
        <w:t>1</w:t>
      </w:r>
      <w:r>
        <w:rPr>
          <w:color w:val="231F20"/>
          <w:spacing w:val="-1"/>
        </w:rPr>
        <w:t>-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посещение</w:t>
      </w:r>
      <w:r>
        <w:rPr>
          <w:color w:val="231F20"/>
          <w:spacing w:val="-13"/>
        </w:rPr>
        <w:t> </w:t>
      </w:r>
      <w:r>
        <w:rPr>
          <w:color w:val="231F20"/>
        </w:rPr>
        <w:t>дневных</w:t>
      </w:r>
      <w:r>
        <w:rPr>
          <w:color w:val="231F20"/>
          <w:spacing w:val="-13"/>
        </w:rPr>
        <w:t> </w:t>
      </w:r>
      <w:r>
        <w:rPr>
          <w:color w:val="231F20"/>
        </w:rPr>
        <w:t>учебных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заведений</w:t>
      </w:r>
      <w:r>
        <w:rPr>
          <w:color w:val="231F20"/>
          <w:spacing w:val="27"/>
        </w:rPr>
        <w:t> </w:t>
      </w:r>
      <w:r>
        <w:rPr>
          <w:rFonts w:ascii="Calibri" w:hAnsi="Calibri"/>
          <w:b/>
          <w:color w:val="231F20"/>
          <w:spacing w:val="-1"/>
        </w:rPr>
        <w:t>2</w:t>
      </w:r>
      <w:r>
        <w:rPr>
          <w:color w:val="231F20"/>
          <w:spacing w:val="-1"/>
        </w:rPr>
        <w:t>-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нахожусь</w:t>
      </w:r>
      <w:r>
        <w:rPr>
          <w:color w:val="231F20"/>
          <w:spacing w:val="-14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</w:rPr>
        <w:t>пенсии</w:t>
      </w:r>
      <w:r>
        <w:rPr/>
      </w:r>
    </w:p>
    <w:p>
      <w:pPr>
        <w:pStyle w:val="BodyText"/>
        <w:numPr>
          <w:ilvl w:val="0"/>
          <w:numId w:val="31"/>
        </w:numPr>
        <w:tabs>
          <w:tab w:pos="347" w:val="left" w:leader="none"/>
        </w:tabs>
        <w:spacing w:line="240" w:lineRule="auto" w:before="0" w:after="0"/>
        <w:ind w:left="182" w:right="0" w:firstLine="0"/>
        <w:jc w:val="left"/>
      </w:pPr>
      <w:r>
        <w:rPr>
          <w:color w:val="231F20"/>
        </w:rPr>
        <w:t>занимаюсь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уходом</w:t>
      </w:r>
      <w:r>
        <w:rPr>
          <w:color w:val="231F20"/>
          <w:spacing w:val="-13"/>
        </w:rPr>
        <w:t> </w:t>
      </w:r>
      <w:r>
        <w:rPr>
          <w:color w:val="231F20"/>
        </w:rPr>
        <w:t>за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больным</w:t>
      </w:r>
      <w:r>
        <w:rPr/>
      </w:r>
    </w:p>
    <w:p>
      <w:pPr>
        <w:pStyle w:val="BodyText"/>
        <w:numPr>
          <w:ilvl w:val="0"/>
          <w:numId w:val="31"/>
        </w:numPr>
        <w:tabs>
          <w:tab w:pos="366" w:val="left" w:leader="none"/>
        </w:tabs>
        <w:spacing w:line="240" w:lineRule="auto" w:before="68" w:after="0"/>
        <w:ind w:left="182" w:right="692" w:firstLine="0"/>
        <w:jc w:val="left"/>
      </w:pPr>
      <w:r>
        <w:rPr>
          <w:color w:val="231F20"/>
        </w:rPr>
        <w:t>занимаюсь </w:t>
      </w:r>
      <w:r>
        <w:rPr>
          <w:color w:val="231F20"/>
          <w:spacing w:val="4"/>
        </w:rPr>
        <w:t> </w:t>
      </w:r>
      <w:r>
        <w:rPr>
          <w:color w:val="231F20"/>
        </w:rPr>
        <w:t>ведением </w:t>
      </w:r>
      <w:r>
        <w:rPr>
          <w:color w:val="231F20"/>
          <w:spacing w:val="5"/>
        </w:rPr>
        <w:t> </w:t>
      </w:r>
      <w:r>
        <w:rPr>
          <w:color w:val="231F20"/>
        </w:rPr>
        <w:t>домашнего </w:t>
      </w:r>
      <w:r>
        <w:rPr>
          <w:color w:val="231F20"/>
          <w:spacing w:val="5"/>
        </w:rPr>
        <w:t> </w:t>
      </w:r>
      <w:r>
        <w:rPr>
          <w:color w:val="231F20"/>
        </w:rPr>
        <w:t>хозяйства</w:t>
      </w:r>
      <w:r>
        <w:rPr>
          <w:color w:val="231F20"/>
          <w:spacing w:val="54"/>
        </w:rPr>
        <w:t> </w:t>
      </w:r>
      <w:r>
        <w:rPr>
          <w:color w:val="231F20"/>
        </w:rPr>
        <w:t>и/или</w:t>
      </w:r>
      <w:r>
        <w:rPr>
          <w:color w:val="231F20"/>
          <w:spacing w:val="-13"/>
        </w:rPr>
        <w:t> </w:t>
      </w:r>
      <w:r>
        <w:rPr>
          <w:color w:val="231F20"/>
        </w:rPr>
        <w:t>воспитанием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детей</w:t>
      </w:r>
      <w:r>
        <w:rPr/>
      </w:r>
    </w:p>
    <w:p>
      <w:pPr>
        <w:pStyle w:val="BodyText"/>
        <w:numPr>
          <w:ilvl w:val="0"/>
          <w:numId w:val="31"/>
        </w:numPr>
        <w:tabs>
          <w:tab w:pos="315" w:val="left" w:leader="none"/>
        </w:tabs>
        <w:spacing w:line="336" w:lineRule="auto" w:before="68" w:after="0"/>
        <w:ind w:left="182" w:right="2148" w:firstLine="0"/>
        <w:jc w:val="left"/>
      </w:pPr>
      <w:r>
        <w:rPr>
          <w:color w:val="231F20"/>
        </w:rPr>
        <w:t>по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состоянию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здоровья</w:t>
      </w:r>
      <w:r>
        <w:rPr>
          <w:color w:val="231F20"/>
          <w:spacing w:val="23"/>
        </w:rPr>
        <w:t> </w:t>
      </w:r>
      <w:r>
        <w:rPr>
          <w:rFonts w:ascii="Calibri" w:hAnsi="Calibri"/>
          <w:b/>
          <w:color w:val="231F20"/>
        </w:rPr>
        <w:t>6</w:t>
      </w:r>
      <w:r>
        <w:rPr>
          <w:rFonts w:ascii="Calibri" w:hAnsi="Calibri"/>
          <w:b/>
          <w:color w:val="231F20"/>
          <w:spacing w:val="-13"/>
        </w:rPr>
        <w:t> </w:t>
      </w:r>
      <w:r>
        <w:rPr>
          <w:color w:val="231F20"/>
        </w:rPr>
        <w:t>-</w:t>
      </w:r>
      <w:r>
        <w:rPr>
          <w:color w:val="231F20"/>
          <w:spacing w:val="-13"/>
        </w:rPr>
        <w:t> </w:t>
      </w:r>
      <w:r>
        <w:rPr>
          <w:color w:val="231F20"/>
        </w:rPr>
        <w:t>иная</w:t>
      </w:r>
      <w:r>
        <w:rPr>
          <w:color w:val="231F20"/>
          <w:spacing w:val="-13"/>
        </w:rPr>
        <w:t> </w:t>
      </w:r>
      <w:r>
        <w:rPr>
          <w:color w:val="231F20"/>
        </w:rPr>
        <w:t>причина</w:t>
      </w:r>
      <w:r>
        <w:rPr/>
      </w:r>
    </w:p>
    <w:p>
      <w:pPr>
        <w:spacing w:after="0" w:line="336" w:lineRule="auto"/>
        <w:jc w:val="left"/>
        <w:sectPr>
          <w:type w:val="continuous"/>
          <w:pgSz w:w="11910" w:h="16840"/>
          <w:pgMar w:top="280" w:bottom="280" w:left="440" w:right="0"/>
          <w:cols w:num="3" w:equalWidth="0">
            <w:col w:w="5240" w:space="308"/>
            <w:col w:w="1830" w:space="247"/>
            <w:col w:w="3845"/>
          </w:cols>
        </w:sectPr>
      </w:pPr>
    </w:p>
    <w:p>
      <w:pPr>
        <w:pStyle w:val="BodyText"/>
        <w:numPr>
          <w:ilvl w:val="0"/>
          <w:numId w:val="32"/>
        </w:numPr>
        <w:tabs>
          <w:tab w:pos="412" w:val="left" w:leader="none"/>
        </w:tabs>
        <w:spacing w:line="240" w:lineRule="auto" w:before="29" w:after="0"/>
        <w:ind w:left="553" w:right="0" w:hanging="245"/>
        <w:jc w:val="left"/>
      </w:pPr>
      <w:r>
        <w:rPr/>
        <w:pict>
          <v:group style="position:absolute;margin-left:19.6406pt;margin-top:23.73867pt;width:556pt;height:794.45pt;mso-position-horizontal-relative:page;mso-position-vertical-relative:page;z-index:-16816" coordorigin="393,475" coordsize="11120,15889">
            <v:group style="position:absolute;left:393;top:475;width:11120;height:15889" coordorigin="393,475" coordsize="11120,15889">
              <v:shape style="position:absolute;left:393;top:475;width:11120;height:15889" coordorigin="393,475" coordsize="11120,15889" path="m393,484l393,494,395,497,402,497,404,494,404,486,395,486,393,48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8,475l393,480,393,484,395,486,398,486,39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8,475l398,486,404,486,404,480,39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0,475l402,475,404,477,404,486,410,486,41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3,475l410,475,410,486,413,486,415,484,415,477,41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8,475l395,475,393,477,393,480,39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75l398,475,404,480,404,477,40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6,475l463,475,461,477,461,484,463,486,466,486,46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89,475l466,475,466,486,489,486,48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2,475l489,475,489,486,492,486,495,484,495,477,49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6,475l543,475,540,477,540,484,543,486,546,486,54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68,475l546,475,546,486,568,486,56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2,475l568,475,568,486,572,486,574,484,574,477,57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5,475l622,475,620,477,620,484,622,486,625,486,62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8,475l625,475,625,486,648,486,64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1,475l648,475,648,486,651,486,654,484,654,477,65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05,475l701,475,699,477,699,484,701,486,705,486,70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7,475l705,475,705,486,727,486,72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0,475l727,475,727,486,730,486,733,484,733,477,73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84,475l781,475,778,477,778,484,781,486,784,486,78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7,475l784,475,784,486,807,486,80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0,475l807,475,807,486,810,486,812,484,812,477,81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63,475l860,475,858,477,858,484,860,486,863,486,86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6,475l863,475,863,486,886,486,88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9,475l886,475,886,486,889,486,892,484,892,477,88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43,475l939,475,937,477,937,484,939,486,943,486,94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5,475l943,475,943,486,965,486,96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8,475l965,475,965,486,968,486,971,484,971,477,96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22,475l1019,475,1016,477,1016,484,1019,486,1022,486,102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5,475l1022,475,1022,486,1045,486,104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8,475l1045,475,1045,486,1048,486,1050,484,1050,477,104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1,475l1098,475,1096,477,1096,484,1098,486,1101,486,110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4,475l1101,475,1101,486,1124,486,112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7,475l1124,475,1124,486,1127,486,1130,484,1130,477,112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81,475l1177,475,1175,477,1175,484,1177,486,1181,486,118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03,475l1181,475,1181,486,1203,486,120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06,475l1203,475,1203,486,1206,486,1209,484,1209,477,120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60,475l1257,475,1254,477,1254,484,1257,486,1260,486,126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83,475l1260,475,1260,486,1283,486,128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86,475l1283,475,1283,486,1286,486,1288,484,1288,477,128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339,475l1336,475,1334,477,1334,484,1336,486,1339,486,133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362,475l1339,475,1339,486,1362,486,136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365,475l1362,475,1362,486,1365,486,1368,484,1368,477,136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419,475l1416,475,1413,477,1413,484,1416,486,1419,486,141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441,475l1419,475,1419,486,1441,486,144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444,475l1441,475,1441,486,1444,486,1447,484,1447,477,144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498,475l1495,475,1492,477,1492,484,1495,486,1498,486,149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521,475l1498,475,1498,486,1521,486,152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524,475l1521,475,1521,486,1524,486,1526,484,1526,477,152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577,475l1574,475,1572,477,1572,484,1574,486,1577,486,157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00,475l1577,475,1577,486,1600,486,160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03,475l1600,475,1600,486,1603,486,1606,484,1606,477,160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57,475l1654,475,1651,477,1651,484,1654,486,1657,486,165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79,475l1657,475,1657,486,1679,486,167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82,475l1679,475,1679,486,1682,486,1685,484,1685,477,168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736,475l1733,475,1730,477,1730,484,1733,486,1736,486,173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759,475l1736,475,1736,486,1759,486,175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762,475l1759,475,1759,486,1762,486,1764,484,1764,477,176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815,475l1812,475,1810,477,1810,484,1812,486,1815,486,181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838,475l1815,475,1815,486,1838,486,183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841,475l1838,475,1838,486,1841,486,1844,484,1844,477,184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895,475l1892,475,1889,477,1889,484,1892,486,1895,486,189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917,475l1895,475,1895,486,1917,486,191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921,475l1917,475,1917,486,1921,486,1923,484,1923,477,192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974,475l1971,475,1968,477,1968,484,1971,486,1974,486,197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997,475l1974,475,1974,486,1997,486,199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000,475l1997,475,1997,486,2000,486,2002,484,2002,477,200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053,475l2050,475,2048,477,2048,484,2050,486,2053,486,205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076,475l2053,475,2053,486,2076,486,207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079,475l2076,475,2076,486,2079,486,2082,484,2082,477,207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133,475l2130,475,2127,477,2127,484,2130,486,2133,486,213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155,475l2133,475,2133,486,2155,486,215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159,475l2155,475,2155,486,2159,486,2161,484,2161,477,215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212,475l2209,475,2206,477,2206,484,2209,486,2212,486,221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235,475l2212,475,2212,486,2235,486,223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238,475l2235,475,2235,486,2238,486,2240,484,2240,477,223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291,475l2288,475,2286,477,2286,484,2288,486,2291,486,229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14,475l2291,475,2291,486,2314,486,231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17,475l2314,475,2314,486,2317,486,2320,484,2320,477,231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71,475l2368,475,2365,477,2365,484,2368,486,2371,486,237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93,475l2371,475,2371,486,2393,486,239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97,475l2393,475,2393,486,2397,486,2399,484,2399,477,239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450,475l2447,475,2444,477,2444,484,2447,486,2450,486,245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473,475l2450,475,2450,486,2473,486,247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476,475l2473,475,2473,486,2476,486,2479,484,2479,477,247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530,475l2526,475,2524,477,2524,484,2526,486,2530,486,253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552,475l2530,475,2530,486,2552,486,255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555,475l2552,475,2552,486,2555,486,2558,484,2558,477,255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609,475l2606,475,2603,477,2603,484,2606,486,2609,486,260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632,475l2609,475,2609,486,2632,486,263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635,475l2632,475,2632,486,2635,486,2637,484,2637,477,263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688,475l2685,475,2683,477,2683,484,2685,486,2688,486,268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11,475l2688,475,2688,486,2711,486,271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14,475l2711,475,2711,486,2714,486,2717,484,2717,477,271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68,475l2764,475,2762,477,2762,484,2764,486,2768,486,276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90,475l2768,475,2768,486,2790,486,279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93,475l2790,475,2790,486,2793,486,2796,484,2796,477,279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847,475l2844,475,2841,477,2841,484,2844,486,2847,486,284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870,475l2847,475,2847,486,2870,486,287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873,475l2870,475,2870,486,2873,486,2875,484,2875,477,287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926,475l2923,475,2921,477,2921,484,2923,486,2926,486,292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949,475l2926,475,2926,486,2949,486,294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952,475l2949,475,2949,486,2952,486,2955,484,2955,477,295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006,475l3002,475,3000,477,3000,484,3002,486,3006,486,300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028,475l3006,475,3006,486,3028,486,302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031,475l3028,475,3028,486,3031,486,3034,484,3034,477,303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085,475l3082,475,3079,477,3079,484,3082,486,3085,486,308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08,475l3085,475,3085,486,3108,486,310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11,475l3108,475,3108,486,3111,486,3113,484,3113,477,311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64,475l3161,475,3159,477,3159,484,3161,486,3164,486,316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87,475l3164,475,3164,486,3187,486,318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90,475l3187,475,3187,486,3190,486,3193,484,3193,477,319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244,475l3241,475,3238,477,3238,484,3241,486,3244,486,324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266,475l3244,475,3244,486,3266,486,326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269,475l3266,475,3266,486,3269,486,3272,484,3272,477,326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323,475l3320,475,3317,477,3317,484,3320,486,3323,486,332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346,475l3323,475,3323,486,3346,486,334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349,475l3346,475,3346,486,3349,486,3351,484,3351,477,334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402,475l3399,475,3397,477,3397,484,3399,486,3402,486,340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425,475l3402,475,3402,486,3425,486,342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428,475l3425,475,3425,486,3428,486,3431,484,3431,477,342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482,475l3479,475,3476,477,3476,484,3479,486,3482,486,348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04,475l3482,475,3482,486,3504,486,350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07,475l3504,475,3504,486,3507,486,3510,484,3510,477,350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61,475l3558,475,3555,477,3555,484,3558,486,3561,486,356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84,475l3561,475,3561,486,3584,486,358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87,475l3584,475,3584,486,3587,486,3589,484,3589,477,358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640,475l3637,475,3635,477,3635,484,3637,486,3640,486,364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663,475l3640,475,3640,486,3663,486,366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666,475l3663,475,3663,486,3666,486,3669,484,3669,477,366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720,475l3717,475,3714,477,3714,484,3717,486,3720,486,372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742,475l3720,475,3720,486,3742,486,374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746,475l3742,475,3742,486,3746,486,3748,484,3748,477,374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799,475l3796,475,3793,477,3793,484,3796,486,3799,486,379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822,475l3799,475,3799,486,3822,486,382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825,475l3822,475,3822,486,3825,486,3827,484,3827,477,382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878,475l3875,475,3873,477,3873,484,3875,486,3878,486,387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01,475l3878,475,3878,486,3901,486,390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04,475l3901,475,3901,486,3904,486,3907,484,3907,477,390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58,475l3955,475,3952,477,3952,484,3955,486,3958,486,395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80,475l3958,475,3958,486,3980,486,398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84,475l3980,475,3980,486,3984,486,3986,484,3986,477,398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37,475l4034,475,4031,477,4031,484,4034,486,4037,486,403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60,475l4037,475,4037,486,4060,486,406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63,475l4060,475,4060,486,4063,486,4065,484,4065,477,406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16,475l4113,475,4111,477,4111,484,4113,486,4116,486,411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39,475l4116,475,4116,486,4139,486,413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42,475l4139,475,4139,486,4142,486,4145,484,4145,477,414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96,475l4193,475,4190,477,4190,484,4193,486,4196,486,419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218,475l4196,475,4196,486,4218,486,421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222,475l4218,475,4218,486,4222,486,4224,484,4224,477,422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275,475l4272,475,4269,477,4269,484,4272,486,4275,486,427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298,475l4275,475,4275,486,4298,486,429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301,475l4298,475,4298,486,4301,486,4303,484,4303,477,430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355,475l4351,475,4349,477,4349,484,4351,486,4355,486,435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377,475l4355,475,4355,486,4377,486,437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380,475l4377,475,4377,486,4380,486,4383,484,4383,477,438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434,475l4431,475,4428,477,4428,484,4431,486,4434,486,443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457,475l4434,475,4434,486,4457,486,445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460,475l4457,475,4457,486,4460,486,4462,484,4462,477,446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513,475l4510,475,4508,477,4508,484,4510,486,4513,486,451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536,475l4513,475,4513,486,4536,486,453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539,475l4536,475,4536,486,4539,486,4542,484,4542,477,453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593,475l4589,475,4587,477,4587,484,4589,486,4593,486,459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15,475l4593,475,4593,486,4615,486,461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18,475l4615,475,4615,486,4618,486,4621,484,4621,477,461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72,475l4669,475,4666,477,4666,484,4669,486,4672,486,467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95,475l4672,475,4672,486,4695,486,469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98,475l4695,475,4695,486,4698,486,4700,484,4700,477,469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751,475l4748,475,4746,477,4746,484,4748,486,4751,486,475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774,475l4751,475,4751,486,4774,486,477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777,475l4774,475,4774,486,4777,486,4780,484,4780,477,477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831,475l4827,475,4825,477,4825,484,4827,486,4831,486,483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853,475l4831,475,4831,486,4853,486,485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856,475l4853,475,4853,486,4856,486,4859,484,4859,477,485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10,475l4907,475,4904,477,4904,484,4907,486,4910,486,491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33,475l4910,475,4910,486,4933,486,493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36,475l4933,475,4933,486,4936,486,4938,484,4938,477,493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89,475l4986,475,4984,477,4984,484,4986,486,4989,486,498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12,475l4989,475,4989,486,5012,486,501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15,475l5012,475,5012,486,5015,486,5018,484,5018,477,501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69,475l5065,475,5063,477,5063,484,5065,486,5069,486,506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91,475l5069,475,5069,486,5091,486,509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94,475l5091,475,5091,486,5094,486,5097,484,5097,477,509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148,475l5145,475,5142,477,5142,484,5145,486,5148,486,514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171,475l5148,475,5148,486,5171,486,517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174,475l5171,475,5171,486,5174,486,5176,484,5176,477,517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227,475l5224,475,5222,477,5222,484,5224,486,5227,486,522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250,475l5227,475,5227,486,5250,486,525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253,475l5250,475,5250,486,5253,486,5256,484,5256,477,525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307,475l5304,475,5301,477,5301,484,5304,486,5307,486,530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329,475l5307,475,5307,486,5329,486,532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332,475l5329,475,5329,486,5332,486,5335,484,5335,477,533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386,475l5383,475,5380,477,5380,484,5383,486,5386,486,538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09,475l5386,475,5386,486,5409,486,540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12,475l5409,475,5409,486,5412,486,5414,484,5414,477,541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65,475l5462,475,5460,477,5460,484,5462,486,5465,486,546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88,475l5465,475,5465,486,5488,486,548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91,475l5488,475,5488,486,5491,486,5494,484,5494,477,549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545,475l5542,475,5539,477,5539,484,5542,486,5545,486,554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567,475l5545,475,5545,486,5567,486,556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571,475l5567,475,5567,486,5571,486,5573,484,5573,477,557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624,475l5621,475,5618,477,5618,484,5621,486,5624,486,562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647,475l5624,475,5624,486,5647,486,564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650,475l5647,475,5647,486,5650,486,5652,484,5652,477,565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03,475l5700,475,5698,477,5698,484,5700,486,5703,486,570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26,475l5703,475,5703,486,5726,486,572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29,475l5726,475,5726,486,5729,486,5732,484,5732,477,572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83,475l5780,475,5777,477,5777,484,5780,486,5783,486,578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05,475l5783,475,5783,486,5805,486,580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09,475l5805,475,5805,486,5809,486,5811,484,5811,477,580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62,475l5859,475,5856,477,5856,484,5859,486,5862,486,586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85,475l5862,475,5862,486,5885,486,588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88,475l5885,475,5885,486,5888,486,5890,484,5890,477,588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941,475l5938,475,5936,477,5936,484,5938,486,5941,486,594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964,475l5941,475,5941,486,5964,486,596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967,475l5964,475,5964,486,5967,486,5970,484,5970,477,596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021,475l6018,475,6015,477,6015,484,6018,486,6021,486,602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043,475l6021,475,6021,486,6043,486,604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047,475l6043,475,6043,486,6047,486,6049,484,6049,477,604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100,475l6097,475,6094,477,6094,484,6097,486,6100,486,610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123,475l6100,475,6100,486,6123,486,612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126,475l6123,475,6123,486,6126,486,6128,484,6128,477,612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179,475l6176,475,6174,477,6174,484,6176,486,6179,486,617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02,475l6179,475,6179,486,6202,486,620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05,475l6202,475,6202,486,6205,486,6208,484,6208,477,620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59,475l6256,475,6253,477,6253,484,6256,486,6259,486,625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82,475l6259,475,6259,486,6282,486,628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85,475l6282,475,6282,486,6285,486,6287,484,6287,477,628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338,475l6335,475,6333,477,6333,484,6335,486,6338,486,633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361,475l6338,475,6338,486,6361,486,636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364,475l6361,475,6361,486,6364,486,6367,484,6367,477,636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18,475l6414,475,6412,477,6412,484,6414,486,6418,486,641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40,475l6418,475,6418,486,6440,486,644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43,475l6440,475,6440,486,6443,486,6446,484,6446,477,644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97,475l6494,475,6491,477,6491,484,6494,486,6497,486,649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20,475l6497,475,6497,486,6520,486,652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23,475l6520,475,6520,486,6523,486,6525,484,6525,477,652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76,475l6573,475,6571,477,6571,484,6573,486,6576,486,657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99,475l6576,475,6576,486,6599,486,659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602,475l6599,475,6599,486,6602,486,6605,484,6605,477,660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656,475l6652,475,6650,477,6650,484,6652,486,6656,486,665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678,475l6656,475,6656,486,6678,486,667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681,475l6678,475,6678,486,6681,486,6684,484,6684,477,668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735,475l6732,475,6729,477,6729,484,6732,486,6735,486,673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758,475l6735,475,6735,486,6758,486,675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761,475l6758,475,6758,486,6761,486,6763,484,6763,477,676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814,475l6811,475,6809,477,6809,484,6811,486,6814,486,681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837,475l6814,475,6814,486,6837,486,683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840,475l6837,475,6837,486,6840,486,6843,484,6843,477,684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894,475l6890,475,6888,477,6888,484,6890,486,6894,486,689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16,475l6894,475,6894,486,6916,486,691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19,475l6916,475,6916,486,6919,486,6922,484,6922,477,691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73,475l6970,475,6967,477,6967,484,6970,486,6973,486,697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96,475l6973,475,6973,486,6996,486,699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99,475l6996,475,6996,486,6999,486,7001,484,7001,477,699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052,475l7049,475,7047,477,7047,484,7049,486,7052,486,705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075,475l7052,475,7052,486,7075,486,707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078,475l7075,475,7075,486,7078,486,7081,484,7081,477,707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132,475l7129,475,7126,477,7126,484,7129,486,7132,486,713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154,475l7132,475,7132,486,7154,486,715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157,475l7154,475,7154,486,7157,486,7160,484,7160,477,715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11,475l7208,475,7205,477,7205,484,7208,486,7211,486,721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34,475l7211,475,7211,486,7234,486,723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37,475l7234,475,7234,486,7237,486,7239,484,7239,477,723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90,475l7287,475,7285,477,7285,484,7287,486,7290,486,729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13,475l7290,475,7290,486,7313,486,731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16,475l7313,475,7313,486,7316,486,7319,484,7319,477,731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70,475l7367,475,7364,477,7364,484,7367,486,7370,486,737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92,475l7370,475,7370,486,7392,486,739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96,475l7392,475,7392,486,7396,486,7398,484,7398,477,739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449,475l7446,475,7443,477,7443,484,7446,486,7449,486,744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472,475l7449,475,7449,486,7472,486,747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475,475l7472,475,7472,486,7475,486,7477,484,7477,477,747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528,475l7525,475,7523,477,7523,484,7525,486,7528,486,752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551,475l7528,475,7528,486,7551,486,755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554,475l7551,475,7551,486,7554,486,7557,484,7557,477,755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608,475l7605,475,7602,477,7602,484,7605,486,7608,486,760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630,475l7608,475,7608,486,7630,486,763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634,475l7630,475,7630,486,7634,486,7636,484,7636,477,763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687,475l7684,475,7681,477,7681,484,7684,486,7687,486,768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10,475l7687,475,7687,486,7710,486,771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13,475l7710,475,7710,486,7713,486,7715,484,7715,477,771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66,475l7763,475,7761,477,7761,484,7763,486,7766,486,776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89,475l7766,475,7766,486,7789,486,778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92,475l7789,475,7789,486,7792,486,7795,484,7795,477,779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846,475l7843,475,7840,477,7840,484,7843,486,7846,486,784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868,475l7846,475,7846,486,7868,486,786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872,475l7868,475,7868,486,7872,486,7874,484,7874,477,787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925,475l7922,475,7919,477,7919,484,7922,486,7925,486,792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948,475l7925,475,7925,486,7948,486,794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951,475l7948,475,7948,486,7951,486,7953,484,7953,477,795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04,475l8001,475,7999,477,7999,484,8001,486,8004,486,800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27,475l8004,475,8004,486,8027,486,802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30,475l8027,475,8027,486,8030,486,8033,484,8033,477,803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84,475l8081,475,8078,477,8078,484,8081,486,8084,486,808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06,475l8084,475,8084,486,8106,486,810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10,475l8106,475,8106,486,8110,486,8112,484,8112,477,811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63,475l8160,475,8158,477,8158,484,8160,486,8163,486,816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86,475l8163,475,8163,486,8186,486,818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89,475l8186,475,8186,486,8189,486,8192,484,8192,477,818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243,475l8239,475,8237,477,8237,484,8239,486,8243,486,824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265,475l8243,475,8243,486,8265,486,826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268,475l8265,475,8265,486,8268,486,8271,484,8271,477,826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322,475l8319,475,8316,477,8316,484,8319,486,8322,486,832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345,475l8322,475,8322,486,8345,486,834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348,475l8345,475,8345,486,8348,486,8350,484,8350,477,834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401,475l8398,475,8396,477,8396,484,8398,486,8401,486,840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424,475l8401,475,8401,486,8424,486,842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427,475l8424,475,8424,486,8427,486,8430,484,8430,477,842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481,475l8477,475,8475,477,8475,484,8477,486,8481,486,848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03,475l8481,475,8481,486,8503,486,850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06,475l8503,475,8503,486,8506,486,8509,484,8509,477,850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60,475l8557,475,8554,477,8554,484,8557,486,8560,486,856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83,475l8560,475,8560,486,8583,486,858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86,475l8583,475,8583,486,8586,486,8588,484,8588,477,858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639,475l8636,475,8634,477,8634,484,8636,486,8639,486,863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662,475l8639,475,8639,486,8662,486,866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665,475l8662,475,8662,486,8665,486,8668,484,8668,477,866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719,475l8715,475,8713,477,8713,484,8715,486,8719,486,871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741,475l8719,475,8719,486,8741,486,874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744,475l8741,475,8741,486,8744,486,8747,484,8747,477,874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798,475l8795,475,8792,477,8792,484,8795,486,8798,486,879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21,475l8798,475,8798,486,8821,486,882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24,475l8821,475,8821,486,8824,486,8826,484,8826,477,882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77,475l8874,475,8872,477,8872,484,8874,486,8877,486,887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00,475l8877,475,8877,486,8900,486,890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03,475l8900,475,8900,486,8903,486,8906,484,8906,477,890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57,475l8954,475,8951,477,8951,484,8954,486,8957,486,895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79,475l8957,475,8957,486,8979,486,897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82,475l8979,475,8979,486,8982,486,8985,484,8985,477,898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036,475l9033,475,9030,477,9030,484,9033,486,9036,486,903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059,475l9036,475,9036,486,9059,486,905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062,475l9059,475,9059,486,9062,486,9064,484,9064,477,906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115,475l9112,475,9110,477,9110,484,9112,486,9115,486,911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138,475l9115,475,9115,486,9138,486,913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141,475l9138,475,9138,486,9141,486,9144,484,9144,477,914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195,475l9192,475,9189,477,9189,484,9192,486,9195,486,919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217,475l9195,475,9195,486,9217,486,921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220,475l9217,475,9217,486,9220,486,9223,484,9223,477,922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274,475l9271,475,9268,477,9268,484,9271,486,9274,486,927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297,475l9274,475,9274,486,9297,486,929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300,475l9297,475,9297,486,9300,486,9302,484,9302,477,930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353,475l9350,475,9348,477,9348,484,9350,486,9353,486,935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376,475l9353,475,9353,486,9376,486,937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379,475l9376,475,9376,486,9379,486,9382,484,9382,477,937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433,475l9430,475,9427,477,9427,484,9430,486,9433,486,943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455,475l9433,475,9433,486,9455,486,945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459,475l9455,475,9455,486,9459,486,9461,484,9461,477,945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512,475l9509,475,9506,477,9506,484,9509,486,9512,486,951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535,475l9512,475,9512,486,9535,486,953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538,475l9535,475,9535,486,9538,486,9540,484,9540,477,953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591,475l9588,475,9586,477,9586,484,9588,486,9591,486,959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14,475l9591,475,9591,486,9614,486,961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17,475l9614,475,9614,486,9617,486,9620,484,9620,477,961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71,475l9668,475,9665,477,9665,484,9668,486,9671,486,967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93,475l9671,475,9671,486,9693,486,969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97,475l9693,475,9693,486,9697,486,9699,484,9699,477,969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750,475l9747,475,9744,477,9744,484,9747,486,9750,486,975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773,475l9750,475,9750,486,9773,486,977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776,475l9773,475,9773,486,9776,486,9778,484,9778,477,977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829,475l9826,475,9824,477,9824,484,9826,486,9829,486,982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852,475l9829,475,9829,486,9852,486,985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855,475l9852,475,9852,486,9855,486,9858,484,9858,477,985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909,475l9906,475,9903,477,9903,484,9906,486,9909,486,990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931,475l9909,475,9909,486,9931,486,993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935,475l9931,475,9931,486,9935,486,9937,484,9937,477,993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988,475l9985,475,9982,477,9982,484,9985,486,9988,486,998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11,475l9988,475,9988,486,10011,486,1001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14,475l10011,475,10011,486,10014,486,10017,484,10017,477,1001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68,475l10064,475,10062,477,10062,484,10064,486,10068,486,1006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90,475l10068,475,10068,486,10090,486,1009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93,475l10090,475,10090,486,10093,486,10096,484,10096,477,1009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147,475l10144,475,10141,477,10141,484,10144,486,10147,486,1014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170,475l10147,475,10147,486,10170,486,1017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173,475l10170,475,10170,486,10173,486,10175,484,10175,477,1017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226,475l10223,475,10221,477,10221,484,10223,486,10226,486,1022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249,475l10226,475,10226,486,10249,486,1024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252,475l10249,475,10249,486,10252,486,10255,484,10255,477,1025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306,475l10302,475,10300,477,10300,484,10302,486,10306,486,1030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328,475l10306,475,10306,486,10328,486,1032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331,475l10328,475,10328,486,10331,486,10334,484,10334,477,1033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385,475l10382,475,10379,477,10379,484,10382,486,10385,486,1038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08,475l10385,475,10385,486,10408,486,1040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11,475l10408,475,10408,486,10411,486,10413,484,10413,477,1041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64,475l10461,475,10459,477,10459,484,10461,486,10464,486,1046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87,475l10464,475,10464,486,10487,486,1048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90,475l10487,475,10487,486,10490,486,10493,484,10493,477,1049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544,475l10540,475,10538,477,10538,484,10540,486,10544,486,1054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566,475l10544,475,10544,486,10566,486,1056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569,475l10566,475,10566,486,10569,486,10572,484,10572,477,1056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623,475l10620,475,10617,477,10617,484,10620,486,10623,486,1062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646,475l10623,475,10623,486,10646,486,1064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649,475l10646,475,10646,486,10649,486,10651,484,10651,477,1064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702,475l10699,475,10697,477,10697,484,10699,486,10702,486,1070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725,475l10702,475,10702,486,10725,486,1072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728,475l10725,475,10725,486,10728,486,10731,484,10731,477,1072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782,475l10779,475,10776,477,10776,484,10779,486,10782,486,1078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04,475l10782,475,10782,486,10804,486,1080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07,475l10804,475,10804,486,10807,486,10810,484,10810,477,1080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61,475l10858,475,10855,477,10855,484,10858,486,10861,486,1086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84,475l10861,475,10861,486,10884,486,1088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87,475l10884,475,10884,486,10887,486,10889,484,10889,477,1088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940,475l10937,475,10935,477,10935,484,10937,486,10940,486,1094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963,475l10940,475,10940,486,10963,486,1096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966,475l10963,475,10963,486,10966,486,10969,484,10969,477,1096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20,475l11017,475,11014,477,11014,484,11017,486,11020,486,1102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42,475l11020,475,11020,486,11042,486,1104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45,475l11042,475,11042,486,11045,486,11048,484,11048,477,1104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99,475l11096,475,11093,477,11093,484,11096,486,11099,486,1109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122,475l11099,475,11099,486,11122,486,1112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125,475l11122,475,11122,486,11125,486,11127,484,11127,477,11125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178,475l11175,475,11173,477,11173,484,11175,486,11178,486,1117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01,475l11178,475,11178,486,11201,486,11201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04,475l11201,475,11201,486,11204,486,11207,484,11207,477,1120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58,475l11255,475,11252,477,11252,484,11255,486,11258,486,11258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80,475l11258,475,11258,486,11280,486,1128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84,475l11280,475,11280,486,11284,486,11286,484,11286,477,11284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337,475l11334,475,11331,477,11331,484,11334,486,11337,486,1133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360,475l11337,475,11337,486,11360,486,1136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363,475l11360,475,11360,486,11363,486,11365,484,11365,477,11363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416,475l11413,475,11411,477,11411,484,11413,486,11416,486,1141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439,475l11416,475,11416,486,11439,486,11439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442,475l11439,475,11439,486,11442,486,11445,484,11445,477,11442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07,480l11501,480,11501,495,11504,497,11510,497,11513,495,11513,486,11507,486,11507,48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496,475l11493,475,11490,477,11490,484,11493,486,11496,486,11496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07,475l11496,475,11496,486,11501,486,11501,480,11507,480,1150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07,475l11507,486,11513,480,11507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3,480l11507,486,11510,486,11513,484,11513,48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3,484l11510,486,11513,486,11513,48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75l11507,475,11513,480,11513,477,11510,4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43l11504,543,11501,545,11501,574,11504,577,11510,577,11513,574,11513,545,11510,54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22l11504,622,11501,625,11501,654,11504,656,11510,656,11513,654,11513,625,11510,62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02l11504,702,11501,704,11501,733,11504,736,11510,736,11513,733,11513,704,11510,70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81l11504,781,11501,784,11501,812,11504,815,11510,815,11513,812,11513,784,11510,78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60l11504,860,11501,863,11501,892,11504,894,11510,894,11513,892,11513,863,11510,86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40l11504,940,11501,942,11501,971,11504,974,11510,974,11513,971,11513,942,11510,94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19l11504,1019,11501,1022,11501,1051,11504,1053,11510,1053,11513,1051,11513,1022,11510,101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99l11504,1099,11501,1101,11501,1130,11504,1133,11510,1133,11513,1130,11513,1101,11510,109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78l11504,1178,11501,1180,11501,1209,11504,1212,11510,1212,11513,1209,11513,1180,11510,117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57l11504,1257,11501,1260,11501,1289,11504,1291,11510,1291,11513,1289,11513,1260,11510,125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37l11504,1337,11501,1339,11501,1368,11504,1371,11510,1371,11513,1368,11513,1339,11510,133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16l11504,1416,11501,1419,11501,1448,11504,1450,11510,1450,11513,1448,11513,1419,11510,141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95l11504,1495,11501,1498,11501,1527,11504,1529,11510,1529,11513,1527,11513,1498,11510,149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75l11504,1575,11501,1577,11501,1606,11504,1609,11510,1609,11513,1606,11513,1577,11510,15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654l11504,1654,11501,1657,11501,1686,11504,1688,11510,1688,11513,1686,11513,1657,11510,165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734l11504,1734,11501,1736,11501,1765,11504,1768,11510,1768,11513,1765,11513,1736,11510,173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813l11504,1813,11501,1816,11501,1844,11504,1847,11510,1847,11513,1844,11513,1816,11510,181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892l11504,1892,11501,1895,11501,1924,11504,1926,11510,1926,11513,1924,11513,1895,11510,189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972l11504,1972,11501,1974,11501,2003,11504,2006,11510,2006,11513,2003,11513,1974,11510,197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051l11504,2051,11501,2054,11501,2083,11504,2085,11510,2085,11513,2083,11513,2054,11510,205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131l11504,2131,11501,2133,11501,2162,11504,2165,11510,2165,11513,2162,11513,2133,11510,213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210l11504,2210,11501,2212,11501,2241,11504,2244,11510,2244,11513,2241,11513,2212,11510,221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289l11504,2289,11501,2292,11501,2321,11504,2323,11510,2323,11513,2321,11513,2292,11510,228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369l11504,2369,11501,2371,11501,2400,11504,2403,11510,2403,11513,2400,11513,2371,11510,236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448l11504,2448,11501,2451,11501,2480,11504,2482,11510,2482,11513,2480,11513,2451,11510,244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527l11504,2527,11501,2530,11501,2559,11504,2562,11510,2562,11513,2559,11513,2530,11510,252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607l11504,2607,11501,2609,11501,2638,11504,2641,11510,2641,11513,2638,11513,2609,11510,260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686l11504,2686,11501,2689,11501,2718,11504,2720,11510,2720,11513,2718,11513,2689,11510,268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766l11504,2766,11501,2768,11501,2797,11504,2800,11510,2800,11513,2797,11513,2768,11510,276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845l11504,2845,11501,2848,11501,2877,11504,2879,11510,2879,11513,2877,11513,2848,11510,284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2924l11504,2924,11501,2927,11501,2956,11504,2958,11510,2958,11513,2956,11513,2927,11510,292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004l11504,3004,11501,3006,11501,3035,11504,3038,11510,3038,11513,3035,11513,3006,11510,300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083l11504,3083,11501,3086,11501,3115,11504,3117,11510,3117,11513,3115,11513,3086,11510,308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163l11504,3163,11501,3165,11501,3194,11504,3197,11510,3197,11513,3194,11513,3165,11510,316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242l11504,3242,11501,3245,11501,3273,11504,3276,11510,3276,11513,3273,11513,3245,11510,324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321l11504,3321,11501,3324,11501,3353,11504,3355,11510,3355,11513,3353,11513,3324,11510,332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401l11504,3401,11501,3403,11501,3432,11504,3435,11510,3435,11513,3432,11513,3403,11510,340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480l11504,3480,11501,3483,11501,3512,11504,3514,11510,3514,11513,3512,11513,3483,11510,348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560l11504,3560,11501,3562,11501,3591,11504,3594,11510,3594,11513,3591,11513,3562,11510,356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639l11504,3639,11501,3641,11501,3670,11504,3673,11510,3673,11513,3670,11513,3641,11510,363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718l11504,3718,11501,3721,11501,3750,11504,3752,11510,3752,11513,3750,11513,3721,11510,371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798l11504,3798,11501,3800,11501,3829,11504,3832,11510,3832,11513,3829,11513,3800,11510,379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877l11504,3877,11501,3880,11501,3909,11504,3911,11510,3911,11513,3909,11513,3880,11510,387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3956l11504,3956,11501,3959,11501,3988,11504,3990,11510,3990,11513,3988,11513,3959,11510,395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036l11504,4036,11501,4038,11501,4067,11504,4070,11510,4070,11513,4067,11513,4038,11510,403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115l11504,4115,11501,4118,11501,4147,11504,4149,11510,4149,11513,4147,11513,4118,11510,411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195l11504,4195,11501,4197,11501,4226,11504,4229,11510,4229,11513,4226,11513,4197,11510,419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274l11504,4274,11501,4277,11501,4305,11504,4308,11510,4308,11513,4305,11513,4277,11510,427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353l11504,4353,11501,4356,11501,4385,11504,4387,11510,4387,11513,4385,11513,4356,11510,435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433l11504,4433,11501,4435,11501,4464,11504,4467,11510,4467,11513,4464,11513,4435,11510,443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512l11504,4512,11501,4515,11501,4544,11504,4546,11510,4546,11513,4544,11513,4515,11510,451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592l11504,4592,11501,4594,11501,4623,11504,4626,11510,4626,11513,4623,11513,4594,11510,459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671l11504,4671,11501,4673,11501,4702,11504,4705,11510,4705,11513,4702,11513,4673,11510,467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750l11504,4750,11501,4753,11501,4782,11504,4784,11510,4784,11513,4782,11513,4753,11510,475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830l11504,4830,11501,4832,11501,4861,11504,4864,11510,4864,11513,4861,11513,4832,11510,483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909l11504,4909,11501,4912,11501,4941,11504,4943,11510,4943,11513,4941,11513,4912,11510,490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4988l11504,4988,11501,4991,11501,5020,11504,5023,11510,5023,11513,5020,11513,4991,11510,498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068l11504,5068,11501,5070,11501,5099,11504,5102,11510,5102,11513,5099,11513,5070,11510,506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147l11504,5147,11501,5150,11501,5179,11504,5181,11510,5181,11513,5179,11513,5150,11510,514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227l11504,5227,11501,5229,11501,5258,11504,5261,11510,5261,11513,5258,11513,5229,11510,522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306l11504,5306,11501,5309,11501,5338,11504,5340,11510,5340,11513,5338,11513,5309,11510,530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385l11504,5385,11501,5388,11501,5417,11504,5419,11510,5419,11513,5417,11513,5388,11510,538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465l11504,5465,11501,5467,11501,5496,11504,5499,11510,5499,11513,5496,11513,5467,11510,546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544l11504,5544,11501,5547,11501,5576,11504,5578,11510,5578,11513,5576,11513,5547,11510,554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624l11504,5624,11501,5626,11501,5655,11504,5658,11510,5658,11513,5655,11513,5626,11510,562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703l11504,5703,11501,5706,11501,5734,11504,5737,11510,5737,11513,5734,11513,5706,11510,570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782l11504,5782,11501,5785,11501,5814,11504,5816,11510,5816,11513,5814,11513,5785,11510,578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862l11504,5862,11501,5864,11501,5893,11504,5896,11510,5896,11513,5893,11513,5864,11510,586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5941l11504,5941,11501,5944,11501,5973,11504,5975,11510,5975,11513,5973,11513,5944,11510,594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021l11504,6021,11501,6023,11501,6052,11504,6055,11510,6055,11513,6052,11513,6023,11510,602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100l11504,6100,11501,6102,11501,6131,11504,6134,11510,6134,11513,6131,11513,6102,11510,610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179l11504,6179,11501,6182,11501,6211,11504,6213,11510,6213,11513,6211,11513,6182,11510,617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259l11504,6259,11501,6261,11501,6290,11504,6293,11510,6293,11513,6290,11513,6261,11510,625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338l11504,6338,11501,6341,11501,6370,11504,6372,11510,6372,11513,6370,11513,6341,11510,633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417l11504,6417,11501,6420,11501,6449,11504,6451,11510,6451,11513,6449,11513,6420,11510,641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497l11504,6497,11501,6499,11501,6528,11504,6531,11510,6531,11513,6528,11513,6499,11510,649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576l11504,6576,11501,6579,11501,6608,11504,6610,11510,6610,11513,6608,11513,6579,11510,657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656l11504,6656,11501,6658,11501,6687,11504,6690,11510,6690,11513,6687,11513,6658,11510,665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735l11504,6735,11501,6738,11501,6766,11504,6769,11510,6769,11513,6766,11513,6738,11510,673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814l11504,6814,11501,6817,11501,6846,11504,6848,11510,6848,11513,6846,11513,6817,11510,681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894l11504,6894,11501,6896,11501,6925,11504,6928,11510,6928,11513,6925,11513,6896,11510,689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6973l11504,6973,11501,6976,11501,7005,11504,7007,11510,7007,11513,7005,11513,6976,11510,697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053l11504,7053,11501,7055,11501,7084,11504,7087,11510,7087,11513,7084,11513,7055,11510,705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132l11504,7132,11501,7134,11501,7163,11504,7166,11510,7166,11513,7163,11513,7134,11510,713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211l11504,7211,11501,7214,11501,7243,11504,7245,11510,7245,11513,7243,11513,7214,11510,721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291l11504,7291,11501,7293,11501,7322,11504,7325,11510,7325,11513,7322,11513,7293,11510,729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370l11504,7370,11501,7373,11501,7402,11504,7404,11510,7404,11513,7402,11513,7373,11510,737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449l11504,7449,11501,7452,11501,7481,11504,7484,11510,7484,11513,7481,11513,7452,11510,744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529l11504,7529,11501,7531,11501,7560,11504,7563,11510,7563,11513,7560,11513,7531,11510,752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608l11504,7608,11501,7611,11501,7640,11504,7642,11510,7642,11513,7640,11513,7611,11510,760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688l11504,7688,11501,7690,11501,7719,11504,7722,11510,7722,11513,7719,11513,7690,11510,768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767l11504,7767,11501,7770,11501,7799,11504,7801,11510,7801,11513,7799,11513,7770,11510,776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846l11504,7846,11501,7849,11501,7878,11504,7880,11510,7880,11513,7878,11513,7849,11510,784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7926l11504,7926,11501,7928,11501,7957,11504,7960,11510,7960,11513,7957,11513,7928,11510,792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005l11504,8005,11501,8008,11501,8037,11504,8039,11510,8039,11513,8037,11513,8008,11510,800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085l11504,8085,11501,8087,11501,8116,11504,8119,11510,8119,11513,8116,11513,8087,11510,808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164l11504,8164,11501,8167,11501,8195,11504,8198,11510,8198,11513,8195,11513,8167,11510,816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243l11504,8243,11501,8246,11501,8275,11504,8277,11510,8277,11513,8275,11513,8246,11510,824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323l11504,8323,11501,8325,11501,8354,11504,8357,11510,8357,11513,8354,11513,8325,11510,832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402l11504,8402,11501,8405,11501,8434,11504,8436,11510,8436,11513,8434,11513,8405,11510,840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482l11504,8482,11501,8484,11501,8513,11504,8516,11510,8516,11513,8513,11513,8484,11510,848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561l11504,8561,11501,8563,11501,8592,11504,8595,11510,8595,11513,8592,11513,8563,11510,856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640l11504,8640,11501,8643,11501,8672,11504,8674,11510,8674,11513,8672,11513,8643,11510,864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720l11504,8720,11501,8722,11501,8751,11504,8754,11510,8754,11513,8751,11513,8722,11510,872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799l11504,8799,11501,8802,11501,8831,11504,8833,11510,8833,11513,8831,11513,8802,11510,879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878l11504,8878,11501,8881,11501,8910,11504,8912,11510,8912,11513,8910,11513,8881,11510,887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8958l11504,8958,11501,8960,11501,8989,11504,8992,11510,8992,11513,8989,11513,8960,11510,895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037l11504,9037,11501,9040,11501,9069,11504,9071,11510,9071,11513,9069,11513,9040,11510,903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117l11504,9117,11501,9119,11501,9148,11504,9151,11510,9151,11513,9148,11513,9119,11510,911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196l11504,9196,11501,9199,11501,9227,11504,9230,11510,9230,11513,9227,11513,9199,11510,919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275l11504,9275,11501,9278,11501,9307,11504,9309,11510,9309,11513,9307,11513,9278,11510,92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355l11504,9355,11501,9357,11501,9386,11504,9389,11510,9389,11513,9386,11513,9357,11510,935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434l11504,9434,11501,9437,11501,9466,11504,9468,11510,9468,11513,9466,11513,9437,11510,943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514l11504,9514,11501,9516,11501,9545,11504,9548,11510,9548,11513,9545,11513,9516,11510,951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593l11504,9593,11501,9595,11501,9624,11504,9627,11510,9627,11513,9624,11513,9595,11510,959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672l11504,9672,11501,9675,11501,9704,11504,9706,11510,9706,11513,9704,11513,9675,11510,967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752l11504,9752,11501,9754,11501,9783,11504,9786,11510,9786,11513,9783,11513,9754,11510,97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831l11504,9831,11501,9834,11501,9863,11504,9865,11510,9865,11513,9863,11513,9834,11510,983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910l11504,9910,11501,9913,11501,9942,11504,9945,11510,9945,11513,9942,11513,9913,11510,991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9990l11504,9990,11501,9992,11501,10021,11504,10024,11510,10024,11513,10021,11513,9992,11510,999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069l11504,10069,11501,10072,11501,10101,11504,10103,11510,10103,11513,10101,11513,10072,11510,1006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149l11504,10149,11501,10151,11501,10180,11504,10183,11510,10183,11513,10180,11513,10151,11510,1014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228l11504,10228,11501,10231,11501,10260,11504,10262,11510,10262,11513,10260,11513,10231,11510,1022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307l11504,10307,11501,10310,11501,10339,11504,10341,11510,10341,11513,10339,11513,10310,11510,1030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387l11504,10387,11501,10389,11501,10418,11504,10421,11510,10421,11513,10418,11513,10389,11510,1038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466l11504,10466,11501,10469,11501,10498,11504,10500,11510,10500,11513,10498,11513,10469,11510,1046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546l11504,10546,11501,10548,11501,10577,11504,10580,11510,10580,11513,10577,11513,10548,11510,1054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625l11504,10625,11501,10628,11501,10656,11504,10659,11510,10659,11513,10656,11513,10628,11510,1062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704l11504,10704,11501,10707,11501,10736,11504,10738,11510,10738,11513,10736,11513,10707,11510,1070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784l11504,10784,11501,10786,11501,10815,11504,10818,11510,10818,11513,10815,11513,10786,11510,1078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863l11504,10863,11501,10866,11501,10895,11504,10897,11510,10897,11513,10895,11513,10866,11510,1086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0943l11504,10943,11501,10945,11501,10974,11504,10977,11510,10977,11513,10974,11513,10945,11510,1094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022l11504,11022,11501,11024,11501,11053,11504,11056,11510,11056,11513,11053,11513,11024,11510,1102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101l11504,11101,11501,11104,11501,11133,11504,11135,11510,11135,11513,11133,11513,11104,11510,1110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181l11504,11181,11501,11183,11501,11212,11504,11215,11510,11215,11513,11212,11513,11183,11510,1118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260l11504,11260,11501,11263,11501,11292,11504,11294,11510,11294,11513,11292,11513,11263,11510,1126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339l11504,11339,11501,11342,11501,11371,11504,11373,11510,11373,11513,11371,11513,11342,11510,1133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419l11504,11419,11501,11421,11501,11450,11504,11453,11510,11453,11513,11450,11513,11421,11510,1141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498l11504,11498,11501,11501,11501,11530,11504,11532,11510,11532,11513,11530,11513,11501,11510,1149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578l11504,11578,11501,11580,11501,11609,11504,11612,11510,11612,11513,11609,11513,11580,11510,1157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657l11504,11657,11501,11660,11501,11688,11504,11691,11510,11691,11513,11688,11513,11660,11510,1165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736l11504,11736,11501,11739,11501,11768,11504,11770,11510,11770,11513,11768,11513,11739,11510,1173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816l11504,11816,11501,11818,11501,11847,11504,11850,11510,11850,11513,11847,11513,11818,11510,1181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895l11504,11895,11501,11898,11501,11927,11504,11929,11510,11929,11513,11927,11513,11898,11510,1189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1975l11504,11975,11501,11977,11501,12006,11504,12009,11510,12009,11513,12006,11513,11977,11510,119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054l11504,12054,11501,12056,11501,12085,11504,12088,11510,12088,11513,12085,11513,12056,11510,1205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133l11504,12133,11501,12136,11501,12165,11504,12167,11510,12167,11513,12165,11513,12136,11510,1213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213l11504,12213,11501,12215,11501,12244,11504,12247,11510,12247,11513,12244,11513,12215,11510,1221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292l11504,12292,11501,12295,11501,12324,11504,12326,11510,12326,11513,12324,11513,12295,11510,1229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371l11504,12371,11501,12374,11501,12403,11504,12406,11510,12406,11513,12403,11513,12374,11510,1237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451l11504,12451,11501,12453,11501,12482,11504,12485,11510,12485,11513,12482,11513,12453,11510,1245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530l11504,12530,11501,12533,11501,12562,11504,12564,11510,12564,11513,12562,11513,12533,11510,1253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610l11504,12610,11501,12612,11501,12641,11504,12644,11510,12644,11513,12641,11513,12612,11510,1261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689l11504,12689,11501,12692,11501,12721,11504,12723,11510,12723,11513,12721,11513,12692,11510,1268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768l11504,12768,11501,12771,11501,12800,11504,12802,11510,12802,11513,12800,11513,12771,11510,1276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848l11504,12848,11501,12850,11501,12879,11504,12882,11510,12882,11513,12879,11513,12850,11510,1284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2927l11504,12927,11501,12930,11501,12959,11504,12961,11510,12961,11513,12959,11513,12930,11510,1292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007l11504,13007,11501,13009,11501,13038,11504,13041,11510,13041,11513,13038,11513,13009,11510,1300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086l11504,13086,11501,13089,11501,13117,11504,13120,11510,13120,11513,13117,11513,13089,11510,1308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165l11504,13165,11501,13168,11501,13197,11504,13199,11510,13199,11513,13197,11513,13168,11510,1316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245l11504,13245,11501,13247,11501,13276,11504,13279,11510,13279,11513,13276,11513,13247,11510,1324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324l11504,13324,11501,13327,11501,13356,11504,13358,11510,13358,11513,13356,11513,13327,11510,1332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404l11504,13404,11501,13406,11501,13435,11504,13438,11510,13438,11513,13435,11513,13406,11510,1340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483l11504,13483,11501,13485,11501,13514,11504,13517,11510,13517,11513,13514,11513,13485,11510,1348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562l11504,13562,11501,13565,11501,13594,11504,13596,11510,13596,11513,13594,11513,13565,11510,1356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642l11504,13642,11501,13644,11501,13673,11504,13676,11510,13676,11513,13673,11513,13644,11510,1364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721l11504,13721,11501,13724,11501,13753,11504,13755,11510,13755,11513,13753,11513,13724,11510,1372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800l11504,13800,11501,13803,11501,13832,11504,13834,11510,13834,11513,13832,11513,13803,11510,1380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880l11504,13880,11501,13882,11501,13911,11504,13914,11510,13914,11513,13911,11513,13882,11510,1388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3959l11504,13959,11501,13962,11501,13991,11504,13993,11510,13993,11513,13991,11513,13962,11510,1395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039l11504,14039,11501,14041,11501,14070,11504,14073,11510,14073,11513,14070,11513,14041,11510,1403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118l11504,14118,11501,14121,11501,14149,11504,14152,11510,14152,11513,14149,11513,14121,11510,1411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197l11504,14197,11501,14200,11501,14229,11504,14231,11510,14231,11513,14229,11513,14200,11510,1419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277l11504,14277,11501,14279,11501,14308,11504,14311,11510,14311,11513,14308,11513,14279,11510,1427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356l11504,14356,11501,14359,11501,14388,11504,14390,11510,14390,11513,14388,11513,14359,11510,1435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436l11504,14436,11501,14438,11501,14467,11504,14470,11510,14470,11513,14467,11513,14438,11510,1443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515l11504,14515,11501,14517,11501,14546,11504,14549,11510,14549,11513,14546,11513,14517,11510,1451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594l11504,14594,11501,14597,11501,14626,11504,14628,11510,14628,11513,14626,11513,14597,11510,1459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674l11504,14674,11501,14676,11501,14705,11504,14708,11510,14708,11513,14705,11513,14676,11510,1467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753l11504,14753,11501,14756,11501,14785,11504,14787,11510,14787,11513,14785,11513,14756,11510,1475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832l11504,14832,11501,14835,11501,14864,11504,14867,11510,14867,11513,14864,11513,14835,11510,1483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912l11504,14912,11501,14914,11501,14943,11504,14946,11510,14946,11513,14943,11513,14914,11510,1491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4991l11504,14991,11501,14994,11501,15023,11504,15025,11510,15025,11513,15023,11513,14994,11510,1499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071l11504,15071,11501,15073,11501,15102,11504,15105,11510,15105,11513,15102,11513,15073,11510,1507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150l11504,15150,11501,15153,11501,15182,11504,15184,11510,15184,11513,15182,11513,15153,11510,1515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229l11504,15229,11501,15232,11501,15261,11504,15263,11510,15263,11513,15261,11513,15232,11510,1522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309l11504,15309,11501,15311,11501,15340,11504,15343,11510,15343,11513,15340,11513,15311,11510,1530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388l11504,15388,11501,15391,11501,15420,11504,15422,11510,15422,11513,15420,11513,15391,11510,1538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468l11504,15468,11501,15470,11501,15499,11504,15502,11510,15502,11513,15499,11513,15470,11510,1546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547l11504,15547,11501,15550,11501,15578,11504,15581,11510,15581,11513,15578,11513,15550,11510,1554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626l11504,15626,11501,15629,11501,15658,11504,15660,11510,15660,11513,15658,11513,15629,11510,1562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706l11504,15706,11501,15708,11501,15737,11504,15740,11510,15740,11513,15737,11513,15708,11510,1570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785l11504,15785,11501,15788,11501,15817,11504,15819,11510,15819,11513,15817,11513,15788,11510,1578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865l11504,15865,11501,15867,11501,15896,11504,15899,11510,15899,11513,15896,11513,15867,11510,1586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5944l11504,15944,11501,15946,11501,15975,11504,15978,11510,15978,11513,15975,11513,15946,11510,1594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6023l11504,16023,11501,16026,11501,16055,11504,16057,11510,16057,11513,16055,11513,16026,11510,1602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6103l11504,16103,11501,16105,11501,16134,11504,16137,11510,16137,11513,16134,11513,16105,11510,1610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6182l11504,16182,11501,16185,11501,16214,11504,16216,11510,16216,11513,16214,11513,16185,11510,1618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6261l11504,16261,11501,16264,11501,16293,11504,16295,11510,16295,11513,16293,11513,16264,11510,1626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496,16352l11493,16352,11490,16354,11490,16360,11493,16363,11496,16363,1149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01,16352l11496,16352,11496,16363,11504,16363,11501,16360,1150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01,16357l11501,16360,11504,16363,11507,16363,11501,1635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0,16341l11504,16341,11501,16343,11501,16357,11507,16363,11507,16352,11513,16352,11513,16343,11510,1634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3,16352l11507,16352,11507,16363,11513,16357,1151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513,16357l11507,16363,11510,16363,11513,16360,11513,1635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416,16352l11413,16352,11411,16354,11411,16360,11413,16363,11416,16363,1141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439,16352l11416,16352,11416,16363,11439,16363,1143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442,16352l11439,16352,11439,16363,11442,16363,11445,16360,11445,16354,1144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337,16352l11334,16352,11331,16354,11331,16360,11334,16363,11337,16363,1133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360,16352l11337,16352,11337,16363,11360,16363,1136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363,16352l11360,16352,11360,16363,11363,16363,11365,16360,11365,16354,1136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58,16352l11255,16352,11252,16354,11252,16360,11255,16363,11258,16363,1125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80,16352l11258,16352,11258,16363,11280,16363,1128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83,16352l11280,16352,11280,16363,11283,16363,11286,16360,11286,16354,1128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178,16352l11175,16352,11173,16354,11173,16360,11175,16363,11178,16363,1117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01,16352l11178,16352,11178,16363,11201,16363,1120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04,16352l11201,16352,11201,16363,11204,16363,11207,16360,11207,16354,1120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99,16352l11096,16352,11093,16354,11093,16360,11096,16363,11099,16363,1109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122,16352l11099,16352,11099,16363,11122,16363,1112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125,16352l11122,16352,11122,16363,11125,16363,11127,16360,11127,16354,1112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20,16352l11016,16352,11014,16354,11014,16360,11016,16363,11020,16363,1102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42,16352l11020,16352,11020,16363,11042,16363,1104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45,16352l11042,16352,11042,16363,11045,16363,11048,16360,11048,16354,1104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940,16352l10937,16352,10935,16354,10935,16360,10937,16363,10940,16363,1094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963,16352l10940,16352,10940,16363,10963,16363,1096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966,16352l10963,16352,10963,16363,10966,16363,10969,16360,10969,16354,1096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61,16352l10858,16352,10855,16354,10855,16360,10858,16363,10861,16363,1086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84,16352l10861,16352,10861,16363,10884,16363,1088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87,16352l10884,16352,10884,16363,10887,16363,10889,16360,10889,16354,1088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782,16352l10778,16352,10776,16354,10776,16360,10778,16363,10782,16363,1078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04,16352l10782,16352,10782,16363,10804,16363,1080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807,16352l10804,16352,10804,16363,10807,16363,10810,16360,10810,16354,1080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702,16352l10699,16352,10697,16354,10697,16360,10699,16363,10702,16363,1070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725,16352l10702,16352,10702,16363,10725,16363,1072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728,16352l10725,16352,10725,16363,10728,16363,10731,16360,10731,16354,1072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623,16352l10620,16352,10617,16354,10617,16360,10620,16363,10623,16363,1062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646,16352l10623,16352,10623,16363,10646,16363,1064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649,16352l10646,16352,10646,16363,10649,16363,10651,16360,10651,16354,1064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544,16352l10540,16352,10538,16354,10538,16360,10540,16363,10544,16363,1054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566,16352l10544,16352,10544,16363,10566,16363,1056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569,16352l10566,16352,10566,16363,10569,16363,10572,16360,10572,16354,1056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64,16352l10461,16352,10459,16354,10459,16360,10461,16363,10464,16363,1046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87,16352l10464,16352,10464,16363,10487,16363,1048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90,16352l10487,16352,10487,16363,10490,16363,10493,16360,10493,16354,1049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385,16352l10382,16352,10379,16354,10379,16360,10382,16363,10385,16363,1038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08,16352l10385,16352,10385,16363,10408,16363,1040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11,16352l10408,16352,10408,16363,10411,16363,10413,16360,10413,16354,1041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305,16352l10302,16352,10300,16354,10300,16360,10302,16363,10305,16363,1030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328,16352l10305,16352,10305,16363,10328,16363,1032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331,16352l10328,16352,10328,16363,10331,16363,10334,16360,10334,16354,1033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226,16352l10223,16352,10220,16354,10220,16360,10223,16363,10226,16363,1022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249,16352l10226,16352,10226,16363,10249,16363,1024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252,16352l10249,16352,10249,16363,10252,16363,10254,16360,10254,16354,1025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147,16352l10144,16352,10141,16354,10141,16360,10144,16363,10147,16363,1014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169,16352l10147,16352,10147,16363,10169,16363,1016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173,16352l10169,16352,10169,16363,10173,16363,10175,16360,10175,16354,1017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67,16352l10064,16352,10062,16354,10062,16360,10064,16363,10067,16363,1006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90,16352l10067,16352,10067,16363,10090,16363,1009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93,16352l10090,16352,10090,16363,10093,16363,10096,16360,10096,16354,1009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988,16352l9985,16352,9982,16354,9982,16360,9985,16363,9988,16363,998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11,16352l9988,16352,9988,16363,10011,16363,1001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014,16352l10011,16352,10011,16363,10014,16363,10016,16360,10016,16354,1001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909,16352l9906,16352,9903,16354,9903,16360,9906,16363,9909,16363,990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931,16352l9909,16352,9909,16363,9931,16363,993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935,16352l9931,16352,9931,16363,9935,16363,9937,16360,9937,16354,993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829,16352l9826,16352,9824,16354,9824,16360,9826,16363,9829,16363,982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852,16352l9829,16352,9829,16363,9852,16363,985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855,16352l9852,16352,9852,16363,9855,16363,9858,16360,9858,16354,985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750,16352l9747,16352,9744,16354,9744,16360,9747,16363,9750,16363,975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773,16352l9750,16352,9750,16363,9773,16363,977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776,16352l9773,16352,9773,16363,9776,16363,9778,16360,9778,16354,977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71,16352l9668,16352,9665,16354,9665,16360,9668,16363,9671,16363,967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93,16352l9671,16352,9671,16363,9693,16363,969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97,16352l9693,16352,9693,16363,9697,16363,9699,16360,9699,16354,969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591,16352l9588,16352,9586,16354,9586,16360,9588,16363,9591,16363,959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14,16352l9591,16352,9591,16363,9614,16363,961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17,16352l9614,16352,9614,16363,9617,16363,9620,16360,9620,16354,961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512,16352l9509,16352,9506,16354,9506,16360,9509,16363,9512,16363,951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535,16352l9512,16352,9512,16363,9535,16363,953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538,16352l9535,16352,9535,16363,9538,16363,9540,16360,9540,16354,953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433,16352l9430,16352,9427,16354,9427,16360,9430,16363,9433,16363,943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455,16352l9433,16352,9433,16363,9455,16363,945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458,16352l9455,16352,9455,16363,9458,16363,9461,16360,9461,16354,945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353,16352l9350,16352,9348,16354,9348,16360,9350,16363,9353,16363,935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376,16352l9353,16352,9353,16363,9376,16363,937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379,16352l9376,16352,9376,16363,9379,16363,9382,16360,9382,16354,937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274,16352l9271,16352,9268,16354,9268,16360,9271,16363,9274,16363,927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297,16352l9274,16352,9274,16363,9297,16363,929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300,16352l9297,16352,9297,16363,9300,16363,9302,16360,9302,16354,930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195,16352l9191,16352,9189,16354,9189,16360,9191,16363,9195,16363,919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217,16352l9195,16352,9195,16363,9217,16363,921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220,16352l9217,16352,9217,16363,9220,16363,9223,16360,9223,16354,922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115,16352l9112,16352,9110,16354,9110,16360,9112,16363,9115,16363,911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138,16352l9115,16352,9115,16363,9138,16363,913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141,16352l9138,16352,9138,16363,9141,16363,9144,16360,9144,16354,914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036,16352l9033,16352,9030,16354,9030,16360,9033,16363,9036,16363,903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059,16352l9036,16352,9036,16363,9059,16363,905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062,16352l9059,16352,9059,16363,9062,16363,9064,16360,9064,16354,906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57,16352l8953,16352,8951,16354,8951,16360,8953,16363,8957,16363,895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79,16352l8957,16352,8957,16363,8979,16363,897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82,16352l8979,16352,8979,16363,8982,16363,8985,16360,8985,16354,898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77,16352l8874,16352,8872,16354,8872,16360,8874,16363,8877,16363,887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00,16352l8877,16352,8877,16363,8900,16363,890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903,16352l8900,16352,8900,16363,8903,16363,8906,16360,8906,16354,890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798,16352l8795,16352,8792,16354,8792,16360,8795,16363,8798,16363,879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21,16352l8798,16352,8798,16363,8821,16363,882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24,16352l8821,16352,8821,16363,8824,16363,8826,16360,8826,16354,882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719,16352l8715,16352,8713,16354,8713,16360,8715,16363,8719,16363,871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741,16352l8719,16352,8719,16363,8741,16363,874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744,16352l8741,16352,8741,16363,8744,16363,8747,16360,8747,16354,874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639,16352l8636,16352,8634,16354,8634,16360,8636,16363,8639,16363,863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662,16352l8639,16352,8639,16363,8662,16363,866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665,16352l8662,16352,8662,16363,8665,16363,8668,16360,8668,16354,866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60,16352l8557,16352,8554,16354,8554,16360,8557,16363,8560,16363,856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83,16352l8560,16352,8560,16363,8583,16363,858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86,16352l8583,16352,8583,16363,8586,16363,8588,16360,8588,16354,858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481,16352l8477,16352,8475,16354,8475,16360,8477,16363,8481,16363,848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03,16352l8481,16352,8481,16363,8503,16363,850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506,16352l8503,16352,8503,16363,8506,16363,8509,16360,8509,16354,850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401,16352l8398,16352,8395,16354,8395,16360,8398,16363,8401,16363,840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424,16352l8401,16352,8401,16363,8424,16363,842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427,16352l8424,16352,8424,16363,8427,16363,8429,16360,8429,16354,842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322,16352l8319,16352,8316,16354,8316,16360,8319,16363,8322,16363,832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344,16352l8322,16352,8322,16363,8344,16363,834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348,16352l8344,16352,8344,16363,8348,16363,8350,16360,8350,16354,834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242,16352l8239,16352,8237,16354,8237,16360,8239,16363,8242,16363,824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265,16352l8242,16352,8242,16363,8265,16363,826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268,16352l8265,16352,8265,16363,8268,16363,8271,16360,8271,16354,826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63,16352l8160,16352,8157,16354,8157,16360,8160,16363,8163,16363,816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86,16352l8163,16352,8163,16363,8186,16363,818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89,16352l8186,16352,8186,16363,8189,16363,8191,16360,8191,16354,818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84,16352l8081,16352,8078,16354,8078,16360,8081,16363,8084,16363,808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06,16352l8084,16352,8084,16363,8106,16363,810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10,16352l8106,16352,8106,16363,8110,16363,8112,16360,8112,16354,811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04,16352l8001,16352,7999,16354,7999,16360,8001,16363,8004,16363,800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27,16352l8004,16352,8004,16363,8027,16363,802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30,16352l8027,16352,8027,16363,8030,16363,8033,16360,8033,16354,803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925,16352l7922,16352,7919,16354,7919,16360,7922,16363,7925,16363,792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948,16352l7925,16352,7925,16363,7948,16363,794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951,16352l7948,16352,7948,16363,7951,16363,7953,16360,7953,16354,795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846,16352l7843,16352,7840,16354,7840,16360,7843,16363,7846,16363,784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868,16352l7846,16352,7846,16363,7868,16363,786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872,16352l7868,16352,7868,16363,7872,16363,7874,16360,7874,16354,787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66,16352l7763,16352,7761,16354,7761,16360,7763,16363,7766,16363,776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89,16352l7766,16352,7766,16363,7789,16363,778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92,16352l7789,16352,7789,16363,7792,16363,7795,16360,7795,16354,779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687,16352l7684,16352,7681,16354,7681,16360,7684,16363,7687,16363,768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10,16352l7687,16352,7687,16363,7710,16363,771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713,16352l7710,16352,7710,16363,7713,16363,7715,16360,7715,16354,771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608,16352l7605,16352,7602,16354,7602,16360,7605,16363,7608,16363,760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630,16352l7608,16352,7608,16363,7630,16363,763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633,16352l7630,16352,7630,16363,7633,16363,7636,16360,7636,16354,763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528,16352l7525,16352,7523,16354,7523,16360,7525,16363,7528,16363,752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551,16352l7528,16352,7528,16363,7551,16363,755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554,16352l7551,16352,7551,16363,7554,16363,7557,16360,7557,16354,755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449,16352l7446,16352,7443,16354,7443,16360,7446,16363,7449,16363,744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472,16352l7449,16352,7449,16363,7472,16363,747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475,16352l7472,16352,7472,16363,7475,16363,7477,16360,7477,16354,747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70,16352l7367,16352,7364,16354,7364,16360,7367,16363,7370,16363,737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92,16352l7370,16352,7370,16363,7392,16363,739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95,16352l7392,16352,7392,16363,7395,16363,7398,16360,7398,16354,739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90,16352l7287,16352,7285,16354,7285,16360,7287,16363,7290,16363,729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13,16352l7290,16352,7290,16363,7313,16363,731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16,16352l7313,16352,7313,16363,7316,16363,7319,16360,7319,16354,731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11,16352l7208,16352,7205,16354,7205,16360,7208,16363,7211,16363,721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34,16352l7211,16352,7211,16363,7234,16363,723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37,16352l7234,16352,7234,16363,7237,16363,7239,16360,7239,16354,723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132,16352l7128,16352,7126,16354,7126,16360,7128,16363,7132,16363,713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154,16352l7132,16352,7132,16363,7154,16363,715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157,16352l7154,16352,7154,16363,7157,16363,7160,16360,7160,16354,715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052,16352l7049,16352,7047,16354,7047,16360,7049,16363,7052,16363,705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075,16352l7052,16352,7052,16363,7075,16363,707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078,16352l7075,16352,7075,16363,7078,16363,7081,16360,7081,16354,707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73,16352l6970,16352,6967,16354,6967,16360,6970,16363,6973,16363,697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96,16352l6973,16352,6973,16363,6996,16363,699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99,16352l6996,16352,6996,16363,6999,16363,7001,16360,7001,16354,699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894,16352l6890,16352,6888,16354,6888,16360,6890,16363,6894,16363,689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16,16352l6894,16352,6894,16363,6916,16363,691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919,16352l6916,16352,6916,16363,6919,16363,6922,16360,6922,16354,691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814,16352l6811,16352,6809,16354,6809,16360,6811,16363,6814,16363,681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837,16352l6814,16352,6814,16363,6837,16363,683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840,16352l6837,16352,6837,16363,6840,16363,6843,16360,6843,16354,684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735,16352l6732,16352,6729,16354,6729,16360,6732,16363,6735,16363,673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758,16352l6735,16352,6735,16363,6758,16363,675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761,16352l6758,16352,6758,16363,6761,16363,6763,16360,6763,16354,676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656,16352l6652,16352,6650,16354,6650,16360,6652,16363,6656,16363,665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678,16352l6656,16352,6656,16363,6678,16363,667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681,16352l6678,16352,6678,16363,6681,16363,6684,16360,6684,16354,668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76,16352l6573,16352,6570,16354,6570,16360,6573,16363,6576,16363,657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99,16352l6576,16352,6576,16363,6599,16363,659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602,16352l6599,16352,6599,16363,6602,16363,6605,16360,6605,16354,660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97,16352l6494,16352,6491,16354,6491,16360,6494,16363,6497,16363,649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19,16352l6497,16352,6497,16363,6519,16363,651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23,16352l6519,16352,6519,16363,6523,16363,6525,16360,6525,16354,652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17,16352l6414,16352,6412,16354,6412,16360,6414,16363,6417,16363,641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40,16352l6417,16352,6417,16363,6440,16363,644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43,16352l6440,16352,6440,16363,6443,16363,6446,16360,6446,16354,644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338,16352l6335,16352,6332,16354,6332,16360,6335,16363,6338,16363,633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361,16352l6338,16352,6338,16363,6361,16363,636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364,16352l6361,16352,6361,16363,6364,16363,6366,16360,6366,16354,636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59,16352l6256,16352,6253,16354,6253,16360,6256,16363,6259,16363,625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81,16352l6259,16352,6259,16363,6281,16363,628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85,16352l6281,16352,6281,16363,6285,16363,6287,16360,6287,16354,628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179,16352l6176,16352,6174,16354,6174,16360,6176,16363,6179,16363,617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02,16352l6179,16352,6179,16363,6202,16363,620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05,16352l6202,16352,6202,16363,6205,16363,6208,16360,6208,16354,620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100,16352l6097,16352,6094,16354,6094,16360,6097,16363,6100,16363,610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123,16352l6100,16352,6100,16363,6123,16363,612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126,16352l6123,16352,6123,16363,6126,16363,6128,16360,6128,16354,612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021,16352l6018,16352,6015,16354,6015,16360,6018,16363,6021,16363,602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043,16352l6021,16352,6021,16363,6043,16363,604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047,16352l6043,16352,6043,16363,6047,16363,6049,16360,6049,16354,604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941,16352l5938,16352,5936,16354,5936,16360,5938,16363,5941,16363,594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964,16352l5941,16352,5941,16363,5964,16363,596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967,16352l5964,16352,5964,16363,5967,16363,5970,16360,5970,16354,596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62,16352l5859,16352,5856,16354,5856,16360,5859,16363,5862,16363,586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85,16352l5862,16352,5862,16363,5885,16363,588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88,16352l5885,16352,5885,16363,5888,16363,5890,16360,5890,16354,588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83,16352l5780,16352,5777,16354,5777,16360,5780,16363,5783,16363,578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05,16352l5783,16352,5783,16363,5805,16363,580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808,16352l5805,16352,5805,16363,5808,16363,5811,16360,5811,16354,580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03,16352l5700,16352,5698,16354,5698,16360,5700,16363,5703,16363,570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26,16352l5703,16352,5703,16363,5726,16363,572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29,16352l5726,16352,5726,16363,5729,16363,5732,16360,5732,16354,572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624,16352l5621,16352,5618,16354,5618,16360,5621,16363,5624,16363,562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647,16352l5624,16352,5624,16363,5647,16363,564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650,16352l5647,16352,5647,16363,5650,16363,5652,16360,5652,16354,565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545,16352l5542,16352,5539,16354,5539,16360,5542,16363,5545,16363,554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567,16352l5545,16352,5545,16363,5567,16363,556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570,16352l5567,16352,5567,16363,5570,16363,5573,16360,5573,16354,557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65,16352l5462,16352,5460,16354,5460,16360,5462,16363,5465,16363,546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88,16352l5465,16352,5465,16363,5488,16363,548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91,16352l5488,16352,5488,16363,5491,16363,5494,16360,5494,16354,549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386,16352l5383,16352,5380,16354,5380,16360,5383,16363,5386,16363,538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09,16352l5386,16352,5386,16363,5409,16363,540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12,16352l5409,16352,5409,16363,5412,16363,5414,16360,5414,16354,541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307,16352l5303,16352,5301,16354,5301,16360,5303,16363,5307,16363,530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329,16352l5307,16352,5307,16363,5329,16363,532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332,16352l5329,16352,5329,16363,5332,16363,5335,16360,5335,16354,533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227,16352l5224,16352,5222,16354,5222,16360,5224,16363,5227,16363,522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250,16352l5227,16352,5227,16363,5250,16363,525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253,16352l5250,16352,5250,16363,5253,16363,5256,16360,5256,16354,525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148,16352l5145,16352,5142,16354,5142,16360,5145,16363,5148,16363,514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171,16352l5148,16352,5148,16363,5171,16363,517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174,16352l5171,16352,5171,16363,5174,16363,5176,16360,5176,16354,517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69,16352l5065,16352,5063,16354,5063,16360,5065,16363,5069,16363,506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91,16352l5069,16352,5069,16363,5091,16363,509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94,16352l5091,16352,5091,16363,5094,16363,5097,16360,5097,16354,509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89,16352l4986,16352,4984,16354,4984,16360,4986,16363,4989,16363,498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12,16352l4989,16352,4989,16363,5012,16363,501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015,16352l5012,16352,5012,16363,5015,16363,5018,16360,5018,16354,501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10,16352l4907,16352,4904,16354,4904,16360,4907,16363,4910,16363,491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33,16352l4910,16352,4910,16363,4933,16363,493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36,16352l4933,16352,4933,16363,4936,16363,4938,16360,4938,16354,493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831,16352l4827,16352,4825,16354,4825,16360,4827,16363,4831,16363,483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853,16352l4831,16352,4831,16363,4853,16363,485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856,16352l4853,16352,4853,16363,4856,16363,4859,16360,4859,16354,485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751,16352l4748,16352,4746,16354,4746,16360,4748,16363,4751,16363,475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774,16352l4751,16352,4751,16363,4774,16363,477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777,16352l4774,16352,4774,16363,4777,16363,4780,16360,4780,16354,477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72,16352l4669,16352,4666,16354,4666,16360,4669,16363,4672,16363,467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94,16352l4672,16352,4672,16363,4694,16363,469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98,16352l4694,16352,4694,16363,4698,16363,4700,16360,4700,16354,469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592,16352l4589,16352,4587,16354,4587,16360,4589,16363,4592,16363,459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15,16352l4592,16352,4592,16363,4615,16363,461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18,16352l4615,16352,4615,16363,4618,16363,4621,16360,4621,16354,461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513,16352l4510,16352,4507,16354,4507,16360,4510,16363,4513,16363,451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536,16352l4513,16352,4513,16363,4536,16363,453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539,16352l4536,16352,4536,16363,4539,16363,4541,16360,4541,16354,453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434,16352l4431,16352,4428,16354,4428,16360,4431,16363,4434,16363,443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456,16352l4434,16352,4434,16363,4456,16363,445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460,16352l4456,16352,4456,16363,4460,16363,4462,16360,4462,16354,446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354,16352l4351,16352,4349,16354,4349,16360,4351,16363,4354,16363,435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377,16352l4354,16352,4354,16363,4377,16363,437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380,16352l4377,16352,4377,16363,4380,16363,4383,16360,4383,16354,438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275,16352l4272,16352,4269,16354,4269,16360,4272,16363,4275,16363,427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298,16352l4275,16352,4275,16363,4298,16363,429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301,16352l4298,16352,4298,16363,4301,16363,4303,16360,4303,16354,430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96,16352l4193,16352,4190,16354,4190,16360,4193,16363,4196,16363,419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218,16352l4196,16352,4196,16363,4218,16363,421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222,16352l4218,16352,4218,16363,4222,16363,4224,16360,4224,16354,422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16,16352l4113,16352,4111,16354,4111,16360,4113,16363,4116,16363,411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39,16352l4116,16352,4116,16363,4139,16363,413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42,16352l4139,16352,4139,16363,4142,16363,4145,16360,4145,16354,414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37,16352l4034,16352,4031,16354,4031,16360,4034,16363,4037,16363,403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60,16352l4037,16352,4037,16363,4060,16363,406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63,16352l4060,16352,4060,16363,4063,16363,4065,16360,4065,16354,406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58,16352l3955,16352,3952,16354,3952,16360,3955,16363,3958,16363,395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80,16352l3958,16352,3958,16363,3980,16363,398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84,16352l3980,16352,3980,16363,3984,16363,3986,16360,3986,16354,398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878,16352l3875,16352,3873,16354,3873,16360,3875,16363,3878,16363,387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01,16352l3878,16352,3878,16363,3901,16363,390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04,16352l3901,16352,3901,16363,3904,16363,3907,16360,3907,16354,390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799,16352l3796,16352,3793,16354,3793,16360,3796,16363,3799,16363,379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822,16352l3799,16352,3799,16363,3822,16363,382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825,16352l3822,16352,3822,16363,3825,16363,3827,16360,3827,16354,382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720,16352l3717,16352,3714,16354,3714,16360,3717,16363,3720,16363,372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742,16352l3720,16352,3720,16363,3742,16363,374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745,16352l3742,16352,3742,16363,3745,16363,3748,16360,3748,16354,374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640,16352l3637,16352,3635,16354,3635,16360,3637,16363,3640,16363,364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663,16352l3640,16352,3640,16363,3663,16363,366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666,16352l3663,16352,3663,16363,3666,16363,3669,16360,3669,16354,366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61,16352l3558,16352,3555,16354,3555,16360,3558,16363,3561,16363,356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84,16352l3561,16352,3561,16363,3584,16363,358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87,16352l3584,16352,3584,16363,3587,16363,3589,16360,3589,16354,358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482,16352l3478,16352,3476,16354,3476,16360,3478,16363,3482,16363,348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04,16352l3482,16352,3482,16363,3504,16363,350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507,16352l3504,16352,3504,16363,3507,16363,3510,16360,3510,16354,350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402,16352l3399,16352,3397,16354,3397,16360,3399,16363,3402,16363,340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425,16352l3402,16352,3402,16363,3425,16363,342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428,16352l3425,16352,3425,16363,3428,16363,3431,16360,3431,16354,342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323,16352l3320,16352,3317,16354,3317,16360,3320,16363,3323,16363,332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346,16352l3323,16352,3323,16363,3346,16363,334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349,16352l3346,16352,3346,16363,3349,16363,3351,16360,3351,16354,334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244,16352l3240,16352,3238,16354,3238,16360,3240,16363,3244,16363,324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266,16352l3244,16352,3244,16363,3266,16363,326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269,16352l3266,16352,3266,16363,3269,16363,3272,16360,3272,16354,326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64,16352l3161,16352,3159,16354,3159,16360,3161,16363,3164,16363,316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87,16352l3164,16352,3164,16363,3187,16363,318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90,16352l3187,16352,3187,16363,3190,16363,3193,16360,3193,16354,319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085,16352l3082,16352,3079,16354,3079,16360,3082,16363,3085,16363,308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08,16352l3085,16352,3085,16363,3108,16363,310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111,16352l3108,16352,3108,16363,3111,16363,3113,16360,3113,16354,311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006,16352l3002,16352,3000,16354,3000,16360,3002,16363,3006,16363,300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028,16352l3006,16352,3006,16363,3028,16363,302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031,16352l3028,16352,3028,16363,3031,16363,3034,16360,3034,16354,303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926,16352l2923,16352,2921,16354,2921,16360,2923,16363,2926,16363,292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949,16352l2926,16352,2926,16363,2949,16363,294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952,16352l2949,16352,2949,16363,2952,16363,2955,16360,2955,16354,295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847,16352l2844,16352,2841,16354,2841,16360,2844,16363,2847,16363,284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870,16352l2847,16352,2847,16363,2870,16363,287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873,16352l2870,16352,2870,16363,2873,16363,2875,16360,2875,16354,287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67,16352l2764,16352,2762,16354,2762,16360,2764,16363,2767,16363,276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90,16352l2767,16352,2767,16363,2790,16363,279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93,16352l2790,16352,2790,16363,2793,16363,2796,16360,2796,16354,279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688,16352l2685,16352,2682,16354,2682,16360,2685,16363,2688,16363,268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11,16352l2688,16352,2688,16363,2711,16363,271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714,16352l2711,16352,2711,16363,2714,16363,2716,16360,2716,16354,271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609,16352l2606,16352,2603,16354,2603,16360,2606,16363,2609,16363,260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631,16352l2609,16352,2609,16363,2631,16363,263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635,16352l2631,16352,2631,16363,2635,16363,2637,16360,2637,16354,263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529,16352l2526,16352,2524,16354,2524,16360,2526,16363,2529,16363,252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552,16352l2529,16352,2529,16363,2552,16363,255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555,16352l2552,16352,2552,16363,2555,16363,2558,16360,2558,16354,255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450,16352l2447,16352,2444,16354,2444,16360,2447,16363,2450,16363,245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473,16352l2450,16352,2450,16363,2473,16363,247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476,16352l2473,16352,2473,16363,2476,16363,2478,16360,2478,16354,247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71,16352l2368,16352,2365,16354,2365,16360,2368,16363,2371,16363,237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93,16352l2371,16352,2371,16363,2393,16363,239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97,16352l2393,16352,2393,16363,2397,16363,2399,16360,2399,16354,239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291,16352l2288,16352,2286,16354,2286,16360,2288,16363,2291,16363,229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14,16352l2291,16352,2291,16363,2314,16363,231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317,16352l2314,16352,2314,16363,2317,16363,2320,16360,2320,16354,231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212,16352l2209,16352,2206,16354,2206,16360,2209,16363,2212,16363,221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235,16352l2212,16352,2212,16363,2235,16363,223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238,16352l2235,16352,2235,16363,2238,16363,2240,16360,2240,16354,223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133,16352l2130,16352,2127,16354,2127,16360,2130,16363,2133,16363,213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155,16352l2133,16352,2133,16363,2155,16363,215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159,16352l2155,16352,2155,16363,2159,16363,2161,16360,2161,16354,215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053,16352l2050,16352,2048,16354,2048,16360,2050,16363,2053,16363,205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076,16352l2053,16352,2053,16363,2076,16363,207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079,16352l2076,16352,2076,16363,2079,16363,2082,16360,2082,16354,207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974,16352l1971,16352,1968,16354,1968,16360,1971,16363,1974,16363,197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997,16352l1974,16352,1974,16363,1997,16363,199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2000,16352l1997,16352,1997,16363,2000,16363,2002,16360,2002,16354,200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895,16352l1892,16352,1889,16354,1889,16360,1892,16363,1895,16363,189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917,16352l1895,16352,1895,16363,1917,16363,191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920,16352l1917,16352,1917,16363,1920,16363,1923,16360,1923,16354,192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815,16352l1812,16352,1810,16354,1810,16360,1812,16363,1815,16363,181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838,16352l1815,16352,1815,16363,1838,16363,183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841,16352l1838,16352,1838,16363,1841,16363,1844,16360,1844,16354,184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736,16352l1733,16352,1730,16354,1730,16360,1733,16363,1736,16363,173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759,16352l1736,16352,1736,16363,1759,16363,175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762,16352l1759,16352,1759,16363,1762,16363,1764,16360,1764,16354,176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57,16352l1653,16352,1651,16354,1651,16360,1653,16363,1657,16363,165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79,16352l1657,16352,1657,16363,1679,16363,167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82,16352l1679,16352,1679,16363,1682,16363,1685,16360,1685,16354,168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577,16352l1574,16352,1572,16354,1572,16360,1574,16363,1577,16363,157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00,16352l1577,16352,1577,16363,1600,16363,160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603,16352l1600,16352,1600,16363,1603,16363,1606,16360,1606,16354,160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498,16352l1495,16352,1492,16354,1492,16360,1495,16363,1498,16363,149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521,16352l1498,16352,1498,16363,1521,16363,152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524,16352l1521,16352,1521,16363,1524,16363,1526,16360,1526,16354,152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419,16352l1415,16352,1413,16354,1413,16360,1415,16363,1419,16363,141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441,16352l1419,16352,1419,16363,1441,16363,144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444,16352l1441,16352,1441,16363,1444,16363,1447,16360,1447,16354,144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339,16352l1336,16352,1334,16354,1334,16360,1336,16363,1339,16363,133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362,16352l1339,16352,1339,16363,1362,16363,136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365,16352l1362,16352,1362,16363,1365,16363,1368,16360,1368,16354,136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60,16352l1257,16352,1254,16354,1254,16360,1257,16363,1260,16363,126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83,16352l1260,16352,1260,16363,1283,16363,128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86,16352l1283,16352,1283,16363,1286,16363,1288,16360,1288,16354,128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81,16352l1177,16352,1175,16354,1175,16360,1177,16363,1181,16363,118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03,16352l1181,16352,1181,16363,1203,16363,120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206,16352l1203,16352,1203,16363,1206,16363,1209,16360,1209,16354,120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01,16352l1098,16352,1096,16354,1096,16360,1098,16363,1101,16363,110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4,16352l1101,16352,1101,16363,1124,16363,112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127,16352l1124,16352,1124,16363,1127,16363,1130,16360,1130,16354,112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22,16352l1019,16352,1016,16354,1016,16360,1019,16363,1022,16363,102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5,16352l1022,16352,1022,16363,1045,16363,104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1048,16352l1045,16352,1045,16363,1048,16363,1050,16360,1050,16354,104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42,16352l939,16352,937,16354,937,16360,939,16363,942,16363,94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5,16352l942,16352,942,16363,965,16363,96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968,16352l965,16352,965,16363,968,16363,971,16360,971,16354,96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63,16352l860,16352,857,16354,857,16360,860,16363,863,16363,86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6,16352l863,16352,863,16363,886,16363,88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89,16352l886,16352,886,16363,889,16363,891,16360,891,16354,88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84,16352l781,16352,778,16354,778,16360,781,16363,784,16363,78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06,16352l784,16352,784,16363,806,16363,80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810,16352l806,16352,806,16363,810,16363,812,16360,812,16354,81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04,16352l701,16352,699,16354,699,16360,701,16363,704,16363,70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27,16352l704,16352,704,16363,727,16363,727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730,16352l727,16352,727,16363,730,16363,733,16360,733,16354,73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25,16352l622,16352,619,16354,619,16360,622,16363,625,16363,625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48,16352l625,16352,625,16363,648,16363,64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651,16352l648,16352,648,16363,651,16363,653,16360,653,16354,651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46,16352l543,16352,540,16354,540,16360,543,16363,546,16363,54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68,16352l546,16352,546,16363,568,16363,56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572,16352l568,16352,568,16363,572,16363,574,16360,574,16354,57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66,16352l463,16352,461,16354,461,16360,463,16363,466,16363,466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89,16352l466,16352,466,16363,489,16363,489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92,16352l489,16352,489,16363,492,16363,495,16360,495,16354,492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3,16357l393,16360,395,16363,398,16363,393,1635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8,16352l393,16357,398,16363,39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4,16352l398,16352,398,16363,410,16363,410,16357,404,16357,404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3,16352l410,16352,410,16363,413,16363,415,16360,415,16354,413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398,16352l395,16352,393,16354,393,16357,398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10,16352l404,16352,404,16357,410,16357,410,163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6340l395,16340,393,16343,393,16354,395,16352,404,16352,404,16343,402,1634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6261l395,16261,393,16263,393,16292,395,16295,402,16295,404,16292,404,16263,402,1626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6182l395,16182,393,16184,393,16213,395,16216,402,16216,404,16213,404,16184,402,1618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6102l395,16102,393,16105,393,16134,395,16136,402,16136,404,16134,404,16105,402,1610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6023l395,16023,393,16025,393,16054,395,16057,402,16057,404,16054,404,16025,402,1602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943l395,15943,393,15946,393,15975,395,15977,402,15977,404,15975,404,15946,402,1594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864l395,15864,393,15867,393,15896,395,15898,402,15898,404,15896,404,15867,402,1586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785l395,15785,393,15787,393,15816,395,15819,402,15819,404,15816,404,15787,402,1578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705l395,15705,393,15708,393,15737,395,15739,402,15739,404,15737,404,15708,402,1570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626l395,15626,393,15628,393,15657,395,15660,402,15660,404,15657,404,15628,402,1562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546l395,15546,393,15549,393,15578,395,15581,402,15581,404,15578,404,15549,402,1554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467l395,15467,393,15470,393,15499,395,15501,402,15501,404,15499,404,15470,402,1546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388l395,15388,393,15390,393,15419,395,15422,402,15422,404,15419,404,15390,402,1538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308l395,15308,393,15311,393,15340,395,15342,402,15342,404,15340,404,15311,402,1530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229l395,15229,393,15231,393,15260,395,15263,402,15263,404,15260,404,15231,402,1522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150l395,15150,393,15152,393,15181,395,15184,402,15184,404,15181,404,15152,402,1515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070l395,15070,393,15073,393,15102,395,15104,402,15104,404,15102,404,15073,402,1507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991l395,14991,393,14993,393,15022,395,15025,402,15025,404,15022,404,14993,402,1499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911l395,14911,393,14914,393,14943,395,14945,402,14945,404,14943,404,14914,402,1491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832l395,14832,393,14835,393,14863,395,14866,402,14866,404,14863,404,14835,402,1483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753l395,14753,393,14755,393,14784,395,14787,402,14787,404,14784,404,14755,402,1475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673l395,14673,393,14676,393,14705,395,14707,402,14707,404,14705,404,14676,402,1467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594l395,14594,393,14596,393,14625,395,14628,402,14628,404,14625,404,14596,402,1459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514l395,14514,393,14517,393,14546,395,14548,402,14548,404,14546,404,14517,402,1451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435l395,14435,393,14438,393,14467,395,14469,402,14469,404,14467,404,14438,402,1443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356l395,14356,393,14358,393,14387,395,14390,402,14390,404,14387,404,14358,402,1435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276l395,14276,393,14279,393,14308,395,14310,402,14310,404,14308,404,14279,402,1427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197l395,14197,393,14199,393,14228,395,14231,402,14231,404,14228,404,14199,402,1419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118l395,14118,393,14120,393,14149,395,14152,402,14152,404,14149,404,14120,402,1411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038l395,14038,393,14041,393,14070,395,14072,402,14072,404,14070,404,14041,402,1403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959l395,13959,393,13961,393,13990,395,13993,402,13993,404,13990,404,13961,402,1395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879l395,13879,393,13882,393,13911,395,13913,402,13913,404,13911,404,13882,402,1387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800l395,13800,393,13803,393,13831,395,13834,402,13834,404,13831,404,13803,402,1380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721l395,13721,393,13723,393,13752,395,13755,402,13755,404,13752,404,13723,402,1372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641l395,13641,393,13644,393,13673,395,13675,402,13675,404,13673,404,13644,402,1364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562l395,13562,393,13564,393,13593,395,13596,402,13596,404,13593,404,13564,402,1356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482l395,13482,393,13485,393,13514,395,13516,402,13516,404,13514,404,13485,402,1348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403l395,13403,393,13406,393,13435,395,13437,402,13437,404,13435,404,13406,402,1340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324l395,13324,393,13326,393,13355,395,13358,402,13358,404,13355,404,13326,402,1332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244l395,13244,393,13247,393,13276,395,13278,402,13278,404,13276,404,13247,402,1324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165l395,13165,393,13167,393,13196,395,13199,402,13199,404,13196,404,13167,402,1316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085l395,13085,393,13088,393,13117,395,13120,402,13120,404,13117,404,13088,402,1308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006l395,13006,393,13009,393,13038,395,13040,402,13040,404,13038,404,13009,402,1300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927l395,12927,393,12929,393,12958,395,12961,402,12961,404,12958,404,12929,402,1292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847l395,12847,393,12850,393,12879,395,12881,402,12881,404,12879,404,12850,402,1284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768l395,12768,393,12770,393,12799,395,12802,402,12802,404,12799,404,12770,402,1276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689l395,12689,393,12691,393,12720,395,12723,402,12723,404,12720,404,12691,402,1268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609l395,12609,393,12612,393,12641,395,12643,402,12643,404,12641,404,12612,402,1260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530l395,12530,393,12532,393,12561,395,12564,402,12564,404,12561,404,12532,402,1253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450l395,12450,393,12453,393,12482,395,12484,402,12484,404,12482,404,12453,402,1245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371l395,12371,393,12374,393,12402,395,12405,402,12405,404,12402,404,12374,402,1237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292l395,12292,393,12294,393,12323,395,12326,402,12326,404,12323,404,12294,402,1229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212l395,12212,393,12215,393,12244,395,12246,402,12246,404,12244,404,12215,402,1221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133l395,12133,393,12135,393,12164,395,12167,402,12167,404,12164,404,12135,402,1213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053l395,12053,393,12056,393,12085,395,12087,402,12087,404,12085,404,12056,402,1205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974l395,11974,393,11977,393,12006,395,12008,402,12008,404,12006,404,11977,402,1197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895l395,11895,393,11897,393,11926,395,11929,402,11929,404,11926,404,11897,402,1189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815l395,11815,393,11818,393,11847,395,11849,402,11849,404,11847,404,11818,402,1181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736l395,11736,393,11738,393,11767,395,11770,402,11770,404,11767,404,11738,402,1173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657l395,11657,393,11659,393,11688,395,11691,402,11691,404,11688,404,11659,402,1165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577l395,11577,393,11580,393,11609,395,11611,402,11611,404,11609,404,11580,402,1157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498l395,11498,393,11500,393,11529,395,11532,402,11532,404,11529,404,11500,402,1149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418l395,11418,393,11421,393,11450,395,11452,402,11452,404,11450,404,11421,402,1141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339l395,11339,393,11342,393,11370,395,11373,402,11373,404,11370,404,11342,402,1133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260l395,11260,393,11262,393,11291,395,11294,402,11294,404,11291,404,11262,402,1126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180l395,11180,393,11183,393,11212,395,11214,402,11214,404,11212,404,11183,402,1118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101l395,11101,393,11103,393,11132,395,11135,402,11135,404,11132,404,11103,402,1110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021l395,11021,393,11024,393,11053,395,11055,402,11055,404,11053,404,11024,402,1102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942l395,10942,393,10945,393,10974,395,10976,402,10976,404,10974,404,10945,402,1094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863l395,10863,393,10865,393,10894,395,10897,402,10897,404,10894,404,10865,402,1086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783l395,10783,393,10786,393,10815,395,10817,402,10817,404,10815,404,10786,402,1078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704l395,10704,393,10706,393,10735,395,10738,402,10738,404,10735,404,10706,402,1070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624l395,10624,393,10627,393,10656,395,10659,402,10659,404,10656,404,10627,402,1062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545l395,10545,393,10548,393,10577,395,10579,402,10579,404,10577,404,10548,402,1054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466l395,10466,393,10468,393,10497,395,10500,402,10500,404,10497,404,10468,402,1046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386l395,10386,393,10389,393,10418,395,10420,402,10420,404,10418,404,10389,402,1038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307l395,10307,393,10309,393,10338,395,10341,402,10341,404,10338,404,10309,402,1030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228l395,10228,393,10230,393,10259,395,10262,402,10262,404,10259,404,10230,402,1022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148l395,10148,393,10151,393,10180,395,10182,402,10182,404,10180,404,10151,402,1014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069l395,10069,393,10071,393,10100,395,10103,402,10103,404,10100,404,10071,402,1006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989l395,9989,393,9992,393,10021,395,10023,402,10023,404,10021,404,9992,402,998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910l395,9910,393,9913,393,9941,395,9944,402,9944,404,9941,404,9913,402,991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831l395,9831,393,9833,393,9862,395,9865,402,9865,404,9862,404,9833,402,983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751l395,9751,393,9754,393,9783,395,9785,402,9785,404,9783,404,9754,402,975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672l395,9672,393,9674,393,9703,395,9706,402,9706,404,9703,404,9674,402,967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592l395,9592,393,9595,393,9624,395,9626,402,9626,404,9624,404,9595,402,959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513l395,9513,393,9516,393,9545,395,9547,402,9547,404,9545,404,9516,402,951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434l395,9434,393,9436,393,9465,395,9468,402,9468,404,9465,404,9436,402,943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354l395,9354,393,9357,393,9386,395,9388,402,9388,404,9386,404,9357,402,935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275l395,9275,393,9277,393,9306,395,9309,402,9309,404,9306,404,9277,402,927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196l395,9196,393,9198,393,9227,395,9230,402,9230,404,9227,404,9198,402,919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116l395,9116,393,9119,393,9148,395,9150,402,9150,404,9148,404,9119,402,911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037l395,9037,393,9039,393,9068,395,9071,402,9071,404,9068,404,9039,402,903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957l395,8957,393,8960,393,8989,395,8991,402,8991,404,8989,404,8960,402,895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878l395,8878,393,8881,393,8909,395,8912,402,8912,404,8909,404,8881,402,887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799l395,8799,393,8801,393,8830,395,8833,402,8833,404,8830,404,8801,402,879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719l395,8719,393,8722,393,8751,395,8753,402,8753,404,8751,404,8722,402,871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640l395,8640,393,8642,393,8671,395,8674,402,8674,404,8671,404,8642,402,864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560l395,8560,393,8563,393,8592,395,8594,402,8594,404,8592,404,8563,402,856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481l395,8481,393,8484,393,8513,395,8515,402,8515,404,8513,404,8484,402,848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402l395,8402,393,8404,393,8433,395,8436,402,8436,404,8433,404,8404,402,840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322l395,8322,393,8325,393,8354,395,8356,402,8356,404,8354,404,8325,402,832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243l395,8243,393,8245,393,8274,395,8277,402,8277,404,8274,404,8245,402,824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163l395,8163,393,8166,393,8195,395,8198,402,8198,404,8195,404,8166,402,816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084l395,8084,393,8087,393,8116,395,8118,402,8118,404,8116,404,8087,402,808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005l395,8005,393,8007,393,8036,395,8039,402,8039,404,8036,404,8007,402,800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925l395,7925,393,7928,393,7957,395,7959,402,7959,404,7957,404,7928,402,792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846l395,7846,393,7848,393,7877,395,7880,402,7880,404,7877,404,7848,402,784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767l395,7767,393,7769,393,7798,395,7801,402,7801,404,7798,404,7769,402,776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687l395,7687,393,7690,393,7719,395,7721,402,7721,404,7719,404,7690,402,768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608l395,7608,393,7610,393,7639,395,7642,402,7642,404,7639,404,7610,402,760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528l395,7528,393,7531,393,7560,395,7562,402,7562,404,7560,404,7531,402,752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449l395,7449,393,7452,393,7480,395,7483,402,7483,404,7480,404,7452,402,744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370l395,7370,393,7372,393,7401,395,7404,402,7404,404,7401,404,7372,402,737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290l395,7290,393,7293,393,7322,395,7324,402,7324,404,7322,404,7293,402,729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211l395,7211,393,7213,393,7242,395,7245,402,7245,404,7242,404,7213,402,721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131l395,7131,393,7134,393,7163,395,7165,402,7165,404,7163,404,7134,402,713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052l395,7052,393,7055,393,7084,395,7086,402,7086,404,7084,404,7055,402,705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973l395,6973,393,6975,393,7004,395,7007,402,7007,404,7004,404,6975,402,697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893l395,6893,393,6896,393,6925,395,6927,402,6927,404,6925,404,6896,402,689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814l395,6814,393,6816,393,6845,395,6848,402,6848,404,6845,404,6816,402,681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735l395,6735,393,6737,393,6766,395,6769,402,6769,404,6766,404,6737,402,673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655l395,6655,393,6658,393,6687,395,6689,402,6689,404,6687,404,6658,402,665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576l395,6576,393,6578,393,6607,395,6610,402,6610,404,6607,404,6578,402,657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496l395,6496,393,6499,393,6528,395,6530,402,6530,404,6528,404,6499,402,649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417l395,6417,393,6420,393,6448,395,6451,402,6451,404,6448,404,6420,402,641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338l395,6338,393,6340,393,6369,395,6372,402,6372,404,6369,404,6340,402,633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258l395,6258,393,6261,393,6290,395,6292,402,6292,404,6290,404,6261,402,625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179l395,6179,393,6181,393,6210,395,6213,402,6213,404,6210,404,6181,402,617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099l395,6099,393,6102,393,6131,395,6133,402,6133,404,6131,404,6102,402,609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020l395,6020,393,6023,393,6052,395,6054,402,6054,404,6052,404,6023,402,602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941l395,5941,393,5943,393,5972,395,5975,402,5975,404,5972,404,5943,402,594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861l395,5861,393,5864,393,5893,395,5895,402,5895,404,5893,404,5864,402,586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782l395,5782,393,5784,393,5813,395,5816,402,5816,404,5813,404,5784,402,578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702l395,5702,393,5705,393,5734,395,5737,402,5737,404,5734,404,5705,402,570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623l395,5623,393,5626,393,5655,395,5657,402,5657,404,5655,404,5626,402,562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544l395,5544,393,5546,393,5575,395,5578,402,5578,404,5575,404,5546,402,554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464l395,5464,393,5467,393,5496,395,5498,402,5498,404,5496,404,5467,402,546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385l395,5385,393,5387,393,5416,395,5419,402,5419,404,5416,404,5387,402,538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306l395,5306,393,5308,393,5337,395,5340,402,5340,404,5337,404,5308,402,530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226l395,5226,393,5229,393,5258,395,5260,402,5260,404,5258,404,5229,402,522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147l395,5147,393,5149,393,5178,395,5181,402,5181,404,5178,404,5149,402,514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067l395,5067,393,5070,393,5099,395,5101,402,5101,404,5099,404,5070,402,506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988l395,4988,393,4991,393,5019,395,5022,402,5022,404,5019,404,4991,402,498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909l395,4909,393,4911,393,4940,395,4943,402,4943,404,4940,404,4911,402,490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829l395,4829,393,4832,393,4861,395,4863,402,4863,404,4861,404,4832,402,482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750l395,4750,393,4752,393,4781,395,4784,402,4784,404,4781,404,4752,402,475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670l395,4670,393,4673,393,4702,395,4704,402,4704,404,4702,404,4673,402,467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591l395,4591,393,4594,393,4623,395,4625,402,4625,404,4623,404,4594,402,459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512l395,4512,393,4514,393,4543,395,4546,402,4546,404,4543,404,4514,402,451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432l395,4432,393,4435,393,4464,395,4466,402,4466,404,4464,404,4435,402,443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353l395,4353,393,4355,393,4384,395,4387,402,4387,404,4384,404,4355,402,435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274l395,4274,393,4276,393,4305,395,4308,402,4308,404,4305,404,4276,402,427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194l395,4194,393,4197,393,4226,395,4228,402,4228,404,4226,404,4197,402,419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115l395,4115,393,4117,393,4146,395,4149,402,4149,404,4146,404,4117,402,411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4035l395,4035,393,4038,393,4067,395,4069,402,4069,404,4067,404,4038,402,403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956l395,3956,393,3959,393,3987,395,3990,402,3990,404,3987,404,3959,402,395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877l395,3877,393,3879,393,3908,395,3911,402,3911,404,3908,404,3879,402,387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797l395,3797,393,3800,393,3829,395,3831,402,3831,404,3829,404,3800,402,379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718l395,3718,393,3720,393,3749,395,3752,402,3752,404,3749,404,3720,402,371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638l395,3638,393,3641,393,3670,395,3672,402,3672,404,3670,404,3641,402,363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559l395,3559,393,3562,393,3591,395,3593,402,3593,404,3591,404,3562,402,355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480l395,3480,393,3482,393,3511,395,3514,402,3514,404,3511,404,3482,402,348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400l395,3400,393,3403,393,3432,395,3434,402,3434,404,3432,404,3403,402,340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321l395,3321,393,3323,393,3352,395,3355,402,3355,404,3352,404,3323,402,332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241l395,3241,393,3244,393,3273,395,3276,402,3276,404,3273,404,3244,402,324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162l395,3162,393,3165,393,3194,395,3196,402,3196,404,3194,404,3165,402,316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083l395,3083,393,3085,393,3114,395,3117,402,3117,404,3114,404,3085,402,308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3003l395,3003,393,3006,393,3035,395,3037,402,3037,404,3035,404,3006,402,300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924l395,2924,393,2926,393,2955,395,2958,402,2958,404,2955,404,2926,402,292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845l395,2845,393,2847,393,2876,395,2879,402,2879,404,2876,404,2847,402,284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765l395,2765,393,2768,393,2797,395,2799,402,2799,404,2797,404,2768,402,276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686l395,2686,393,2688,393,2717,395,2720,402,2720,404,2717,404,2688,402,268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606l395,2606,393,2609,393,2638,395,2640,402,2640,404,2638,404,2609,402,260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527l395,2527,393,2530,393,2558,395,2561,402,2561,404,2558,404,2530,402,252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448l395,2448,393,2450,393,2479,395,2482,402,2482,404,2479,404,2450,402,244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368l395,2368,393,2371,393,2400,395,2402,402,2402,404,2400,404,2371,402,236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289l395,2289,393,2291,393,2320,395,2323,402,2323,404,2320,404,2291,402,228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209l395,2209,393,2212,393,2241,395,2243,402,2243,404,2241,404,2212,402,220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130l395,2130,393,2133,393,2162,395,2164,402,2164,404,2162,404,2133,402,213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2051l395,2051,393,2053,393,2082,395,2085,402,2085,404,2082,404,2053,402,205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971l395,1971,393,1974,393,2003,395,2005,402,2005,404,2003,404,1974,402,197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892l395,1892,393,1894,393,1923,395,1926,402,1926,404,1923,404,1894,402,189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813l395,1813,393,1815,393,1844,395,1847,402,1847,404,1844,404,1815,402,181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733l395,1733,393,1736,393,1765,395,1767,402,1767,404,1765,404,1736,402,1733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654l395,1654,393,1656,393,1685,395,1688,402,1688,404,1685,404,1656,402,165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574l395,1574,393,1577,393,1606,395,1608,402,1608,404,1606,404,1577,402,1574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95l395,1495,393,1498,393,1526,395,1529,402,1529,404,1526,404,1498,402,1495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416l395,1416,393,1418,393,1447,395,1450,402,1450,404,1447,404,1418,402,141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336l395,1336,393,1339,393,1368,395,1370,402,1370,404,1368,404,1339,402,1336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257l395,1257,393,1259,393,1288,395,1291,402,1291,404,1288,404,1259,402,125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177l395,1177,393,1180,393,1209,395,1211,402,1211,404,1209,404,1180,402,1177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98l395,1098,393,1101,393,1130,395,1132,402,1132,404,1130,404,1101,402,1098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1019l395,1019,393,1021,393,1050,395,1053,402,1053,404,1050,404,1021,402,101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939l395,939,393,942,393,971,395,973,402,973,404,971,404,942,402,939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860l395,860,393,862,393,891,395,894,402,894,404,891,404,862,402,86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80l395,780,393,783,393,812,395,815,402,815,404,812,404,783,402,780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701l395,701,393,704,393,733,395,735,402,735,404,733,404,704,402,701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622l395,622,393,624,393,653,395,656,402,656,404,653,404,624,402,622xe" filled="true" fillcolor="#231f20" stroked="false">
                <v:path arrowok="t"/>
                <v:fill type="solid"/>
              </v:shape>
              <v:shape style="position:absolute;left:393;top:475;width:11120;height:15889" coordorigin="393,475" coordsize="11120,15889" path="m402,542l395,542,393,545,393,574,395,576,402,576,404,574,404,545,402,542xe" filled="true" fillcolor="#231f20" stroked="false">
                <v:path arrowok="t"/>
                <v:fill type="solid"/>
              </v:shape>
            </v:group>
            <v:group style="position:absolute;left:6065;top:626;width:5330;height:11582" coordorigin="6065,626" coordsize="5330,11582">
              <v:shape style="position:absolute;left:6065;top:626;width:5330;height:11582" coordorigin="6065,626" coordsize="5330,11582" path="m6065,626l11394,626,11394,12208,6065,12208,6065,626xe" filled="false" stroked="true" strokeweight=".567pt" strokecolor="#231f20">
                <v:path arrowok="t"/>
              </v:shape>
            </v:group>
            <v:group style="position:absolute;left:509;top:1664;width:5330;height:1764" coordorigin="509,1664" coordsize="5330,1764">
              <v:shape style="position:absolute;left:509;top:1664;width:5330;height:1764" coordorigin="509,1664" coordsize="5330,1764" path="m509,3428l5838,3428,5838,1664,509,1664,509,3428xe" filled="false" stroked="true" strokeweight=".688639pt" strokecolor="#231f20">
                <v:path arrowok="t"/>
              </v:shape>
            </v:group>
            <v:group style="position:absolute;left:509;top:3420;width:5330;height:654" coordorigin="509,3420" coordsize="5330,654">
              <v:shape style="position:absolute;left:509;top:3420;width:5330;height:654" coordorigin="509,3420" coordsize="5330,654" path="m509,3420l5838,3420,5838,4074,509,4074,509,3420xe" filled="false" stroked="true" strokeweight=".601827pt" strokecolor="#231f20">
                <v:path arrowok="t"/>
              </v:shape>
            </v:group>
            <v:group style="position:absolute;left:509;top:4741;width:5330;height:6368" coordorigin="509,4741" coordsize="5330,6368">
              <v:shape style="position:absolute;left:509;top:4741;width:5330;height:6368" coordorigin="509,4741" coordsize="5330,6368" path="m509,11109l5838,11109,5838,4741,509,4741,509,11109xe" filled="false" stroked="true" strokeweight=".574686pt" strokecolor="#231f20">
                <v:path arrowok="t"/>
              </v:shape>
            </v:group>
            <v:group style="position:absolute;left:560;top:11374;width:5228;height:4272" coordorigin="560,11374" coordsize="5228,4272">
              <v:shape style="position:absolute;left:560;top:11374;width:5228;height:4272" coordorigin="560,11374" coordsize="5228,4272" path="m560,11383l560,11394,562,11397,568,11397,571,11394,571,11386,562,11386,560,1138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5,11374l560,11380,560,11383,562,11386,565,11386,56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5,11374l565,11386,571,11386,571,11380,56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7,11374l568,11374,571,11377,571,11386,577,11386,57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80,11374l577,11374,577,11386,580,11386,582,11383,582,11377,58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5,11374l562,11374,560,11377,560,11380,56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1374l565,11374,571,11380,571,11377,56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633,11374l630,11374,627,11377,627,11383,630,11386,633,11386,63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656,11374l633,11374,633,11386,656,11386,65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659,11374l656,11374,656,11386,659,11386,661,11383,661,11377,65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712,11374l709,11374,706,11377,706,11383,709,11386,712,11386,71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735,11374l712,11374,712,11386,735,11386,73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738,11374l735,11374,735,11386,738,11386,740,11383,740,11377,73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791,11374l788,11374,785,11377,785,11383,788,11386,791,11386,79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14,11374l791,11374,791,11386,814,11386,81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17,11374l814,11374,814,11386,817,11386,819,11383,819,11377,81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70,11374l867,11374,865,11377,865,11383,867,11386,870,11386,87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93,11374l870,11374,870,11386,893,11386,89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96,11374l893,11374,893,11386,896,11386,898,11383,898,11377,89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949,11374l946,11374,944,11377,944,11383,946,11386,949,11386,94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972,11374l949,11374,949,11386,972,11386,97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975,11374l972,11374,972,11386,975,11386,977,11383,977,11377,97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028,11374l1025,11374,1023,11377,1023,11383,1025,11386,1028,11386,102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051,11374l1028,11374,1028,11386,1051,11386,105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054,11374l1051,11374,1051,11386,1054,11386,1056,11383,1056,11377,105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107,11374l1104,11374,1102,11377,1102,11383,1104,11386,1107,11386,110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130,11374l1107,11374,1107,11386,1130,11386,113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133,11374l1130,11374,1130,11386,1133,11386,1136,11383,1136,11377,113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186,11374l1183,11374,1181,11377,1181,11383,1183,11386,1186,11386,118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09,11374l1186,11374,1186,11386,1209,11386,120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12,11374l1209,11374,1209,11386,1212,11386,1215,11383,1215,11377,121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65,11374l1262,11374,1260,11377,1260,11383,1262,11386,1265,11386,126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88,11374l1265,11374,1265,11386,1288,11386,128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91,11374l1288,11374,1288,11386,1291,11386,1294,11383,1294,11377,129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344,11374l1341,11374,1339,11377,1339,11383,1341,11386,1344,11386,134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367,11374l1344,11374,1344,11386,1367,11386,136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370,11374l1367,11374,1367,11386,1370,11386,1373,11383,1373,11377,137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423,11374l1420,11374,1418,11377,1418,11383,1420,11386,1423,11386,142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446,11374l1423,11374,1423,11386,1446,11386,144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449,11374l1446,11374,1446,11386,1449,11386,1452,11383,1452,11377,144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502,11374l1499,11374,1497,11377,1497,11383,1499,11386,1502,11386,150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525,11374l1502,11374,1502,11386,1525,11386,152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528,11374l1525,11374,1525,11386,1528,11386,1531,11383,1531,11377,152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581,11374l1578,11374,1576,11377,1576,11383,1578,11386,1581,11386,158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04,11374l1581,11374,1581,11386,1604,11386,160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07,11374l1604,11374,1604,11386,1607,11386,1610,11383,1610,11377,160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60,11374l1657,11374,1655,11377,1655,11383,1657,11386,1660,11386,166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83,11374l1660,11374,1660,11386,1683,11386,168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86,11374l1683,11374,1683,11386,1686,11386,1689,11383,1689,11377,168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740,11374l1736,11374,1734,11377,1734,11383,1736,11386,1740,11386,174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762,11374l1740,11374,1740,11386,1762,11386,176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765,11374l1762,11374,1762,11386,1765,11386,1768,11383,1768,11377,176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819,11374l1815,11374,1813,11377,1813,11383,1815,11386,1819,11386,181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841,11374l1819,11374,1819,11386,1841,11386,184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844,11374l1841,11374,1841,11386,1844,11386,1847,11383,1847,11377,184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898,11374l1894,11374,1892,11377,1892,11383,1894,11386,1898,11386,189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920,11374l1898,11374,1898,11386,1920,11386,192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923,11374l1920,11374,1920,11386,1923,11386,1926,11383,1926,11377,192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977,11374l1973,11374,1971,11377,1971,11383,1973,11386,1977,11386,197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999,11374l1977,11374,1977,11386,1999,11386,199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002,11374l1999,11374,1999,11386,2002,11386,2005,11383,2005,11377,200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056,11374l2052,11374,2050,11377,2050,11383,2052,11386,2056,11386,205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078,11374l2056,11374,2056,11386,2078,11386,207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081,11374l2078,11374,2078,11386,2081,11386,2084,11383,2084,11377,208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135,11374l2132,11374,2129,11377,2129,11383,2132,11386,2135,11386,213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157,11374l2135,11374,2135,11386,2157,11386,215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160,11374l2157,11374,2157,11386,2160,11386,2163,11383,2163,11377,216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214,11374l2211,11374,2208,11377,2208,11383,2211,11386,2214,11386,221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236,11374l2214,11374,2214,11386,2236,11386,223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239,11374l2236,11374,2236,11386,2239,11386,2242,11383,2242,11377,223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293,11374l2290,11374,2287,11377,2287,11383,2290,11386,2293,11386,229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15,11374l2293,11374,2293,11386,2315,11386,231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18,11374l2315,11374,2315,11386,2318,11386,2321,11383,2321,11377,231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72,11374l2369,11374,2366,11377,2366,11383,2369,11386,2372,11386,237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94,11374l2372,11374,2372,11386,2394,11386,239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97,11374l2394,11374,2394,11386,2397,11386,2400,11383,2400,11377,239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451,11374l2448,11374,2445,11377,2445,11383,2448,11386,2451,11386,245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473,11374l2451,11374,2451,11386,2473,11386,247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476,11374l2473,11374,2473,11386,2476,11386,2479,11383,2479,11377,247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530,11374l2527,11374,2524,11377,2524,11383,2527,11386,2530,11386,253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552,11374l2530,11374,2530,11386,2552,11386,255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556,11374l2552,11374,2552,11386,2556,11386,2558,11383,2558,11377,255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609,11374l2606,11374,2603,11377,2603,11383,2606,11386,2609,11386,260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631,11374l2609,11374,2609,11386,2631,11386,263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635,11374l2631,11374,2631,11386,2635,11386,2637,11383,2637,11377,263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688,11374l2685,11374,2682,11377,2682,11383,2685,11386,2688,11386,268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10,11374l2688,11374,2688,11386,2710,11386,271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14,11374l2710,11374,2710,11386,2714,11386,2716,11383,2716,11377,271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67,11374l2764,11374,2761,11377,2761,11383,2764,11386,2767,11386,276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89,11374l2767,11374,2767,11386,2789,11386,278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93,11374l2789,11374,2789,11386,2793,11386,2795,11383,2795,11377,279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846,11374l2843,11374,2840,11377,2840,11383,2843,11386,2846,11386,284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869,11374l2846,11374,2846,11386,2869,11386,286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872,11374l2869,11374,2869,11386,2872,11386,2874,11383,2874,11377,287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925,11374l2922,11374,2919,11377,2919,11383,2922,11386,2925,11386,292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948,11374l2925,11374,2925,11386,2948,11386,294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951,11374l2948,11374,2948,11386,2951,11386,2953,11383,2953,11377,295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004,11374l3001,11374,2998,11377,2998,11383,3001,11386,3004,11386,300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027,11374l3004,11374,3004,11386,3027,11386,302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030,11374l3027,11374,3027,11386,3030,11386,3032,11383,3032,11377,303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083,11374l3080,11374,3077,11377,3077,11383,3080,11386,3083,11386,308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06,11374l3083,11374,3083,11386,3106,11386,310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09,11374l3106,11374,3106,11386,3109,11386,3111,11383,3111,11377,310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62,11374l3159,11374,3156,11377,3156,11383,3159,11386,3162,11386,316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85,11374l3162,11374,3162,11386,3185,11386,318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88,11374l3185,11374,3185,11386,3188,11386,3190,11383,3190,11377,318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241,11374l3238,11374,3235,11377,3235,11383,3238,11386,3241,11386,324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264,11374l3241,11374,3241,11386,3264,11386,326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267,11374l3264,11374,3264,11386,3267,11386,3269,11383,3269,11377,326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320,11374l3317,11374,3314,11377,3314,11383,3317,11386,3320,11386,332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343,11374l3320,11374,3320,11386,3343,11386,334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346,11374l3343,11374,3343,11386,3346,11386,3348,11383,3348,11377,334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399,11374l3396,11374,3393,11377,3393,11383,3396,11386,3399,11386,339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422,11374l3399,11374,3399,11386,3422,11386,342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425,11374l3422,11374,3422,11386,3425,11386,3427,11383,3427,11377,342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478,11374l3475,11374,3472,11377,3472,11383,3475,11386,3478,11386,347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01,11374l3478,11374,3478,11386,3501,11386,350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04,11374l3501,11374,3501,11386,3504,11386,3506,11383,3506,11377,350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57,11374l3554,11374,3552,11377,3552,11383,3554,11386,3557,11386,355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80,11374l3557,11374,3557,11386,3580,11386,358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83,11374l3580,11374,3580,11386,3583,11386,3585,11383,3585,11377,358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636,11374l3633,11374,3631,11377,3631,11383,3633,11386,3636,11386,363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659,11374l3636,11374,3636,11386,3659,11386,365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662,11374l3659,11374,3659,11386,3662,11386,3664,11383,3664,11377,366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715,11374l3712,11374,3710,11377,3710,11383,3712,11386,3715,11386,371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738,11374l3715,11374,3715,11386,3738,11386,373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741,11374l3738,11374,3738,11386,3741,11386,3744,11383,3744,11377,374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794,11374l3791,11374,3789,11377,3789,11383,3791,11386,3794,11386,379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17,11374l3794,11374,3794,11386,3817,11386,381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20,11374l3817,11374,3817,11386,3820,11386,3823,11383,3823,11377,382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73,11374l3870,11374,3868,11377,3868,11383,3870,11386,3873,11386,387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96,11374l3873,11374,3873,11386,3896,11386,389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99,11374l3896,11374,3896,11386,3899,11386,3902,11383,3902,11377,389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952,11374l3949,11374,3947,11377,3947,11383,3949,11386,3952,11386,395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975,11374l3952,11374,3952,11386,3975,11386,397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978,11374l3975,11374,3975,11386,3978,11386,3981,11383,3981,11377,397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031,11374l4028,11374,4026,11377,4026,11383,4028,11386,4031,11386,403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054,11374l4031,11374,4031,11386,4054,11386,405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057,11374l4054,11374,4054,11386,4057,11386,4060,11383,4060,11377,405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110,11374l4107,11374,4105,11377,4105,11383,4107,11386,4110,11386,411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133,11374l4110,11374,4110,11386,4133,11386,413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136,11374l4133,11374,4133,11386,4136,11386,4139,11383,4139,11377,413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189,11374l4186,11374,4184,11377,4184,11383,4186,11386,4189,11386,418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12,11374l4189,11374,4189,11386,4212,11386,421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15,11374l4212,11374,4212,11386,4215,11386,4218,11383,4218,11377,421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68,11374l4265,11374,4263,11377,4263,11383,4265,11386,4268,11386,426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91,11374l4268,11374,4268,11386,4291,11386,429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94,11374l4291,11374,4291,11386,4294,11386,4297,11383,4297,11377,429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347,11374l4344,11374,4342,11377,4342,11383,4344,11386,4347,11386,434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370,11374l4347,11374,4347,11386,4370,11386,437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373,11374l4370,11374,4370,11386,4373,11386,4376,11383,4376,11377,437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427,11374l4423,11374,4421,11377,4421,11383,4423,11386,4427,11386,442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449,11374l4427,11374,4427,11386,4449,11386,444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452,11374l4449,11374,4449,11386,4452,11386,4455,11383,4455,11377,445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506,11374l4502,11374,4500,11377,4500,11383,4502,11386,4506,11386,450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528,11374l4506,11374,4506,11386,4528,11386,452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531,11374l4528,11374,4528,11386,4531,11386,4534,11383,4534,11377,453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585,11374l4581,11374,4579,11377,4579,11383,4581,11386,4585,11386,458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07,11374l4585,11374,4585,11386,4607,11386,460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10,11374l4607,11374,4607,11386,4610,11386,4613,11383,4613,11377,461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64,11374l4660,11374,4658,11377,4658,11383,4660,11386,4664,11386,466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86,11374l4664,11374,4664,11386,4686,11386,468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89,11374l4686,11374,4686,11386,4689,11386,4692,11383,4692,11377,468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743,11374l4740,11374,4737,11377,4737,11383,4740,11386,4743,11386,474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765,11374l4743,11374,4743,11386,4765,11386,476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768,11374l4765,11374,4765,11386,4768,11386,4771,11383,4771,11377,476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822,11374l4819,11374,4816,11377,4816,11383,4819,11386,4822,11386,482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844,11374l4822,11374,4822,11386,4844,11386,484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847,11374l4844,11374,4844,11386,4847,11386,4850,11383,4850,11377,484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901,11374l4898,11374,4895,11377,4895,11383,4898,11386,4901,11386,490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923,11374l4901,11374,4901,11386,4923,11386,492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926,11374l4923,11374,4923,11386,4926,11386,4929,11383,4929,11377,492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980,11374l4977,11374,4974,11377,4974,11383,4977,11386,4980,11386,498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02,11374l4980,11374,4980,11386,5002,11386,500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05,11374l5002,11374,5002,11386,5005,11386,5008,11383,5008,11377,500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59,11374l5056,11374,5053,11377,5053,11383,5056,11386,5059,11386,505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81,11374l5059,11374,5059,11386,5081,11386,508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84,11374l5081,11374,5081,11386,5084,11386,5087,11383,5087,11377,508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138,11374l5135,11374,5132,11377,5132,11383,5135,11386,5138,11386,513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160,11374l5138,11374,5138,11386,5160,11386,516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164,11374l5160,11374,5160,11386,5164,11386,5166,11383,5166,11377,516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217,11374l5214,11374,5211,11377,5211,11383,5214,11386,5217,11386,521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239,11374l5217,11374,5217,11386,5239,11386,523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243,11374l5239,11374,5239,11386,5243,11386,5245,11383,5245,11377,524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296,11374l5293,11374,5290,11377,5290,11383,5293,11386,5296,11386,529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318,11374l5296,11374,5296,11386,5318,11386,531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322,11374l5318,11374,5318,11386,5322,11386,5324,11383,5324,11377,532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375,11374l5372,11374,5369,11377,5369,11383,5372,11386,5375,11386,537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397,11374l5375,11374,5375,11386,5397,11386,539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401,11374l5397,11374,5397,11386,5401,11386,5403,11383,5403,11377,540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454,11374l5451,11374,5448,11377,5448,11383,5451,11386,5454,11386,545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476,11374l5454,11374,5454,11386,5476,11386,547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480,11374l5476,11374,5476,11386,5480,11386,5482,11383,5482,11377,548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533,11374l5530,11374,5527,11377,5527,11383,5530,11386,5533,11386,5533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556,11374l5533,11374,5533,11386,5556,11386,5556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559,11374l5556,11374,5556,11386,5559,11386,5561,11383,5561,11377,5559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12,11374l5609,11374,5606,11377,5606,11383,5609,11386,5612,11386,5612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35,11374l5612,11374,5612,11386,5635,11386,5635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38,11374l5635,11374,5635,11386,5638,11386,5640,11383,5640,11377,5638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91,11374l5688,11374,5685,11377,5685,11383,5688,11386,5691,11386,569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14,11374l5691,11374,5691,11386,5714,11386,571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17,11374l5714,11374,5714,11386,5717,11386,5719,11383,5719,11377,5717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1,11380l5775,11380,5775,11394,5778,11397,5784,11397,5787,11394,5787,11386,5781,11386,5781,1138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70,11374l5767,11374,5764,11377,5764,11383,5767,11386,5770,11386,5770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1,11374l5770,11374,5770,11386,5775,11386,5775,11380,5781,11380,578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1,11374l5781,11386,5787,11380,5781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7,11380l5781,11386,5784,11386,5787,11383,5787,1138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7,11383l5784,11386,5787,11386,5787,1138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1374l5781,11374,5787,11380,5787,11377,5784,1137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1442l5778,11442,5775,11445,5775,11473,5778,11476,5784,11476,5787,11473,5787,11445,5784,1144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1521l5778,11521,5775,11523,5775,11552,5778,11555,5784,11555,5787,11552,5787,11523,5784,1152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1600l5778,11600,5775,11602,5775,11631,5778,11634,5784,11634,5787,11631,5787,11602,5784,1160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1679l5778,11679,5775,11681,5775,11710,5778,11713,5784,11713,5787,11710,5787,11681,5784,11679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1758l5778,11758,5775,11760,5775,11789,5778,11791,5784,11791,5787,11789,5787,11760,5784,1175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1836l5778,11836,5775,11839,5775,11868,5778,11870,5784,11870,5787,11868,5787,11839,5784,1183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1915l5778,11915,5775,11918,5775,11947,5778,11949,5784,11949,5787,11947,5787,11918,5784,1191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1994l5778,11994,5775,11997,5775,12026,5778,12028,5784,12028,5787,12026,5787,11997,5784,1199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073l5778,12073,5775,12076,5775,12104,5778,12107,5784,12107,5787,12104,5787,12076,5784,1207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152l5778,12152,5775,12155,5775,12183,5778,12186,5784,12186,5787,12183,5787,12155,5784,1215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231l5778,12231,5775,12233,5775,12262,5778,12265,5784,12265,5787,12262,5787,12233,5784,1223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310l5778,12310,5775,12312,5775,12341,5778,12344,5784,12344,5787,12341,5787,12312,5784,1231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389l5778,12389,5775,12391,5775,12420,5778,12423,5784,12423,5787,12420,5787,12391,5784,12389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468l5778,12468,5775,12470,5775,12499,5778,12501,5784,12501,5787,12499,5787,12470,5784,1246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546l5778,12546,5775,12549,5775,12578,5778,12580,5784,12580,5787,12578,5787,12549,5784,1254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625l5778,12625,5775,12628,5775,12657,5778,12659,5784,12659,5787,12657,5787,12628,5784,1262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704l5778,12704,5775,12707,5775,12736,5778,12738,5784,12738,5787,12736,5787,12707,5784,1270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783l5778,12783,5775,12786,5775,12814,5778,12817,5784,12817,5787,12814,5787,12786,5784,1278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862l5778,12862,5775,12864,5775,12893,5778,12896,5784,12896,5787,12893,5787,12864,5784,1286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2941l5778,12941,5775,12943,5775,12972,5778,12975,5784,12975,5787,12972,5787,12943,5784,1294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020l5778,13020,5775,13022,5775,13051,5778,13054,5784,13054,5787,13051,5787,13022,5784,1302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099l5778,13099,5775,13101,5775,13130,5778,13133,5784,13133,5787,13130,5787,13101,5784,13099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178l5778,13178,5775,13180,5775,13209,5778,13211,5784,13211,5787,13209,5787,13180,5784,1317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256l5778,13256,5775,13259,5775,13288,5778,13290,5784,13290,5787,13288,5787,13259,5784,1325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335l5778,13335,5775,13338,5775,13367,5778,13369,5784,13369,5787,13367,5787,13338,5784,1333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414l5778,13414,5775,13417,5775,13446,5778,13448,5784,13448,5787,13446,5787,13417,5784,1341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493l5778,13493,5775,13496,5775,13524,5778,13527,5784,13527,5787,13524,5787,13496,5784,1349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572l5778,13572,5775,13574,5775,13603,5778,13606,5784,13606,5787,13603,5787,13574,5784,1357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651l5778,13651,5775,13653,5775,13682,5778,13685,5784,13685,5787,13682,5787,13653,5784,1365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730l5778,13730,5775,13732,5775,13761,5778,13764,5784,13764,5787,13761,5787,13732,5784,1373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809l5778,13809,5775,13811,5775,13840,5778,13842,5784,13842,5787,13840,5787,13811,5784,13809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888l5778,13888,5775,13890,5775,13919,5778,13921,5784,13921,5787,13919,5787,13890,5784,1388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3966l5778,13966,5775,13969,5775,13998,5778,14000,5784,14000,5787,13998,5787,13969,5784,1396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045l5778,14045,5775,14048,5775,14077,5778,14079,5784,14079,5787,14077,5787,14048,5784,1404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124l5778,14124,5775,14127,5775,14156,5778,14158,5784,14158,5787,14156,5787,14127,5784,1412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203l5778,14203,5775,14206,5775,14234,5778,14237,5784,14237,5787,14234,5787,14206,5784,1420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282l5778,14282,5775,14284,5775,14313,5778,14316,5784,14316,5787,14313,5787,14284,5784,1428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361l5778,14361,5775,14363,5775,14392,5778,14395,5784,14395,5787,14392,5787,14363,5784,1436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440l5778,14440,5775,14442,5775,14471,5778,14474,5784,14474,5787,14471,5787,14442,5784,1444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519l5778,14519,5775,14521,5775,14550,5778,14552,5784,14552,5787,14550,5787,14521,5784,14519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597l5778,14597,5775,14600,5775,14629,5778,14631,5784,14631,5787,14629,5787,14600,5784,14597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676l5778,14676,5775,14679,5775,14708,5778,14710,5784,14710,5787,14708,5787,14679,5784,1467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755l5778,14755,5775,14758,5775,14787,5778,14789,5784,14789,5787,14787,5787,14758,5784,1475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834l5778,14834,5775,14837,5775,14866,5778,14868,5784,14868,5787,14866,5787,14837,5784,148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913l5778,14913,5775,14916,5775,14944,5778,14947,5784,14947,5787,14944,5787,14916,5784,1491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4992l5778,14992,5775,14994,5775,15023,5778,15026,5784,15026,5787,15023,5787,14994,5784,1499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5071l5778,15071,5775,15073,5775,15102,5778,15105,5784,15105,5787,15102,5787,15073,5784,1507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5150l5778,15150,5775,15152,5775,15181,5778,15184,5784,15184,5787,15181,5787,15152,5784,1515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5229l5778,15229,5775,15231,5775,15260,5778,15262,5784,15262,5787,15260,5787,15231,5784,15229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5307l5778,15307,5775,15310,5775,15339,5778,15341,5784,15341,5787,15339,5787,15310,5784,15307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5386l5778,15386,5775,15389,5775,15418,5778,15420,5784,15420,5787,15418,5787,15389,5784,1538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5465l5778,15465,5775,15468,5775,15497,5778,15499,5784,15499,5787,15497,5787,15468,5784,1546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5544l5778,15544,5775,15547,5775,15575,5778,15578,5784,15578,5787,15575,5787,15547,5784,1554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70,15634l5767,15634,5764,15637,5764,15643,5767,15646,5770,15646,577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75,15634l5770,15634,5770,15646,5778,15646,5775,15643,577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75,15640l5775,15643,5778,15646,5781,15646,5775,1564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4,15623l5778,15623,5775,15626,5775,15640,5781,15646,5781,15634,5787,15634,5787,15626,5784,1562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7,15634l5781,15634,5781,15646,5787,15640,578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87,15640l5781,15646,5784,15646,5787,15643,5787,1564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91,15634l5688,15634,5685,15637,5685,15643,5688,15646,5691,15646,569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13,15634l5691,15634,5691,15646,5713,15646,571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16,15634l5713,15634,5713,15646,5716,15646,5719,15643,5719,15637,571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12,15634l5609,15634,5606,15637,5606,15643,5609,15646,5612,15646,561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34,15634l5612,15634,5612,15646,5634,15646,563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37,15634l5634,15634,5634,15646,5637,15646,5640,15643,5640,15637,563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533,15634l5530,15634,5527,15637,5527,15643,5530,15646,5533,15646,553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555,15634l5533,15634,5533,15646,5555,15646,555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558,15634l5555,15634,5555,15646,5558,15646,5561,15643,5561,15637,555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454,15634l5450,15634,5448,15637,5448,15643,5450,15646,5454,15646,545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476,15634l5454,15634,5454,15646,5476,15646,547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479,15634l5476,15634,5476,15646,5479,15646,5482,15643,5482,15637,547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375,15634l5371,15634,5369,15637,5369,15643,5371,15646,5375,15646,537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397,15634l5375,15634,5375,15646,5397,15646,539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400,15634l5397,15634,5397,15646,5400,15646,5403,15643,5403,15637,540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296,15634l5292,15634,5290,15637,5290,15643,5292,15646,5296,15646,529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318,15634l5296,15634,5296,15646,5318,15646,531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321,15634l5318,15634,5318,15646,5321,15646,5324,15643,5324,15637,532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217,15634l5213,15634,5211,15637,5211,15643,5213,15646,5217,15646,521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239,15634l5217,15634,5217,15646,5239,15646,523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242,15634l5239,15634,5239,15646,5242,15646,5245,15643,5245,15637,524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137,15634l5134,15634,5132,15637,5132,15643,5134,15646,5137,15646,513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160,15634l5137,15634,5137,15646,5160,15646,516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163,15634l5160,15634,5160,15646,5163,15646,5166,15643,5166,15637,516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58,15634l5055,15634,5053,15637,5053,15643,5055,15646,5058,15646,505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81,15634l5058,15634,5058,15646,5081,15646,508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84,15634l5081,15634,5081,15646,5084,15646,5087,15643,5087,15637,508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979,15634l4976,15634,4974,15637,4974,15643,4976,15646,4979,15646,497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02,15634l4979,15634,4979,15646,5002,15646,500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005,15634l5002,15634,5002,15646,5005,15646,5008,15643,5008,15637,500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900,15634l4897,15634,4895,15637,4895,15643,4897,15646,4900,15646,490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923,15634l4900,15634,4900,15646,4923,15646,492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926,15634l4923,15634,4923,15646,4926,15646,4929,15643,4929,15637,492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821,15634l4818,15634,4816,15637,4816,15643,4818,15646,4821,15646,482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844,15634l4821,15634,4821,15646,4844,15646,484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847,15634l4844,15634,4844,15646,4847,15646,4850,15643,4850,15637,484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742,15634l4739,15634,4737,15637,4737,15643,4739,15646,4742,15646,474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765,15634l4742,15634,4742,15646,4765,15646,476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768,15634l4765,15634,4765,15646,4768,15646,4771,15643,4771,15637,476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63,15634l4660,15634,4658,15637,4658,15643,4660,15646,4663,15646,466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86,15634l4663,15634,4663,15646,4686,15646,468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89,15634l4686,15634,4686,15646,4689,15646,4692,15643,4692,15637,468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584,15634l4581,15634,4579,15637,4579,15643,4581,15646,4584,15646,458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07,15634l4584,15634,4584,15646,4607,15646,460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610,15634l4607,15634,4607,15646,4610,15646,4613,15643,4613,15637,461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505,15634l4502,15634,4500,15637,4500,15643,4502,15646,4505,15646,450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528,15634l4505,15634,4505,15646,4528,15646,452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531,15634l4528,15634,4528,15646,4531,15646,4533,15643,4533,15637,453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426,15634l4423,15634,4421,15637,4421,15643,4423,15646,4426,15646,442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449,15634l4426,15634,4426,15646,4449,15646,444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452,15634l4449,15634,4449,15646,4452,15646,4454,15643,4454,15637,445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347,15634l4344,15634,4342,15637,4342,15643,4344,15646,4347,15646,434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370,15634l4347,15634,4347,15646,4370,15646,437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373,15634l4370,15634,4370,15646,4373,15646,4375,15643,4375,15637,437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68,15634l4265,15634,4262,15637,4262,15643,4265,15646,4268,15646,426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91,15634l4268,15634,4268,15646,4291,15646,429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94,15634l4291,15634,4291,15646,4294,15646,4296,15643,4296,15637,429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189,15634l4186,15634,4183,15637,4183,15643,4186,15646,4189,15646,418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12,15634l4189,15634,4189,15646,4212,15646,421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215,15634l4212,15634,4212,15646,4215,15646,4217,15643,4217,15637,421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110,15634l4107,15634,4104,15637,4104,15643,4107,15646,4110,15646,411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133,15634l4110,15634,4110,15646,4133,15646,413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136,15634l4133,15634,4133,15646,4136,15646,4138,15643,4138,15637,413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031,15634l4028,15634,4025,15637,4025,15643,4028,15646,4031,15646,403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054,15634l4031,15634,4031,15646,4054,15646,405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4057,15634l4054,15634,4054,15646,4057,15646,4059,15643,4059,15637,405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952,15634l3949,15634,3946,15637,3946,15643,3949,15646,3952,15646,395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975,15634l3952,15634,3952,15646,3975,15646,397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978,15634l3975,15634,3975,15646,3978,15646,3980,15643,3980,15637,397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73,15634l3870,15634,3867,15637,3867,15643,3870,15646,3873,15646,387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96,15634l3873,15634,3873,15646,3896,15646,389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99,15634l3896,15634,3896,15646,3899,15646,3901,15643,3901,15637,389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794,15634l3791,15634,3788,15637,3788,15643,3791,15646,3794,15646,379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17,15634l3794,15634,3794,15646,3817,15646,381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820,15634l3817,15634,3817,15646,3820,15646,3822,15643,3822,15637,382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715,15634l3712,15634,3709,15637,3709,15643,3712,15646,3715,15646,371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738,15634l3715,15634,3715,15646,3738,15646,373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741,15634l3738,15634,3738,15646,3741,15646,3743,15643,3743,15637,374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636,15634l3633,15634,3630,15637,3630,15643,3633,15646,3636,15646,363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658,15634l3636,15634,3636,15646,3658,15646,365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662,15634l3658,15634,3658,15646,3662,15646,3664,15643,3664,15637,366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57,15634l3554,15634,3551,15637,3551,15643,3554,15646,3557,15646,355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79,15634l3557,15634,3557,15646,3579,15646,357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83,15634l3579,15634,3579,15646,3583,15646,3585,15643,3585,15637,358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478,15634l3475,15634,3472,15637,3472,15643,3475,15646,3478,15646,347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00,15634l3478,15634,3478,15646,3500,15646,350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504,15634l3500,15634,3500,15646,3504,15646,3506,15643,3506,15637,350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399,15634l3396,15634,3393,15637,3393,15643,3396,15646,3399,15646,339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421,15634l3399,15634,3399,15646,3421,15646,342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425,15634l3421,15634,3421,15646,3425,15646,3427,15643,3427,15637,342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320,15634l3317,15634,3314,15637,3314,15643,3317,15646,3320,15646,332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342,15634l3320,15634,3320,15646,3342,15646,334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346,15634l3342,15634,3342,15646,3346,15646,3348,15643,3348,15637,334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241,15634l3238,15634,3235,15637,3235,15643,3238,15646,3241,15646,324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263,15634l3241,15634,3241,15646,3263,15646,326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266,15634l3263,15634,3263,15646,3266,15646,3269,15643,3269,15637,326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62,15634l3159,15634,3156,15637,3156,15643,3159,15646,3162,15646,316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84,15634l3162,15634,3162,15646,3184,15646,318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87,15634l3184,15634,3184,15646,3187,15646,3190,15643,3190,15637,318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083,15634l3080,15634,3077,15637,3077,15643,3080,15646,3083,15646,308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05,15634l3083,15634,3083,15646,3105,15646,310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108,15634l3105,15634,3105,15646,3108,15646,3111,15643,3111,15637,310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004,15634l3001,15634,2998,15637,2998,15643,3001,15646,3004,15646,300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026,15634l3004,15634,3004,15646,3026,15646,302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3029,15634l3026,15634,3026,15646,3029,15646,3032,15643,3032,15637,302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925,15634l2922,15634,2919,15637,2919,15643,2922,15646,2925,15646,292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947,15634l2925,15634,2925,15646,2947,15646,294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950,15634l2947,15634,2947,15646,2950,15646,2953,15643,2953,15637,295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846,15634l2842,15634,2840,15637,2840,15643,2842,15646,2846,15646,284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868,15634l2846,15634,2846,15646,2868,15646,286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871,15634l2868,15634,2868,15646,2871,15646,2874,15643,2874,15637,287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67,15634l2763,15634,2761,15637,2761,15643,2763,15646,2767,15646,276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89,15634l2767,15634,2767,15646,2789,15646,278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92,15634l2789,15634,2789,15646,2792,15646,2795,15643,2795,15637,279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688,15634l2684,15634,2682,15637,2682,15643,2684,15646,2688,15646,268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10,15634l2688,15634,2688,15646,2710,15646,271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713,15634l2710,15634,2710,15646,2713,15646,2716,15643,2716,15637,271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609,15634l2605,15634,2603,15637,2603,15643,2605,15646,2609,15646,260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631,15634l2609,15634,2609,15646,2631,15646,263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634,15634l2631,15634,2631,15646,2634,15646,2637,15643,2637,15637,263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529,15634l2526,15634,2524,15637,2524,15643,2526,15646,2529,15646,252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552,15634l2529,15634,2529,15646,2552,15646,255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555,15634l2552,15634,2552,15646,2555,15646,2558,15643,2558,15637,255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450,15634l2447,15634,2445,15637,2445,15643,2447,15646,2450,15646,245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473,15634l2450,15634,2450,15646,2473,15646,247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476,15634l2473,15634,2473,15646,2476,15646,2479,15643,2479,15637,247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71,15634l2368,15634,2366,15637,2366,15643,2368,15646,2371,15646,237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94,15634l2371,15634,2371,15646,2394,15646,239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97,15634l2394,15634,2394,15646,2397,15646,2400,15643,2400,15637,239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292,15634l2289,15634,2287,15637,2287,15643,2289,15646,2292,15646,229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15,15634l2292,15634,2292,15646,2315,15646,231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318,15634l2315,15634,2315,15646,2318,15646,2321,15643,2321,15637,231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213,15634l2210,15634,2208,15637,2208,15643,2210,15646,2213,15646,221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236,15634l2213,15634,2213,15646,2236,15646,223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239,15634l2236,15634,2236,15646,2239,15646,2242,15643,2242,15637,223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134,15634l2131,15634,2129,15637,2129,15643,2131,15646,2134,15646,213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157,15634l2134,15634,2134,15646,2157,15646,215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160,15634l2157,15634,2157,15646,2160,15646,2163,15643,2163,15637,216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055,15634l2052,15634,2050,15637,2050,15643,2052,15646,2055,15646,205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078,15634l2055,15634,2055,15646,2078,15646,207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081,15634l2078,15634,2078,15646,2081,15646,2084,15643,2084,15637,208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976,15634l1973,15634,1971,15637,1971,15643,1973,15646,1976,15646,197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999,15634l1976,15634,1976,15646,1999,15646,199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2002,15634l1999,15634,1999,15646,2002,15646,2005,15643,2005,15637,200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897,15634l1894,15634,1892,15637,1892,15643,1894,15646,1897,15646,189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920,15634l1897,15634,1897,15646,1920,15646,192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923,15634l1920,15634,1920,15646,1923,15646,1926,15643,1926,15637,192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818,15634l1815,15634,1813,15637,1813,15643,1815,15646,1818,15646,181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841,15634l1818,15634,1818,15646,1841,15646,184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844,15634l1841,15634,1841,15646,1844,15646,1846,15643,1846,15637,184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739,15634l1736,15634,1734,15637,1734,15643,1736,15646,1739,15646,173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762,15634l1739,15634,1739,15646,1762,15646,176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765,15634l1762,15634,1762,15646,1765,15646,1767,15643,1767,15637,176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60,15634l1657,15634,1654,15637,1654,15643,1657,15646,1660,15646,166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83,15634l1660,15634,1660,15646,1683,15646,168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86,15634l1683,15634,1683,15646,1686,15646,1688,15643,1688,15637,168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581,15634l1578,15634,1575,15637,1575,15643,1578,15646,1581,15646,158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04,15634l1581,15634,1581,15646,1604,15646,160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607,15634l1604,15634,1604,15646,1607,15646,1609,15643,1609,15637,160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502,15634l1499,15634,1496,15637,1496,15643,1499,15646,1502,15646,150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525,15634l1502,15634,1502,15646,1525,15646,152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528,15634l1525,15634,1525,15646,1528,15646,1530,15643,1530,15637,152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423,15634l1420,15634,1417,15637,1417,15643,1420,15646,1423,15646,142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446,15634l1423,15634,1423,15646,1446,15646,144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449,15634l1446,15634,1446,15646,1449,15646,1451,15643,1451,15637,144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344,15634l1341,15634,1338,15637,1338,15643,1341,15646,1344,15646,134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367,15634l1344,15634,1344,15646,1367,15646,136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370,15634l1367,15634,1367,15646,1370,15646,1372,15643,1372,15637,137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65,15634l1262,15634,1259,15637,1259,15643,1262,15646,1265,15646,126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88,15634l1265,15634,1265,15646,1288,15646,128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91,15634l1288,15634,1288,15646,1291,15646,1293,15643,1293,15637,129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186,15634l1183,15634,1180,15637,1180,15643,1183,15646,1186,15646,118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09,15634l1186,15634,1186,15646,1209,15646,120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212,15634l1209,15634,1209,15646,1212,15646,1214,15643,1214,15637,121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107,15634l1104,15634,1101,15637,1101,15643,1104,15646,1107,15646,110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130,15634l1107,15634,1107,15646,1130,15646,113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133,15634l1130,15634,1130,15646,1133,15646,1135,15643,1135,15637,113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028,15634l1025,15634,1022,15637,1022,15643,1025,15646,1028,15646,102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051,15634l1028,15634,1028,15646,1051,15646,105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1054,15634l1051,15634,1051,15646,1054,15646,1056,15643,1056,15637,105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949,15634l946,15634,943,15637,943,15643,946,15646,949,15646,94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971,15634l949,15634,949,15646,971,15646,97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975,15634l971,15634,971,15646,975,15646,977,15643,977,15637,97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70,15634l867,15634,864,15637,864,15643,867,15646,870,15646,870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92,15634l870,15634,870,15646,892,15646,89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96,15634l892,15634,892,15646,896,15646,898,15643,898,15637,89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791,15634l788,15634,785,15637,785,15643,788,15646,791,15646,79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13,15634l791,15634,791,15646,813,15646,81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817,15634l813,15634,813,15646,817,15646,819,15643,819,15637,817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712,15634l709,15634,706,15637,706,15643,709,15646,712,15646,712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734,15634l712,15634,712,15646,734,15646,734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738,15634l734,15634,734,15646,738,15646,740,15643,740,15637,73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633,15634l630,15634,627,15637,627,15643,630,15646,633,15646,633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655,15634l633,15634,633,15646,655,15646,65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658,15634l655,15634,655,15646,658,15646,661,15643,661,15637,658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0,15640l560,15643,562,15646,565,15646,560,1564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5,15634l560,15640,565,15646,56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1,15634l565,15634,565,15646,576,15646,576,15640,571,15640,571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9,15634l576,15634,576,15646,579,15646,582,15643,582,15637,579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5,15634l562,15634,560,15637,560,15640,565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76,15634l571,15634,571,15640,576,15640,576,156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5623l562,15623,560,15625,560,15637,562,15634,571,15634,571,15625,568,1562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5544l562,15544,560,15547,560,15575,562,15578,568,15578,571,15575,571,15547,568,1554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5465l562,15465,560,15468,560,15496,562,15499,568,15499,571,15496,571,15468,568,1546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5386l562,15386,560,15389,560,15418,562,15420,568,15420,571,15418,571,15389,568,1538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5307l562,15307,560,15310,560,15339,562,15341,568,15341,571,15339,571,15310,568,15307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5228l562,15228,560,15231,560,15260,562,15262,568,15262,571,15260,571,15231,568,1522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5150l562,15150,560,15152,560,15181,562,15183,568,15183,571,15181,571,15152,568,1515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5071l562,15071,560,15073,560,15102,562,15105,568,15105,571,15102,571,15073,568,1507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992l562,14992,560,14994,560,15023,562,15026,568,15026,571,15023,571,14994,568,1499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913l562,14913,560,14915,560,14944,562,14947,568,14947,571,14944,571,14915,568,1491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834l562,14834,560,14837,560,14865,562,14868,568,14868,571,14865,571,14837,568,1483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755l562,14755,560,14758,560,14786,562,14789,568,14789,571,14786,571,14758,568,1475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676l562,14676,560,14679,560,14708,562,14710,568,14710,571,14708,571,14679,568,1467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597l562,14597,560,14600,560,14629,562,14631,568,14631,571,14629,571,14600,568,14597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518l562,14518,560,14521,560,14550,562,14552,568,14552,571,14550,571,14521,568,1451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440l562,14440,560,14442,560,14471,562,14473,568,14473,571,14471,571,14442,568,1444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361l562,14361,560,14363,560,14392,562,14395,568,14395,571,14392,571,14363,568,1436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282l562,14282,560,14284,560,14313,562,14316,568,14316,571,14313,571,14284,568,1428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203l562,14203,560,14205,560,14234,562,14237,568,14237,571,14234,571,14205,568,1420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124l562,14124,560,14127,560,14155,562,14158,568,14158,571,14155,571,14127,568,1412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4045l562,14045,560,14048,560,14076,562,14079,568,14079,571,14076,571,14048,568,1404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966l562,13966,560,13969,560,13998,562,14000,568,14000,571,13998,571,13969,568,1396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887l562,13887,560,13890,560,13919,562,13921,568,13921,571,13919,571,13890,568,13887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808l562,13808,560,13811,560,13840,562,13842,568,13842,571,13840,571,13811,568,1380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730l562,13730,560,13732,560,13761,562,13763,568,13763,571,13761,571,13732,568,1373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651l562,13651,560,13653,560,13682,562,13685,568,13685,571,13682,571,13653,568,1365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572l562,13572,560,13574,560,13603,562,13606,568,13606,571,13603,571,13574,568,1357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493l562,13493,560,13495,560,13524,562,13527,568,13527,571,13524,571,13495,568,1349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414l562,13414,560,13417,560,13445,562,13448,568,13448,571,13445,571,13417,568,1341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335l562,13335,560,13338,560,13366,562,13369,568,13369,571,13366,571,13338,568,1333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256l562,13256,560,13259,560,13288,562,13290,568,13290,571,13288,571,13259,568,1325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177l562,13177,560,13180,560,13209,562,13211,568,13211,571,13209,571,13180,568,13177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098l562,13098,560,13101,560,13130,562,13132,568,13132,571,13130,571,13101,568,1309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3020l562,13020,560,13022,560,13051,562,13053,568,13053,571,13051,571,13022,568,1302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941l562,12941,560,12943,560,12972,562,12975,568,12975,571,12972,571,12943,568,1294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862l562,12862,560,12864,560,12893,562,12896,568,12896,571,12893,571,12864,568,1286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783l562,12783,560,12785,560,12814,562,12817,568,12817,571,12814,571,12785,568,1278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704l562,12704,560,12707,560,12735,562,12738,568,12738,571,12735,571,12707,568,1270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625l562,12625,560,12628,560,12656,562,12659,568,12659,571,12656,571,12628,568,1262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546l562,12546,560,12549,560,12578,562,12580,568,12580,571,12578,571,12549,568,1254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467l562,12467,560,12470,560,12499,562,12501,568,12501,571,12499,571,12470,568,12467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388l562,12388,560,12391,560,12420,562,12422,568,12422,571,12420,571,12391,568,1238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310l562,12310,560,12312,560,12341,562,12343,568,12343,571,12341,571,12312,568,1231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231l562,12231,560,12233,560,12262,562,12265,568,12265,571,12262,571,12233,568,1223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152l562,12152,560,12154,560,12183,562,12186,568,12186,571,12183,571,12154,568,12152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2073l562,12073,560,12075,560,12104,562,12107,568,12107,571,12104,571,12075,568,12073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1994l562,11994,560,11997,560,12025,562,12028,568,12028,571,12025,571,11997,568,11994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1915l562,11915,560,11918,560,11947,562,11949,568,11949,571,11947,571,11918,568,11915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1836l562,11836,560,11839,560,11868,562,11870,568,11870,571,11868,571,11839,568,11836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1757l562,11757,560,11760,560,11789,562,11791,568,11791,571,11789,571,11760,568,11757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1678l562,11678,560,11681,560,11710,562,11712,568,11712,571,11710,571,11681,568,11678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1600l562,11600,560,11602,560,11631,562,11633,568,11633,571,11631,571,11602,568,11600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1521l562,11521,560,11523,560,11552,562,11555,568,11555,571,11552,571,11523,568,11521xe" filled="true" fillcolor="#231f20" stroked="false">
                <v:path arrowok="t"/>
                <v:fill type="solid"/>
              </v:shape>
              <v:shape style="position:absolute;left:560;top:11374;width:5228;height:4272" coordorigin="560,11374" coordsize="5228,4272" path="m568,11442l562,11442,560,11444,560,11473,562,11476,568,11476,571,11473,571,11444,568,11442xe" filled="true" fillcolor="#231f20" stroked="false">
                <v:path arrowok="t"/>
                <v:fill type="solid"/>
              </v:shape>
            </v:group>
            <v:group style="position:absolute;left:560;top:6150;width:5228;height:1001" coordorigin="560,6150" coordsize="5228,1001">
              <v:shape style="position:absolute;left:560;top:6150;width:5228;height:1001" coordorigin="560,6150" coordsize="5228,1001" path="m560,7146l560,7148,562,7150,565,7150,560,7146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5,7141l562,7141,560,7143,560,7146,565,7150,56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1,7141l565,7141,565,7150,571,7146,57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1,7146l565,7150,568,7150,571,7148,571,7146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7,7141l571,7141,571,7148,568,7150,577,7150,57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80,7141l577,7141,577,7150,580,7150,582,7148,582,7143,58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8,7132l562,7132,560,7134,560,7143,562,7141,571,7141,571,7134,568,7132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633,7141l630,7141,627,7143,627,7148,630,7150,633,7150,633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656,7141l633,7141,633,7150,656,7150,65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659,7141l656,7141,656,7150,659,7150,661,7148,661,7143,65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712,7141l709,7141,706,7143,706,7148,709,7150,712,7150,712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735,7141l712,7141,712,7150,735,7150,73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738,7141l735,7141,735,7150,738,7150,740,7148,740,7143,738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791,7141l788,7141,785,7143,785,7148,788,7150,791,7150,79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814,7141l791,7141,791,7150,814,7150,81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817,7141l814,7141,814,7150,817,7150,819,7148,819,7143,81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870,7141l867,7141,865,7143,865,7148,867,7150,870,7150,87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893,7141l870,7141,870,7150,893,7150,893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896,7141l893,7141,893,7150,896,7150,898,7148,898,7143,89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949,7141l946,7141,944,7143,944,7148,946,7150,949,7150,94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972,7141l949,7141,949,7150,972,7150,972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975,7141l972,7141,972,7150,975,7150,977,7148,977,7143,97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028,7141l1025,7141,1023,7143,1023,7148,1025,7150,1028,7150,1028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051,7141l1028,7141,1028,7150,1051,7150,105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054,7141l1051,7141,1051,7150,1054,7150,1056,7148,1056,7143,105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107,7141l1104,7141,1102,7143,1102,7148,1104,7150,1107,7150,110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130,7141l1107,7141,1107,7150,1130,7150,113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133,7141l1130,7141,1130,7150,1133,7150,1136,7148,1136,7143,1133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186,7141l1183,7141,1181,7143,1181,7148,1183,7150,1186,7150,118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209,7141l1186,7141,1186,7150,1209,7150,120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212,7141l1209,7141,1209,7150,1212,7150,1215,7148,1215,7143,1212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265,7141l1262,7141,1260,7143,1260,7148,1262,7150,1265,7150,126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288,7141l1265,7141,1265,7150,1288,7150,1288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291,7141l1288,7141,1288,7150,1291,7150,1294,7148,1294,7143,129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344,7141l1341,7141,1339,7143,1339,7148,1341,7150,1344,7150,134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367,7141l1344,7141,1344,7150,1367,7150,136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370,7141l1367,7141,1367,7150,1370,7150,1373,7148,1373,7143,137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423,7141l1420,7141,1418,7143,1418,7148,1420,7150,1423,7150,1423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446,7141l1423,7141,1423,7150,1446,7150,144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449,7141l1446,7141,1446,7150,1449,7150,1452,7148,1452,7143,144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502,7141l1499,7141,1497,7143,1497,7148,1499,7150,1502,7150,1502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525,7141l1502,7141,1502,7150,1525,7150,152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528,7141l1525,7141,1525,7150,1528,7150,1531,7148,1531,7143,1528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581,7141l1578,7141,1576,7143,1576,7148,1578,7150,1581,7150,158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604,7141l1581,7141,1581,7150,1604,7150,160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607,7141l1604,7141,1604,7150,1607,7150,1610,7148,1610,7143,160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660,7141l1657,7141,1655,7143,1655,7148,1657,7150,1660,7150,166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683,7141l1660,7141,1660,7150,1683,7150,1683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686,7141l1683,7141,1683,7150,1686,7150,1689,7148,1689,7143,168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740,7141l1736,7141,1734,7143,1734,7148,1736,7150,1740,7150,174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762,7141l1740,7141,1740,7150,1762,7150,1762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765,7141l1762,7141,1762,7150,1765,7150,1768,7148,1768,7143,176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819,7141l1815,7141,1813,7143,1813,7148,1815,7150,1819,7150,181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841,7141l1819,7141,1819,7150,1841,7150,184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844,7141l1841,7141,1841,7150,1844,7150,1847,7148,1847,7143,184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898,7141l1894,7141,1892,7143,1892,7148,1894,7150,1898,7150,1898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920,7141l1898,7141,1898,7150,1920,7150,192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923,7141l1920,7141,1920,7150,1923,7150,1926,7148,1926,7143,1923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977,7141l1973,7141,1971,7143,1971,7148,1973,7150,1977,7150,197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999,7141l1977,7141,1977,7150,1999,7150,199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002,7141l1999,7141,1999,7150,2002,7150,2005,7148,2005,7143,2002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056,7141l2052,7141,2050,7143,2050,7148,2052,7150,2056,7150,205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078,7141l2056,7141,2056,7150,2078,7150,2078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081,7141l2078,7141,2078,7150,2081,7150,2084,7148,2084,7143,208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135,7141l2132,7141,2129,7143,2129,7148,2132,7150,2135,7150,213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157,7141l2135,7141,2135,7150,2157,7150,215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160,7141l2157,7141,2157,7150,2160,7150,2163,7148,2163,7143,216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214,7141l2211,7141,2208,7143,2208,7148,2211,7150,2214,7150,221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236,7141l2214,7141,2214,7150,2236,7150,223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239,7141l2236,7141,2236,7150,2239,7150,2242,7148,2242,7143,223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293,7141l2290,7141,2287,7143,2287,7148,2290,7150,2293,7150,2293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315,7141l2293,7141,2293,7150,2315,7150,231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318,7141l2315,7141,2315,7150,2318,7150,2321,7148,2321,7143,2318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372,7141l2369,7141,2366,7143,2366,7148,2369,7150,2372,7150,2372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394,7141l2372,7141,2372,7150,2394,7150,239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397,7141l2394,7141,2394,7150,2397,7150,2400,7148,2400,7143,239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451,7141l2448,7141,2445,7143,2445,7148,2448,7150,2451,7150,245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473,7141l2451,7141,2451,7150,2473,7150,2473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476,7141l2473,7141,2473,7150,2476,7150,2479,7148,2479,7143,247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530,7141l2527,7141,2524,7143,2524,7148,2527,7150,2530,7150,253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552,7141l2530,7141,2530,7150,2552,7150,2552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556,7141l2552,7141,2552,7150,2556,7150,2558,7148,2558,7143,255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609,7141l2606,7141,2603,7143,2603,7148,2606,7150,2609,7150,260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631,7141l2609,7141,2609,7150,2631,7150,263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635,7141l2631,7141,2631,7150,2635,7150,2637,7148,2637,7143,263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688,7141l2685,7141,2682,7143,2682,7148,2685,7150,2688,7150,2688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710,7141l2688,7141,2688,7150,2710,7150,271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714,7141l2710,7141,2710,7150,2714,7150,2716,7148,2716,7143,271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767,7141l2764,7141,2761,7143,2761,7148,2764,7150,2767,7150,276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789,7141l2767,7141,2767,7150,2789,7150,278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793,7141l2789,7141,2789,7150,2793,7150,2795,7148,2795,7143,2793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846,7141l2843,7141,2840,7143,2840,7148,2843,7150,2846,7150,284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869,7141l2846,7141,2846,7150,2869,7150,286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872,7141l2869,7141,2869,7150,2872,7150,2874,7148,2874,7143,2872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925,7141l2922,7141,2919,7143,2919,7148,2922,7150,2925,7150,292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948,7141l2925,7141,2925,7150,2948,7150,2948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951,7141l2948,7141,2948,7150,2951,7150,2953,7148,2953,7143,295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004,7141l3001,7141,2998,7143,2998,7148,3001,7150,3004,7150,300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027,7141l3004,7141,3004,7150,3027,7150,302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030,7141l3027,7141,3027,7150,3030,7150,3032,7148,3032,7143,303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083,7141l3080,7141,3077,7143,3077,7148,3080,7150,3083,7150,3083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106,7141l3083,7141,3083,7150,3106,7150,310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109,7141l3106,7141,3106,7150,3109,7150,3111,7148,3111,7143,310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162,7141l3159,7141,3156,7143,3156,7148,3159,7150,3162,7150,3162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185,7141l3162,7141,3162,7150,3185,7150,318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188,7141l3185,7141,3185,7150,3188,7150,3190,7148,3190,7143,3188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241,7141l3238,7141,3235,7143,3235,7148,3238,7150,3241,7150,324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264,7141l3241,7141,3241,7150,3264,7150,326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267,7141l3264,7141,3264,7150,3267,7150,3269,7148,3269,7143,326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320,7141l3317,7141,3314,7143,3314,7148,3317,7150,3320,7150,332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343,7141l3320,7141,3320,7150,3343,7150,3343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346,7141l3343,7141,3343,7150,3346,7150,3348,7148,3348,7143,334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399,7141l3396,7141,3393,7143,3393,7148,3396,7150,3399,7150,339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422,7141l3399,7141,3399,7150,3422,7150,3422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425,7141l3422,7141,3422,7150,3425,7150,3427,7148,3427,7143,342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478,7141l3475,7141,3472,7143,3472,7148,3475,7150,3478,7150,3478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501,7141l3478,7141,3478,7150,3501,7150,350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504,7141l3501,7141,3501,7150,3504,7150,3506,7148,3506,7143,350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557,7141l3554,7141,3552,7143,3552,7148,3554,7150,3557,7150,355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580,7141l3557,7141,3557,7150,3580,7150,358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583,7141l3580,7141,3580,7150,3583,7150,3585,7148,3585,7143,3583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636,7141l3633,7141,3631,7143,3631,7148,3633,7150,3636,7150,363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659,7141l3636,7141,3636,7150,3659,7150,365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662,7141l3659,7141,3659,7150,3662,7150,3664,7148,3664,7143,3662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715,7141l3712,7141,3710,7143,3710,7148,3712,7150,3715,7150,371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738,7141l3715,7141,3715,7150,3738,7150,3738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741,7141l3738,7141,3738,7150,3741,7150,3744,7148,3744,7143,374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794,7141l3791,7141,3789,7143,3789,7148,3791,7150,3794,7150,379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817,7141l3794,7141,3794,7150,3817,7150,381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820,7141l3817,7141,3817,7150,3820,7150,3823,7148,3823,7143,382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873,7141l3870,7141,3868,7143,3868,7148,3870,7150,3873,7150,3873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896,7141l3873,7141,3873,7150,3896,7150,389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899,7141l3896,7141,3896,7150,3899,7150,3902,7148,3902,7143,389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952,7141l3949,7141,3947,7143,3947,7148,3949,7150,3952,7150,3952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975,7141l3952,7141,3952,7150,3975,7150,397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978,7141l3975,7141,3975,7150,3978,7150,3981,7148,3981,7143,3978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031,7141l4028,7141,4026,7143,4026,7148,4028,7150,4031,7150,403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054,7141l4031,7141,4031,7150,4054,7150,405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057,7141l4054,7141,4054,7150,4057,7150,4060,7148,4060,7143,405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110,7141l4107,7141,4105,7143,4105,7148,4107,7150,4110,7150,411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133,7141l4110,7141,4110,7150,4133,7150,4133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136,7141l4133,7141,4133,7150,4136,7150,4139,7148,4139,7143,413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189,7141l4186,7141,4184,7143,4184,7148,4186,7150,4189,7150,418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212,7141l4189,7141,4189,7150,4212,7150,4212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215,7141l4212,7141,4212,7150,4215,7150,4218,7148,4218,7143,421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268,7141l4265,7141,4263,7143,4263,7148,4265,7150,4268,7150,4268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291,7141l4268,7141,4268,7150,4291,7150,429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294,7141l4291,7141,4291,7150,4294,7150,4297,7148,4297,7143,429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347,7141l4344,7141,4342,7143,4342,7148,4344,7150,4347,7150,434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370,7141l4347,7141,4347,7150,4370,7150,437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373,7141l4370,7141,4370,7150,4373,7150,4376,7148,4376,7143,4373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427,7141l4423,7141,4421,7143,4421,7148,4423,7150,4427,7150,442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449,7141l4427,7141,4427,7150,4449,7150,444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452,7141l4449,7141,4449,7150,4452,7150,4455,7148,4455,7143,4452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506,7141l4502,7141,4500,7143,4500,7148,4502,7150,4506,7150,450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528,7141l4506,7141,4506,7150,4528,7150,4528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531,7141l4528,7141,4528,7150,4531,7150,4534,7148,4534,7143,453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585,7141l4581,7141,4579,7143,4579,7148,4581,7150,4585,7150,458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607,7141l4585,7141,4585,7150,4607,7150,460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610,7141l4607,7141,4607,7150,4610,7150,4613,7148,4613,7143,461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664,7141l4660,7141,4658,7143,4658,7148,4660,7150,4664,7150,466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686,7141l4664,7141,4664,7150,4686,7150,468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689,7141l4686,7141,4686,7150,4689,7150,4692,7148,4692,7143,468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743,7141l4740,7141,4737,7143,4737,7148,4740,7150,4743,7150,4743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765,7141l4743,7141,4743,7150,4765,7150,476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768,7141l4765,7141,4765,7150,4768,7150,4771,7148,4771,7143,4768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822,7141l4819,7141,4816,7143,4816,7148,4819,7150,4822,7150,4822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844,7141l4822,7141,4822,7150,4844,7150,484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847,7141l4844,7141,4844,7150,4847,7150,4850,7148,4850,7143,484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901,7141l4898,7141,4895,7143,4895,7148,4898,7150,4901,7150,490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923,7141l4901,7141,4901,7150,4923,7150,4923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926,7141l4923,7141,4923,7150,4926,7150,4929,7148,4929,7143,492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980,7141l4977,7141,4974,7143,4974,7148,4977,7150,4980,7150,498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002,7141l4980,7141,4980,7150,5002,7150,5002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005,7141l5002,7141,5002,7150,5005,7150,5008,7148,5008,7143,500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059,7141l5056,7141,5053,7143,5053,7148,5056,7150,5059,7150,505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081,7141l5059,7141,5059,7150,5081,7150,508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084,7141l5081,7141,5081,7150,5084,7150,5087,7148,5087,7143,508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138,7141l5135,7141,5132,7143,5132,7148,5135,7150,5138,7150,5138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160,7141l5138,7141,5138,7150,5160,7150,516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164,7141l5160,7141,5160,7150,5164,7150,5166,7148,5166,7143,516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217,7141l5214,7141,5211,7143,5211,7148,5214,7150,5217,7150,521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239,7141l5217,7141,5217,7150,5239,7150,523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243,7141l5239,7141,5239,7150,5243,7150,5245,7148,5245,7143,5243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296,7141l5293,7141,5290,7143,5290,7148,5293,7150,5296,7150,529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318,7141l5296,7141,5296,7150,5318,7150,5318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322,7141l5318,7141,5318,7150,5322,7150,5324,7148,5324,7143,5322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375,7141l5372,7141,5369,7143,5369,7148,5372,7150,5375,7150,537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397,7141l5375,7141,5375,7150,5397,7150,539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401,7141l5397,7141,5397,7150,5401,7150,5403,7148,5403,7143,540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454,7141l5451,7141,5448,7143,5448,7148,5451,7150,5454,7150,545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476,7141l5454,7141,5454,7150,5476,7150,547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480,7141l5476,7141,5476,7150,5480,7150,5482,7148,5482,7143,548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533,7141l5530,7141,5527,7143,5527,7148,5530,7150,5533,7150,5533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556,7141l5533,7141,5533,7150,5556,7150,5556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559,7141l5556,7141,5556,7150,5559,7150,5561,7148,5561,7143,5559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12,7141l5609,7141,5606,7143,5606,7148,5609,7150,5612,7150,5612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35,7141l5612,7141,5612,7150,5635,7150,563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38,7141l5635,7141,5635,7150,5638,7150,5640,7148,5640,7143,5638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91,7141l5688,7141,5685,7143,5685,7148,5688,7150,5691,7150,569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14,7141l5691,7141,5691,7150,5714,7150,571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17,7141l5714,7141,5714,7150,5717,7150,5719,7148,5719,7143,571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70,7141l5767,7141,5764,7143,5764,7148,5767,7150,5770,7150,5770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75,7141l5770,7141,5770,7150,5781,7150,5781,7146,5775,7146,5775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1,7141l5781,7150,5787,7146,5781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7,7146l5781,7150,5784,7150,5787,7148,5787,7146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4,7132l5778,7132,5775,7134,5775,7146,5781,7146,5781,7141,5787,7141,5787,7134,5784,7132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4,7141l5781,7141,5787,7146,5787,7143,5784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7,7141l5784,7141,5787,7143,5787,714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4,7070l5778,7070,5775,7072,5775,7095,5778,7097,5784,7097,5787,7095,5787,7072,5784,707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4,7009l5778,7009,5775,7011,5775,7033,5778,7035,5784,7035,5787,7033,5787,7011,5784,7009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4,6947l5778,6947,5775,6949,5775,6971,5778,6973,5784,6973,5787,6971,5787,6949,5784,6947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4,6885l5778,6885,5775,6887,5775,6909,5778,6911,5784,6911,5787,6909,5787,6887,5784,6885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4,6823l5778,6823,5775,6825,5775,6847,5778,6849,5784,6849,5787,6847,5787,6825,5784,6823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4,6761l5778,6761,5775,6763,5775,6785,5778,6787,5784,6787,5787,6785,5787,6763,5784,676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4,6699l5778,6699,5775,6701,5775,6723,5778,6725,5784,6725,5787,6723,5787,6701,5784,6699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4,6637l5778,6637,5775,6639,5775,6662,5778,6664,5784,6664,5787,6662,5787,6639,5784,6637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4,6575l5778,6575,5775,6577,5775,6600,5778,6602,5784,6602,5787,6600,5787,6577,5784,6575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4,6513l5778,6513,5775,6515,5775,6538,5778,6540,5784,6540,5787,6538,5787,6515,5784,6513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4,6451l5778,6451,5775,6453,5775,6476,5778,6478,5784,6478,5787,6476,5787,6453,5784,645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4,6389l5778,6389,5775,6391,5775,6414,5778,6416,5784,6416,5787,6414,5787,6391,5784,6389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4,6327l5778,6327,5775,6329,5775,6352,5778,6354,5784,6354,5787,6352,5787,6329,5784,6327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4,6265l5778,6265,5775,6267,5775,6290,5778,6292,5784,6292,5787,6290,5787,6267,5784,6265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4,6203l5778,6203,5775,6205,5775,6228,5778,6230,5784,6230,5787,6228,5787,6205,5784,6203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1,6150l5775,6155,5775,6166,5778,6168,5784,6168,5787,6166,5787,6159,5781,6159,578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70,6150l5767,6150,5764,6152,5764,6157,5767,6159,5770,6159,5770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78,6150l5770,6150,5770,6159,5775,6159,5775,6152,577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1,6150l5781,6159,5787,6159,5787,6155,578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1,6150l5778,6150,5775,6152,5775,6155,578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84,6150l5781,6150,5787,6155,5787,6152,578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91,6150l5688,6150,5685,6152,5685,6157,5688,6159,5691,6159,569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13,6150l5691,6150,5691,6159,5713,6159,571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16,6150l5713,6150,5713,6159,5716,6159,5719,6157,5719,6152,571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12,6150l5609,6150,5606,6152,5606,6157,5609,6159,5612,6159,5612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34,6150l5612,6150,5612,6159,5634,6159,563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37,6150l5634,6150,5634,6159,5637,6159,5640,6157,5640,6152,563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533,6150l5530,6150,5527,6152,5527,6157,5530,6159,5533,6159,553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555,6150l5533,6150,5533,6159,5555,6159,555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558,6150l5555,6150,5555,6159,5558,6159,5561,6157,5561,6152,555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454,6150l5450,6150,5448,6152,5448,6157,5450,6159,5454,6159,545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476,6150l5454,6150,5454,6159,5476,6159,547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479,6150l5476,6150,5476,6159,5479,6159,5482,6157,5482,6152,547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375,6150l5371,6150,5369,6152,5369,6157,5371,6159,5375,6159,537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397,6150l5375,6150,5375,6159,5397,6159,539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400,6150l5397,6150,5397,6159,5400,6159,5403,6157,5403,6152,5400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296,6150l5292,6150,5290,6152,5290,6157,5292,6159,5296,6159,529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318,6150l5296,6150,5296,6159,5318,6159,531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321,6150l5318,6150,5318,6159,5321,6159,5324,6157,5324,6152,532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217,6150l5213,6150,5211,6152,5211,6157,5213,6159,5217,6159,521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239,6150l5217,6150,5217,6159,5239,6159,523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242,6150l5239,6150,5239,6159,5242,6159,5245,6157,5245,6152,5242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137,6150l5134,6150,5132,6152,5132,6157,5134,6159,5137,6159,513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160,6150l5137,6150,5137,6159,5160,6159,5160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163,6150l5160,6150,5160,6159,5163,6159,5166,6157,5166,6152,516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058,6150l5055,6150,5053,6152,5053,6157,5055,6159,5058,6159,505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081,6150l5058,6150,5058,6159,5081,6159,508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084,6150l5081,6150,5081,6159,5084,6159,5087,6157,5087,6152,508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979,6150l4976,6150,4974,6152,4974,6157,4976,6159,4979,6159,497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002,6150l4979,6150,4979,6159,5002,6159,5002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005,6150l5002,6150,5002,6159,5005,6159,5008,6157,5008,6152,500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900,6150l4897,6150,4895,6152,4895,6157,4897,6159,4900,6159,4900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923,6150l4900,6150,4900,6159,4923,6159,492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926,6150l4923,6150,4923,6159,4926,6159,4929,6157,4929,6152,492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821,6150l4818,6150,4816,6152,4816,6157,4818,6159,4821,6159,482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844,6150l4821,6150,4821,6159,4844,6159,484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847,6150l4844,6150,4844,6159,4847,6159,4850,6157,4850,6152,484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742,6150l4739,6150,4737,6152,4737,6157,4739,6159,4742,6159,4742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765,6150l4742,6150,4742,6159,4765,6159,476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768,6150l4765,6150,4765,6159,4768,6159,4771,6157,4771,6152,476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663,6150l4660,6150,4658,6152,4658,6157,4660,6159,4663,6159,466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686,6150l4663,6150,4663,6159,4686,6159,468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689,6150l4686,6150,4686,6159,4689,6159,4692,6157,4692,6152,468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584,6150l4581,6150,4579,6152,4579,6157,4581,6159,4584,6159,458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607,6150l4584,6150,4584,6159,4607,6159,460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610,6150l4607,6150,4607,6159,4610,6159,4613,6157,4613,6152,4610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505,6150l4502,6150,4500,6152,4500,6157,4502,6159,4505,6159,450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528,6150l4505,6150,4505,6159,4528,6159,452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531,6150l4528,6150,4528,6159,4531,6159,4533,6157,4533,6152,453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426,6150l4423,6150,4421,6152,4421,6157,4423,6159,4426,6159,442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449,6150l4426,6150,4426,6159,4449,6159,444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452,6150l4449,6150,4449,6159,4452,6159,4454,6157,4454,6152,4452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347,6150l4344,6150,4342,6152,4342,6157,4344,6159,4347,6159,434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370,6150l4347,6150,4347,6159,4370,6159,4370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373,6150l4370,6150,4370,6159,4373,6159,4375,6157,4375,6152,437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268,6150l4265,6150,4262,6152,4262,6157,4265,6159,4268,6159,426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291,6150l4268,6150,4268,6159,4291,6159,429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294,6150l4291,6150,4291,6159,4294,6159,4296,6157,4296,6152,429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189,6150l4186,6150,4183,6152,4183,6157,4186,6159,4189,6159,418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212,6150l4189,6150,4189,6159,4212,6159,4212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215,6150l4212,6150,4212,6159,4215,6159,4217,6157,4217,6152,421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110,6150l4107,6150,4104,6152,4104,6157,4107,6159,4110,6159,4110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133,6150l4110,6150,4110,6159,4133,6159,413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136,6150l4133,6150,4133,6159,4136,6159,4138,6157,4138,6152,413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031,6150l4028,6150,4025,6152,4025,6157,4028,6159,4031,6159,403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054,6150l4031,6150,4031,6159,4054,6159,405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4057,6150l4054,6150,4054,6159,4057,6159,4059,6157,4059,6152,405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952,6150l3949,6150,3946,6152,3946,6157,3949,6159,3952,6159,3952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975,6150l3952,6150,3952,6159,3975,6159,397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978,6150l3975,6150,3975,6159,3978,6159,3980,6157,3980,6152,397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873,6150l3870,6150,3867,6152,3867,6157,3870,6159,3873,6159,387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896,6150l3873,6150,3873,6159,3896,6159,389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899,6150l3896,6150,3896,6159,3899,6159,3901,6157,3901,6152,389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794,6150l3791,6150,3788,6152,3788,6157,3791,6159,3794,6159,379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817,6150l3794,6150,3794,6159,3817,6159,381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820,6150l3817,6150,3817,6159,3820,6159,3822,6157,3822,6152,3820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715,6150l3712,6150,3709,6152,3709,6157,3712,6159,3715,6159,371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738,6150l3715,6150,3715,6159,3738,6159,373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741,6150l3738,6150,3738,6159,3741,6159,3743,6157,3743,6152,374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636,6150l3633,6150,3630,6152,3630,6157,3633,6159,3636,6159,363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658,6150l3636,6150,3636,6159,3658,6159,365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662,6150l3658,6150,3658,6159,3662,6159,3664,6157,3664,6152,3662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557,6150l3554,6150,3551,6152,3551,6157,3554,6159,3557,6159,355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579,6150l3557,6150,3557,6159,3579,6159,357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583,6150l3579,6150,3579,6159,3583,6159,3585,6157,3585,6152,358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478,6150l3475,6150,3472,6152,3472,6157,3475,6159,3478,6159,347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500,6150l3478,6150,3478,6159,3500,6159,3500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504,6150l3500,6150,3500,6159,3504,6159,3506,6157,3506,6152,350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399,6150l3396,6150,3393,6152,3393,6157,3396,6159,3399,6159,339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421,6150l3399,6150,3399,6159,3421,6159,342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425,6150l3421,6150,3421,6159,3425,6159,3427,6157,3427,6152,342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320,6150l3317,6150,3314,6152,3314,6157,3317,6159,3320,6159,3320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342,6150l3320,6150,3320,6159,3342,6159,3342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346,6150l3342,6150,3342,6159,3346,6159,3348,6157,3348,6152,334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241,6150l3238,6150,3235,6152,3235,6157,3238,6159,3241,6159,324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263,6150l3241,6150,3241,6159,3263,6159,326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266,6150l3263,6150,3263,6159,3266,6159,3269,6157,3269,6152,326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162,6150l3159,6150,3156,6152,3156,6157,3159,6159,3162,6159,3162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184,6150l3162,6150,3162,6159,3184,6159,318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187,6150l3184,6150,3184,6159,3187,6159,3190,6157,3190,6152,318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083,6150l3080,6150,3077,6152,3077,6157,3080,6159,3083,6159,308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105,6150l3083,6150,3083,6159,3105,6159,310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108,6150l3105,6150,3105,6159,3108,6159,3111,6157,3111,6152,310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004,6150l3001,6150,2998,6152,2998,6157,3001,6159,3004,6159,300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026,6150l3004,6150,3004,6159,3026,6159,302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3029,6150l3026,6150,3026,6159,3029,6159,3032,6157,3032,6152,302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925,6150l2922,6150,2919,6152,2919,6157,2922,6159,2925,6159,292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947,6150l2925,6150,2925,6159,2947,6159,294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950,6150l2947,6150,2947,6159,2950,6159,2953,6157,2953,6152,2950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846,6150l2842,6150,2840,6152,2840,6157,2842,6159,2846,6159,284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868,6150l2846,6150,2846,6159,2868,6159,286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871,6150l2868,6150,2868,6159,2871,6159,2874,6157,2874,6152,287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767,6150l2763,6150,2761,6152,2761,6157,2763,6159,2767,6159,276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789,6150l2767,6150,2767,6159,2789,6159,278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792,6150l2789,6150,2789,6159,2792,6159,2795,6157,2795,6152,2792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688,6150l2684,6150,2682,6152,2682,6157,2684,6159,2688,6159,268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710,6150l2688,6150,2688,6159,2710,6159,2710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713,6150l2710,6150,2710,6159,2713,6159,2716,6157,2716,6152,271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609,6150l2605,6150,2603,6152,2603,6157,2605,6159,2609,6159,260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631,6150l2609,6150,2609,6159,2631,6159,263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634,6150l2631,6150,2631,6159,2634,6159,2637,6157,2637,6152,263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529,6150l2526,6150,2524,6152,2524,6157,2526,6159,2529,6159,252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552,6150l2529,6150,2529,6159,2552,6159,2552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555,6150l2552,6150,2552,6159,2555,6159,2558,6157,2558,6152,255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450,6150l2447,6150,2445,6152,2445,6157,2447,6159,2450,6159,2450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473,6150l2450,6150,2450,6159,2473,6159,247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476,6150l2473,6150,2473,6159,2476,6159,2479,6157,2479,6152,247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371,6150l2368,6150,2366,6152,2366,6157,2368,6159,2371,6159,237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394,6150l2371,6150,2371,6159,2394,6159,239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397,6150l2394,6150,2394,6159,2397,6159,2400,6157,2400,6152,239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292,6150l2289,6150,2287,6152,2287,6157,2289,6159,2292,6159,2292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315,6150l2292,6150,2292,6159,2315,6159,231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318,6150l2315,6150,2315,6159,2318,6159,2321,6157,2321,6152,231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213,6150l2210,6150,2208,6152,2208,6157,2210,6159,2213,6159,221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236,6150l2213,6150,2213,6159,2236,6159,223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239,6150l2236,6150,2236,6159,2239,6159,2242,6157,2242,6152,223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134,6150l2131,6150,2129,6152,2129,6157,2131,6159,2134,6159,213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157,6150l2134,6150,2134,6159,2157,6159,215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160,6150l2157,6150,2157,6159,2160,6159,2163,6157,2163,6152,2160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055,6150l2052,6150,2050,6152,2050,6157,2052,6159,2055,6159,205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078,6150l2055,6150,2055,6159,2078,6159,207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081,6150l2078,6150,2078,6159,2081,6159,2084,6157,2084,6152,208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976,6150l1973,6150,1971,6152,1971,6157,1973,6159,1976,6159,197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999,6150l1976,6150,1976,6159,1999,6159,199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2002,6150l1999,6150,1999,6159,2002,6159,2005,6157,2005,6152,2002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897,6150l1894,6150,1892,6152,1892,6157,1894,6159,1897,6159,189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920,6150l1897,6150,1897,6159,1920,6159,1920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923,6150l1920,6150,1920,6159,1923,6159,1926,6157,1926,6152,192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818,6150l1815,6150,1813,6152,1813,6157,1815,6159,1818,6159,181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841,6150l1818,6150,1818,6159,1841,6159,184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844,6150l1841,6150,1841,6159,1844,6159,1846,6157,1846,6152,184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739,6150l1736,6150,1734,6152,1734,6157,1736,6159,1739,6159,173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762,6150l1739,6150,1739,6159,1762,6159,1762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765,6150l1762,6150,1762,6159,1765,6159,1767,6157,1767,6152,176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660,6150l1657,6150,1654,6152,1654,6157,1657,6159,1660,6159,1660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683,6150l1660,6150,1660,6159,1683,6159,168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686,6150l1683,6150,1683,6159,1686,6159,1688,6157,1688,6152,168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581,6150l1578,6150,1575,6152,1575,6157,1578,6159,1581,6159,158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604,6150l1581,6150,1581,6159,1604,6159,160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607,6150l1604,6150,1604,6159,1607,6159,1609,6157,1609,6152,160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502,6150l1499,6150,1496,6152,1496,6157,1499,6159,1502,6159,1502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525,6150l1502,6150,1502,6159,1525,6159,152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528,6150l1525,6150,1525,6159,1528,6159,1530,6157,1530,6152,152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423,6150l1420,6150,1417,6152,1417,6157,1420,6159,1423,6159,142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446,6150l1423,6150,1423,6159,1446,6159,144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449,6150l1446,6150,1446,6159,1449,6159,1451,6157,1451,6152,144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344,6150l1341,6150,1338,6152,1338,6157,1341,6159,1344,6159,134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367,6150l1344,6150,1344,6159,1367,6159,136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370,6150l1367,6150,1367,6159,1370,6159,1372,6157,1372,6152,1370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265,6150l1262,6150,1259,6152,1259,6157,1262,6159,1265,6159,126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288,6150l1265,6150,1265,6159,1288,6159,128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291,6150l1288,6150,1288,6159,1291,6159,1293,6157,1293,6152,129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186,6150l1183,6150,1180,6152,1180,6157,1183,6159,1186,6159,118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209,6150l1186,6150,1186,6159,1209,6159,120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212,6150l1209,6150,1209,6159,1212,6159,1214,6157,1214,6152,1212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107,6150l1104,6150,1101,6152,1101,6157,1104,6159,1107,6159,110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130,6150l1107,6150,1107,6159,1130,6159,1130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133,6150l1130,6150,1130,6159,1133,6159,1135,6157,1135,6152,113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028,6150l1025,6150,1022,6152,1022,6157,1025,6159,1028,6159,102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051,6150l1028,6150,1028,6159,1051,6159,105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1054,6150l1051,6150,1051,6159,1054,6159,1056,6157,1056,6152,105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949,6150l946,6150,943,6152,943,6157,946,6159,949,6159,94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971,6150l949,6150,949,6159,971,6159,97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975,6150l971,6150,971,6159,975,6159,977,6157,977,6152,97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870,6150l867,6150,864,6152,864,6157,867,6159,870,6159,870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892,6150l870,6150,870,6159,892,6159,892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896,6150l892,6150,892,6159,896,6159,898,6157,898,6152,89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791,6150l788,6150,785,6152,785,6157,788,6159,791,6159,791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813,6150l791,6150,791,6159,813,6159,81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817,6150l813,6150,813,6159,817,6159,819,6157,819,6152,817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712,6150l709,6150,706,6152,706,6157,709,6159,712,6159,712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734,6150l712,6150,712,6159,734,6159,734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738,6150l734,6150,734,6159,738,6159,740,6157,740,6152,73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633,6150l630,6150,627,6152,627,6157,630,6159,633,6159,633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655,6150l633,6150,633,6159,655,6159,65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658,6150l655,6150,655,6159,658,6159,661,6157,661,6152,658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0,6157l560,6166,562,6168,568,6168,571,6166,571,6159,562,6159,560,6157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0,6155l560,6157,562,6159,565,6159,560,6155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5,6150l560,6155,565,6159,56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6,6150l565,6150,565,6159,571,6159,571,6155,576,6155,576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6,6155l571,6155,571,6159,576,6159,576,6155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79,6150l576,6150,576,6159,579,6159,582,6157,582,6152,579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5,6150l562,6150,560,6152,560,6155,565,6150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8,6203l562,6203,560,6205,560,6228,562,6230,568,6230,571,6228,571,6205,568,6203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8,6265l562,6265,560,6267,560,6290,562,6292,568,6292,571,6290,571,6267,568,6265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8,6327l562,6327,560,6329,560,6352,562,6354,568,6354,571,6352,571,6329,568,6327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8,6389l562,6389,560,6391,560,6414,562,6416,568,6416,571,6414,571,6391,568,6389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8,6451l562,6451,560,6453,560,6476,562,6478,568,6478,571,6476,571,6453,568,645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8,6513l562,6513,560,6515,560,6538,562,6540,568,6540,571,6538,571,6515,568,6513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8,6575l562,6575,560,6577,560,6600,562,6602,568,6602,571,6600,571,6577,568,6575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8,6637l562,6637,560,6639,560,6661,562,6663,568,6663,571,6661,571,6639,568,6637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8,6699l562,6699,560,6701,560,6723,562,6725,568,6725,571,6723,571,6701,568,6699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8,6761l562,6761,560,6763,560,6785,562,6787,568,6787,571,6785,571,6763,568,6761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8,6823l562,6823,560,6825,560,6847,562,6849,568,6849,571,6847,571,6825,568,6823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8,6885l562,6885,560,6887,560,6909,562,6911,568,6911,571,6909,571,6887,568,6885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8,6947l562,6947,560,6949,560,6971,562,6973,568,6973,571,6971,571,6949,568,6947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8,7008l562,7008,560,7010,560,7033,562,7035,568,7035,571,7033,571,7010,568,7008xe" filled="true" fillcolor="#231f20" stroked="false">
                <v:path arrowok="t"/>
                <v:fill type="solid"/>
              </v:shape>
              <v:shape style="position:absolute;left:560;top:6150;width:5228;height:1001" coordorigin="560,6150" coordsize="5228,1001" path="m568,7070l562,7070,560,7072,560,7095,562,7097,568,7097,571,7095,571,7072,568,7070xe" filled="true" fillcolor="#231f20" stroked="false">
                <v:path arrowok="t"/>
                <v:fill type="solid"/>
              </v:shape>
            </v:group>
            <v:group style="position:absolute;left:560;top:7145;width:5228;height:759" coordorigin="560,7145" coordsize="5228,759">
              <v:shape style="position:absolute;left:560;top:7145;width:5228;height:759" coordorigin="560,7145" coordsize="5228,759" path="m560,7899l560,7902,562,7903,565,7903,560,7899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5,7895l562,7895,560,7897,560,7899,565,7903,56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1,7895l565,7895,565,7903,571,7899,57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1,7899l565,7903,568,7903,571,7902,571,7899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7,7895l571,7895,571,7902,568,7903,577,7903,57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80,7895l577,7895,577,7903,580,7903,582,7902,582,7897,58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8,7887l562,7887,560,7889,560,7897,562,7895,571,7895,571,7889,568,7887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633,7895l630,7895,627,7897,627,7902,630,7903,633,7903,633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656,7895l633,7895,633,7903,656,7903,65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659,7895l656,7895,656,7903,659,7903,661,7902,661,7897,65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712,7895l709,7895,706,7897,706,7902,709,7903,712,7903,712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735,7895l712,7895,712,7903,735,7903,73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738,7895l735,7895,735,7903,738,7903,740,7902,740,7897,738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791,7895l788,7895,785,7897,785,7902,788,7903,791,7903,79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814,7895l791,7895,791,7903,814,7903,81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817,7895l814,7895,814,7903,817,7903,819,7902,819,7897,81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870,7895l867,7895,865,7897,865,7902,867,7903,870,7903,87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893,7895l870,7895,870,7903,893,7903,893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896,7895l893,7895,893,7903,896,7903,898,7902,898,7897,89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949,7895l946,7895,944,7897,944,7902,946,7903,949,7903,94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972,7895l949,7895,949,7903,972,7903,972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975,7895l972,7895,972,7903,975,7903,977,7902,977,7897,97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028,7895l1025,7895,1023,7897,1023,7902,1025,7903,1028,7903,1028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051,7895l1028,7895,1028,7903,1051,7903,105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054,7895l1051,7895,1051,7903,1054,7903,1056,7902,1056,7897,105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107,7895l1104,7895,1102,7897,1102,7902,1104,7903,1107,7903,110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130,7895l1107,7895,1107,7903,1130,7903,113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133,7895l1130,7895,1130,7903,1133,7903,1136,7902,1136,7897,1133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186,7895l1183,7895,1181,7897,1181,7902,1183,7903,1186,7903,118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209,7895l1186,7895,1186,7903,1209,7903,120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212,7895l1209,7895,1209,7903,1212,7903,1215,7902,1215,7897,1212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265,7895l1262,7895,1260,7897,1260,7902,1262,7903,1265,7903,126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288,7895l1265,7895,1265,7903,1288,7903,1288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291,7895l1288,7895,1288,7903,1291,7903,1294,7902,1294,7897,129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344,7895l1341,7895,1339,7897,1339,7902,1341,7903,1344,7903,134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367,7895l1344,7895,1344,7903,1367,7903,136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370,7895l1367,7895,1367,7903,1370,7903,1373,7902,1373,7897,137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423,7895l1420,7895,1418,7897,1418,7902,1420,7903,1423,7903,1423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446,7895l1423,7895,1423,7903,1446,7903,144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449,7895l1446,7895,1446,7903,1449,7903,1452,7902,1452,7897,144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502,7895l1499,7895,1497,7897,1497,7902,1499,7903,1502,7903,1502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525,7895l1502,7895,1502,7903,1525,7903,152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528,7895l1525,7895,1525,7903,1528,7903,1531,7902,1531,7897,1528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581,7895l1578,7895,1576,7897,1576,7902,1578,7903,1581,7903,158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604,7895l1581,7895,1581,7903,1604,7903,160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607,7895l1604,7895,1604,7903,1607,7903,1610,7902,1610,7897,160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660,7895l1657,7895,1655,7897,1655,7902,1657,7903,1660,7903,166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683,7895l1660,7895,1660,7903,1683,7903,1683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686,7895l1683,7895,1683,7903,1686,7903,1689,7902,1689,7897,168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740,7895l1736,7895,1734,7897,1734,7902,1736,7903,1740,7903,174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762,7895l1740,7895,1740,7903,1762,7903,1762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765,7895l1762,7895,1762,7903,1765,7903,1768,7902,1768,7897,176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819,7895l1815,7895,1813,7897,1813,7902,1815,7903,1819,7903,181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841,7895l1819,7895,1819,7903,1841,7903,184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844,7895l1841,7895,1841,7903,1844,7903,1847,7902,1847,7897,184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898,7895l1894,7895,1892,7897,1892,7902,1894,7903,1898,7903,1898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920,7895l1898,7895,1898,7903,1920,7903,192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923,7895l1920,7895,1920,7903,1923,7903,1926,7902,1926,7897,1923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977,7895l1973,7895,1971,7897,1971,7902,1973,7903,1977,7903,197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999,7895l1977,7895,1977,7903,1999,7903,199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002,7895l1999,7895,1999,7903,2002,7903,2005,7902,2005,7897,2002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056,7895l2052,7895,2050,7897,2050,7902,2052,7903,2056,7903,205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078,7895l2056,7895,2056,7903,2078,7903,2078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081,7895l2078,7895,2078,7903,2081,7903,2084,7902,2084,7897,208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135,7895l2132,7895,2129,7897,2129,7902,2132,7903,2135,7903,213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157,7895l2135,7895,2135,7903,2157,7903,215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160,7895l2157,7895,2157,7903,2160,7903,2163,7902,2163,7897,216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214,7895l2211,7895,2208,7897,2208,7902,2211,7903,2214,7903,221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236,7895l2214,7895,2214,7903,2236,7903,223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239,7895l2236,7895,2236,7903,2239,7903,2242,7902,2242,7897,223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293,7895l2290,7895,2287,7897,2287,7902,2290,7903,2293,7903,2293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315,7895l2293,7895,2293,7903,2315,7903,231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318,7895l2315,7895,2315,7903,2318,7903,2321,7902,2321,7897,2318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372,7895l2369,7895,2366,7897,2366,7902,2369,7903,2372,7903,2372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394,7895l2372,7895,2372,7903,2394,7903,239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397,7895l2394,7895,2394,7903,2397,7903,2400,7902,2400,7897,239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451,7895l2448,7895,2445,7897,2445,7902,2448,7903,2451,7903,245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473,7895l2451,7895,2451,7903,2473,7903,2473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476,7895l2473,7895,2473,7903,2476,7903,2479,7902,2479,7897,247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530,7895l2527,7895,2524,7897,2524,7902,2527,7903,2530,7903,253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552,7895l2530,7895,2530,7903,2552,7903,2552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556,7895l2552,7895,2552,7903,2556,7903,2558,7902,2558,7897,255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609,7895l2606,7895,2603,7897,2603,7902,2606,7903,2609,7903,260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631,7895l2609,7895,2609,7903,2631,7903,263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635,7895l2631,7895,2631,7903,2635,7903,2637,7902,2637,7897,263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688,7895l2685,7895,2682,7897,2682,7902,2685,7903,2688,7903,2688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710,7895l2688,7895,2688,7903,2710,7903,271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714,7895l2710,7895,2710,7903,2714,7903,2716,7902,2716,7897,271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767,7895l2764,7895,2761,7897,2761,7902,2764,7903,2767,7903,276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789,7895l2767,7895,2767,7903,2789,7903,278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793,7895l2789,7895,2789,7903,2793,7903,2795,7902,2795,7897,2793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846,7895l2843,7895,2840,7897,2840,7902,2843,7903,2846,7903,284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869,7895l2846,7895,2846,7903,2869,7903,286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872,7895l2869,7895,2869,7903,2872,7903,2874,7902,2874,7897,2872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925,7895l2922,7895,2919,7897,2919,7902,2922,7903,2925,7903,292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948,7895l2925,7895,2925,7903,2948,7903,2948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951,7895l2948,7895,2948,7903,2951,7903,2953,7902,2953,7897,295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004,7895l3001,7895,2998,7897,2998,7902,3001,7903,3004,7903,300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027,7895l3004,7895,3004,7903,3027,7903,302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030,7895l3027,7895,3027,7903,3030,7903,3032,7902,3032,7897,303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083,7895l3080,7895,3077,7897,3077,7902,3080,7903,3083,7903,3083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106,7895l3083,7895,3083,7903,3106,7903,310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109,7895l3106,7895,3106,7903,3109,7903,3111,7902,3111,7897,310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162,7895l3159,7895,3156,7897,3156,7902,3159,7903,3162,7903,3162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185,7895l3162,7895,3162,7903,3185,7903,318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188,7895l3185,7895,3185,7903,3188,7903,3190,7902,3190,7897,3188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241,7895l3238,7895,3235,7897,3235,7902,3238,7903,3241,7903,324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264,7895l3241,7895,3241,7903,3264,7903,326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267,7895l3264,7895,3264,7903,3267,7903,3269,7902,3269,7897,326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320,7895l3317,7895,3314,7897,3314,7902,3317,7903,3320,7903,332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343,7895l3320,7895,3320,7903,3343,7903,3343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346,7895l3343,7895,3343,7903,3346,7903,3348,7902,3348,7897,334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399,7895l3396,7895,3393,7897,3393,7902,3396,7903,3399,7903,339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422,7895l3399,7895,3399,7903,3422,7903,3422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425,7895l3422,7895,3422,7903,3425,7903,3427,7902,3427,7897,342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478,7895l3475,7895,3472,7897,3472,7902,3475,7903,3478,7903,3478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501,7895l3478,7895,3478,7903,3501,7903,350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504,7895l3501,7895,3501,7903,3504,7903,3506,7902,3506,7897,350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557,7895l3554,7895,3552,7897,3552,7902,3554,7903,3557,7903,355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580,7895l3557,7895,3557,7903,3580,7903,358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583,7895l3580,7895,3580,7903,3583,7903,3585,7902,3585,7897,3583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636,7895l3633,7895,3631,7897,3631,7902,3633,7903,3636,7903,363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659,7895l3636,7895,3636,7903,3659,7903,365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662,7895l3659,7895,3659,7903,3662,7903,3664,7902,3664,7897,3662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715,7895l3712,7895,3710,7897,3710,7902,3712,7903,3715,7903,371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738,7895l3715,7895,3715,7903,3738,7903,3738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741,7895l3738,7895,3738,7903,3741,7903,3744,7902,3744,7897,374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794,7895l3791,7895,3789,7897,3789,7902,3791,7903,3794,7903,379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817,7895l3794,7895,3794,7903,3817,7903,381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820,7895l3817,7895,3817,7903,3820,7903,3823,7902,3823,7897,382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873,7895l3870,7895,3868,7897,3868,7902,3870,7903,3873,7903,3873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896,7895l3873,7895,3873,7903,3896,7903,389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899,7895l3896,7895,3896,7903,3899,7903,3902,7902,3902,7897,389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952,7895l3949,7895,3947,7897,3947,7902,3949,7903,3952,7903,3952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975,7895l3952,7895,3952,7903,3975,7903,397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978,7895l3975,7895,3975,7903,3978,7903,3981,7902,3981,7897,3978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031,7895l4028,7895,4026,7897,4026,7902,4028,7903,4031,7903,403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054,7895l4031,7895,4031,7903,4054,7903,405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057,7895l4054,7895,4054,7903,4057,7903,4060,7902,4060,7897,405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110,7895l4107,7895,4105,7897,4105,7902,4107,7903,4110,7903,411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133,7895l4110,7895,4110,7903,4133,7903,4133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136,7895l4133,7895,4133,7903,4136,7903,4139,7902,4139,7897,413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189,7895l4186,7895,4184,7897,4184,7902,4186,7903,4189,7903,418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212,7895l4189,7895,4189,7903,4212,7903,4212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215,7895l4212,7895,4212,7903,4215,7903,4218,7902,4218,7897,421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268,7895l4265,7895,4263,7897,4263,7902,4265,7903,4268,7903,4268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291,7895l4268,7895,4268,7903,4291,7903,429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294,7895l4291,7895,4291,7903,4294,7903,4297,7902,4297,7897,429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347,7895l4344,7895,4342,7897,4342,7902,4344,7903,4347,7903,434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370,7895l4347,7895,4347,7903,4370,7903,437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373,7895l4370,7895,4370,7903,4373,7903,4376,7902,4376,7897,4373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427,7895l4423,7895,4421,7897,4421,7902,4423,7903,4427,7903,442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449,7895l4427,7895,4427,7903,4449,7903,444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452,7895l4449,7895,4449,7903,4452,7903,4455,7902,4455,7897,4452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506,7895l4502,7895,4500,7897,4500,7902,4502,7903,4506,7903,450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528,7895l4506,7895,4506,7903,4528,7903,4528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531,7895l4528,7895,4528,7903,4531,7903,4534,7902,4534,7897,453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585,7895l4581,7895,4579,7897,4579,7902,4581,7903,4585,7903,458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607,7895l4585,7895,4585,7903,4607,7903,460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610,7895l4607,7895,4607,7903,4610,7903,4613,7902,4613,7897,461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664,7895l4660,7895,4658,7897,4658,7902,4660,7903,4664,7903,466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686,7895l4664,7895,4664,7903,4686,7903,468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689,7895l4686,7895,4686,7903,4689,7903,4692,7902,4692,7897,468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743,7895l4740,7895,4737,7897,4737,7902,4740,7903,4743,7903,4743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765,7895l4743,7895,4743,7903,4765,7903,476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768,7895l4765,7895,4765,7903,4768,7903,4771,7902,4771,7897,4768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822,7895l4819,7895,4816,7897,4816,7902,4819,7903,4822,7903,4822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844,7895l4822,7895,4822,7903,4844,7903,484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847,7895l4844,7895,4844,7903,4847,7903,4850,7902,4850,7897,484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901,7895l4898,7895,4895,7897,4895,7902,4898,7903,4901,7903,490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923,7895l4901,7895,4901,7903,4923,7903,4923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926,7895l4923,7895,4923,7903,4926,7903,4929,7902,4929,7897,492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980,7895l4977,7895,4974,7897,4974,7902,4977,7903,4980,7903,498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002,7895l4980,7895,4980,7903,5002,7903,5002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005,7895l5002,7895,5002,7903,5005,7903,5008,7902,5008,7897,500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059,7895l5056,7895,5053,7897,5053,7902,5056,7903,5059,7903,505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081,7895l5059,7895,5059,7903,5081,7903,508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084,7895l5081,7895,5081,7903,5084,7903,5087,7902,5087,7897,508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138,7895l5135,7895,5132,7897,5132,7902,5135,7903,5138,7903,5138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160,7895l5138,7895,5138,7903,5160,7903,516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164,7895l5160,7895,5160,7903,5164,7903,5166,7902,5166,7897,516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217,7895l5214,7895,5211,7897,5211,7902,5214,7903,5217,7903,521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239,7895l5217,7895,5217,7903,5239,7903,523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243,7895l5239,7895,5239,7903,5243,7903,5245,7902,5245,7897,5243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296,7895l5293,7895,5290,7897,5290,7902,5293,7903,5296,7903,529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318,7895l5296,7895,5296,7903,5318,7903,5318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322,7895l5318,7895,5318,7903,5322,7903,5324,7902,5324,7897,5322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375,7895l5372,7895,5369,7897,5369,7902,5372,7903,5375,7903,537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397,7895l5375,7895,5375,7903,5397,7903,539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401,7895l5397,7895,5397,7903,5401,7903,5403,7902,5403,7897,540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454,7895l5451,7895,5448,7897,5448,7902,5451,7903,5454,7903,545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476,7895l5454,7895,5454,7903,5476,7903,547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480,7895l5476,7895,5476,7903,5480,7903,5482,7902,5482,7897,548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533,7895l5530,7895,5527,7897,5527,7902,5530,7903,5533,7903,5533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556,7895l5533,7895,5533,7903,5556,7903,5556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559,7895l5556,7895,5556,7903,5559,7903,5561,7902,5561,7897,5559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12,7895l5609,7895,5606,7897,5606,7902,5609,7903,5612,7903,5612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35,7895l5612,7895,5612,7903,5635,7903,563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38,7895l5635,7895,5635,7903,5638,7903,5640,7902,5640,7897,5638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91,7895l5688,7895,5685,7897,5685,7902,5688,7903,5691,7903,569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14,7895l5691,7895,5691,7903,5714,7903,571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17,7895l5714,7895,5714,7903,5717,7903,5719,7902,5719,7897,571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70,7895l5767,7895,5764,7897,5764,7902,5767,7903,5770,7903,5770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75,7895l5770,7895,5770,7903,5781,7903,5781,7899,5775,7899,5775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1,7895l5781,7903,5787,7899,5781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7,7899l5781,7903,5784,7903,5787,7902,5787,7899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4,7887l5778,7887,5775,7889,5775,7899,5781,7899,5781,7895,5787,7895,5787,7889,5784,7887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4,7895l5781,7895,5787,7899,5787,7897,5784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7,7895l5784,7895,5787,7897,5787,789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4,7829l5778,7829,5775,7831,5775,7852,5778,7854,5784,7854,5787,7852,5787,7831,5784,7829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4,7772l5778,7772,5775,7773,5775,7794,5778,7796,5784,7796,5787,7794,5787,7773,5784,7772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4,7714l5778,7714,5775,7716,5775,7737,5778,7738,5784,7738,5787,7737,5787,7716,5784,7714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4,7656l5778,7656,5775,7658,5775,7679,5778,7681,5784,7681,5787,7679,5787,7658,5784,7656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4,7598l5778,7598,5775,7600,5775,7621,5778,7623,5784,7623,5787,7621,5787,7600,5784,7598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4,7541l5778,7541,5775,7542,5775,7563,5778,7565,5784,7565,5787,7563,5787,7542,5784,7541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4,7483l5778,7483,5775,7485,5775,7506,5778,7507,5784,7507,5787,7506,5787,7485,5784,7483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4,7425l5778,7425,5775,7427,5775,7448,5778,7450,5784,7450,5787,7448,5787,7427,5784,742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4,7367l5778,7367,5775,7369,5775,7390,5778,7392,5784,7392,5787,7390,5787,7369,5784,7367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4,7310l5778,7310,5775,7311,5775,7332,5778,7334,5784,7334,5787,7332,5787,7311,5784,7310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4,7252l5778,7252,5775,7254,5775,7275,5778,7276,5784,7276,5787,7275,5787,7254,5784,7252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4,7194l5778,7194,5775,7196,5775,7217,5778,7219,5784,7219,5787,7217,5787,7196,5784,7194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1,7145l5775,7149,5775,7159,5778,7161,5784,7161,5787,7159,5787,7153,5781,7153,578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70,7145l5767,7145,5764,7147,5764,7151,5767,7153,5770,7153,5770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78,7145l5770,7145,5770,7153,5775,7153,5775,7147,577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1,7145l5781,7153,5787,7153,5787,7149,578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1,7145l5778,7145,5775,7147,5775,7149,578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84,7145l5781,7145,5787,7149,5787,7147,578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91,7145l5688,7145,5685,7147,5685,7151,5688,7153,5691,7153,569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13,7145l5691,7145,5691,7153,5713,7153,571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16,7145l5713,7145,5713,7153,5716,7153,5719,7151,5719,7147,571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12,7145l5609,7145,5606,7147,5606,7151,5609,7153,5612,7153,5612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34,7145l5612,7145,5612,7153,5634,7153,563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37,7145l5634,7145,5634,7153,5637,7153,5640,7151,5640,7147,563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533,7145l5530,7145,5527,7147,5527,7151,5530,7153,5533,7153,553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555,7145l5533,7145,5533,7153,5555,7153,555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558,7145l5555,7145,5555,7153,5558,7153,5561,7151,5561,7147,555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454,7145l5450,7145,5448,7147,5448,7151,5450,7153,5454,7153,545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476,7145l5454,7145,5454,7153,5476,7153,547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479,7145l5476,7145,5476,7153,5479,7153,5482,7151,5482,7147,547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375,7145l5371,7145,5369,7147,5369,7151,5371,7153,5375,7153,537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397,7145l5375,7145,5375,7153,5397,7153,539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400,7145l5397,7145,5397,7153,5400,7153,5403,7151,5403,7147,5400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296,7145l5292,7145,5290,7147,5290,7151,5292,7153,5296,7153,529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318,7145l5296,7145,5296,7153,5318,7153,531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321,7145l5318,7145,5318,7153,5321,7153,5324,7151,5324,7147,532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217,7145l5213,7145,5211,7147,5211,7151,5213,7153,5217,7153,521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239,7145l5217,7145,5217,7153,5239,7153,523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242,7145l5239,7145,5239,7153,5242,7153,5245,7151,5245,7147,5242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137,7145l5134,7145,5132,7147,5132,7151,5134,7153,5137,7153,513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160,7145l5137,7145,5137,7153,5160,7153,5160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163,7145l5160,7145,5160,7153,5163,7153,5166,7151,5166,7147,516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058,7145l5055,7145,5053,7147,5053,7151,5055,7153,5058,7153,505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081,7145l5058,7145,5058,7153,5081,7153,508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084,7145l5081,7145,5081,7153,5084,7153,5087,7151,5087,7147,508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979,7145l4976,7145,4974,7147,4974,7151,4976,7153,4979,7153,497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002,7145l4979,7145,4979,7153,5002,7153,5002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005,7145l5002,7145,5002,7153,5005,7153,5008,7151,5008,7147,500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900,7145l4897,7145,4895,7147,4895,7151,4897,7153,4900,7153,4900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923,7145l4900,7145,4900,7153,4923,7153,492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926,7145l4923,7145,4923,7153,4926,7153,4929,7151,4929,7147,492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821,7145l4818,7145,4816,7147,4816,7151,4818,7153,4821,7153,482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844,7145l4821,7145,4821,7153,4844,7153,484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847,7145l4844,7145,4844,7153,4847,7153,4850,7151,4850,7147,484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742,7145l4739,7145,4737,7147,4737,7151,4739,7153,4742,7153,4742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765,7145l4742,7145,4742,7153,4765,7153,476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768,7145l4765,7145,4765,7153,4768,7153,4771,7151,4771,7147,476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663,7145l4660,7145,4658,7147,4658,7151,4660,7153,4663,7153,466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686,7145l4663,7145,4663,7153,4686,7153,468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689,7145l4686,7145,4686,7153,4689,7153,4692,7151,4692,7147,468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584,7145l4581,7145,4579,7147,4579,7151,4581,7153,4584,7153,458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607,7145l4584,7145,4584,7153,4607,7153,460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610,7145l4607,7145,4607,7153,4610,7153,4613,7151,4613,7147,4610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505,7145l4502,7145,4500,7147,4500,7151,4502,7153,4505,7153,450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528,7145l4505,7145,4505,7153,4528,7153,452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531,7145l4528,7145,4528,7153,4531,7153,4533,7151,4533,7147,453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426,7145l4423,7145,4421,7147,4421,7151,4423,7153,4426,7153,442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449,7145l4426,7145,4426,7153,4449,7153,444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452,7145l4449,7145,4449,7153,4452,7153,4454,7151,4454,7147,4452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347,7145l4344,7145,4342,7147,4342,7151,4344,7153,4347,7153,434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370,7145l4347,7145,4347,7153,4370,7153,4370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373,7145l4370,7145,4370,7153,4373,7153,4375,7151,4375,7147,437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268,7145l4265,7145,4262,7147,4262,7151,4265,7153,4268,7153,426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291,7145l4268,7145,4268,7153,4291,7153,429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294,7145l4291,7145,4291,7153,4294,7153,4296,7151,4296,7147,429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189,7145l4186,7145,4183,7147,4183,7151,4186,7153,4189,7153,418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212,7145l4189,7145,4189,7153,4212,7153,4212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215,7145l4212,7145,4212,7153,4215,7153,4217,7151,4217,7147,421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110,7145l4107,7145,4104,7147,4104,7151,4107,7153,4110,7153,4110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133,7145l4110,7145,4110,7153,4133,7153,413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136,7145l4133,7145,4133,7153,4136,7153,4138,7151,4138,7147,413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031,7145l4028,7145,4025,7147,4025,7151,4028,7153,4031,7153,403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054,7145l4031,7145,4031,7153,4054,7153,405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4057,7145l4054,7145,4054,7153,4057,7153,4059,7151,4059,7147,405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952,7145l3949,7145,3946,7147,3946,7151,3949,7153,3952,7153,3952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975,7145l3952,7145,3952,7153,3975,7153,397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978,7145l3975,7145,3975,7153,3978,7153,3980,7151,3980,7147,397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873,7145l3870,7145,3867,7147,3867,7151,3870,7153,3873,7153,387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896,7145l3873,7145,3873,7153,3896,7153,389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899,7145l3896,7145,3896,7153,3899,7153,3901,7151,3901,7147,389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794,7145l3791,7145,3788,7147,3788,7151,3791,7153,3794,7153,379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817,7145l3794,7145,3794,7153,3817,7153,381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820,7145l3817,7145,3817,7153,3820,7153,3822,7151,3822,7147,3820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715,7145l3712,7145,3709,7147,3709,7151,3712,7153,3715,7153,371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738,7145l3715,7145,3715,7153,3738,7153,373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741,7145l3738,7145,3738,7153,3741,7153,3743,7151,3743,7147,374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636,7145l3633,7145,3630,7147,3630,7151,3633,7153,3636,7153,363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658,7145l3636,7145,3636,7153,3658,7153,365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662,7145l3658,7145,3658,7153,3662,7153,3664,7151,3664,7147,3662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557,7145l3554,7145,3551,7147,3551,7151,3554,7153,3557,7153,355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579,7145l3557,7145,3557,7153,3579,7153,357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583,7145l3579,7145,3579,7153,3583,7153,3585,7151,3585,7147,358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478,7145l3475,7145,3472,7147,3472,7151,3475,7153,3478,7153,347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500,7145l3478,7145,3478,7153,3500,7153,3500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504,7145l3500,7145,3500,7153,3504,7153,3506,7151,3506,7147,350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399,7145l3396,7145,3393,7147,3393,7151,3396,7153,3399,7153,339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421,7145l3399,7145,3399,7153,3421,7153,342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425,7145l3421,7145,3421,7153,3425,7153,3427,7151,3427,7147,342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320,7145l3317,7145,3314,7147,3314,7151,3317,7153,3320,7153,3320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342,7145l3320,7145,3320,7153,3342,7153,3342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346,7145l3342,7145,3342,7153,3346,7153,3348,7151,3348,7147,334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241,7145l3238,7145,3235,7147,3235,7151,3238,7153,3241,7153,324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263,7145l3241,7145,3241,7153,3263,7153,326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266,7145l3263,7145,3263,7153,3266,7153,3269,7151,3269,7147,326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162,7145l3159,7145,3156,7147,3156,7151,3159,7153,3162,7153,3162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184,7145l3162,7145,3162,7153,3184,7153,318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187,7145l3184,7145,3184,7153,3187,7153,3190,7151,3190,7147,318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083,7145l3080,7145,3077,7147,3077,7151,3080,7153,3083,7153,308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105,7145l3083,7145,3083,7153,3105,7153,310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108,7145l3105,7145,3105,7153,3108,7153,3111,7151,3111,7147,310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004,7145l3001,7145,2998,7147,2998,7151,3001,7153,3004,7153,300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026,7145l3004,7145,3004,7153,3026,7153,302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3029,7145l3026,7145,3026,7153,3029,7153,3032,7151,3032,7147,302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925,7145l2922,7145,2919,7147,2919,7151,2922,7153,2925,7153,292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947,7145l2925,7145,2925,7153,2947,7153,294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950,7145l2947,7145,2947,7153,2950,7153,2953,7151,2953,7147,2950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846,7145l2842,7145,2840,7147,2840,7151,2842,7153,2846,7153,284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868,7145l2846,7145,2846,7153,2868,7153,286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871,7145l2868,7145,2868,7153,2871,7153,2874,7151,2874,7147,287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767,7145l2763,7145,2761,7147,2761,7151,2763,7153,2767,7153,276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789,7145l2767,7145,2767,7153,2789,7153,278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792,7145l2789,7145,2789,7153,2792,7153,2795,7151,2795,7147,2792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688,7145l2684,7145,2682,7147,2682,7151,2684,7153,2688,7153,268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710,7145l2688,7145,2688,7153,2710,7153,2710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713,7145l2710,7145,2710,7153,2713,7153,2716,7151,2716,7147,271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609,7145l2605,7145,2603,7147,2603,7151,2605,7153,2609,7153,260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631,7145l2609,7145,2609,7153,2631,7153,263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634,7145l2631,7145,2631,7153,2634,7153,2637,7151,2637,7147,263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529,7145l2526,7145,2524,7147,2524,7151,2526,7153,2529,7153,252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552,7145l2529,7145,2529,7153,2552,7153,2552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555,7145l2552,7145,2552,7153,2555,7153,2558,7151,2558,7147,255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450,7145l2447,7145,2445,7147,2445,7151,2447,7153,2450,7153,2450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473,7145l2450,7145,2450,7153,2473,7153,247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476,7145l2473,7145,2473,7153,2476,7153,2479,7151,2479,7147,247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371,7145l2368,7145,2366,7147,2366,7151,2368,7153,2371,7153,237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394,7145l2371,7145,2371,7153,2394,7153,239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397,7145l2394,7145,2394,7153,2397,7153,2400,7151,2400,7147,239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292,7145l2289,7145,2287,7147,2287,7151,2289,7153,2292,7153,2292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315,7145l2292,7145,2292,7153,2315,7153,231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318,7145l2315,7145,2315,7153,2318,7153,2321,7151,2321,7147,231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213,7145l2210,7145,2208,7147,2208,7151,2210,7153,2213,7153,221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236,7145l2213,7145,2213,7153,2236,7153,223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239,7145l2236,7145,2236,7153,2239,7153,2242,7151,2242,7147,223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134,7145l2131,7145,2129,7147,2129,7151,2131,7153,2134,7153,213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157,7145l2134,7145,2134,7153,2157,7153,215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160,7145l2157,7145,2157,7153,2160,7153,2163,7151,2163,7147,2160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055,7145l2052,7145,2050,7147,2050,7151,2052,7153,2055,7153,205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078,7145l2055,7145,2055,7153,2078,7153,207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081,7145l2078,7145,2078,7153,2081,7153,2084,7151,2084,7147,208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976,7145l1973,7145,1971,7147,1971,7151,1973,7153,1976,7153,197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999,7145l1976,7145,1976,7153,1999,7153,199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2002,7145l1999,7145,1999,7153,2002,7153,2005,7151,2005,7147,2002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897,7145l1894,7145,1892,7147,1892,7151,1894,7153,1897,7153,189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920,7145l1897,7145,1897,7153,1920,7153,1920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923,7145l1920,7145,1920,7153,1923,7153,1926,7151,1926,7147,192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818,7145l1815,7145,1813,7147,1813,7151,1815,7153,1818,7153,181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841,7145l1818,7145,1818,7153,1841,7153,184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844,7145l1841,7145,1841,7153,1844,7153,1846,7151,1846,7147,184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739,7145l1736,7145,1734,7147,1734,7151,1736,7153,1739,7153,173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762,7145l1739,7145,1739,7153,1762,7153,1762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765,7145l1762,7145,1762,7153,1765,7153,1767,7151,1767,7147,176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660,7145l1657,7145,1654,7147,1654,7151,1657,7153,1660,7153,1660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683,7145l1660,7145,1660,7153,1683,7153,168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686,7145l1683,7145,1683,7153,1686,7153,1688,7151,1688,7147,168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581,7145l1578,7145,1575,7147,1575,7151,1578,7153,1581,7153,158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604,7145l1581,7145,1581,7153,1604,7153,160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607,7145l1604,7145,1604,7153,1607,7153,1609,7151,1609,7147,160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502,7145l1499,7145,1496,7147,1496,7151,1499,7153,1502,7153,1502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525,7145l1502,7145,1502,7153,1525,7153,152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528,7145l1525,7145,1525,7153,1528,7153,1530,7151,1530,7147,152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423,7145l1420,7145,1417,7147,1417,7151,1420,7153,1423,7153,142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446,7145l1423,7145,1423,7153,1446,7153,144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449,7145l1446,7145,1446,7153,1449,7153,1451,7151,1451,7147,144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344,7145l1341,7145,1338,7147,1338,7151,1341,7153,1344,7153,134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367,7145l1344,7145,1344,7153,1367,7153,136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370,7145l1367,7145,1367,7153,1370,7153,1372,7151,1372,7147,1370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265,7145l1262,7145,1259,7147,1259,7151,1262,7153,1265,7153,126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288,7145l1265,7145,1265,7153,1288,7153,128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291,7145l1288,7145,1288,7153,1291,7153,1293,7151,1293,7147,129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186,7145l1183,7145,1180,7147,1180,7151,1183,7153,1186,7153,118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209,7145l1186,7145,1186,7153,1209,7153,120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212,7145l1209,7145,1209,7153,1212,7153,1214,7151,1214,7147,1212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107,7145l1104,7145,1101,7147,1101,7151,1104,7153,1107,7153,110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130,7145l1107,7145,1107,7153,1130,7153,1130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133,7145l1130,7145,1130,7153,1133,7153,1135,7151,1135,7147,113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028,7145l1025,7145,1022,7147,1022,7151,1025,7153,1028,7153,102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051,7145l1028,7145,1028,7153,1051,7153,105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1054,7145l1051,7145,1051,7153,1054,7153,1056,7151,1056,7147,105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949,7145l946,7145,943,7147,943,7151,946,7153,949,7153,94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971,7145l949,7145,949,7153,971,7153,97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975,7145l971,7145,971,7153,975,7153,977,7151,977,7147,97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870,7145l867,7145,864,7147,864,7151,867,7153,870,7153,870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892,7145l870,7145,870,7153,892,7153,892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896,7145l892,7145,892,7153,896,7153,898,7151,898,7147,89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791,7145l788,7145,785,7147,785,7151,788,7153,791,7153,791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813,7145l791,7145,791,7153,813,7153,81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817,7145l813,7145,813,7153,817,7153,819,7151,819,7147,817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712,7145l709,7145,706,7147,706,7151,709,7153,712,7153,712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734,7145l712,7145,712,7153,734,7153,734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738,7145l734,7145,734,7153,738,7153,740,7151,740,7147,73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633,7145l630,7145,627,7147,627,7151,630,7153,633,7153,633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655,7145l633,7145,633,7153,655,7153,65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658,7145l655,7145,655,7153,658,7153,661,7151,661,7147,658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0,7151l560,7159,562,7161,568,7161,571,7159,571,7153,562,7153,560,7151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0,7149l560,7151,562,7153,565,7153,560,7149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5,7145l560,7149,565,7153,56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6,7145l565,7145,565,7153,571,7153,571,7149,576,7149,576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6,7149l571,7149,571,7153,576,7153,576,7149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79,7145l576,7145,576,7153,579,7153,582,7151,582,7147,579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5,7145l562,7145,560,7147,560,7149,565,714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8,7194l562,7194,560,7196,560,7217,562,7219,568,7219,571,7217,571,7196,568,7194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8,7252l562,7252,560,7254,560,7275,562,7276,568,7276,571,7275,571,7254,568,7252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8,7310l562,7310,560,7311,560,7332,562,7334,568,7334,571,7332,571,7311,568,7310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8,7367l562,7367,560,7369,560,7390,562,7392,568,7392,571,7390,571,7369,568,7367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8,7425l562,7425,560,7427,560,7448,562,7450,568,7450,571,7448,571,7427,568,7425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8,7483l562,7483,560,7485,560,7506,562,7507,568,7507,571,7506,571,7485,568,7483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8,7541l562,7541,560,7542,560,7563,562,7565,568,7565,571,7563,571,7542,568,7541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8,7598l562,7598,560,7600,560,7621,562,7623,568,7623,571,7621,571,7600,568,7598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8,7656l562,7656,560,7658,560,7679,562,7681,568,7681,571,7679,571,7658,568,7656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8,7714l562,7714,560,7716,560,7737,562,7738,568,7738,571,7737,571,7716,568,7714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8,7772l562,7772,560,7773,560,7794,562,7796,568,7796,571,7794,571,7773,568,7772xe" filled="true" fillcolor="#231f20" stroked="false">
                <v:path arrowok="t"/>
                <v:fill type="solid"/>
              </v:shape>
              <v:shape style="position:absolute;left:560;top:7145;width:5228;height:759" coordorigin="560,7145" coordsize="5228,759" path="m568,7829l562,7829,560,7831,560,7852,562,7854,568,7854,571,7852,571,7831,568,7829xe" filled="true" fillcolor="#231f20" stroked="false">
                <v:path arrowok="t"/>
                <v:fill type="solid"/>
              </v:shape>
            </v:group>
            <v:group style="position:absolute;left:560;top:7892;width:5228;height:881" coordorigin="560,7892" coordsize="5228,881">
              <v:shape style="position:absolute;left:560;top:7892;width:5228;height:881" coordorigin="560,7892" coordsize="5228,881" path="m560,8768l560,8770,562,8773,565,8773,560,8768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5,8762l562,8762,560,8765,560,8768,565,8773,56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1,8762l565,8762,565,8773,571,8768,57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1,8768l565,8773,568,8773,571,8770,571,8768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7,8762l571,8762,571,8770,568,8773,577,8773,57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80,8762l577,8762,577,8773,580,8773,582,8770,582,8765,58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8,8752l562,8752,560,8754,560,8765,562,8762,571,8762,571,8754,568,875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633,8762l630,8762,627,8765,627,8770,630,8773,633,8773,633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656,8762l633,8762,633,8773,656,8773,65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659,8762l656,8762,656,8773,659,8773,661,8770,661,8765,65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712,8762l709,8762,706,8765,706,8770,709,8773,712,8773,712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735,8762l712,8762,712,8773,735,8773,73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738,8762l735,8762,735,8773,738,8773,740,8770,740,8765,738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791,8762l788,8762,785,8765,785,8770,788,8773,791,8773,79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814,8762l791,8762,791,8773,814,8773,81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817,8762l814,8762,814,8773,817,8773,819,8770,819,8765,81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870,8762l867,8762,865,8765,865,8770,867,8773,870,8773,87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893,8762l870,8762,870,8773,893,8773,893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896,8762l893,8762,893,8773,896,8773,898,8770,898,8765,89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949,8762l946,8762,944,8765,944,8770,946,8773,949,8773,94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972,8762l949,8762,949,8773,972,8773,972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975,8762l972,8762,972,8773,975,8773,977,8770,977,8765,97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028,8762l1025,8762,1023,8765,1023,8770,1025,8773,1028,8773,1028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051,8762l1028,8762,1028,8773,1051,8773,105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054,8762l1051,8762,1051,8773,1054,8773,1056,8770,1056,8765,105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107,8762l1104,8762,1102,8765,1102,8770,1104,8773,1107,8773,110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130,8762l1107,8762,1107,8773,1130,8773,113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133,8762l1130,8762,1130,8773,1133,8773,1136,8770,1136,8765,1133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186,8762l1183,8762,1181,8765,1181,8770,1183,8773,1186,8773,118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209,8762l1186,8762,1186,8773,1209,8773,120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212,8762l1209,8762,1209,8773,1212,8773,1215,8770,1215,8765,1212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265,8762l1262,8762,1260,8765,1260,8770,1262,8773,1265,8773,126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288,8762l1265,8762,1265,8773,1288,8773,1288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291,8762l1288,8762,1288,8773,1291,8773,1294,8770,1294,8765,129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344,8762l1341,8762,1339,8765,1339,8770,1341,8773,1344,8773,134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367,8762l1344,8762,1344,8773,1367,8773,136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370,8762l1367,8762,1367,8773,1370,8773,1373,8770,1373,8765,137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423,8762l1420,8762,1418,8765,1418,8770,1420,8773,1423,8773,1423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446,8762l1423,8762,1423,8773,1446,8773,144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449,8762l1446,8762,1446,8773,1449,8773,1452,8770,1452,8765,144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502,8762l1499,8762,1497,8765,1497,8770,1499,8773,1502,8773,1502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525,8762l1502,8762,1502,8773,1525,8773,152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528,8762l1525,8762,1525,8773,1528,8773,1531,8770,1531,8765,1528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581,8762l1578,8762,1576,8765,1576,8770,1578,8773,1581,8773,158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604,8762l1581,8762,1581,8773,1604,8773,160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607,8762l1604,8762,1604,8773,1607,8773,1610,8770,1610,8765,160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660,8762l1657,8762,1655,8765,1655,8770,1657,8773,1660,8773,166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683,8762l1660,8762,1660,8773,1683,8773,1683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686,8762l1683,8762,1683,8773,1686,8773,1689,8770,1689,8765,168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740,8762l1736,8762,1734,8765,1734,8770,1736,8773,1740,8773,174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762,8762l1740,8762,1740,8773,1762,8773,1762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765,8762l1762,8762,1762,8773,1765,8773,1768,8770,1768,8765,176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819,8762l1815,8762,1813,8765,1813,8770,1815,8773,1819,8773,181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841,8762l1819,8762,1819,8773,1841,8773,184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844,8762l1841,8762,1841,8773,1844,8773,1847,8770,1847,8765,184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898,8762l1894,8762,1892,8765,1892,8770,1894,8773,1898,8773,1898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920,8762l1898,8762,1898,8773,1920,8773,192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923,8762l1920,8762,1920,8773,1923,8773,1926,8770,1926,8765,1923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977,8762l1973,8762,1971,8765,1971,8770,1973,8773,1977,8773,197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999,8762l1977,8762,1977,8773,1999,8773,199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002,8762l1999,8762,1999,8773,2002,8773,2005,8770,2005,8765,2002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056,8762l2052,8762,2050,8765,2050,8770,2052,8773,2056,8773,205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078,8762l2056,8762,2056,8773,2078,8773,2078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081,8762l2078,8762,2078,8773,2081,8773,2084,8770,2084,8765,208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135,8762l2132,8762,2129,8765,2129,8770,2132,8773,2135,8773,213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157,8762l2135,8762,2135,8773,2157,8773,215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160,8762l2157,8762,2157,8773,2160,8773,2163,8770,2163,8765,216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214,8762l2211,8762,2208,8765,2208,8770,2211,8773,2214,8773,221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236,8762l2214,8762,2214,8773,2236,8773,223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239,8762l2236,8762,2236,8773,2239,8773,2242,8770,2242,8765,223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293,8762l2290,8762,2287,8765,2287,8770,2290,8773,2293,8773,2293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315,8762l2293,8762,2293,8773,2315,8773,231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318,8762l2315,8762,2315,8773,2318,8773,2321,8770,2321,8765,2318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372,8762l2369,8762,2366,8765,2366,8770,2369,8773,2372,8773,2372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394,8762l2372,8762,2372,8773,2394,8773,239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397,8762l2394,8762,2394,8773,2397,8773,2400,8770,2400,8765,239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451,8762l2448,8762,2445,8765,2445,8770,2448,8773,2451,8773,245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473,8762l2451,8762,2451,8773,2473,8773,2473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476,8762l2473,8762,2473,8773,2476,8773,2479,8770,2479,8765,247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530,8762l2527,8762,2524,8765,2524,8770,2527,8773,2530,8773,253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552,8762l2530,8762,2530,8773,2552,8773,2552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556,8762l2552,8762,2552,8773,2556,8773,2558,8770,2558,8765,255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609,8762l2606,8762,2603,8765,2603,8770,2606,8773,2609,8773,260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631,8762l2609,8762,2609,8773,2631,8773,263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635,8762l2631,8762,2631,8773,2635,8773,2637,8770,2637,8765,263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688,8762l2685,8762,2682,8765,2682,8770,2685,8773,2688,8773,2688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710,8762l2688,8762,2688,8773,2710,8773,271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714,8762l2710,8762,2710,8773,2714,8773,2716,8770,2716,8765,271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767,8762l2764,8762,2761,8765,2761,8770,2764,8773,2767,8773,276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789,8762l2767,8762,2767,8773,2789,8773,278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793,8762l2789,8762,2789,8773,2793,8773,2795,8770,2795,8765,2793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846,8762l2843,8762,2840,8765,2840,8770,2843,8773,2846,8773,284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869,8762l2846,8762,2846,8773,2869,8773,286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872,8762l2869,8762,2869,8773,2872,8773,2874,8770,2874,8765,2872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925,8762l2922,8762,2919,8765,2919,8770,2922,8773,2925,8773,292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948,8762l2925,8762,2925,8773,2948,8773,2948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951,8762l2948,8762,2948,8773,2951,8773,2953,8770,2953,8765,295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004,8762l3001,8762,2998,8765,2998,8770,3001,8773,3004,8773,300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027,8762l3004,8762,3004,8773,3027,8773,302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030,8762l3027,8762,3027,8773,3030,8773,3032,8770,3032,8765,303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083,8762l3080,8762,3077,8765,3077,8770,3080,8773,3083,8773,3083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106,8762l3083,8762,3083,8773,3106,8773,310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109,8762l3106,8762,3106,8773,3109,8773,3111,8770,3111,8765,310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162,8762l3159,8762,3156,8765,3156,8770,3159,8773,3162,8773,3162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185,8762l3162,8762,3162,8773,3185,8773,318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188,8762l3185,8762,3185,8773,3188,8773,3190,8770,3190,8765,3188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241,8762l3238,8762,3235,8765,3235,8770,3238,8773,3241,8773,324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264,8762l3241,8762,3241,8773,3264,8773,326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267,8762l3264,8762,3264,8773,3267,8773,3269,8770,3269,8765,326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320,8762l3317,8762,3314,8765,3314,8770,3317,8773,3320,8773,332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343,8762l3320,8762,3320,8773,3343,8773,3343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346,8762l3343,8762,3343,8773,3346,8773,3348,8770,3348,8765,334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399,8762l3396,8762,3393,8765,3393,8770,3396,8773,3399,8773,339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422,8762l3399,8762,3399,8773,3422,8773,3422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425,8762l3422,8762,3422,8773,3425,8773,3427,8770,3427,8765,342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478,8762l3475,8762,3472,8765,3472,8770,3475,8773,3478,8773,3478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501,8762l3478,8762,3478,8773,3501,8773,350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504,8762l3501,8762,3501,8773,3504,8773,3506,8770,3506,8765,350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557,8762l3554,8762,3552,8765,3552,8770,3554,8773,3557,8773,355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580,8762l3557,8762,3557,8773,3580,8773,358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583,8762l3580,8762,3580,8773,3583,8773,3585,8770,3585,8765,3583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636,8762l3633,8762,3631,8765,3631,8770,3633,8773,3636,8773,363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659,8762l3636,8762,3636,8773,3659,8773,365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662,8762l3659,8762,3659,8773,3662,8773,3664,8770,3664,8765,3662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715,8762l3712,8762,3710,8765,3710,8770,3712,8773,3715,8773,371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738,8762l3715,8762,3715,8773,3738,8773,3738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741,8762l3738,8762,3738,8773,3741,8773,3744,8770,3744,8765,374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794,8762l3791,8762,3789,8765,3789,8770,3791,8773,3794,8773,379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817,8762l3794,8762,3794,8773,3817,8773,381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820,8762l3817,8762,3817,8773,3820,8773,3823,8770,3823,8765,382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873,8762l3870,8762,3868,8765,3868,8770,3870,8773,3873,8773,3873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896,8762l3873,8762,3873,8773,3896,8773,389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899,8762l3896,8762,3896,8773,3899,8773,3902,8770,3902,8765,389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952,8762l3949,8762,3947,8765,3947,8770,3949,8773,3952,8773,3952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975,8762l3952,8762,3952,8773,3975,8773,397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978,8762l3975,8762,3975,8773,3978,8773,3981,8770,3981,8765,3978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031,8762l4028,8762,4026,8765,4026,8770,4028,8773,4031,8773,403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054,8762l4031,8762,4031,8773,4054,8773,405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057,8762l4054,8762,4054,8773,4057,8773,4060,8770,4060,8765,405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110,8762l4107,8762,4105,8765,4105,8770,4107,8773,4110,8773,411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133,8762l4110,8762,4110,8773,4133,8773,4133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136,8762l4133,8762,4133,8773,4136,8773,4139,8770,4139,8765,413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189,8762l4186,8762,4184,8765,4184,8770,4186,8773,4189,8773,418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212,8762l4189,8762,4189,8773,4212,8773,4212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215,8762l4212,8762,4212,8773,4215,8773,4218,8770,4218,8765,421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268,8762l4265,8762,4263,8765,4263,8770,4265,8773,4268,8773,4268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291,8762l4268,8762,4268,8773,4291,8773,429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294,8762l4291,8762,4291,8773,4294,8773,4297,8770,4297,8765,429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347,8762l4344,8762,4342,8765,4342,8770,4344,8773,4347,8773,434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370,8762l4347,8762,4347,8773,4370,8773,437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373,8762l4370,8762,4370,8773,4373,8773,4376,8770,4376,8765,4373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427,8762l4423,8762,4421,8765,4421,8770,4423,8773,4427,8773,442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449,8762l4427,8762,4427,8773,4449,8773,444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452,8762l4449,8762,4449,8773,4452,8773,4455,8770,4455,8765,4452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506,8762l4502,8762,4500,8765,4500,8770,4502,8773,4506,8773,450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528,8762l4506,8762,4506,8773,4528,8773,4528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531,8762l4528,8762,4528,8773,4531,8773,4534,8770,4534,8765,453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585,8762l4581,8762,4579,8765,4579,8770,4581,8773,4585,8773,458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607,8762l4585,8762,4585,8773,4607,8773,460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610,8762l4607,8762,4607,8773,4610,8773,4613,8770,4613,8765,461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664,8762l4660,8762,4658,8765,4658,8770,4660,8773,4664,8773,466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686,8762l4664,8762,4664,8773,4686,8773,468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689,8762l4686,8762,4686,8773,4689,8773,4692,8770,4692,8765,468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743,8762l4740,8762,4737,8765,4737,8770,4740,8773,4743,8773,4743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765,8762l4743,8762,4743,8773,4765,8773,476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768,8762l4765,8762,4765,8773,4768,8773,4771,8770,4771,8765,4768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822,8762l4819,8762,4816,8765,4816,8770,4819,8773,4822,8773,4822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844,8762l4822,8762,4822,8773,4844,8773,484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847,8762l4844,8762,4844,8773,4847,8773,4850,8770,4850,8765,484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901,8762l4898,8762,4895,8765,4895,8770,4898,8773,4901,8773,490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923,8762l4901,8762,4901,8773,4923,8773,4923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926,8762l4923,8762,4923,8773,4926,8773,4929,8770,4929,8765,492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980,8762l4977,8762,4974,8765,4974,8770,4977,8773,4980,8773,498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002,8762l4980,8762,4980,8773,5002,8773,5002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005,8762l5002,8762,5002,8773,5005,8773,5008,8770,5008,8765,500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059,8762l5056,8762,5053,8765,5053,8770,5056,8773,5059,8773,505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081,8762l5059,8762,5059,8773,5081,8773,508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084,8762l5081,8762,5081,8773,5084,8773,5087,8770,5087,8765,508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138,8762l5135,8762,5132,8765,5132,8770,5135,8773,5138,8773,5138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160,8762l5138,8762,5138,8773,5160,8773,516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164,8762l5160,8762,5160,8773,5164,8773,5166,8770,5166,8765,516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217,8762l5214,8762,5211,8765,5211,8770,5214,8773,5217,8773,521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239,8762l5217,8762,5217,8773,5239,8773,523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243,8762l5239,8762,5239,8773,5243,8773,5245,8770,5245,8765,5243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296,8762l5293,8762,5290,8765,5290,8770,5293,8773,5296,8773,529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318,8762l5296,8762,5296,8773,5318,8773,5318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322,8762l5318,8762,5318,8773,5322,8773,5324,8770,5324,8765,5322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375,8762l5372,8762,5369,8765,5369,8770,5372,8773,5375,8773,537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397,8762l5375,8762,5375,8773,5397,8773,539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401,8762l5397,8762,5397,8773,5401,8773,5403,8770,5403,8765,540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454,8762l5451,8762,5448,8765,5448,8770,5451,8773,5454,8773,545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476,8762l5454,8762,5454,8773,5476,8773,547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480,8762l5476,8762,5476,8773,5480,8773,5482,8770,5482,8765,548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533,8762l5530,8762,5527,8765,5527,8770,5530,8773,5533,8773,5533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556,8762l5533,8762,5533,8773,5556,8773,5556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559,8762l5556,8762,5556,8773,5559,8773,5561,8770,5561,8765,5559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12,8762l5609,8762,5606,8765,5606,8770,5609,8773,5612,8773,5612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35,8762l5612,8762,5612,8773,5635,8773,563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38,8762l5635,8762,5635,8773,5638,8773,5640,8770,5640,8765,5638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91,8762l5688,8762,5685,8765,5685,8770,5688,8773,5691,8773,569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14,8762l5691,8762,5691,8773,5714,8773,571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17,8762l5714,8762,5714,8773,5717,8773,5719,8770,5719,8765,571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70,8762l5767,8762,5764,8765,5764,8770,5767,8773,5770,8773,5770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75,8762l5770,8762,5770,8773,5781,8773,5781,8768,5775,8768,5775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1,8762l5781,8773,5787,8768,5781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7,8768l5781,8773,5784,8773,5787,8770,5787,8768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4,8752l5778,8752,5775,8754,5775,8768,5781,8768,5781,8762,5787,8762,5787,8754,5784,875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4,8762l5781,8762,5787,8768,5787,8765,5784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7,8762l5784,8762,5787,8765,5787,87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4,8679l5778,8679,5775,8682,5775,8708,5778,8711,5784,8711,5787,8708,5787,8682,5784,8679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4,8607l5778,8607,5775,8609,5775,8636,5778,8638,5784,8638,5787,8636,5787,8609,5784,8607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4,8534l5778,8534,5775,8537,5775,8563,5778,8566,5784,8566,5787,8563,5787,8537,5784,8534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4,8462l5778,8462,5775,8464,5775,8491,5778,8493,5784,8493,5787,8491,5787,8464,5784,84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4,8389l5778,8389,5775,8392,5775,8418,5778,8420,5784,8420,5787,8418,5787,8392,5784,8389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4,8317l5778,8317,5775,8319,5775,8346,5778,8348,5784,8348,5787,8346,5787,8319,5784,8317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4,8244l5778,8244,5775,8247,5775,8273,5778,8275,5784,8275,5787,8273,5787,8247,5784,8244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4,8172l5778,8172,5775,8174,5775,8201,5778,8203,5784,8203,5787,8201,5787,8174,5784,817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4,8099l5778,8099,5775,8102,5775,8128,5778,8130,5784,8130,5787,8128,5787,8102,5784,8099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4,8027l5778,8027,5775,8029,5775,8056,5778,8058,5784,8058,5787,8056,5787,8029,5784,8027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4,7954l5778,7954,5775,7956,5775,7983,5778,7985,5784,7985,5787,7983,5787,7956,5784,7954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1,7892l5775,7897,5775,7910,5778,7913,5784,7913,5787,7910,5787,7902,5781,7902,578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70,7892l5767,7892,5764,7894,5764,7900,5767,7902,5770,7902,5770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78,7892l5770,7892,5770,7902,5775,7902,5775,7894,577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1,7892l5781,7902,5787,7902,5787,7897,578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1,7892l5778,7892,5775,7894,5775,7897,578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84,7892l5781,7892,5787,7897,5787,7894,578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91,7892l5688,7892,5685,7894,5685,7900,5688,7902,5691,7902,569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13,7892l5691,7892,5691,7902,5713,7902,571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16,7892l5713,7892,5713,7902,5716,7902,5719,7900,5719,7894,571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12,7892l5609,7892,5606,7894,5606,7900,5609,7902,5612,7902,5612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34,7892l5612,7892,5612,7902,5634,7902,563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37,7892l5634,7892,5634,7902,5637,7902,5640,7900,5640,7894,563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533,7892l5530,7892,5527,7894,5527,7900,5530,7902,5533,7902,553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555,7892l5533,7892,5533,7902,5555,7902,555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558,7892l5555,7892,5555,7902,5558,7902,5561,7900,5561,7894,555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454,7892l5450,7892,5448,7894,5448,7900,5450,7902,5454,7902,545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476,7892l5454,7892,5454,7902,5476,7902,547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479,7892l5476,7892,5476,7902,5479,7902,5482,7900,5482,7894,547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375,7892l5371,7892,5369,7894,5369,7900,5371,7902,5375,7902,537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397,7892l5375,7892,5375,7902,5397,7902,539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400,7892l5397,7892,5397,7902,5400,7902,5403,7900,5403,7894,5400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296,7892l5292,7892,5290,7894,5290,7900,5292,7902,5296,7902,529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318,7892l5296,7892,5296,7902,5318,7902,531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321,7892l5318,7892,5318,7902,5321,7902,5324,7900,5324,7894,532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217,7892l5213,7892,5211,7894,5211,7900,5213,7902,5217,7902,521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239,7892l5217,7892,5217,7902,5239,7902,523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242,7892l5239,7892,5239,7902,5242,7902,5245,7900,5245,7894,5242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137,7892l5134,7892,5132,7894,5132,7900,5134,7902,5137,7902,513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160,7892l5137,7892,5137,7902,5160,7902,5160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163,7892l5160,7892,5160,7902,5163,7902,5166,7900,5166,7894,516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058,7892l5055,7892,5053,7894,5053,7900,5055,7902,5058,7902,505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081,7892l5058,7892,5058,7902,5081,7902,508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084,7892l5081,7892,5081,7902,5084,7902,5087,7900,5087,7894,508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979,7892l4976,7892,4974,7894,4974,7900,4976,7902,4979,7902,497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002,7892l4979,7892,4979,7902,5002,7902,5002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005,7892l5002,7892,5002,7902,5005,7902,5008,7900,5008,7894,500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900,7892l4897,7892,4895,7894,4895,7900,4897,7902,4900,7902,4900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923,7892l4900,7892,4900,7902,4923,7902,492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926,7892l4923,7892,4923,7902,4926,7902,4929,7900,4929,7894,492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821,7892l4818,7892,4816,7894,4816,7900,4818,7902,4821,7902,482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844,7892l4821,7892,4821,7902,4844,7902,484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847,7892l4844,7892,4844,7902,4847,7902,4850,7900,4850,7894,484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742,7892l4739,7892,4737,7894,4737,7900,4739,7902,4742,7902,4742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765,7892l4742,7892,4742,7902,4765,7902,476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768,7892l4765,7892,4765,7902,4768,7902,4771,7900,4771,7894,476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663,7892l4660,7892,4658,7894,4658,7900,4660,7902,4663,7902,466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686,7892l4663,7892,4663,7902,4686,7902,468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689,7892l4686,7892,4686,7902,4689,7902,4692,7900,4692,7894,468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584,7892l4581,7892,4579,7894,4579,7900,4581,7902,4584,7902,458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607,7892l4584,7892,4584,7902,4607,7902,460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610,7892l4607,7892,4607,7902,4610,7902,4613,7900,4613,7894,4610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505,7892l4502,7892,4500,7894,4500,7900,4502,7902,4505,7902,450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528,7892l4505,7892,4505,7902,4528,7902,452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531,7892l4528,7892,4528,7902,4531,7902,4533,7900,4533,7894,453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426,7892l4423,7892,4421,7894,4421,7900,4423,7902,4426,7902,442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449,7892l4426,7892,4426,7902,4449,7902,444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452,7892l4449,7892,4449,7902,4452,7902,4454,7900,4454,7894,4452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347,7892l4344,7892,4342,7894,4342,7900,4344,7902,4347,7902,434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370,7892l4347,7892,4347,7902,4370,7902,4370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373,7892l4370,7892,4370,7902,4373,7902,4375,7900,4375,7894,437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268,7892l4265,7892,4262,7894,4262,7900,4265,7902,4268,7902,426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291,7892l4268,7892,4268,7902,4291,7902,429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294,7892l4291,7892,4291,7902,4294,7902,4296,7900,4296,7894,429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189,7892l4186,7892,4183,7894,4183,7900,4186,7902,4189,7902,418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212,7892l4189,7892,4189,7902,4212,7902,4212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215,7892l4212,7892,4212,7902,4215,7902,4217,7900,4217,7894,421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110,7892l4107,7892,4104,7894,4104,7900,4107,7902,4110,7902,4110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133,7892l4110,7892,4110,7902,4133,7902,413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136,7892l4133,7892,4133,7902,4136,7902,4138,7900,4138,7894,413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031,7892l4028,7892,4025,7894,4025,7900,4028,7902,4031,7902,403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054,7892l4031,7892,4031,7902,4054,7902,405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4057,7892l4054,7892,4054,7902,4057,7902,4059,7900,4059,7894,405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952,7892l3949,7892,3946,7894,3946,7900,3949,7902,3952,7902,3952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975,7892l3952,7892,3952,7902,3975,7902,397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978,7892l3975,7892,3975,7902,3978,7902,3980,7900,3980,7894,397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873,7892l3870,7892,3867,7894,3867,7900,3870,7902,3873,7902,387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896,7892l3873,7892,3873,7902,3896,7902,389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899,7892l3896,7892,3896,7902,3899,7902,3901,7900,3901,7894,389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794,7892l3791,7892,3788,7894,3788,7900,3791,7902,3794,7902,379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817,7892l3794,7892,3794,7902,3817,7902,381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820,7892l3817,7892,3817,7902,3820,7902,3822,7900,3822,7894,3820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715,7892l3712,7892,3709,7894,3709,7900,3712,7902,3715,7902,371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738,7892l3715,7892,3715,7902,3738,7902,373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741,7892l3738,7892,3738,7902,3741,7902,3743,7900,3743,7894,374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636,7892l3633,7892,3630,7894,3630,7900,3633,7902,3636,7902,363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658,7892l3636,7892,3636,7902,3658,7902,365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662,7892l3658,7892,3658,7902,3662,7902,3664,7900,3664,7894,3662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557,7892l3554,7892,3551,7894,3551,7900,3554,7902,3557,7902,355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579,7892l3557,7892,3557,7902,3579,7902,357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583,7892l3579,7892,3579,7902,3583,7902,3585,7900,3585,7894,358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478,7892l3475,7892,3472,7894,3472,7900,3475,7902,3478,7902,347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500,7892l3478,7892,3478,7902,3500,7902,3500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504,7892l3500,7892,3500,7902,3504,7902,3506,7900,3506,7894,350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399,7892l3396,7892,3393,7894,3393,7900,3396,7902,3399,7902,339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421,7892l3399,7892,3399,7902,3421,7902,342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425,7892l3421,7892,3421,7902,3425,7902,3427,7900,3427,7894,342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320,7892l3317,7892,3314,7894,3314,7900,3317,7902,3320,7902,3320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342,7892l3320,7892,3320,7902,3342,7902,3342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346,7892l3342,7892,3342,7902,3346,7902,3348,7900,3348,7894,334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241,7892l3238,7892,3235,7894,3235,7900,3238,7902,3241,7902,324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263,7892l3241,7892,3241,7902,3263,7902,326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266,7892l3263,7892,3263,7902,3266,7902,3269,7900,3269,7894,326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162,7892l3159,7892,3156,7894,3156,7900,3159,7902,3162,7902,3162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184,7892l3162,7892,3162,7902,3184,7902,318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187,7892l3184,7892,3184,7902,3187,7902,3190,7900,3190,7894,318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083,7892l3080,7892,3077,7894,3077,7900,3080,7902,3083,7902,308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105,7892l3083,7892,3083,7902,3105,7902,310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108,7892l3105,7892,3105,7902,3108,7902,3111,7900,3111,7894,310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004,7892l3001,7892,2998,7894,2998,7900,3001,7902,3004,7902,300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026,7892l3004,7892,3004,7902,3026,7902,302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3029,7892l3026,7892,3026,7902,3029,7902,3032,7900,3032,7894,302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925,7892l2922,7892,2919,7894,2919,7900,2922,7902,2925,7902,292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947,7892l2925,7892,2925,7902,2947,7902,294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950,7892l2947,7892,2947,7902,2950,7902,2953,7900,2953,7894,2950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846,7892l2842,7892,2840,7894,2840,7900,2842,7902,2846,7902,284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868,7892l2846,7892,2846,7902,2868,7902,286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871,7892l2868,7892,2868,7902,2871,7902,2874,7900,2874,7894,287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767,7892l2763,7892,2761,7894,2761,7900,2763,7902,2767,7902,276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789,7892l2767,7892,2767,7902,2789,7902,278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792,7892l2789,7892,2789,7902,2792,7902,2795,7900,2795,7894,2792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688,7892l2684,7892,2682,7894,2682,7900,2684,7902,2688,7902,268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710,7892l2688,7892,2688,7902,2710,7902,2710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713,7892l2710,7892,2710,7902,2713,7902,2716,7900,2716,7894,271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609,7892l2605,7892,2603,7894,2603,7900,2605,7902,2609,7902,260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631,7892l2609,7892,2609,7902,2631,7902,263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634,7892l2631,7892,2631,7902,2634,7902,2637,7900,2637,7894,263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529,7892l2526,7892,2524,7894,2524,7900,2526,7902,2529,7902,252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552,7892l2529,7892,2529,7902,2552,7902,2552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555,7892l2552,7892,2552,7902,2555,7902,2558,7900,2558,7894,255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450,7892l2447,7892,2445,7894,2445,7900,2447,7902,2450,7902,2450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473,7892l2450,7892,2450,7902,2473,7902,247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476,7892l2473,7892,2473,7902,2476,7902,2479,7900,2479,7894,247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371,7892l2368,7892,2366,7894,2366,7900,2368,7902,2371,7902,237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394,7892l2371,7892,2371,7902,2394,7902,239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397,7892l2394,7892,2394,7902,2397,7902,2400,7900,2400,7894,239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292,7892l2289,7892,2287,7894,2287,7900,2289,7902,2292,7902,2292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315,7892l2292,7892,2292,7902,2315,7902,231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318,7892l2315,7892,2315,7902,2318,7902,2321,7900,2321,7894,231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213,7892l2210,7892,2208,7894,2208,7900,2210,7902,2213,7902,221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236,7892l2213,7892,2213,7902,2236,7902,223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239,7892l2236,7892,2236,7902,2239,7902,2242,7900,2242,7894,223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134,7892l2131,7892,2129,7894,2129,7900,2131,7902,2134,7902,213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157,7892l2134,7892,2134,7902,2157,7902,215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160,7892l2157,7892,2157,7902,2160,7902,2163,7900,2163,7894,2160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055,7892l2052,7892,2050,7894,2050,7900,2052,7902,2055,7902,205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078,7892l2055,7892,2055,7902,2078,7902,207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081,7892l2078,7892,2078,7902,2081,7902,2084,7900,2084,7894,208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976,7892l1973,7892,1971,7894,1971,7900,1973,7902,1976,7902,197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999,7892l1976,7892,1976,7902,1999,7902,199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2002,7892l1999,7892,1999,7902,2002,7902,2005,7900,2005,7894,2002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897,7892l1894,7892,1892,7894,1892,7900,1894,7902,1897,7902,189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920,7892l1897,7892,1897,7902,1920,7902,1920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923,7892l1920,7892,1920,7902,1923,7902,1926,7900,1926,7894,192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818,7892l1815,7892,1813,7894,1813,7900,1815,7902,1818,7902,181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841,7892l1818,7892,1818,7902,1841,7902,184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844,7892l1841,7892,1841,7902,1844,7902,1846,7900,1846,7894,184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739,7892l1736,7892,1734,7894,1734,7900,1736,7902,1739,7902,173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762,7892l1739,7892,1739,7902,1762,7902,1762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765,7892l1762,7892,1762,7902,1765,7902,1767,7900,1767,7894,176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660,7892l1657,7892,1654,7894,1654,7900,1657,7902,1660,7902,1660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683,7892l1660,7892,1660,7902,1683,7902,168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686,7892l1683,7892,1683,7902,1686,7902,1688,7900,1688,7894,168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581,7892l1578,7892,1575,7894,1575,7900,1578,7902,1581,7902,158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604,7892l1581,7892,1581,7902,1604,7902,160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607,7892l1604,7892,1604,7902,1607,7902,1609,7900,1609,7894,160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502,7892l1499,7892,1496,7894,1496,7900,1499,7902,1502,7902,1502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525,7892l1502,7892,1502,7902,1525,7902,152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528,7892l1525,7892,1525,7902,1528,7902,1530,7900,1530,7894,152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423,7892l1420,7892,1417,7894,1417,7900,1420,7902,1423,7902,142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446,7892l1423,7892,1423,7902,1446,7902,144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449,7892l1446,7892,1446,7902,1449,7902,1451,7900,1451,7894,144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344,7892l1341,7892,1338,7894,1338,7900,1341,7902,1344,7902,134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367,7892l1344,7892,1344,7902,1367,7902,136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370,7892l1367,7892,1367,7902,1370,7902,1372,7900,1372,7894,1370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265,7892l1262,7892,1259,7894,1259,7900,1262,7902,1265,7902,126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288,7892l1265,7892,1265,7902,1288,7902,128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291,7892l1288,7892,1288,7902,1291,7902,1293,7900,1293,7894,129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186,7892l1183,7892,1180,7894,1180,7900,1183,7902,1186,7902,118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209,7892l1186,7892,1186,7902,1209,7902,120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212,7892l1209,7892,1209,7902,1212,7902,1214,7900,1214,7894,1212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107,7892l1104,7892,1101,7894,1101,7900,1104,7902,1107,7902,110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130,7892l1107,7892,1107,7902,1130,7902,1130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133,7892l1130,7892,1130,7902,1133,7902,1135,7900,1135,7894,113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028,7892l1025,7892,1022,7894,1022,7900,1025,7902,1028,7902,102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051,7892l1028,7892,1028,7902,1051,7902,105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1054,7892l1051,7892,1051,7902,1054,7902,1056,7900,1056,7894,105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949,7892l946,7892,943,7894,943,7900,946,7902,949,7902,94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971,7892l949,7892,949,7902,971,7902,97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975,7892l971,7892,971,7902,975,7902,977,7900,977,7894,97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870,7892l867,7892,864,7894,864,7900,867,7902,870,7902,870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892,7892l870,7892,870,7902,892,7902,892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896,7892l892,7892,892,7902,896,7902,898,7900,898,7894,89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791,7892l788,7892,785,7894,785,7900,788,7902,791,7902,791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813,7892l791,7892,791,7902,813,7902,81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817,7892l813,7892,813,7902,817,7902,819,7900,819,7894,817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712,7892l709,7892,706,7894,706,7900,709,7902,712,7902,712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734,7892l712,7892,712,7902,734,7902,734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738,7892l734,7892,734,7902,738,7902,740,7900,740,7894,73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633,7892l630,7892,627,7894,627,7900,630,7902,633,7902,633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655,7892l633,7892,633,7902,655,7902,65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658,7892l655,7892,655,7902,658,7902,661,7900,661,7894,658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0,7900l560,7910,562,7913,568,7913,571,7910,571,7902,562,7902,560,7900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0,7897l560,7900,562,7902,565,7902,560,7897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5,7892l560,7897,565,7902,56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6,7892l565,7892,565,7902,571,7902,571,7897,576,7897,576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6,7897l571,7897,571,7902,576,7902,576,7897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79,7892l576,7892,576,7902,579,7902,582,7900,582,7894,579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5,7892l562,7892,560,7894,560,7897,565,789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8,7954l562,7954,560,7957,560,7983,562,7985,568,7985,571,7983,571,7957,568,7954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8,8027l562,8027,560,8029,560,8056,562,8058,568,8058,571,8056,571,8029,568,8027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8,8099l562,8099,560,8102,560,8128,562,8130,568,8130,571,8128,571,8102,568,8099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8,8172l562,8172,560,8174,560,8201,562,8203,568,8203,571,8201,571,8174,568,817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8,8244l562,8244,560,8247,560,8273,562,8275,568,8275,571,8273,571,8247,568,8244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8,8317l562,8317,560,8319,560,8346,562,8348,568,8348,571,8346,571,8319,568,8317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8,8389l562,8389,560,8392,560,8418,562,8420,568,8420,571,8418,571,8392,568,8389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8,8462l562,8462,560,8464,560,8491,562,8493,568,8493,571,8491,571,8464,568,8462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8,8534l562,8534,560,8537,560,8563,562,8566,568,8566,571,8563,571,8537,568,8534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8,8607l562,8607,560,8609,560,8636,562,8638,568,8638,571,8636,571,8609,568,8607xe" filled="true" fillcolor="#231f20" stroked="false">
                <v:path arrowok="t"/>
                <v:fill type="solid"/>
              </v:shape>
              <v:shape style="position:absolute;left:560;top:7892;width:5228;height:881" coordorigin="560,7892" coordsize="5228,881" path="m568,8679l562,8679,560,8682,560,8708,562,8711,568,8711,571,8708,571,8682,568,8679xe" filled="true" fillcolor="#231f20" stroked="false">
                <v:path arrowok="t"/>
                <v:fill type="solid"/>
              </v:shape>
            </v:group>
            <v:group style="position:absolute;left:560;top:8762;width:5228;height:895" coordorigin="560,8762" coordsize="5228,895">
              <v:shape style="position:absolute;left:560;top:8762;width:5228;height:895" coordorigin="560,8762" coordsize="5228,895" path="m560,9652l560,9655,562,9657,565,9657,560,965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5,9648l562,9648,560,9650,560,9652,565,9657,56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1,9648l565,9648,565,9657,571,9652,57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1,9652l565,9657,568,9657,571,9655,571,965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7,9648l571,9648,571,9655,568,9657,577,9657,57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80,9648l577,9648,577,9657,580,9657,582,9655,582,9650,58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8,9638l562,9638,560,9640,560,9650,562,9648,571,9648,571,9640,568,963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633,9648l630,9648,627,9650,627,9655,630,9657,633,9657,633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656,9648l633,9648,633,9657,656,9657,65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659,9648l656,9648,656,9657,659,9657,661,9655,661,9650,65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712,9648l709,9648,706,9650,706,9655,709,9657,712,9657,712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735,9648l712,9648,712,9657,735,9657,73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738,9648l735,9648,735,9657,738,9657,740,9655,740,9650,738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791,9648l788,9648,785,9650,785,9655,788,9657,791,9657,79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814,9648l791,9648,791,9657,814,9657,81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817,9648l814,9648,814,9657,817,9657,819,9655,819,9650,81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870,9648l867,9648,865,9650,865,9655,867,9657,870,9657,87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893,9648l870,9648,870,9657,893,9657,893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896,9648l893,9648,893,9657,896,9657,898,9655,898,9650,89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949,9648l946,9648,944,9650,944,9655,946,9657,949,9657,94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972,9648l949,9648,949,9657,972,9657,972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975,9648l972,9648,972,9657,975,9657,977,9655,977,9650,97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028,9648l1025,9648,1023,9650,1023,9655,1025,9657,1028,9657,1028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051,9648l1028,9648,1028,9657,1051,9657,105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054,9648l1051,9648,1051,9657,1054,9657,1056,9655,1056,9650,105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107,9648l1104,9648,1102,9650,1102,9655,1104,9657,1107,9657,110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130,9648l1107,9648,1107,9657,1130,9657,113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133,9648l1130,9648,1130,9657,1133,9657,1136,9655,1136,9650,1133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186,9648l1183,9648,1181,9650,1181,9655,1183,9657,1186,9657,118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209,9648l1186,9648,1186,9657,1209,9657,120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212,9648l1209,9648,1209,9657,1212,9657,1215,9655,1215,9650,1212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265,9648l1262,9648,1260,9650,1260,9655,1262,9657,1265,9657,126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288,9648l1265,9648,1265,9657,1288,9657,1288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291,9648l1288,9648,1288,9657,1291,9657,1294,9655,1294,9650,129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344,9648l1341,9648,1339,9650,1339,9655,1341,9657,1344,9657,134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367,9648l1344,9648,1344,9657,1367,9657,136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370,9648l1367,9648,1367,9657,1370,9657,1373,9655,1373,9650,137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423,9648l1420,9648,1418,9650,1418,9655,1420,9657,1423,9657,1423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446,9648l1423,9648,1423,9657,1446,9657,144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449,9648l1446,9648,1446,9657,1449,9657,1452,9655,1452,9650,144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502,9648l1499,9648,1497,9650,1497,9655,1499,9657,1502,9657,1502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525,9648l1502,9648,1502,9657,1525,9657,152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528,9648l1525,9648,1525,9657,1528,9657,1531,9655,1531,9650,1528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581,9648l1578,9648,1576,9650,1576,9655,1578,9657,1581,9657,158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604,9648l1581,9648,1581,9657,1604,9657,160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607,9648l1604,9648,1604,9657,1607,9657,1610,9655,1610,9650,160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660,9648l1657,9648,1655,9650,1655,9655,1657,9657,1660,9657,166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683,9648l1660,9648,1660,9657,1683,9657,1683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686,9648l1683,9648,1683,9657,1686,9657,1689,9655,1689,9650,168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740,9648l1736,9648,1734,9650,1734,9655,1736,9657,1740,9657,174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762,9648l1740,9648,1740,9657,1762,9657,1762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765,9648l1762,9648,1762,9657,1765,9657,1768,9655,1768,9650,176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819,9648l1815,9648,1813,9650,1813,9655,1815,9657,1819,9657,181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841,9648l1819,9648,1819,9657,1841,9657,184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844,9648l1841,9648,1841,9657,1844,9657,1847,9655,1847,9650,184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898,9648l1894,9648,1892,9650,1892,9655,1894,9657,1898,9657,1898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920,9648l1898,9648,1898,9657,1920,9657,192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923,9648l1920,9648,1920,9657,1923,9657,1926,9655,1926,9650,1923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977,9648l1973,9648,1971,9650,1971,9655,1973,9657,1977,9657,197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999,9648l1977,9648,1977,9657,1999,9657,199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002,9648l1999,9648,1999,9657,2002,9657,2005,9655,2005,9650,2002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056,9648l2052,9648,2050,9650,2050,9655,2052,9657,2056,9657,205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078,9648l2056,9648,2056,9657,2078,9657,2078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081,9648l2078,9648,2078,9657,2081,9657,2084,9655,2084,9650,208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135,9648l2132,9648,2129,9650,2129,9655,2132,9657,2135,9657,213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157,9648l2135,9648,2135,9657,2157,9657,215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160,9648l2157,9648,2157,9657,2160,9657,2163,9655,2163,9650,216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214,9648l2211,9648,2208,9650,2208,9655,2211,9657,2214,9657,221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236,9648l2214,9648,2214,9657,2236,9657,223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239,9648l2236,9648,2236,9657,2239,9657,2242,9655,2242,9650,223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293,9648l2290,9648,2287,9650,2287,9655,2290,9657,2293,9657,2293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315,9648l2293,9648,2293,9657,2315,9657,231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318,9648l2315,9648,2315,9657,2318,9657,2321,9655,2321,9650,2318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372,9648l2369,9648,2366,9650,2366,9655,2369,9657,2372,9657,2372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394,9648l2372,9648,2372,9657,2394,9657,239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397,9648l2394,9648,2394,9657,2397,9657,2400,9655,2400,9650,239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451,9648l2448,9648,2445,9650,2445,9655,2448,9657,2451,9657,245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473,9648l2451,9648,2451,9657,2473,9657,2473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476,9648l2473,9648,2473,9657,2476,9657,2479,9655,2479,9650,247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530,9648l2527,9648,2524,9650,2524,9655,2527,9657,2530,9657,253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552,9648l2530,9648,2530,9657,2552,9657,2552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556,9648l2552,9648,2552,9657,2556,9657,2558,9655,2558,9650,255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609,9648l2606,9648,2603,9650,2603,9655,2606,9657,2609,9657,260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631,9648l2609,9648,2609,9657,2631,9657,263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635,9648l2631,9648,2631,9657,2635,9657,2637,9655,2637,9650,263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688,9648l2685,9648,2682,9650,2682,9655,2685,9657,2688,9657,2688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710,9648l2688,9648,2688,9657,2710,9657,271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714,9648l2710,9648,2710,9657,2714,9657,2716,9655,2716,9650,271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767,9648l2764,9648,2761,9650,2761,9655,2764,9657,2767,9657,276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789,9648l2767,9648,2767,9657,2789,9657,278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793,9648l2789,9648,2789,9657,2793,9657,2795,9655,2795,9650,2793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846,9648l2843,9648,2840,9650,2840,9655,2843,9657,2846,9657,284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869,9648l2846,9648,2846,9657,2869,9657,286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872,9648l2869,9648,2869,9657,2872,9657,2874,9655,2874,9650,2872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925,9648l2922,9648,2919,9650,2919,9655,2922,9657,2925,9657,292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948,9648l2925,9648,2925,9657,2948,9657,2948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951,9648l2948,9648,2948,9657,2951,9657,2953,9655,2953,9650,295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004,9648l3001,9648,2998,9650,2998,9655,3001,9657,3004,9657,300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027,9648l3004,9648,3004,9657,3027,9657,302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030,9648l3027,9648,3027,9657,3030,9657,3032,9655,3032,9650,303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083,9648l3080,9648,3077,9650,3077,9655,3080,9657,3083,9657,3083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106,9648l3083,9648,3083,9657,3106,9657,310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109,9648l3106,9648,3106,9657,3109,9657,3111,9655,3111,9650,310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162,9648l3159,9648,3156,9650,3156,9655,3159,9657,3162,9657,3162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185,9648l3162,9648,3162,9657,3185,9657,318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188,9648l3185,9648,3185,9657,3188,9657,3190,9655,3190,9650,3188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241,9648l3238,9648,3235,9650,3235,9655,3238,9657,3241,9657,324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264,9648l3241,9648,3241,9657,3264,9657,326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267,9648l3264,9648,3264,9657,3267,9657,3269,9655,3269,9650,326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320,9648l3317,9648,3314,9650,3314,9655,3317,9657,3320,9657,332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343,9648l3320,9648,3320,9657,3343,9657,3343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346,9648l3343,9648,3343,9657,3346,9657,3348,9655,3348,9650,334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399,9648l3396,9648,3393,9650,3393,9655,3396,9657,3399,9657,339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422,9648l3399,9648,3399,9657,3422,9657,3422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425,9648l3422,9648,3422,9657,3425,9657,3427,9655,3427,9650,342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478,9648l3475,9648,3472,9650,3472,9655,3475,9657,3478,9657,3478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501,9648l3478,9648,3478,9657,3501,9657,350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504,9648l3501,9648,3501,9657,3504,9657,3506,9655,3506,9650,350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557,9648l3554,9648,3552,9650,3552,9655,3554,9657,3557,9657,355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580,9648l3557,9648,3557,9657,3580,9657,358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583,9648l3580,9648,3580,9657,3583,9657,3585,9655,3585,9650,3583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636,9648l3633,9648,3631,9650,3631,9655,3633,9657,3636,9657,363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659,9648l3636,9648,3636,9657,3659,9657,365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662,9648l3659,9648,3659,9657,3662,9657,3664,9655,3664,9650,3662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715,9648l3712,9648,3710,9650,3710,9655,3712,9657,3715,9657,371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738,9648l3715,9648,3715,9657,3738,9657,3738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741,9648l3738,9648,3738,9657,3741,9657,3744,9655,3744,9650,374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794,9648l3791,9648,3789,9650,3789,9655,3791,9657,3794,9657,379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817,9648l3794,9648,3794,9657,3817,9657,381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820,9648l3817,9648,3817,9657,3820,9657,3823,9655,3823,9650,382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873,9648l3870,9648,3868,9650,3868,9655,3870,9657,3873,9657,3873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896,9648l3873,9648,3873,9657,3896,9657,389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899,9648l3896,9648,3896,9657,3899,9657,3902,9655,3902,9650,389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952,9648l3949,9648,3947,9650,3947,9655,3949,9657,3952,9657,3952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975,9648l3952,9648,3952,9657,3975,9657,397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978,9648l3975,9648,3975,9657,3978,9657,3981,9655,3981,9650,3978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031,9648l4028,9648,4026,9650,4026,9655,4028,9657,4031,9657,403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054,9648l4031,9648,4031,9657,4054,9657,405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057,9648l4054,9648,4054,9657,4057,9657,4060,9655,4060,9650,405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110,9648l4107,9648,4105,9650,4105,9655,4107,9657,4110,9657,411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133,9648l4110,9648,4110,9657,4133,9657,4133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136,9648l4133,9648,4133,9657,4136,9657,4139,9655,4139,9650,413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189,9648l4186,9648,4184,9650,4184,9655,4186,9657,4189,9657,418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212,9648l4189,9648,4189,9657,4212,9657,4212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215,9648l4212,9648,4212,9657,4215,9657,4218,9655,4218,9650,421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268,9648l4265,9648,4263,9650,4263,9655,4265,9657,4268,9657,4268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291,9648l4268,9648,4268,9657,4291,9657,429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294,9648l4291,9648,4291,9657,4294,9657,4297,9655,4297,9650,429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347,9648l4344,9648,4342,9650,4342,9655,4344,9657,4347,9657,434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370,9648l4347,9648,4347,9657,4370,9657,437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373,9648l4370,9648,4370,9657,4373,9657,4376,9655,4376,9650,4373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427,9648l4423,9648,4421,9650,4421,9655,4423,9657,4427,9657,442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449,9648l4427,9648,4427,9657,4449,9657,444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452,9648l4449,9648,4449,9657,4452,9657,4455,9655,4455,9650,4452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506,9648l4502,9648,4500,9650,4500,9655,4502,9657,4506,9657,450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528,9648l4506,9648,4506,9657,4528,9657,4528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531,9648l4528,9648,4528,9657,4531,9657,4534,9655,4534,9650,453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585,9648l4581,9648,4579,9650,4579,9655,4581,9657,4585,9657,458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607,9648l4585,9648,4585,9657,4607,9657,460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610,9648l4607,9648,4607,9657,4610,9657,4613,9655,4613,9650,461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664,9648l4660,9648,4658,9650,4658,9655,4660,9657,4664,9657,466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686,9648l4664,9648,4664,9657,4686,9657,468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689,9648l4686,9648,4686,9657,4689,9657,4692,9655,4692,9650,468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743,9648l4740,9648,4737,9650,4737,9655,4740,9657,4743,9657,4743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765,9648l4743,9648,4743,9657,4765,9657,476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768,9648l4765,9648,4765,9657,4768,9657,4771,9655,4771,9650,4768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822,9648l4819,9648,4816,9650,4816,9655,4819,9657,4822,9657,4822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844,9648l4822,9648,4822,9657,4844,9657,484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847,9648l4844,9648,4844,9657,4847,9657,4850,9655,4850,9650,484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901,9648l4898,9648,4895,9650,4895,9655,4898,9657,4901,9657,490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923,9648l4901,9648,4901,9657,4923,9657,4923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926,9648l4923,9648,4923,9657,4926,9657,4929,9655,4929,9650,492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980,9648l4977,9648,4974,9650,4974,9655,4977,9657,4980,9657,498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002,9648l4980,9648,4980,9657,5002,9657,5002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005,9648l5002,9648,5002,9657,5005,9657,5008,9655,5008,9650,500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059,9648l5056,9648,5053,9650,5053,9655,5056,9657,5059,9657,505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081,9648l5059,9648,5059,9657,5081,9657,508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084,9648l5081,9648,5081,9657,5084,9657,5087,9655,5087,9650,508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138,9648l5135,9648,5132,9650,5132,9655,5135,9657,5138,9657,5138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160,9648l5138,9648,5138,9657,5160,9657,516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164,9648l5160,9648,5160,9657,5164,9657,5166,9655,5166,9650,516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217,9648l5214,9648,5211,9650,5211,9655,5214,9657,5217,9657,521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239,9648l5217,9648,5217,9657,5239,9657,523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243,9648l5239,9648,5239,9657,5243,9657,5245,9655,5245,9650,5243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296,9648l5293,9648,5290,9650,5290,9655,5293,9657,5296,9657,529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318,9648l5296,9648,5296,9657,5318,9657,5318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322,9648l5318,9648,5318,9657,5322,9657,5324,9655,5324,9650,5322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375,9648l5372,9648,5369,9650,5369,9655,5372,9657,5375,9657,537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397,9648l5375,9648,5375,9657,5397,9657,539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401,9648l5397,9648,5397,9657,5401,9657,5403,9655,5403,9650,540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454,9648l5451,9648,5448,9650,5448,9655,5451,9657,5454,9657,545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476,9648l5454,9648,5454,9657,5476,9657,547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480,9648l5476,9648,5476,9657,5480,9657,5482,9655,5482,9650,548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533,9648l5530,9648,5527,9650,5527,9655,5530,9657,5533,9657,5533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556,9648l5533,9648,5533,9657,5556,9657,5556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559,9648l5556,9648,5556,9657,5559,9657,5561,9655,5561,9650,5559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12,9648l5609,9648,5606,9650,5606,9655,5609,9657,5612,9657,5612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35,9648l5612,9648,5612,9657,5635,9657,563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38,9648l5635,9648,5635,9657,5638,9657,5640,9655,5640,9650,5638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91,9648l5688,9648,5685,9650,5685,9655,5688,9657,5691,9657,569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14,9648l5691,9648,5691,9657,5714,9657,571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17,9648l5714,9648,5714,9657,5717,9657,5719,9655,5719,9650,571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70,9648l5767,9648,5764,9650,5764,9655,5767,9657,5770,9657,5770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75,9648l5770,9648,5770,9657,5781,9657,5781,9652,5775,9652,5775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1,9648l5781,9657,5787,9652,5781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7,9652l5781,9657,5784,9657,5787,9655,5787,965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4,9638l5778,9638,5775,9640,5775,9652,5781,9652,5781,9648,5787,9648,5787,9640,5784,963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4,9648l5781,9648,5787,9652,5787,9650,5784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7,9648l5784,9648,5787,9650,5787,9648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4,9575l5778,9575,5775,9577,5775,9600,5778,9602,5784,9602,5787,9600,5787,9577,5784,9575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4,9512l5778,9512,5775,9514,5775,9537,5778,9539,5784,9539,5787,9537,5787,9514,5784,951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4,9449l5778,9449,5775,9451,5775,9474,5778,9476,5784,9476,5787,9474,5787,9451,5784,9449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4,9385l5778,9385,5775,9387,5775,9411,5778,9413,5784,9413,5787,9411,5787,9387,5784,9385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4,9322l5778,9322,5775,9324,5775,9347,5778,9350,5784,9350,5787,9347,5787,9324,5784,932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4,9259l5778,9259,5775,9261,5775,9284,5778,9286,5784,9286,5787,9284,5787,9261,5784,9259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4,9196l5778,9196,5775,9198,5775,9221,5778,9223,5784,9223,5787,9221,5787,9198,5784,9196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4,9133l5778,9133,5775,9135,5775,9158,5778,9160,5784,9160,5787,9158,5787,9135,5784,9133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4,9069l5778,9069,5775,9071,5775,9095,5778,9097,5784,9097,5787,9095,5787,9071,5784,9069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4,9006l5778,9006,5775,9008,5775,9031,5778,9034,5784,9034,5787,9031,5787,9008,5784,9006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4,8943l5778,8943,5775,8945,5775,8968,5778,8970,5784,8970,5787,8968,5787,8945,5784,8943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4,8880l5778,8880,5775,8882,5775,8905,5778,8907,5784,8907,5787,8905,5787,8882,5784,8880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4,8817l5778,8817,5775,8819,5775,8842,5778,8844,5784,8844,5787,8842,5787,8819,5784,8817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1,8762l5775,8767,5775,8779,5778,8781,5784,8781,5787,8779,5787,8771,5781,8771,578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70,8762l5767,8762,5764,8764,5764,8769,5767,8771,5770,8771,5770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78,8762l5770,8762,5770,8771,5775,8771,5775,8764,577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1,8762l5781,8771,5787,8771,5787,8767,578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1,8762l5778,8762,5775,8764,5775,8767,578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84,8762l5781,8762,5787,8767,5787,8764,578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91,8762l5688,8762,5685,8764,5685,8769,5688,8771,5691,8771,569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13,8762l5691,8762,5691,8771,5713,8771,571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16,8762l5713,8762,5713,8771,5716,8771,5719,8769,5719,8764,571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12,8762l5609,8762,5606,8764,5606,8769,5609,8771,5612,8771,5612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34,8762l5612,8762,5612,8771,5634,8771,563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37,8762l5634,8762,5634,8771,5637,8771,5640,8769,5640,8764,563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533,8762l5530,8762,5527,8764,5527,8769,5530,8771,5533,8771,553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555,8762l5533,8762,5533,8771,5555,8771,555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558,8762l5555,8762,5555,8771,5558,8771,5561,8769,5561,8764,555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454,8762l5450,8762,5448,8764,5448,8769,5450,8771,5454,8771,545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476,8762l5454,8762,5454,8771,5476,8771,547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479,8762l5476,8762,5476,8771,5479,8771,5482,8769,5482,8764,547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375,8762l5371,8762,5369,8764,5369,8769,5371,8771,5375,8771,537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397,8762l5375,8762,5375,8771,5397,8771,539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400,8762l5397,8762,5397,8771,5400,8771,5403,8769,5403,8764,5400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296,8762l5292,8762,5290,8764,5290,8769,5292,8771,5296,8771,529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318,8762l5296,8762,5296,8771,5318,8771,531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321,8762l5318,8762,5318,8771,5321,8771,5324,8769,5324,8764,532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217,8762l5213,8762,5211,8764,5211,8769,5213,8771,5217,8771,521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239,8762l5217,8762,5217,8771,5239,8771,523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242,8762l5239,8762,5239,8771,5242,8771,5245,8769,5245,8764,5242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137,8762l5134,8762,5132,8764,5132,8769,5134,8771,5137,8771,513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160,8762l5137,8762,5137,8771,5160,8771,5160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163,8762l5160,8762,5160,8771,5163,8771,5166,8769,5166,8764,516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058,8762l5055,8762,5053,8764,5053,8769,5055,8771,5058,8771,505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081,8762l5058,8762,5058,8771,5081,8771,508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084,8762l5081,8762,5081,8771,5084,8771,5087,8769,5087,8764,508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979,8762l4976,8762,4974,8764,4974,8769,4976,8771,4979,8771,497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002,8762l4979,8762,4979,8771,5002,8771,5002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005,8762l5002,8762,5002,8771,5005,8771,5008,8769,5008,8764,500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900,8762l4897,8762,4895,8764,4895,8769,4897,8771,4900,8771,4900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923,8762l4900,8762,4900,8771,4923,8771,492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926,8762l4923,8762,4923,8771,4926,8771,4929,8769,4929,8764,492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821,8762l4818,8762,4816,8764,4816,8769,4818,8771,4821,8771,482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844,8762l4821,8762,4821,8771,4844,8771,484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847,8762l4844,8762,4844,8771,4847,8771,4850,8769,4850,8764,484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742,8762l4739,8762,4737,8764,4737,8769,4739,8771,4742,8771,4742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765,8762l4742,8762,4742,8771,4765,8771,476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768,8762l4765,8762,4765,8771,4768,8771,4771,8769,4771,8764,476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663,8762l4660,8762,4658,8764,4658,8769,4660,8771,4663,8771,466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686,8762l4663,8762,4663,8771,4686,8771,468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689,8762l4686,8762,4686,8771,4689,8771,4692,8769,4692,8764,468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584,8762l4581,8762,4579,8764,4579,8769,4581,8771,4584,8771,458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607,8762l4584,8762,4584,8771,4607,8771,460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610,8762l4607,8762,4607,8771,4610,8771,4613,8769,4613,8764,4610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505,8762l4502,8762,4500,8764,4500,8769,4502,8771,4505,8771,450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528,8762l4505,8762,4505,8771,4528,8771,452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531,8762l4528,8762,4528,8771,4531,8771,4533,8769,4533,8764,453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426,8762l4423,8762,4421,8764,4421,8769,4423,8771,4426,8771,442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449,8762l4426,8762,4426,8771,4449,8771,444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452,8762l4449,8762,4449,8771,4452,8771,4454,8769,4454,8764,4452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347,8762l4344,8762,4342,8764,4342,8769,4344,8771,4347,8771,434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370,8762l4347,8762,4347,8771,4370,8771,4370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373,8762l4370,8762,4370,8771,4373,8771,4375,8769,4375,8764,437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268,8762l4265,8762,4262,8764,4262,8769,4265,8771,4268,8771,426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291,8762l4268,8762,4268,8771,4291,8771,429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294,8762l4291,8762,4291,8771,4294,8771,4296,8769,4296,8764,429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189,8762l4186,8762,4183,8764,4183,8769,4186,8771,4189,8771,418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212,8762l4189,8762,4189,8771,4212,8771,4212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215,8762l4212,8762,4212,8771,4215,8771,4217,8769,4217,8764,421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110,8762l4107,8762,4104,8764,4104,8769,4107,8771,4110,8771,4110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133,8762l4110,8762,4110,8771,4133,8771,413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136,8762l4133,8762,4133,8771,4136,8771,4138,8769,4138,8764,413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031,8762l4028,8762,4025,8764,4025,8769,4028,8771,4031,8771,403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054,8762l4031,8762,4031,8771,4054,8771,405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4057,8762l4054,8762,4054,8771,4057,8771,4059,8769,4059,8764,405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952,8762l3949,8762,3946,8764,3946,8769,3949,8771,3952,8771,3952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975,8762l3952,8762,3952,8771,3975,8771,397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978,8762l3975,8762,3975,8771,3978,8771,3980,8769,3980,8764,397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873,8762l3870,8762,3867,8764,3867,8769,3870,8771,3873,8771,387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896,8762l3873,8762,3873,8771,3896,8771,389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899,8762l3896,8762,3896,8771,3899,8771,3901,8769,3901,8764,389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794,8762l3791,8762,3788,8764,3788,8769,3791,8771,3794,8771,379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817,8762l3794,8762,3794,8771,3817,8771,381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820,8762l3817,8762,3817,8771,3820,8771,3822,8769,3822,8764,3820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715,8762l3712,8762,3709,8764,3709,8769,3712,8771,3715,8771,371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738,8762l3715,8762,3715,8771,3738,8771,373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741,8762l3738,8762,3738,8771,3741,8771,3743,8769,3743,8764,374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636,8762l3633,8762,3630,8764,3630,8769,3633,8771,3636,8771,363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658,8762l3636,8762,3636,8771,3658,8771,365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662,8762l3658,8762,3658,8771,3662,8771,3664,8769,3664,8764,3662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557,8762l3554,8762,3551,8764,3551,8769,3554,8771,3557,8771,355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579,8762l3557,8762,3557,8771,3579,8771,357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583,8762l3579,8762,3579,8771,3583,8771,3585,8769,3585,8764,358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478,8762l3475,8762,3472,8764,3472,8769,3475,8771,3478,8771,347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500,8762l3478,8762,3478,8771,3500,8771,3500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504,8762l3500,8762,3500,8771,3504,8771,3506,8769,3506,8764,350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399,8762l3396,8762,3393,8764,3393,8769,3396,8771,3399,8771,339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421,8762l3399,8762,3399,8771,3421,8771,342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425,8762l3421,8762,3421,8771,3425,8771,3427,8769,3427,8764,342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320,8762l3317,8762,3314,8764,3314,8769,3317,8771,3320,8771,3320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342,8762l3320,8762,3320,8771,3342,8771,3342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346,8762l3342,8762,3342,8771,3346,8771,3348,8769,3348,8764,334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241,8762l3238,8762,3235,8764,3235,8769,3238,8771,3241,8771,324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263,8762l3241,8762,3241,8771,3263,8771,326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266,8762l3263,8762,3263,8771,3266,8771,3269,8769,3269,8764,326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162,8762l3159,8762,3156,8764,3156,8769,3159,8771,3162,8771,3162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184,8762l3162,8762,3162,8771,3184,8771,318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187,8762l3184,8762,3184,8771,3187,8771,3190,8769,3190,8764,318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083,8762l3080,8762,3077,8764,3077,8769,3080,8771,3083,8771,308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105,8762l3083,8762,3083,8771,3105,8771,310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108,8762l3105,8762,3105,8771,3108,8771,3111,8769,3111,8764,310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004,8762l3001,8762,2998,8764,2998,8769,3001,8771,3004,8771,300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026,8762l3004,8762,3004,8771,3026,8771,302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3029,8762l3026,8762,3026,8771,3029,8771,3032,8769,3032,8764,302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925,8762l2922,8762,2919,8764,2919,8769,2922,8771,2925,8771,292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947,8762l2925,8762,2925,8771,2947,8771,294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950,8762l2947,8762,2947,8771,2950,8771,2953,8769,2953,8764,2950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846,8762l2842,8762,2840,8764,2840,8769,2842,8771,2846,8771,284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868,8762l2846,8762,2846,8771,2868,8771,286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871,8762l2868,8762,2868,8771,2871,8771,2874,8769,2874,8764,287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767,8762l2763,8762,2761,8764,2761,8769,2763,8771,2767,8771,276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789,8762l2767,8762,2767,8771,2789,8771,278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792,8762l2789,8762,2789,8771,2792,8771,2795,8769,2795,8764,2792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688,8762l2684,8762,2682,8764,2682,8769,2684,8771,2688,8771,268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710,8762l2688,8762,2688,8771,2710,8771,2710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713,8762l2710,8762,2710,8771,2713,8771,2716,8769,2716,8764,271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609,8762l2605,8762,2603,8764,2603,8769,2605,8771,2609,8771,260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631,8762l2609,8762,2609,8771,2631,8771,263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634,8762l2631,8762,2631,8771,2634,8771,2637,8769,2637,8764,263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529,8762l2526,8762,2524,8764,2524,8769,2526,8771,2529,8771,252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552,8762l2529,8762,2529,8771,2552,8771,2552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555,8762l2552,8762,2552,8771,2555,8771,2558,8769,2558,8764,255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450,8762l2447,8762,2445,8764,2445,8769,2447,8771,2450,8771,2450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473,8762l2450,8762,2450,8771,2473,8771,247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476,8762l2473,8762,2473,8771,2476,8771,2479,8769,2479,8764,247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371,8762l2368,8762,2366,8764,2366,8769,2368,8771,2371,8771,237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394,8762l2371,8762,2371,8771,2394,8771,239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397,8762l2394,8762,2394,8771,2397,8771,2400,8769,2400,8764,239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292,8762l2289,8762,2287,8764,2287,8769,2289,8771,2292,8771,2292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315,8762l2292,8762,2292,8771,2315,8771,231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318,8762l2315,8762,2315,8771,2318,8771,2321,8769,2321,8764,231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213,8762l2210,8762,2208,8764,2208,8769,2210,8771,2213,8771,221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236,8762l2213,8762,2213,8771,2236,8771,223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239,8762l2236,8762,2236,8771,2239,8771,2242,8769,2242,8764,223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134,8762l2131,8762,2129,8764,2129,8769,2131,8771,2134,8771,213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157,8762l2134,8762,2134,8771,2157,8771,215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160,8762l2157,8762,2157,8771,2160,8771,2163,8769,2163,8764,2160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055,8762l2052,8762,2050,8764,2050,8769,2052,8771,2055,8771,205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078,8762l2055,8762,2055,8771,2078,8771,207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081,8762l2078,8762,2078,8771,2081,8771,2084,8769,2084,8764,208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976,8762l1973,8762,1971,8764,1971,8769,1973,8771,1976,8771,197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999,8762l1976,8762,1976,8771,1999,8771,199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2002,8762l1999,8762,1999,8771,2002,8771,2005,8769,2005,8764,2002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897,8762l1894,8762,1892,8764,1892,8769,1894,8771,1897,8771,189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920,8762l1897,8762,1897,8771,1920,8771,1920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923,8762l1920,8762,1920,8771,1923,8771,1926,8769,1926,8764,192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818,8762l1815,8762,1813,8764,1813,8769,1815,8771,1818,8771,181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841,8762l1818,8762,1818,8771,1841,8771,184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844,8762l1841,8762,1841,8771,1844,8771,1846,8769,1846,8764,184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739,8762l1736,8762,1734,8764,1734,8769,1736,8771,1739,8771,173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762,8762l1739,8762,1739,8771,1762,8771,1762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765,8762l1762,8762,1762,8771,1765,8771,1767,8769,1767,8764,176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660,8762l1657,8762,1654,8764,1654,8769,1657,8771,1660,8771,1660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683,8762l1660,8762,1660,8771,1683,8771,168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686,8762l1683,8762,1683,8771,1686,8771,1688,8769,1688,8764,168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581,8762l1578,8762,1575,8764,1575,8769,1578,8771,1581,8771,158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604,8762l1581,8762,1581,8771,1604,8771,160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607,8762l1604,8762,1604,8771,1607,8771,1609,8769,1609,8764,160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502,8762l1499,8762,1496,8764,1496,8769,1499,8771,1502,8771,1502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525,8762l1502,8762,1502,8771,1525,8771,152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528,8762l1525,8762,1525,8771,1528,8771,1530,8769,1530,8764,152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423,8762l1420,8762,1417,8764,1417,8769,1420,8771,1423,8771,142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446,8762l1423,8762,1423,8771,1446,8771,144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449,8762l1446,8762,1446,8771,1449,8771,1451,8769,1451,8764,144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344,8762l1341,8762,1338,8764,1338,8769,1341,8771,1344,8771,134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367,8762l1344,8762,1344,8771,1367,8771,136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370,8762l1367,8762,1367,8771,1370,8771,1372,8769,1372,8764,1370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265,8762l1262,8762,1259,8764,1259,8769,1262,8771,1265,8771,126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288,8762l1265,8762,1265,8771,1288,8771,128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291,8762l1288,8762,1288,8771,1291,8771,1293,8769,1293,8764,129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186,8762l1183,8762,1180,8764,1180,8769,1183,8771,1186,8771,118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209,8762l1186,8762,1186,8771,1209,8771,120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212,8762l1209,8762,1209,8771,1212,8771,1214,8769,1214,8764,1212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107,8762l1104,8762,1101,8764,1101,8769,1104,8771,1107,8771,110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130,8762l1107,8762,1107,8771,1130,8771,1130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133,8762l1130,8762,1130,8771,1133,8771,1135,8769,1135,8764,113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028,8762l1025,8762,1022,8764,1022,8769,1025,8771,1028,8771,102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051,8762l1028,8762,1028,8771,1051,8771,105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1054,8762l1051,8762,1051,8771,1054,8771,1056,8769,1056,8764,105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949,8762l946,8762,943,8764,943,8769,946,8771,949,8771,94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971,8762l949,8762,949,8771,971,8771,97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975,8762l971,8762,971,8771,975,8771,977,8769,977,8764,97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870,8762l867,8762,864,8764,864,8769,867,8771,870,8771,870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892,8762l870,8762,870,8771,892,8771,892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896,8762l892,8762,892,8771,896,8771,898,8769,898,8764,89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791,8762l788,8762,785,8764,785,8769,788,8771,791,8771,791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813,8762l791,8762,791,8771,813,8771,81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817,8762l813,8762,813,8771,817,8771,819,8769,819,8764,817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712,8762l709,8762,706,8764,706,8769,709,8771,712,8771,712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734,8762l712,8762,712,8771,734,8771,734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738,8762l734,8762,734,8771,738,8771,740,8769,740,8764,73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633,8762l630,8762,627,8764,627,8769,630,8771,633,8771,633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655,8762l633,8762,633,8771,655,8771,65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658,8762l655,8762,655,8771,658,8771,661,8769,661,8764,658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0,8769l560,8779,562,8781,568,8781,571,8779,571,8771,562,8771,560,8769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0,8767l560,8769,562,8771,565,8771,560,8767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5,8762l560,8767,565,8771,56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6,8762l565,8762,565,8771,571,8771,571,8767,576,8767,576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6,8767l571,8767,571,8771,576,8771,576,8767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79,8762l576,8762,576,8771,579,8771,582,8769,582,8764,579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5,8762l562,8762,560,8764,560,8767,565,876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8,8817l562,8817,560,8819,560,8842,562,8844,568,8844,571,8842,571,8819,568,8817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8,8880l562,8880,560,8882,560,8905,562,8907,568,8907,571,8905,571,8882,568,8880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8,8943l562,8943,560,8945,560,8968,562,8970,568,8970,571,8968,571,8945,568,8943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8,9006l562,9006,560,9008,560,9031,562,9034,568,9034,571,9031,571,9008,568,9006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8,9069l562,9069,560,9071,560,9095,562,9097,568,9097,571,9095,571,9071,568,9069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8,9133l562,9133,560,9135,560,9158,562,9160,568,9160,571,9158,571,9135,568,9133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8,9196l562,9196,560,9198,560,9221,562,9223,568,9223,571,9221,571,9198,568,9196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8,9259l562,9259,560,9261,560,9284,562,9286,568,9286,571,9284,571,9261,568,9259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8,9322l562,9322,560,9324,560,9347,562,9350,568,9350,571,9347,571,9324,568,932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8,9385l562,9385,560,9387,560,9411,562,9413,568,9413,571,9411,571,9387,568,9385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8,9449l562,9449,560,9451,560,9474,562,9476,568,9476,571,9474,571,9451,568,9449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8,9512l562,9512,560,9514,560,9537,562,9539,568,9539,571,9537,571,9514,568,9512xe" filled="true" fillcolor="#231f20" stroked="false">
                <v:path arrowok="t"/>
                <v:fill type="solid"/>
              </v:shape>
              <v:shape style="position:absolute;left:560;top:8762;width:5228;height:895" coordorigin="560,8762" coordsize="5228,895" path="m568,9575l562,9575,560,9577,560,9600,562,9602,568,9602,571,9600,571,9577,568,9575xe" filled="true" fillcolor="#231f20" stroked="false">
                <v:path arrowok="t"/>
                <v:fill type="solid"/>
              </v:shape>
            </v:group>
            <v:group style="position:absolute;left:509;top:11102;width:5330;height:5226" coordorigin="509,11102" coordsize="5330,5226">
              <v:shape style="position:absolute;left:509;top:11102;width:5330;height:5226" coordorigin="509,11102" coordsize="5330,5226" path="m509,11102l5838,11102,5838,16328,509,16328,509,11102xe" filled="false" stroked="true" strokeweight=".567pt" strokecolor="#231f20">
                <v:path arrowok="t"/>
              </v:shape>
            </v:group>
            <v:group style="position:absolute;left:560;top:15635;width:5228;height:629" coordorigin="560,15635" coordsize="5228,629">
              <v:shape style="position:absolute;left:560;top:15635;width:5228;height:629" coordorigin="560,15635" coordsize="5228,629" path="m560,16258l560,16261,562,16263,565,16263,560,16258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5,16252l562,16252,560,16254,560,16258,565,16263,56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1,16252l565,16252,565,16263,571,16258,57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1,16258l565,16263,568,16263,571,16261,571,16258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7,16252l571,16252,571,16261,568,16263,577,16263,57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80,16252l577,16252,577,16263,580,16263,582,16261,582,16254,58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8,16241l562,16241,560,16243,560,16254,562,16252,571,16252,571,16243,568,16241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633,16252l630,16252,627,16254,627,16261,630,16263,633,16263,63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656,16252l633,16252,633,16263,656,16263,65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659,16252l656,16252,656,16263,659,16263,661,16261,661,16254,65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712,16252l709,16252,706,16254,706,16261,709,16263,712,16263,71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735,16252l712,16252,712,16263,735,16263,73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738,16252l735,16252,735,16263,738,16263,740,16261,740,16254,73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791,16252l788,16252,785,16254,785,16261,788,16263,791,16263,79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14,16252l791,16252,791,16263,814,16263,81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17,16252l814,16252,814,16263,817,16263,819,16261,819,16254,81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70,16252l867,16252,865,16254,865,16261,867,16263,870,16263,87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93,16252l870,16252,870,16263,893,16263,89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96,16252l893,16252,893,16263,896,16263,898,16261,898,16254,89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949,16252l946,16252,944,16254,944,16261,946,16263,949,16263,94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972,16252l949,16252,949,16263,972,16263,97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975,16252l972,16252,972,16263,975,16263,977,16261,977,16254,97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028,16252l1025,16252,1023,16254,1023,16261,1025,16263,1028,16263,102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051,16252l1028,16252,1028,16263,1051,16263,105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054,16252l1051,16252,1051,16263,1054,16263,1056,16261,1056,16254,105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107,16252l1104,16252,1102,16254,1102,16261,1104,16263,1107,16263,110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130,16252l1107,16252,1107,16263,1130,16263,113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133,16252l1130,16252,1130,16263,1133,16263,1136,16261,1136,16254,113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186,16252l1183,16252,1181,16254,1181,16261,1183,16263,1186,16263,118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09,16252l1186,16252,1186,16263,1209,16263,120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12,16252l1209,16252,1209,16263,1212,16263,1215,16261,1215,16254,121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65,16252l1262,16252,1260,16254,1260,16261,1262,16263,1265,16263,126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88,16252l1265,16252,1265,16263,1288,16263,128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91,16252l1288,16252,1288,16263,1291,16263,1294,16261,1294,16254,129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344,16252l1341,16252,1339,16254,1339,16261,1341,16263,1344,16263,134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367,16252l1344,16252,1344,16263,1367,16263,136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370,16252l1367,16252,1367,16263,1370,16263,1373,16261,1373,16254,137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423,16252l1420,16252,1418,16254,1418,16261,1420,16263,1423,16263,142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446,16252l1423,16252,1423,16263,1446,16263,144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449,16252l1446,16252,1446,16263,1449,16263,1452,16261,1452,16254,144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502,16252l1499,16252,1497,16254,1497,16261,1499,16263,1502,16263,150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525,16252l1502,16252,1502,16263,1525,16263,152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528,16252l1525,16252,1525,16263,1528,16263,1531,16261,1531,16254,152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581,16252l1578,16252,1576,16254,1576,16261,1578,16263,1581,16263,158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04,16252l1581,16252,1581,16263,1604,16263,160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07,16252l1604,16252,1604,16263,1607,16263,1610,16261,1610,16254,160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60,16252l1657,16252,1655,16254,1655,16261,1657,16263,1660,16263,166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83,16252l1660,16252,1660,16263,1683,16263,168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86,16252l1683,16252,1683,16263,1686,16263,1689,16261,1689,16254,168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740,16252l1736,16252,1734,16254,1734,16261,1736,16263,1740,16263,174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762,16252l1740,16252,1740,16263,1762,16263,176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765,16252l1762,16252,1762,16263,1765,16263,1768,16261,1768,16254,176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819,16252l1815,16252,1813,16254,1813,16261,1815,16263,1819,16263,181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841,16252l1819,16252,1819,16263,1841,16263,184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844,16252l1841,16252,1841,16263,1844,16263,1847,16261,1847,16254,184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898,16252l1894,16252,1892,16254,1892,16261,1894,16263,1898,16263,189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920,16252l1898,16252,1898,16263,1920,16263,192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923,16252l1920,16252,1920,16263,1923,16263,1926,16261,1926,16254,192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977,16252l1973,16252,1971,16254,1971,16261,1973,16263,1977,16263,197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999,16252l1977,16252,1977,16263,1999,16263,199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002,16252l1999,16252,1999,16263,2002,16263,2005,16261,2005,16254,200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056,16252l2052,16252,2050,16254,2050,16261,2052,16263,2056,16263,205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078,16252l2056,16252,2056,16263,2078,16263,207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081,16252l2078,16252,2078,16263,2081,16263,2084,16261,2084,16254,208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135,16252l2132,16252,2129,16254,2129,16261,2132,16263,2135,16263,213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157,16252l2135,16252,2135,16263,2157,16263,215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160,16252l2157,16252,2157,16263,2160,16263,2163,16261,2163,16254,216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214,16252l2211,16252,2208,16254,2208,16261,2211,16263,2214,16263,221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236,16252l2214,16252,2214,16263,2236,16263,223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239,16252l2236,16252,2236,16263,2239,16263,2242,16261,2242,16254,223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293,16252l2290,16252,2287,16254,2287,16261,2290,16263,2293,16263,229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15,16252l2293,16252,2293,16263,2315,16263,231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18,16252l2315,16252,2315,16263,2318,16263,2321,16261,2321,16254,231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72,16252l2369,16252,2366,16254,2366,16261,2369,16263,2372,16263,237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94,16252l2372,16252,2372,16263,2394,16263,239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97,16252l2394,16252,2394,16263,2397,16263,2400,16261,2400,16254,239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451,16252l2448,16252,2445,16254,2445,16261,2448,16263,2451,16263,245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473,16252l2451,16252,2451,16263,2473,16263,247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476,16252l2473,16252,2473,16263,2476,16263,2479,16261,2479,16254,247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530,16252l2527,16252,2524,16254,2524,16261,2527,16263,2530,16263,253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552,16252l2530,16252,2530,16263,2552,16263,255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556,16252l2552,16252,2552,16263,2556,16263,2558,16261,2558,16254,255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609,16252l2606,16252,2603,16254,2603,16261,2606,16263,2609,16263,260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631,16252l2609,16252,2609,16263,2631,16263,263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635,16252l2631,16252,2631,16263,2635,16263,2637,16261,2637,16254,263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688,16252l2685,16252,2682,16254,2682,16261,2685,16263,2688,16263,268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10,16252l2688,16252,2688,16263,2710,16263,271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14,16252l2710,16252,2710,16263,2714,16263,2716,16261,2716,16254,271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67,16252l2764,16252,2761,16254,2761,16261,2764,16263,2767,16263,276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89,16252l2767,16252,2767,16263,2789,16263,278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93,16252l2789,16252,2789,16263,2793,16263,2795,16261,2795,16254,279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846,16252l2843,16252,2840,16254,2840,16261,2843,16263,2846,16263,284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869,16252l2846,16252,2846,16263,2869,16263,286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872,16252l2869,16252,2869,16263,2872,16263,2874,16261,2874,16254,287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925,16252l2922,16252,2919,16254,2919,16261,2922,16263,2925,16263,292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948,16252l2925,16252,2925,16263,2948,16263,294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951,16252l2948,16252,2948,16263,2951,16263,2953,16261,2953,16254,295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004,16252l3001,16252,2998,16254,2998,16261,3001,16263,3004,16263,300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027,16252l3004,16252,3004,16263,3027,16263,302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030,16252l3027,16252,3027,16263,3030,16263,3032,16261,3032,16254,303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083,16252l3080,16252,3077,16254,3077,16261,3080,16263,3083,16263,308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06,16252l3083,16252,3083,16263,3106,16263,310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09,16252l3106,16252,3106,16263,3109,16263,3111,16261,3111,16254,310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62,16252l3159,16252,3156,16254,3156,16261,3159,16263,3162,16263,316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85,16252l3162,16252,3162,16263,3185,16263,318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88,16252l3185,16252,3185,16263,3188,16263,3190,16261,3190,16254,318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241,16252l3238,16252,3235,16254,3235,16261,3238,16263,3241,16263,324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264,16252l3241,16252,3241,16263,3264,16263,326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267,16252l3264,16252,3264,16263,3267,16263,3269,16261,3269,16254,326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320,16252l3317,16252,3314,16254,3314,16261,3317,16263,3320,16263,332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343,16252l3320,16252,3320,16263,3343,16263,334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346,16252l3343,16252,3343,16263,3346,16263,3348,16261,3348,16254,334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399,16252l3396,16252,3393,16254,3393,16261,3396,16263,3399,16263,339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422,16252l3399,16252,3399,16263,3422,16263,342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425,16252l3422,16252,3422,16263,3425,16263,3427,16261,3427,16254,342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478,16252l3475,16252,3472,16254,3472,16261,3475,16263,3478,16263,347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01,16252l3478,16252,3478,16263,3501,16263,350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04,16252l3501,16252,3501,16263,3504,16263,3506,16261,3506,16254,350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57,16252l3554,16252,3552,16254,3552,16261,3554,16263,3557,16263,355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80,16252l3557,16252,3557,16263,3580,16263,358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83,16252l3580,16252,3580,16263,3583,16263,3585,16261,3585,16254,358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636,16252l3633,16252,3631,16254,3631,16261,3633,16263,3636,16263,363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659,16252l3636,16252,3636,16263,3659,16263,365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662,16252l3659,16252,3659,16263,3662,16263,3664,16261,3664,16254,366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715,16252l3712,16252,3710,16254,3710,16261,3712,16263,3715,16263,371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738,16252l3715,16252,3715,16263,3738,16263,373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741,16252l3738,16252,3738,16263,3741,16263,3744,16261,3744,16254,374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794,16252l3791,16252,3789,16254,3789,16261,3791,16263,3794,16263,379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17,16252l3794,16252,3794,16263,3817,16263,381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20,16252l3817,16252,3817,16263,3820,16263,3823,16261,3823,16254,382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73,16252l3870,16252,3868,16254,3868,16261,3870,16263,3873,16263,387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96,16252l3873,16252,3873,16263,3896,16263,389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99,16252l3896,16252,3896,16263,3899,16263,3902,16261,3902,16254,389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952,16252l3949,16252,3947,16254,3947,16261,3949,16263,3952,16263,395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975,16252l3952,16252,3952,16263,3975,16263,397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978,16252l3975,16252,3975,16263,3978,16263,3981,16261,3981,16254,397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031,16252l4028,16252,4026,16254,4026,16261,4028,16263,4031,16263,403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054,16252l4031,16252,4031,16263,4054,16263,405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057,16252l4054,16252,4054,16263,4057,16263,4060,16261,4060,16254,405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110,16252l4107,16252,4105,16254,4105,16261,4107,16263,4110,16263,411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133,16252l4110,16252,4110,16263,4133,16263,413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136,16252l4133,16252,4133,16263,4136,16263,4139,16261,4139,16254,413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189,16252l4186,16252,4184,16254,4184,16261,4186,16263,4189,16263,418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12,16252l4189,16252,4189,16263,4212,16263,421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15,16252l4212,16252,4212,16263,4215,16263,4218,16261,4218,16254,421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68,16252l4265,16252,4263,16254,4263,16261,4265,16263,4268,16263,426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91,16252l4268,16252,4268,16263,4291,16263,429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94,16252l4291,16252,4291,16263,4294,16263,4297,16261,4297,16254,429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347,16252l4344,16252,4342,16254,4342,16261,4344,16263,4347,16263,434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370,16252l4347,16252,4347,16263,4370,16263,437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373,16252l4370,16252,4370,16263,4373,16263,4376,16261,4376,16254,437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427,16252l4423,16252,4421,16254,4421,16261,4423,16263,4427,16263,442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449,16252l4427,16252,4427,16263,4449,16263,444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452,16252l4449,16252,4449,16263,4452,16263,4455,16261,4455,16254,445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506,16252l4502,16252,4500,16254,4500,16261,4502,16263,4506,16263,450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528,16252l4506,16252,4506,16263,4528,16263,452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531,16252l4528,16252,4528,16263,4531,16263,4534,16261,4534,16254,453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585,16252l4581,16252,4579,16254,4579,16261,4581,16263,4585,16263,458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07,16252l4585,16252,4585,16263,4607,16263,460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10,16252l4607,16252,4607,16263,4610,16263,4613,16261,4613,16254,461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64,16252l4660,16252,4658,16254,4658,16261,4660,16263,4664,16263,466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86,16252l4664,16252,4664,16263,4686,16263,468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89,16252l4686,16252,4686,16263,4689,16263,4692,16261,4692,16254,468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743,16252l4740,16252,4737,16254,4737,16261,4740,16263,4743,16263,474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765,16252l4743,16252,4743,16263,4765,16263,476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768,16252l4765,16252,4765,16263,4768,16263,4771,16261,4771,16254,476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822,16252l4819,16252,4816,16254,4816,16261,4819,16263,4822,16263,482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844,16252l4822,16252,4822,16263,4844,16263,484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847,16252l4844,16252,4844,16263,4847,16263,4850,16261,4850,16254,484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901,16252l4898,16252,4895,16254,4895,16261,4898,16263,4901,16263,490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923,16252l4901,16252,4901,16263,4923,16263,492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926,16252l4923,16252,4923,16263,4926,16263,4929,16261,4929,16254,492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980,16252l4977,16252,4974,16254,4974,16261,4977,16263,4980,16263,498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02,16252l4980,16252,4980,16263,5002,16263,500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05,16252l5002,16252,5002,16263,5005,16263,5008,16261,5008,16254,500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59,16252l5056,16252,5053,16254,5053,16261,5056,16263,5059,16263,505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81,16252l5059,16252,5059,16263,5081,16263,508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84,16252l5081,16252,5081,16263,5084,16263,5087,16261,5087,16254,508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138,16252l5135,16252,5132,16254,5132,16261,5135,16263,5138,16263,513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160,16252l5138,16252,5138,16263,5160,16263,516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164,16252l5160,16252,5160,16263,5164,16263,5166,16261,5166,16254,516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217,16252l5214,16252,5211,16254,5211,16261,5214,16263,5217,16263,521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239,16252l5217,16252,5217,16263,5239,16263,523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243,16252l5239,16252,5239,16263,5243,16263,5245,16261,5245,16254,524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296,16252l5293,16252,5290,16254,5290,16261,5293,16263,5296,16263,529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318,16252l5296,16252,5296,16263,5318,16263,531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322,16252l5318,16252,5318,16263,5322,16263,5324,16261,5324,16254,532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375,16252l5372,16252,5369,16254,5369,16261,5372,16263,5375,16263,537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397,16252l5375,16252,5375,16263,5397,16263,539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401,16252l5397,16252,5397,16263,5401,16263,5403,16261,5403,16254,540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454,16252l5451,16252,5448,16254,5448,16261,5451,16263,5454,16263,545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476,16252l5454,16252,5454,16263,5476,16263,547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480,16252l5476,16252,5476,16263,5480,16263,5482,16261,5482,16254,548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533,16252l5530,16252,5527,16254,5527,16261,5530,16263,5533,16263,5533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556,16252l5533,16252,5533,16263,5556,16263,5556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559,16252l5556,16252,5556,16263,5559,16263,5561,16261,5561,16254,5559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12,16252l5609,16252,5606,16254,5606,16261,5609,16263,5612,16263,5612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35,16252l5612,16252,5612,16263,5635,16263,563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38,16252l5635,16252,5635,16263,5638,16263,5640,16261,5640,16254,5638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91,16252l5688,16252,5685,16254,5685,16261,5688,16263,5691,16263,569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14,16252l5691,16252,5691,16263,5714,16263,571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17,16252l5714,16252,5714,16263,5717,16263,5719,16261,5719,16254,571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70,16252l5767,16252,5764,16254,5764,16261,5767,16263,5770,16263,5770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75,16252l5770,16252,5770,16263,5781,16263,5781,16258,5775,16258,5775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1,16252l5781,16263,5787,16258,5781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7,16258l5781,16263,5784,16263,5787,16261,5787,16258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6241l5778,16241,5775,16243,5775,16258,5781,16258,5781,16252,5787,16252,5787,16243,5784,16241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6252l5781,16252,5787,16258,5787,16254,5784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7,16252l5784,16252,5787,16254,5787,1625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6164l5778,16164,5775,16166,5775,16194,5778,16197,5784,16197,5787,16194,5787,16166,5784,16164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6086l5778,16086,5775,16089,5775,16117,5778,16120,5784,16120,5787,16117,5787,16089,5784,16086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6009l5778,16009,5775,16012,5775,16040,5778,16043,5784,16043,5787,16040,5787,16012,5784,16009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5932l5778,15932,5775,15935,5775,15963,5778,15966,5784,15966,5787,15963,5787,15935,5784,1593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5855l5778,15855,5775,15858,5775,15886,5778,15889,5784,15889,5787,15886,5787,15858,5784,1585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5778l5778,15778,5775,15781,5775,15809,5778,15812,5784,15812,5787,15809,5787,15781,5784,15778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5701l5778,15701,5775,15704,5775,15732,5778,15734,5784,15734,5787,15732,5787,15704,5784,15701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1,15635l5775,15640,5775,15655,5778,15657,5784,15657,5787,15655,5787,15646,5781,15646,578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70,15635l5767,15635,5764,15637,5764,15643,5767,15646,5770,15646,577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78,15635l5770,15635,5770,15646,5775,15646,5775,15637,577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1,15635l5781,15646,5787,15646,5787,15640,578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1,15635l5778,15635,5775,15637,5775,15640,578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84,15635l5781,15635,5787,15640,5787,15637,578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91,15635l5688,15635,5685,15637,5685,15643,5688,15646,5691,15646,569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13,15635l5691,15635,5691,15646,5713,15646,571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16,15635l5713,15635,5713,15646,5716,15646,5719,15643,5719,15637,571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12,15635l5609,15635,5606,15637,5606,15643,5609,15646,5612,15646,561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34,15635l5612,15635,5612,15646,5634,15646,563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37,15635l5634,15635,5634,15646,5637,15646,5640,15643,5640,15637,563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533,15635l5530,15635,5527,15637,5527,15643,5530,15646,5533,15646,553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555,15635l5533,15635,5533,15646,5555,15646,555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558,15635l5555,15635,5555,15646,5558,15646,5561,15643,5561,15637,555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454,15635l5450,15635,5448,15637,5448,15643,5450,15646,5454,15646,545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476,15635l5454,15635,5454,15646,5476,15646,547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479,15635l5476,15635,5476,15646,5479,15646,5482,15643,5482,15637,547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375,15635l5371,15635,5369,15637,5369,15643,5371,15646,5375,15646,537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397,15635l5375,15635,5375,15646,5397,15646,539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400,15635l5397,15635,5397,15646,5400,15646,5403,15643,5403,15637,540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296,15635l5292,15635,5290,15637,5290,15643,5292,15646,5296,15646,529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318,15635l5296,15635,5296,15646,5318,15646,531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321,15635l5318,15635,5318,15646,5321,15646,5324,15643,5324,15637,532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217,15635l5213,15635,5211,15637,5211,15643,5213,15646,5217,15646,521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239,15635l5217,15635,5217,15646,5239,15646,523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242,15635l5239,15635,5239,15646,5242,15646,5245,15643,5245,15637,524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137,15635l5134,15635,5132,15637,5132,15643,5134,15646,5137,15646,513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160,15635l5137,15635,5137,15646,5160,15646,516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163,15635l5160,15635,5160,15646,5163,15646,5166,15643,5166,15637,516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58,15635l5055,15635,5053,15637,5053,15643,5055,15646,5058,15646,505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81,15635l5058,15635,5058,15646,5081,15646,508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84,15635l5081,15635,5081,15646,5084,15646,5087,15643,5087,15637,508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979,15635l4976,15635,4974,15637,4974,15643,4976,15646,4979,15646,497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02,15635l4979,15635,4979,15646,5002,15646,500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005,15635l5002,15635,5002,15646,5005,15646,5008,15643,5008,15637,500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900,15635l4897,15635,4895,15637,4895,15643,4897,15646,4900,15646,490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923,15635l4900,15635,4900,15646,4923,15646,492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926,15635l4923,15635,4923,15646,4926,15646,4929,15643,4929,15637,492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821,15635l4818,15635,4816,15637,4816,15643,4818,15646,4821,15646,482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844,15635l4821,15635,4821,15646,4844,15646,484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847,15635l4844,15635,4844,15646,4847,15646,4850,15643,4850,15637,484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742,15635l4739,15635,4737,15637,4737,15643,4739,15646,4742,15646,474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765,15635l4742,15635,4742,15646,4765,15646,476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768,15635l4765,15635,4765,15646,4768,15646,4771,15643,4771,15637,476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63,15635l4660,15635,4658,15637,4658,15643,4660,15646,4663,15646,466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86,15635l4663,15635,4663,15646,4686,15646,468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89,15635l4686,15635,4686,15646,4689,15646,4692,15643,4692,15637,468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584,15635l4581,15635,4579,15637,4579,15643,4581,15646,4584,15646,458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07,15635l4584,15635,4584,15646,4607,15646,460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610,15635l4607,15635,4607,15646,4610,15646,4613,15643,4613,15637,461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505,15635l4502,15635,4500,15637,4500,15643,4502,15646,4505,15646,450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528,15635l4505,15635,4505,15646,4528,15646,452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531,15635l4528,15635,4528,15646,4531,15646,4533,15643,4533,15637,453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426,15635l4423,15635,4421,15637,4421,15643,4423,15646,4426,15646,442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449,15635l4426,15635,4426,15646,4449,15646,444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452,15635l4449,15635,4449,15646,4452,15646,4454,15643,4454,15637,445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347,15635l4344,15635,4342,15637,4342,15643,4344,15646,4347,15646,434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370,15635l4347,15635,4347,15646,4370,15646,437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373,15635l4370,15635,4370,15646,4373,15646,4375,15643,4375,15637,437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68,15635l4265,15635,4262,15637,4262,15643,4265,15646,4268,15646,426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91,15635l4268,15635,4268,15646,4291,15646,429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94,15635l4291,15635,4291,15646,4294,15646,4296,15643,4296,15637,429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189,15635l4186,15635,4183,15637,4183,15643,4186,15646,4189,15646,418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12,15635l4189,15635,4189,15646,4212,15646,421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215,15635l4212,15635,4212,15646,4215,15646,4217,15643,4217,15637,421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110,15635l4107,15635,4104,15637,4104,15643,4107,15646,4110,15646,411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133,15635l4110,15635,4110,15646,4133,15646,413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136,15635l4133,15635,4133,15646,4136,15646,4138,15643,4138,15637,413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031,15635l4028,15635,4025,15637,4025,15643,4028,15646,4031,15646,403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054,15635l4031,15635,4031,15646,4054,15646,405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4057,15635l4054,15635,4054,15646,4057,15646,4059,15643,4059,15637,405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952,15635l3949,15635,3946,15637,3946,15643,3949,15646,3952,15646,395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975,15635l3952,15635,3952,15646,3975,15646,397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978,15635l3975,15635,3975,15646,3978,15646,3980,15643,3980,15637,397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73,15635l3870,15635,3867,15637,3867,15643,3870,15646,3873,15646,387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96,15635l3873,15635,3873,15646,3896,15646,389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99,15635l3896,15635,3896,15646,3899,15646,3901,15643,3901,15637,389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794,15635l3791,15635,3788,15637,3788,15643,3791,15646,3794,15646,379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17,15635l3794,15635,3794,15646,3817,15646,381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820,15635l3817,15635,3817,15646,3820,15646,3822,15643,3822,15637,382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715,15635l3712,15635,3709,15637,3709,15643,3712,15646,3715,15646,371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738,15635l3715,15635,3715,15646,3738,15646,373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741,15635l3738,15635,3738,15646,3741,15646,3743,15643,3743,15637,374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636,15635l3633,15635,3630,15637,3630,15643,3633,15646,3636,15646,363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658,15635l3636,15635,3636,15646,3658,15646,365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662,15635l3658,15635,3658,15646,3662,15646,3664,15643,3664,15637,366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57,15635l3554,15635,3551,15637,3551,15643,3554,15646,3557,15646,355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79,15635l3557,15635,3557,15646,3579,15646,357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83,15635l3579,15635,3579,15646,3583,15646,3585,15643,3585,15637,358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478,15635l3475,15635,3472,15637,3472,15643,3475,15646,3478,15646,347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00,15635l3478,15635,3478,15646,3500,15646,350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504,15635l3500,15635,3500,15646,3504,15646,3506,15643,3506,15637,350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399,15635l3396,15635,3393,15637,3393,15643,3396,15646,3399,15646,339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421,15635l3399,15635,3399,15646,3421,15646,342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425,15635l3421,15635,3421,15646,3425,15646,3427,15643,3427,15637,342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320,15635l3317,15635,3314,15637,3314,15643,3317,15646,3320,15646,332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342,15635l3320,15635,3320,15646,3342,15646,334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346,15635l3342,15635,3342,15646,3346,15646,3348,15643,3348,15637,334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241,15635l3238,15635,3235,15637,3235,15643,3238,15646,3241,15646,324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263,15635l3241,15635,3241,15646,3263,15646,326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266,15635l3263,15635,3263,15646,3266,15646,3269,15643,3269,15637,326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62,15635l3159,15635,3156,15637,3156,15643,3159,15646,3162,15646,316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84,15635l3162,15635,3162,15646,3184,15646,318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87,15635l3184,15635,3184,15646,3187,15646,3190,15643,3190,15637,318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083,15635l3080,15635,3077,15637,3077,15643,3080,15646,3083,15646,308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05,15635l3083,15635,3083,15646,3105,15646,310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108,15635l3105,15635,3105,15646,3108,15646,3111,15643,3111,15637,310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004,15635l3001,15635,2998,15637,2998,15643,3001,15646,3004,15646,300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026,15635l3004,15635,3004,15646,3026,15646,302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3029,15635l3026,15635,3026,15646,3029,15646,3032,15643,3032,15637,302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925,15635l2922,15635,2919,15637,2919,15643,2922,15646,2925,15646,292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947,15635l2925,15635,2925,15646,2947,15646,294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950,15635l2947,15635,2947,15646,2950,15646,2953,15643,2953,15637,295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846,15635l2842,15635,2840,15637,2840,15643,2842,15646,2846,15646,284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868,15635l2846,15635,2846,15646,2868,15646,286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871,15635l2868,15635,2868,15646,2871,15646,2874,15643,2874,15637,287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67,15635l2763,15635,2761,15637,2761,15643,2763,15646,2767,15646,276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89,15635l2767,15635,2767,15646,2789,15646,278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92,15635l2789,15635,2789,15646,2792,15646,2795,15643,2795,15637,279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688,15635l2684,15635,2682,15637,2682,15643,2684,15646,2688,15646,268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10,15635l2688,15635,2688,15646,2710,15646,271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713,15635l2710,15635,2710,15646,2713,15646,2716,15643,2716,15637,271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609,15635l2605,15635,2603,15637,2603,15643,2605,15646,2609,15646,260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631,15635l2609,15635,2609,15646,2631,15646,263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634,15635l2631,15635,2631,15646,2634,15646,2637,15643,2637,15637,263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529,15635l2526,15635,2524,15637,2524,15643,2526,15646,2529,15646,252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552,15635l2529,15635,2529,15646,2552,15646,255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555,15635l2552,15635,2552,15646,2555,15646,2558,15643,2558,15637,255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450,15635l2447,15635,2445,15637,2445,15643,2447,15646,2450,15646,245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473,15635l2450,15635,2450,15646,2473,15646,247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476,15635l2473,15635,2473,15646,2476,15646,2479,15643,2479,15637,247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71,15635l2368,15635,2366,15637,2366,15643,2368,15646,2371,15646,237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94,15635l2371,15635,2371,15646,2394,15646,239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97,15635l2394,15635,2394,15646,2397,15646,2400,15643,2400,15637,239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292,15635l2289,15635,2287,15637,2287,15643,2289,15646,2292,15646,229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15,15635l2292,15635,2292,15646,2315,15646,231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318,15635l2315,15635,2315,15646,2318,15646,2321,15643,2321,15637,231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213,15635l2210,15635,2208,15637,2208,15643,2210,15646,2213,15646,221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236,15635l2213,15635,2213,15646,2236,15646,223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239,15635l2236,15635,2236,15646,2239,15646,2242,15643,2242,15637,223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134,15635l2131,15635,2129,15637,2129,15643,2131,15646,2134,15646,213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157,15635l2134,15635,2134,15646,2157,15646,215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160,15635l2157,15635,2157,15646,2160,15646,2163,15643,2163,15637,216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055,15635l2052,15635,2050,15637,2050,15643,2052,15646,2055,15646,205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078,15635l2055,15635,2055,15646,2078,15646,207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081,15635l2078,15635,2078,15646,2081,15646,2084,15643,2084,15637,208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976,15635l1973,15635,1971,15637,1971,15643,1973,15646,1976,15646,197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999,15635l1976,15635,1976,15646,1999,15646,199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2002,15635l1999,15635,1999,15646,2002,15646,2005,15643,2005,15637,200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897,15635l1894,15635,1892,15637,1892,15643,1894,15646,1897,15646,189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920,15635l1897,15635,1897,15646,1920,15646,192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923,15635l1920,15635,1920,15646,1923,15646,1926,15643,1926,15637,192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818,15635l1815,15635,1813,15637,1813,15643,1815,15646,1818,15646,181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841,15635l1818,15635,1818,15646,1841,15646,184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844,15635l1841,15635,1841,15646,1844,15646,1846,15643,1846,15637,184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739,15635l1736,15635,1734,15637,1734,15643,1736,15646,1739,15646,173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762,15635l1739,15635,1739,15646,1762,15646,176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765,15635l1762,15635,1762,15646,1765,15646,1767,15643,1767,15637,176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60,15635l1657,15635,1654,15637,1654,15643,1657,15646,1660,15646,166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83,15635l1660,15635,1660,15646,1683,15646,168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86,15635l1683,15635,1683,15646,1686,15646,1688,15643,1688,15637,168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581,15635l1578,15635,1575,15637,1575,15643,1578,15646,1581,15646,158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04,15635l1581,15635,1581,15646,1604,15646,160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607,15635l1604,15635,1604,15646,1607,15646,1609,15643,1609,15637,160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502,15635l1499,15635,1496,15637,1496,15643,1499,15646,1502,15646,150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525,15635l1502,15635,1502,15646,1525,15646,152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528,15635l1525,15635,1525,15646,1528,15646,1530,15643,1530,15637,152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423,15635l1420,15635,1417,15637,1417,15643,1420,15646,1423,15646,142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446,15635l1423,15635,1423,15646,1446,15646,144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449,15635l1446,15635,1446,15646,1449,15646,1451,15643,1451,15637,144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344,15635l1341,15635,1338,15637,1338,15643,1341,15646,1344,15646,134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367,15635l1344,15635,1344,15646,1367,15646,136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370,15635l1367,15635,1367,15646,1370,15646,1372,15643,1372,15637,137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65,15635l1262,15635,1259,15637,1259,15643,1262,15646,1265,15646,126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88,15635l1265,15635,1265,15646,1288,15646,128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91,15635l1288,15635,1288,15646,1291,15646,1293,15643,1293,15637,129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186,15635l1183,15635,1180,15637,1180,15643,1183,15646,1186,15646,118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09,15635l1186,15635,1186,15646,1209,15646,120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212,15635l1209,15635,1209,15646,1212,15646,1214,15643,1214,15637,121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107,15635l1104,15635,1101,15637,1101,15643,1104,15646,1107,15646,110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130,15635l1107,15635,1107,15646,1130,15646,113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133,15635l1130,15635,1130,15646,1133,15646,1135,15643,1135,15637,113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028,15635l1025,15635,1022,15637,1022,15643,1025,15646,1028,15646,102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051,15635l1028,15635,1028,15646,1051,15646,105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1054,15635l1051,15635,1051,15646,1054,15646,1056,15643,1056,15637,105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949,15635l946,15635,943,15637,943,15643,946,15646,949,15646,94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971,15635l949,15635,949,15646,971,15646,97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975,15635l971,15635,971,15646,975,15646,977,15643,977,15637,97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70,15635l867,15635,864,15637,864,15643,867,15646,870,15646,870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92,15635l870,15635,870,15646,892,15646,89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96,15635l892,15635,892,15646,896,15646,898,15643,898,15637,89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791,15635l788,15635,785,15637,785,15643,788,15646,791,15646,791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13,15635l791,15635,791,15646,813,15646,81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817,15635l813,15635,813,15646,817,15646,819,15643,819,15637,817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712,15635l709,15635,706,15637,706,15643,709,15646,712,15646,712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734,15635l712,15635,712,15646,734,15646,734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738,15635l734,15635,734,15646,738,15646,740,15643,740,15637,73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633,15635l630,15635,627,15637,627,15643,630,15646,633,15646,633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655,15635l633,15635,633,15646,655,15646,65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658,15635l655,15635,655,15646,658,15646,661,15643,661,15637,658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0,15643l560,15655,562,15657,568,15657,571,15655,571,15646,562,15646,560,15643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0,15640l560,15643,562,15646,565,15646,560,15640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5,15635l560,15640,565,15646,56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6,15635l565,15635,565,15646,571,15646,571,15640,576,15640,576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6,15640l571,15640,571,15646,576,15646,576,15640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79,15635l576,15635,576,15646,579,15646,582,15643,582,15637,579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5,15635l562,15635,560,15637,560,15640,565,1563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8,15701l562,15701,560,15704,560,15732,562,15734,568,15734,571,15732,571,15704,568,15701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8,15778l562,15778,560,15781,560,15809,562,15811,568,15811,571,15809,571,15781,568,15778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8,15855l562,15855,560,15858,560,15886,562,15889,568,15889,571,15886,571,15858,568,15855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8,15932l562,15932,560,15935,560,15963,562,15966,568,15966,571,15963,571,15935,568,15932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8,16009l562,16009,560,16012,560,16040,562,16043,568,16043,571,16040,571,16012,568,16009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8,16086l562,16086,560,16089,560,16117,562,16120,568,16120,571,16117,571,16089,568,16086xe" filled="true" fillcolor="#231f20" stroked="false">
                <v:path arrowok="t"/>
                <v:fill type="solid"/>
              </v:shape>
              <v:shape style="position:absolute;left:560;top:15635;width:5228;height:629" coordorigin="560,15635" coordsize="5228,629" path="m568,16163l562,16163,560,16166,560,16194,562,16197,568,16197,571,16194,571,16166,568,16163xe" filled="true" fillcolor="#231f20" stroked="false">
                <v:path arrowok="t"/>
                <v:fill type="solid"/>
              </v:shape>
            </v:group>
            <v:group style="position:absolute;left:6116;top:1658;width:5228;height:2008" coordorigin="6116,1658" coordsize="5228,2008">
              <v:shape style="position:absolute;left:6116;top:1658;width:5228;height:2008" coordorigin="6116,1658" coordsize="5228,2008" path="m6116,3660l6116,3663,6118,3665,6121,3665,6116,3660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1,3654l6118,3654,6116,3656,6116,3660,6121,3665,612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7,3654l6121,3654,6121,3665,6127,3660,612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7,3660l6121,3665,6124,3665,6127,3663,6127,3660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33,3654l6127,3654,6127,3663,6124,3665,6133,3665,613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36,3654l6133,3654,6133,3665,6136,3665,6138,3663,6138,3656,613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3642l6118,3642,6116,3645,6116,3656,6118,3654,6127,3654,6127,3645,6124,3642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89,3654l6186,3654,6183,3656,6183,3663,6186,3665,6189,3665,618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12,3654l6189,3654,6189,3665,6212,3665,621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15,3654l6212,3654,6212,3665,6215,3665,6217,3663,6217,3656,621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68,3654l6265,3654,6262,3656,6262,3663,6265,3665,6268,3665,626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91,3654l6268,3654,6268,3665,6291,3665,629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94,3654l6291,3654,6291,3665,6294,3665,6296,3663,6296,3656,629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347,3654l6344,3654,6341,3656,6341,3663,6344,3665,6347,3665,634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370,3654l6347,3654,6347,3665,6370,3665,637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373,3654l6370,3654,6370,3665,6373,3665,6375,3663,6375,3656,637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426,3654l6423,3654,6420,3656,6420,3663,6423,3665,6426,3665,642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449,3654l6426,3654,6426,3665,6449,3665,644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452,3654l6449,3654,6449,3665,6452,3665,6454,3663,6454,3656,645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505,3654l6502,3654,6499,3656,6499,3663,6502,3665,6505,3665,650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528,3654l6505,3654,6505,3665,6528,3665,652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531,3654l6528,3654,6528,3665,6531,3665,6533,3663,6533,3656,653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584,3654l6581,3654,6578,3656,6578,3663,6581,3665,6584,3665,658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07,3654l6584,3654,6584,3665,6607,3665,660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10,3654l6607,3654,6607,3665,6610,3665,6612,3663,6612,3656,661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63,3654l6660,3654,6658,3656,6658,3663,6660,3665,6663,3665,666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86,3654l6663,3654,6663,3665,6686,3665,668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89,3654l6686,3654,6686,3665,6689,3665,6691,3663,6691,3656,668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742,3654l6739,3654,6737,3656,6737,3663,6739,3665,6742,3665,674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765,3654l6742,3654,6742,3665,6765,3665,676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768,3654l6765,3654,6765,3665,6768,3665,6770,3663,6770,3656,676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821,3654l6818,3654,6816,3656,6816,3663,6818,3665,6821,3665,682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844,3654l6821,3654,6821,3665,6844,3665,684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847,3654l6844,3654,6844,3665,6847,3665,6849,3663,6849,3656,684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900,3654l6897,3654,6895,3656,6895,3663,6897,3665,6900,3665,690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923,3654l6900,3654,6900,3665,6923,3665,692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926,3654l6923,3654,6923,3665,6926,3665,6929,3663,6929,3656,692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979,3654l6976,3654,6974,3656,6974,3663,6976,3665,6979,3665,697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02,3654l6979,3654,6979,3665,7002,3665,700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05,3654l7002,3654,7002,3665,7005,3665,7008,3663,7008,3656,700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58,3654l7055,3654,7053,3656,7053,3663,7055,3665,7058,3665,705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81,3654l7058,3654,7058,3665,7081,3665,708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84,3654l7081,3654,7081,3665,7084,3665,7087,3663,7087,3656,708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137,3654l7134,3654,7132,3656,7132,3663,7134,3665,7137,3665,713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160,3654l7137,3654,7137,3665,7160,3665,716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163,3654l7160,3654,7160,3665,7163,3665,7166,3663,7166,3656,716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216,3654l7213,3654,7211,3656,7211,3663,7213,3665,7216,3665,721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239,3654l7216,3654,7216,3665,7239,3665,723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242,3654l7239,3654,7239,3665,7242,3665,7245,3663,7245,3656,724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295,3654l7292,3654,7290,3656,7290,3663,7292,3665,7295,3665,729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318,3654l7295,3654,7295,3665,7318,3665,731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321,3654l7318,3654,7318,3665,7321,3665,7324,3663,7324,3656,732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374,3654l7371,3654,7369,3656,7369,3663,7371,3665,7374,3665,737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397,3654l7374,3654,7374,3665,7397,3665,739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400,3654l7397,3654,7397,3665,7400,3665,7403,3663,7403,3656,740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453,3654l7450,3654,7448,3656,7448,3663,7450,3665,7453,3665,745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476,3654l7453,3654,7453,3665,7476,3665,747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479,3654l7476,3654,7476,3665,7479,3665,7482,3663,7482,3656,747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533,3654l7529,3654,7527,3656,7527,3663,7529,3665,7533,3665,753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555,3654l7533,3654,7533,3665,7555,3665,755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558,3654l7555,3654,7555,3665,7558,3665,7561,3663,7561,3656,755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612,3654l7608,3654,7606,3656,7606,3663,7608,3665,7612,3665,761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634,3654l7612,3654,7612,3665,7634,3665,763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637,3654l7634,3654,7634,3665,7637,3665,7640,3663,7640,3656,763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691,3654l7687,3654,7685,3656,7685,3663,7687,3665,7691,3665,769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13,3654l7691,3654,7691,3665,7713,3665,771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16,3654l7713,3654,7713,3665,7716,3665,7719,3663,7719,3656,771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70,3654l7766,3654,7764,3656,7764,3663,7766,3665,7770,3665,777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92,3654l7770,3654,7770,3665,7792,3665,779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95,3654l7792,3654,7792,3665,7795,3665,7798,3663,7798,3656,779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849,3654l7845,3654,7843,3656,7843,3663,7845,3665,7849,3665,784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871,3654l7849,3654,7849,3665,7871,3665,787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874,3654l7871,3654,7871,3665,7874,3665,7877,3663,7877,3656,787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928,3654l7925,3654,7922,3656,7922,3663,7925,3665,7928,3665,792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950,3654l7928,3654,7928,3665,7950,3665,795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953,3654l7950,3654,7950,3665,7953,3665,7956,3663,7956,3656,795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007,3654l8004,3654,8001,3656,8001,3663,8004,3665,8007,3665,800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029,3654l8007,3654,8007,3665,8029,3665,802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032,3654l8029,3654,8029,3665,8032,3665,8035,3663,8035,3656,803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086,3654l8083,3654,8080,3656,8080,3663,8083,3665,8086,3665,808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08,3654l8086,3654,8086,3665,8108,3665,810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11,3654l8108,3654,8108,3665,8111,3665,8114,3663,8114,3656,811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65,3654l8162,3654,8159,3656,8159,3663,8162,3665,8165,3665,816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87,3654l8165,3654,8165,3665,8187,3665,818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90,3654l8187,3654,8187,3665,8190,3665,8193,3663,8193,3656,819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244,3654l8241,3654,8238,3656,8238,3663,8241,3665,8244,3665,824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266,3654l8244,3654,8244,3665,8266,3665,826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269,3654l8266,3654,8266,3665,8269,3665,8272,3663,8272,3656,826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323,3654l8320,3654,8317,3656,8317,3663,8320,3665,8323,3665,832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345,3654l8323,3654,8323,3665,8345,3665,834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349,3654l8345,3654,8345,3665,8349,3665,8351,3663,8351,3656,834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402,3654l8399,3654,8396,3656,8396,3663,8399,3665,8402,3665,840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424,3654l8402,3654,8402,3665,8424,3665,842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428,3654l8424,3654,8424,3665,8428,3665,8430,3663,8430,3656,842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481,3654l8478,3654,8475,3656,8475,3663,8478,3665,8481,3665,848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03,3654l8481,3654,8481,3665,8503,3665,850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07,3654l8503,3654,8503,3665,8507,3665,8509,3663,8509,3656,850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60,3654l8557,3654,8554,3656,8554,3663,8557,3665,8560,3665,856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82,3654l8560,3654,8560,3665,8582,3665,858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86,3654l8582,3654,8582,3665,8586,3665,8588,3663,8588,3656,858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639,3654l8636,3654,8633,3656,8633,3663,8636,3665,8639,3665,863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661,3654l8639,3654,8639,3665,8661,3665,866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665,3654l8661,3654,8661,3665,8665,3665,8667,3663,8667,3656,866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718,3654l8715,3654,8712,3656,8712,3663,8715,3665,8718,3665,871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741,3654l8718,3654,8718,3665,8741,3665,874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744,3654l8741,3654,8741,3665,8744,3665,8746,3663,8746,3656,874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797,3654l8794,3654,8791,3656,8791,3663,8794,3665,8797,3665,879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820,3654l8797,3654,8797,3665,8820,3665,882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823,3654l8820,3654,8820,3665,8823,3665,8825,3663,8825,3656,882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876,3654l8873,3654,8870,3656,8870,3663,8873,3665,8876,3665,887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899,3654l8876,3654,8876,3665,8899,3665,889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902,3654l8899,3654,8899,3665,8902,3665,8904,3663,8904,3656,890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955,3654l8952,3654,8949,3656,8949,3663,8952,3665,8955,3665,895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978,3654l8955,3654,8955,3665,8978,3665,897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981,3654l8978,3654,8978,3665,8981,3665,8983,3663,8983,3656,898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034,3654l9031,3654,9028,3656,9028,3663,9031,3665,9034,3665,903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057,3654l9034,3654,9034,3665,9057,3665,905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060,3654l9057,3654,9057,3665,9060,3665,9062,3663,9062,3656,906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113,3654l9110,3654,9107,3656,9107,3663,9110,3665,9113,3665,911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136,3654l9113,3654,9113,3665,9136,3665,913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139,3654l9136,3654,9136,3665,9139,3665,9141,3663,9141,3656,913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192,3654l9189,3654,9186,3656,9186,3663,9189,3665,9192,3665,919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15,3654l9192,3654,9192,3665,9215,3665,921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18,3654l9215,3654,9215,3665,9218,3665,9220,3663,9220,3656,921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71,3654l9268,3654,9265,3656,9265,3663,9268,3665,9271,3665,927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94,3654l9271,3654,9271,3665,9294,3665,929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97,3654l9294,3654,9294,3665,9297,3665,9299,3663,9299,3656,929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350,3654l9347,3654,9345,3656,9345,3663,9347,3665,9350,3665,935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373,3654l9350,3654,9350,3665,9373,3665,937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376,3654l9373,3654,9373,3665,9376,3665,9378,3663,9378,3656,937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429,3654l9426,3654,9424,3656,9424,3663,9426,3665,9429,3665,942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452,3654l9429,3654,9429,3665,9452,3665,945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455,3654l9452,3654,9452,3665,9455,3665,9457,3663,9457,3656,945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508,3654l9505,3654,9503,3656,9503,3663,9505,3665,9508,3665,950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531,3654l9508,3654,9508,3665,9531,3665,953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534,3654l9531,3654,9531,3665,9534,3665,9536,3663,9536,3656,953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587,3654l9584,3654,9582,3656,9582,3663,9584,3665,9587,3665,958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10,3654l9587,3654,9587,3665,9610,3665,961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13,3654l9610,3654,9610,3665,9613,3665,9616,3663,9616,3656,961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66,3654l9663,3654,9661,3656,9661,3663,9663,3665,9666,3665,966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89,3654l9666,3654,9666,3665,9689,3665,968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92,3654l9689,3654,9689,3665,9692,3665,9695,3663,9695,3656,969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745,3654l9742,3654,9740,3656,9740,3663,9742,3665,9745,3665,974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768,3654l9745,3654,9745,3665,9768,3665,976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771,3654l9768,3654,9768,3665,9771,3665,9774,3663,9774,3656,977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824,3654l9821,3654,9819,3656,9819,3663,9821,3665,9824,3665,982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847,3654l9824,3654,9824,3665,9847,3665,984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850,3654l9847,3654,9847,3665,9850,3665,9853,3663,9853,3656,985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903,3654l9900,3654,9898,3656,9898,3663,9900,3665,9903,3665,990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926,3654l9903,3654,9903,3665,9926,3665,992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929,3654l9926,3654,9926,3665,9929,3665,9932,3663,9932,3656,992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982,3654l9979,3654,9977,3656,9977,3663,9979,3665,9982,3665,998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05,3654l9982,3654,9982,3665,10005,3665,1000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08,3654l10005,3654,10005,3665,10008,3665,10011,3663,10011,3656,1000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61,3654l10058,3654,10056,3656,10056,3663,10058,3665,10061,3665,1006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84,3654l10061,3654,10061,3665,10084,3665,1008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87,3654l10084,3654,10084,3665,10087,3665,10090,3663,10090,3656,1008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140,3654l10137,3654,10135,3656,10135,3663,10137,3665,10140,3665,1014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163,3654l10140,3654,10140,3665,10163,3665,1016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166,3654l10163,3654,10163,3665,10166,3665,10169,3663,10169,3656,1016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220,3654l10216,3654,10214,3656,10214,3663,10216,3665,10220,3665,1022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242,3654l10220,3654,10220,3665,10242,3665,1024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245,3654l10242,3654,10242,3665,10245,3665,10248,3663,10248,3656,1024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299,3654l10295,3654,10293,3656,10293,3663,10295,3665,10299,3665,1029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321,3654l10299,3654,10299,3665,10321,3665,1032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324,3654l10321,3654,10321,3665,10324,3665,10327,3663,10327,3656,1032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378,3654l10374,3654,10372,3656,10372,3663,10374,3665,10378,3665,1037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00,3654l10378,3654,10378,3665,10400,3665,1040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03,3654l10400,3654,10400,3665,10403,3665,10406,3663,10406,3656,1040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57,3654l10453,3654,10451,3656,10451,3663,10453,3665,10457,3665,1045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79,3654l10457,3654,10457,3665,10479,3665,1047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82,3654l10479,3654,10479,3665,10482,3665,10485,3663,10485,3656,1048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536,3654l10533,3654,10530,3656,10530,3663,10533,3665,10536,3665,1053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558,3654l10536,3654,10536,3665,10558,3665,1055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561,3654l10558,3654,10558,3665,10561,3665,10564,3663,10564,3656,1056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615,3654l10612,3654,10609,3656,10609,3663,10612,3665,10615,3665,1061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637,3654l10615,3654,10615,3665,10637,3665,1063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640,3654l10637,3654,10637,3665,10640,3665,10643,3663,10643,3656,1064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694,3654l10691,3654,10688,3656,10688,3663,10691,3665,10694,3665,1069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16,3654l10694,3654,10694,3665,10716,3665,1071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19,3654l10716,3654,10716,3665,10719,3665,10722,3663,10722,3656,1071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73,3654l10770,3654,10767,3656,10767,3663,10770,3665,10773,3665,1077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95,3654l10773,3654,10773,3665,10795,3665,1079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98,3654l10795,3654,10795,3665,10798,3665,10801,3663,10801,3656,1079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852,3654l10849,3654,10846,3656,10846,3663,10849,3665,10852,3665,1085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874,3654l10852,3654,10852,3665,10874,3665,1087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877,3654l10874,3654,10874,3665,10877,3665,10880,3663,10880,3656,1087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931,3654l10928,3654,10925,3656,10925,3663,10928,3665,10931,3665,1093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953,3654l10931,3654,10931,3665,10953,3665,1095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956,3654l10953,3654,10953,3665,10956,3665,10959,3663,10959,3656,1095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010,3654l11007,3654,11004,3656,11004,3663,11007,3665,11010,3665,1101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032,3654l11010,3654,11010,3665,11032,3665,11032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036,3654l11032,3654,11032,3665,11036,3665,11038,3663,11038,3656,1103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089,3654l11086,3654,11083,3656,11083,3663,11086,3665,11089,3665,1108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11,3654l11089,3654,11089,3665,11111,3665,1111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15,3654l11111,3654,11111,3665,11115,3665,11117,3663,11117,3656,11115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68,3654l11165,3654,11162,3656,11162,3663,11165,3665,11168,3665,11168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90,3654l11168,3654,11168,3665,11190,3665,1119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94,3654l11190,3654,11190,3665,11194,3665,11196,3663,11196,3656,11194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247,3654l11244,3654,11241,3656,11241,3663,11244,3665,11247,3665,1124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269,3654l11247,3654,11247,3665,11269,3665,11269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273,3654l11269,3654,11269,3665,11273,3665,11275,3663,11275,3656,1127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26,3654l11323,3654,11320,3656,11320,3663,11323,3665,11326,3665,11326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31,3654l11326,3654,11326,3665,11337,3665,11337,3660,11331,3660,11331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37,3654l11337,3665,11343,3660,11337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3,3660l11337,3665,11340,3665,11343,3663,11343,3660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643l11334,3643,11331,3645,11331,3660,11337,3660,11337,3654,11343,3654,11343,3645,11340,364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654l11337,3654,11343,3660,11343,3656,11340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3,3654l11340,3654,11343,3656,11343,365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563l11334,3563,11331,3565,11331,3594,11334,3597,11340,3597,11343,3594,11343,3565,11340,356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483l11334,3483,11331,3485,11331,3514,11334,3517,11340,3517,11343,3514,11343,3485,11340,348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403l11334,3403,11331,3406,11331,3435,11334,3437,11340,3437,11343,3435,11343,3406,11340,340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323l11334,3323,11331,3326,11331,3355,11334,3357,11340,3357,11343,3355,11343,3326,11340,332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243l11334,3243,11331,3246,11331,3275,11334,3277,11340,3277,11343,3275,11343,3246,11340,324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163l11334,3163,11331,3166,11331,3195,11334,3198,11340,3198,11343,3195,11343,3166,11340,316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084l11334,3084,11331,3086,11331,3115,11334,3118,11340,3118,11343,3115,11343,3086,11340,308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3004l11334,3004,11331,3006,11331,3035,11334,3038,11340,3038,11343,3035,11343,3006,11340,300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924l11334,2924,11331,2926,11331,2956,11334,2958,11340,2958,11343,2956,11343,2926,11340,292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844l11334,2844,11331,2847,11331,2876,11334,2878,11340,2878,11343,2876,11343,2847,11340,284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764l11334,2764,11331,2767,11331,2796,11334,2798,11340,2798,11343,2796,11343,2767,11340,276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684l11334,2684,11331,2687,11331,2716,11334,2719,11340,2719,11343,2716,11343,2687,11340,268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605l11334,2605,11331,2607,11331,2636,11334,2639,11340,2639,11343,2636,11343,2607,11340,260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525l11334,2525,11331,2527,11331,2556,11334,2559,11340,2559,11343,2556,11343,2527,11340,252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445l11334,2445,11331,2447,11331,2476,11334,2479,11340,2479,11343,2476,11343,2447,11340,244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365l11334,2365,11331,2368,11331,2397,11334,2399,11340,2399,11343,2397,11343,2368,11340,236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285l11334,2285,11331,2288,11331,2317,11334,2319,11340,2319,11343,2317,11343,2288,11340,228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205l11334,2205,11331,2208,11331,2237,11334,2239,11340,2239,11343,2237,11343,2208,11340,220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125l11334,2125,11331,2128,11331,2157,11334,2160,11340,2160,11343,2157,11343,2128,11340,212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2046l11334,2046,11331,2048,11331,2077,11334,2080,11340,2080,11343,2077,11343,2048,11340,204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1966l11334,1966,11331,1968,11331,1997,11334,2000,11340,2000,11343,1997,11343,1968,11340,196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1886l11334,1886,11331,1888,11331,1918,11334,1920,11340,1920,11343,1918,11343,1888,11340,188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1806l11334,1806,11331,1809,11331,1838,11334,1840,11340,1840,11343,1838,11343,1809,11340,180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1726l11334,1726,11331,1729,11331,1758,11334,1760,11340,1760,11343,1758,11343,1729,11340,172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37,1658l11331,1663,11331,1678,11334,1681,11340,1681,11343,1678,11343,1669,11337,1669,1133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26,1658l11322,1658,11320,1660,11320,1667,11322,1669,11326,1669,1132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34,1658l11326,1658,11326,1669,11331,1669,11331,1660,1133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37,1658l11337,1669,11343,1669,11343,1663,1133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37,1658l11334,1658,11331,1660,11331,1663,1133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340,1658l11337,1658,11343,1663,11343,1660,1134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247,1658l11243,1658,11241,1660,11241,1667,11243,1669,11247,1669,1124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269,1658l11247,1658,11247,1669,11269,1669,1126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272,1658l11269,1658,11269,1669,11272,1669,11275,1667,11275,1660,1127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68,1658l11164,1658,11162,1660,11162,1667,11164,1669,11168,1669,1116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90,1658l11168,1658,11168,1669,11190,1669,1119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93,1658l11190,1658,11190,1669,11193,1669,11196,1667,11196,1660,1119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089,1658l11085,1658,11083,1660,11083,1667,11085,1669,11089,1669,1108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11,1658l11089,1658,11089,1669,11111,1669,1111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114,1658l11111,1658,11111,1669,11114,1669,11117,1667,11117,1660,1111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010,1658l11006,1658,11004,1660,11004,1667,11006,1669,11010,1669,1101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032,1658l11010,1658,11010,1669,11032,1669,1103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1035,1658l11032,1658,11032,1669,11035,1669,11038,1667,11038,1660,1103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930,1658l10927,1658,10925,1660,10925,1667,10927,1669,10930,1669,1093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953,1658l10930,1658,10930,1669,10953,1669,1095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956,1658l10953,1658,10953,1669,10956,1669,10959,1667,10959,1660,1095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851,1658l10848,1658,10846,1660,10846,1667,10848,1669,10851,1669,1085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874,1658l10851,1658,10851,1669,10874,1669,1087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877,1658l10874,1658,10874,1669,10877,1669,10880,1667,10880,1660,1087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72,1658l10769,1658,10767,1660,10767,1667,10769,1669,10772,1669,1077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95,1658l10772,1658,10772,1669,10795,1669,1079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98,1658l10795,1658,10795,1669,10798,1669,10801,1667,10801,1660,1079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693,1658l10690,1658,10688,1660,10688,1667,10690,1669,10693,1669,1069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16,1658l10693,1658,10693,1669,10716,1669,1071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719,1658l10716,1658,10716,1669,10719,1669,10722,1667,10722,1660,1071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614,1658l10611,1658,10609,1660,10609,1667,10611,1669,10614,1669,1061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637,1658l10614,1658,10614,1669,10637,1669,1063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640,1658l10637,1658,10637,1669,10640,1669,10643,1667,10643,1660,1064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535,1658l10532,1658,10530,1660,10530,1667,10532,1669,10535,1669,1053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558,1658l10535,1658,10535,1669,10558,1669,1055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561,1658l10558,1658,10558,1669,10561,1669,10564,1667,10564,1660,1056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56,1658l10453,1658,10451,1660,10451,1667,10453,1669,10456,1669,1045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79,1658l10456,1658,10456,1669,10479,1669,1047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82,1658l10479,1658,10479,1669,10482,1669,10485,1667,10485,1660,1048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377,1658l10374,1658,10372,1660,10372,1667,10374,1669,10377,1669,1037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00,1658l10377,1658,10377,1669,10400,1669,1040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403,1658l10400,1658,10400,1669,10403,1669,10406,1667,10406,1660,1040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298,1658l10295,1658,10293,1660,10293,1667,10295,1669,10298,1669,1029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321,1658l10298,1658,10298,1669,10321,1669,1032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324,1658l10321,1658,10321,1669,10324,1669,10326,1667,10326,1660,1032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219,1658l10216,1658,10214,1660,10214,1667,10216,1669,10219,1669,1021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242,1658l10219,1658,10219,1669,10242,1669,1024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245,1658l10242,1658,10242,1669,10245,1669,10247,1667,10247,1660,1024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140,1658l10137,1658,10135,1660,10135,1667,10137,1669,10140,1669,1014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163,1658l10140,1658,10140,1669,10163,1669,1016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166,1658l10163,1658,10163,1669,10166,1669,10168,1667,10168,1660,1016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61,1658l10058,1658,10055,1660,10055,1667,10058,1669,10061,1669,1006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84,1658l10061,1658,10061,1669,10084,1669,1008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87,1658l10084,1658,10084,1669,10087,1669,10089,1667,10089,1660,1008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982,1658l9979,1658,9976,1660,9976,1667,9979,1669,9982,1669,998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05,1658l9982,1658,9982,1669,10005,1669,1000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10008,1658l10005,1658,10005,1669,10008,1669,10010,1667,10010,1660,1000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903,1658l9900,1658,9897,1660,9897,1667,9900,1669,9903,1669,990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926,1658l9903,1658,9903,1669,9926,1669,992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929,1658l9926,1658,9926,1669,9929,1669,9931,1667,9931,1660,992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824,1658l9821,1658,9818,1660,9818,1667,9821,1669,9824,1669,982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847,1658l9824,1658,9824,1669,9847,1669,984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850,1658l9847,1658,9847,1669,9850,1669,9852,1667,9852,1660,985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745,1658l9742,1658,9739,1660,9739,1667,9742,1669,9745,1669,974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768,1658l9745,1658,9745,1669,9768,1669,976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771,1658l9768,1658,9768,1669,9771,1669,9773,1667,9773,1660,977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66,1658l9663,1658,9660,1660,9660,1667,9663,1669,9666,1669,966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89,1658l9666,1658,9666,1669,9689,1669,968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92,1658l9689,1658,9689,1669,9692,1669,9694,1667,9694,1660,969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587,1658l9584,1658,9581,1660,9581,1667,9584,1669,9587,1669,958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10,1658l9587,1658,9587,1669,9610,1669,961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613,1658l9610,1658,9610,1669,9613,1669,9615,1667,9615,1660,961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508,1658l9505,1658,9502,1660,9502,1667,9505,1669,9508,1669,950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531,1658l9508,1658,9508,1669,9531,1669,953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534,1658l9531,1658,9531,1669,9534,1669,9536,1667,9536,1660,953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429,1658l9426,1658,9423,1660,9423,1667,9426,1669,9429,1669,942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451,1658l9429,1658,9429,1669,9451,1669,945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455,1658l9451,1658,9451,1669,9455,1669,9457,1667,9457,1660,945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350,1658l9347,1658,9344,1660,9344,1667,9347,1669,9350,1669,935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372,1658l9350,1658,9350,1669,9372,1669,937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376,1658l9372,1658,9372,1669,9376,1669,9378,1667,9378,1660,937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71,1658l9268,1658,9265,1660,9265,1667,9268,1669,9271,1669,927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93,1658l9271,1658,9271,1669,9293,1669,929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97,1658l9293,1658,9293,1669,9297,1669,9299,1667,9299,1660,929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192,1658l9189,1658,9186,1660,9186,1667,9189,1669,9192,1669,919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14,1658l9192,1658,9192,1669,9214,1669,921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218,1658l9214,1658,9214,1669,9218,1669,9220,1667,9220,1660,921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113,1658l9110,1658,9107,1660,9107,1667,9110,1669,9113,1669,911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135,1658l9113,1658,9113,1669,9135,1669,913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138,1658l9135,1658,9135,1669,9138,1669,9141,1667,9141,1660,913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034,1658l9031,1658,9028,1660,9028,1667,9031,1669,9034,1669,903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056,1658l9034,1658,9034,1669,9056,1669,905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9059,1658l9056,1658,9056,1669,9059,1669,9062,1667,9062,1660,905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955,1658l8952,1658,8949,1660,8949,1667,8952,1669,8955,1669,895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977,1658l8955,1658,8955,1669,8977,1669,897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980,1658l8977,1658,8977,1669,8980,1669,8983,1667,8983,1660,898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876,1658l8873,1658,8870,1660,8870,1667,8873,1669,8876,1669,887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898,1658l8876,1658,8876,1669,8898,1669,889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901,1658l8898,1658,8898,1669,8901,1669,8904,1667,8904,1660,890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797,1658l8794,1658,8791,1660,8791,1667,8794,1669,8797,1669,879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819,1658l8797,1658,8797,1669,8819,1669,881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822,1658l8819,1658,8819,1669,8822,1669,8825,1667,8825,1660,882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718,1658l8715,1658,8712,1660,8712,1667,8715,1669,8718,1669,871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740,1658l8718,1658,8718,1669,8740,1669,874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743,1658l8740,1658,8740,1669,8743,1669,8746,1667,8746,1660,874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639,1658l8635,1658,8633,1660,8633,1667,8635,1669,8639,1669,863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661,1658l8639,1658,8639,1669,8661,1669,866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664,1658l8661,1658,8661,1669,8664,1669,8667,1667,8667,1660,866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60,1658l8556,1658,8554,1660,8554,1667,8556,1669,8560,1669,856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82,1658l8560,1658,8560,1669,8582,1669,858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85,1658l8582,1658,8582,1669,8585,1669,8588,1667,8588,1660,858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481,1658l8477,1658,8475,1660,8475,1667,8477,1669,8481,1669,848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03,1658l8481,1658,8481,1669,8503,1669,850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506,1658l8503,1658,8503,1669,8506,1669,8509,1667,8509,1660,850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402,1658l8398,1658,8396,1660,8396,1667,8398,1669,8402,1669,840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424,1658l8402,1658,8402,1669,8424,1669,842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427,1658l8424,1658,8424,1669,8427,1669,8430,1667,8430,1660,842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322,1658l8319,1658,8317,1660,8317,1667,8319,1669,8322,1669,832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345,1658l8322,1658,8322,1669,8345,1669,834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348,1658l8345,1658,8345,1669,8348,1669,8351,1667,8351,1660,834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243,1658l8240,1658,8238,1660,8238,1667,8240,1669,8243,1669,824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266,1658l8243,1658,8243,1669,8266,1669,826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269,1658l8266,1658,8266,1669,8269,1669,8272,1667,8272,1660,826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64,1658l8161,1658,8159,1660,8159,1667,8161,1669,8164,1669,816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87,1658l8164,1658,8164,1669,8187,1669,818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90,1658l8187,1658,8187,1669,8190,1669,8193,1667,8193,1660,819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085,1658l8082,1658,8080,1660,8080,1667,8082,1669,8085,1669,808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08,1658l8085,1658,8085,1669,8108,1669,810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111,1658l8108,1658,8108,1669,8111,1669,8114,1667,8114,1660,811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006,1658l8003,1658,8001,1660,8001,1667,8003,1669,8006,1669,800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029,1658l8006,1658,8006,1669,8029,1669,802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8032,1658l8029,1658,8029,1669,8032,1669,8035,1667,8035,1660,803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927,1658l7924,1658,7922,1660,7922,1667,7924,1669,7927,1669,792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950,1658l7927,1658,7927,1669,7950,1669,795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953,1658l7950,1658,7950,1669,7953,1669,7956,1667,7956,1660,795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848,1658l7845,1658,7843,1660,7843,1667,7845,1669,7848,1669,784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871,1658l7848,1658,7848,1669,7871,1669,787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874,1658l7871,1658,7871,1669,7874,1669,7877,1667,7877,1660,787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69,1658l7766,1658,7764,1660,7764,1667,7766,1669,7769,1669,776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92,1658l7769,1658,7769,1669,7792,1669,779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95,1658l7792,1658,7792,1669,7795,1669,7798,1667,7798,1660,779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690,1658l7687,1658,7685,1660,7685,1667,7687,1669,7690,1669,769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13,1658l7690,1658,7690,1669,7713,1669,771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716,1658l7713,1658,7713,1669,7716,1669,7718,1667,7718,1660,771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611,1658l7608,1658,7606,1660,7606,1667,7608,1669,7611,1669,761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634,1658l7611,1658,7611,1669,7634,1669,763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637,1658l7634,1658,7634,1669,7637,1669,7639,1667,7639,1660,763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532,1658l7529,1658,7527,1660,7527,1667,7529,1669,7532,1669,753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555,1658l7532,1658,7532,1669,7555,1669,755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558,1658l7555,1658,7555,1669,7558,1669,7560,1667,7560,1660,755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453,1658l7450,1658,7447,1660,7447,1667,7450,1669,7453,1669,745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476,1658l7453,1658,7453,1669,7476,1669,747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479,1658l7476,1658,7476,1669,7479,1669,7481,1667,7481,1660,747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374,1658l7371,1658,7368,1660,7368,1667,7371,1669,7374,1669,737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397,1658l7374,1658,7374,1669,7397,1669,739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400,1658l7397,1658,7397,1669,7400,1669,7402,1667,7402,1660,740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295,1658l7292,1658,7289,1660,7289,1667,7292,1669,7295,1669,729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318,1658l7295,1658,7295,1669,7318,1669,731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321,1658l7318,1658,7318,1669,7321,1669,7323,1667,7323,1660,732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216,1658l7213,1658,7210,1660,7210,1667,7213,1669,7216,1669,721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239,1658l7216,1658,7216,1669,7239,1669,723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242,1658l7239,1658,7239,1669,7242,1669,7244,1667,7244,1660,724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137,1658l7134,1658,7131,1660,7131,1667,7134,1669,7137,1669,713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160,1658l7137,1658,7137,1669,7160,1669,716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163,1658l7160,1658,7160,1669,7163,1669,7165,1667,7165,1660,716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58,1658l7055,1658,7052,1660,7052,1667,7055,1669,7058,1669,705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81,1658l7058,1658,7058,1669,7081,1669,708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84,1658l7081,1658,7081,1669,7084,1669,7086,1667,7086,1660,708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979,1658l6976,1658,6973,1660,6973,1667,6976,1669,6979,1669,697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02,1658l6979,1658,6979,1669,7002,1669,700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7005,1658l7002,1658,7002,1669,7005,1669,7007,1667,7007,1660,700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900,1658l6897,1658,6894,1660,6894,1667,6897,1669,6900,1669,690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923,1658l6900,1658,6900,1669,6923,1669,692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926,1658l6923,1658,6923,1669,6926,1669,6928,1667,6928,1660,692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821,1658l6818,1658,6815,1660,6815,1667,6818,1669,6821,1669,682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844,1658l6821,1658,6821,1669,6844,1669,684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847,1658l6844,1658,6844,1669,6847,1669,6849,1667,6849,1660,684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742,1658l6739,1658,6736,1660,6736,1667,6739,1669,6742,1669,674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764,1658l6742,1658,6742,1669,6764,1669,676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768,1658l6764,1658,6764,1669,6768,1669,6770,1667,6770,1660,676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63,1658l6660,1658,6657,1660,6657,1667,6660,1669,6663,1669,666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85,1658l6663,1658,6663,1669,6685,1669,668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89,1658l6685,1658,6685,1669,6689,1669,6691,1667,6691,1660,668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584,1658l6581,1658,6578,1660,6578,1667,6581,1669,6584,1669,658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06,1658l6584,1658,6584,1669,6606,1669,660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610,1658l6606,1658,6606,1669,6610,1669,6612,1667,6612,1660,661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505,1658l6502,1658,6499,1660,6499,1667,6502,1669,6505,1669,650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527,1658l6505,1658,6505,1669,6527,1669,652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531,1658l6527,1658,6527,1669,6531,1669,6533,1667,6533,1660,653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426,1658l6423,1658,6420,1660,6420,1667,6423,1669,6426,1669,6426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448,1658l6426,1658,6426,1669,6448,1669,644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451,1658l6448,1658,6448,1669,6451,1669,6454,1667,6454,1660,645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347,1658l6344,1658,6341,1660,6341,1667,6344,1669,6347,1669,6347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369,1658l6347,1658,6347,1669,6369,1669,636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372,1658l6369,1658,6369,1669,6372,1669,6375,1667,6375,1660,637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68,1658l6265,1658,6262,1660,6262,1667,6265,1669,6268,1669,6268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90,1658l6268,1658,6268,1669,6290,1669,6290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93,1658l6290,1658,6290,1669,6293,1669,6296,1667,6296,1660,6293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89,1658l6186,1658,6183,1660,6183,1667,6186,1669,6189,1669,6189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11,1658l6189,1658,6189,1669,6211,1669,621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214,1658l6211,1658,6211,1669,6214,1669,6217,1667,6217,1660,6214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16,1667l6116,1678,6118,1680,6124,1680,6127,1678,6127,1669,6118,1669,6116,1667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16,1663l6116,1667,6118,1669,6121,1669,6116,166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1,1658l6116,1663,6121,1669,612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32,1658l6121,1658,6121,1669,6127,1669,6127,1663,6132,1663,6132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32,1663l6127,1663,6127,1669,6132,1669,6132,166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35,1658l6132,1658,6132,1669,6135,1669,6138,1667,6138,1660,6135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1,1658l6118,1658,6116,1660,6116,1663,6121,1658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1726l6118,1726,6116,1729,6116,1758,6118,1760,6124,1760,6127,1758,6127,1729,6124,172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1806l6118,1806,6116,1809,6116,1838,6118,1840,6124,1840,6127,1838,6127,1809,6124,180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1886l6118,1886,6116,1888,6116,1917,6118,1920,6124,1920,6127,1917,6127,1888,6124,188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1966l6118,1966,6116,1968,6116,1997,6118,2000,6124,2000,6127,1997,6127,1968,6124,196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046l6118,2046,6116,2048,6116,2077,6118,2080,6124,2080,6127,2077,6127,2048,6124,2046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125l6118,2125,6116,2128,6116,2157,6118,2160,6124,2160,6127,2157,6127,2128,6124,212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205l6118,2205,6116,2208,6116,2237,6118,2239,6124,2239,6127,2237,6127,2208,6124,220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285l6118,2285,6116,2288,6116,2317,6118,2319,6124,2319,6127,2317,6127,2288,6124,228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365l6118,2365,6116,2367,6116,2397,6118,2399,6124,2399,6127,2397,6127,2367,6124,236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445l6118,2445,6116,2447,6116,2476,6118,2479,6124,2479,6127,2476,6127,2447,6124,244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525l6118,2525,6116,2527,6116,2556,6118,2559,6124,2559,6127,2556,6127,2527,6124,2525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604l6118,2604,6116,2607,6116,2636,6118,2639,6124,2639,6127,2636,6127,2607,6124,260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684l6118,2684,6116,2687,6116,2716,6118,2718,6124,2718,6127,2716,6127,2687,6124,268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764l6118,2764,6116,2767,6116,2796,6118,2798,6124,2798,6127,2796,6127,2767,6124,276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844l6118,2844,6116,2847,6116,2876,6118,2878,6124,2878,6127,2876,6127,2847,6124,284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2924l6118,2924,6116,2926,6116,2955,6118,2958,6124,2958,6127,2955,6127,2926,6124,292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3004l6118,3004,6116,3006,6116,3035,6118,3038,6124,3038,6127,3035,6127,3006,6124,300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3084l6118,3084,6116,3086,6116,3115,6118,3118,6124,3118,6127,3115,6127,3086,6124,3084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3163l6118,3163,6116,3166,6116,3195,6118,3198,6124,3198,6127,3195,6127,3166,6124,316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3243l6118,3243,6116,3246,6116,3275,6118,3277,6124,3277,6127,3275,6127,3246,6124,324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3323l6118,3323,6116,3326,6116,3355,6118,3357,6124,3357,6127,3355,6127,3326,6124,332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3403l6118,3403,6116,3405,6116,3435,6118,3437,6124,3437,6127,3435,6127,3405,6124,340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3483l6118,3483,6116,3485,6116,3514,6118,3517,6124,3517,6127,3514,6127,3485,6124,3483xe" filled="true" fillcolor="#231f20" stroked="false">
                <v:path arrowok="t"/>
                <v:fill type="solid"/>
              </v:shape>
              <v:shape style="position:absolute;left:6116;top:1658;width:5228;height:2008" coordorigin="6116,1658" coordsize="5228,2008" path="m6124,3563l6118,3563,6116,3565,6116,3594,6118,3597,6124,3597,6127,3594,6127,3565,6124,3563xe" filled="true" fillcolor="#231f20" stroked="false">
                <v:path arrowok="t"/>
                <v:fill type="solid"/>
              </v:shape>
            </v:group>
            <v:group style="position:absolute;left:6116;top:3654;width:5228;height:2166" coordorigin="6116,3654" coordsize="5228,2166">
              <v:shape style="position:absolute;left:6116;top:3654;width:5228;height:2166" coordorigin="6116,3654" coordsize="5228,2166" path="m6116,3663l6116,3674,6118,3677,6124,3677,6127,3674,6127,3665,6118,3665,6116,3663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1,3654l6116,3660,6116,3663,6118,3665,6121,3665,612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1,3654l6121,3665,6127,3665,6127,3660,612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33,3654l6124,3654,6127,3656,6127,3665,6133,3665,613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36,3654l6133,3654,6133,3665,6136,3665,6138,3663,6138,3656,613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1,3654l6118,3654,6116,3656,6116,3660,612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3654l6121,3654,6127,3660,6127,3656,612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89,3654l6186,3654,6183,3656,6183,3663,6186,3665,6189,3665,618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12,3654l6189,3654,6189,3665,6212,3665,621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15,3654l6212,3654,6212,3665,6215,3665,6217,3663,6217,3656,621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68,3654l6265,3654,6262,3656,6262,3663,6265,3665,6268,3665,626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91,3654l6268,3654,6268,3665,6291,3665,629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94,3654l6291,3654,6291,3665,6294,3665,6296,3663,6296,3656,629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347,3654l6344,3654,6341,3656,6341,3663,6344,3665,6347,3665,634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370,3654l6347,3654,6347,3665,6370,3665,637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373,3654l6370,3654,6370,3665,6373,3665,6375,3663,6375,3656,637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426,3654l6423,3654,6420,3656,6420,3663,6423,3665,6426,3665,642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449,3654l6426,3654,6426,3665,6449,3665,644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452,3654l6449,3654,6449,3665,6452,3665,6454,3663,6454,3656,645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505,3654l6502,3654,6499,3656,6499,3663,6502,3665,6505,3665,650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528,3654l6505,3654,6505,3665,6528,3665,652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531,3654l6528,3654,6528,3665,6531,3665,6533,3663,6533,3656,653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584,3654l6581,3654,6578,3656,6578,3663,6581,3665,6584,3665,658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07,3654l6584,3654,6584,3665,6607,3665,660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10,3654l6607,3654,6607,3665,6610,3665,6612,3663,6612,3656,661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63,3654l6660,3654,6658,3656,6658,3663,6660,3665,6663,3665,666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86,3654l6663,3654,6663,3665,6686,3665,668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89,3654l6686,3654,6686,3665,6689,3665,6691,3663,6691,3656,668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742,3654l6739,3654,6737,3656,6737,3663,6739,3665,6742,3665,674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765,3654l6742,3654,6742,3665,6765,3665,676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768,3654l6765,3654,6765,3665,6768,3665,6770,3663,6770,3656,676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821,3654l6818,3654,6816,3656,6816,3663,6818,3665,6821,3665,682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844,3654l6821,3654,6821,3665,6844,3665,684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847,3654l6844,3654,6844,3665,6847,3665,6849,3663,6849,3656,684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900,3654l6897,3654,6895,3656,6895,3663,6897,3665,6900,3665,690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923,3654l6900,3654,6900,3665,6923,3665,692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926,3654l6923,3654,6923,3665,6926,3665,6929,3663,6929,3656,692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979,3654l6976,3654,6974,3656,6974,3663,6976,3665,6979,3665,697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02,3654l6979,3654,6979,3665,7002,3665,700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05,3654l7002,3654,7002,3665,7005,3665,7008,3663,7008,3656,700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58,3654l7055,3654,7053,3656,7053,3663,7055,3665,7058,3665,705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81,3654l7058,3654,7058,3665,7081,3665,708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84,3654l7081,3654,7081,3665,7084,3665,7087,3663,7087,3656,708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137,3654l7134,3654,7132,3656,7132,3663,7134,3665,7137,3665,713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160,3654l7137,3654,7137,3665,7160,3665,716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163,3654l7160,3654,7160,3665,7163,3665,7166,3663,7166,3656,716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216,3654l7213,3654,7211,3656,7211,3663,7213,3665,7216,3665,721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239,3654l7216,3654,7216,3665,7239,3665,723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242,3654l7239,3654,7239,3665,7242,3665,7245,3663,7245,3656,724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295,3654l7292,3654,7290,3656,7290,3663,7292,3665,7295,3665,729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318,3654l7295,3654,7295,3665,7318,3665,731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321,3654l7318,3654,7318,3665,7321,3665,7324,3663,7324,3656,732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374,3654l7371,3654,7369,3656,7369,3663,7371,3665,7374,3665,737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397,3654l7374,3654,7374,3665,7397,3665,739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400,3654l7397,3654,7397,3665,7400,3665,7403,3663,7403,3656,740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453,3654l7450,3654,7448,3656,7448,3663,7450,3665,7453,3665,745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476,3654l7453,3654,7453,3665,7476,3665,747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479,3654l7476,3654,7476,3665,7479,3665,7482,3663,7482,3656,747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533,3654l7529,3654,7527,3656,7527,3663,7529,3665,7533,3665,753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555,3654l7533,3654,7533,3665,7555,3665,755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558,3654l7555,3654,7555,3665,7558,3665,7561,3663,7561,3656,755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612,3654l7608,3654,7606,3656,7606,3663,7608,3665,7612,3665,761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634,3654l7612,3654,7612,3665,7634,3665,763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637,3654l7634,3654,7634,3665,7637,3665,7640,3663,7640,3656,763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691,3654l7687,3654,7685,3656,7685,3663,7687,3665,7691,3665,769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13,3654l7691,3654,7691,3665,7713,3665,771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16,3654l7713,3654,7713,3665,7716,3665,7719,3663,7719,3656,771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70,3654l7766,3654,7764,3656,7764,3663,7766,3665,7770,3665,777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92,3654l7770,3654,7770,3665,7792,3665,779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95,3654l7792,3654,7792,3665,7795,3665,7798,3663,7798,3656,779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849,3654l7845,3654,7843,3656,7843,3663,7845,3665,7849,3665,784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871,3654l7849,3654,7849,3665,7871,3665,787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874,3654l7871,3654,7871,3665,7874,3665,7877,3663,7877,3656,787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928,3654l7925,3654,7922,3656,7922,3663,7925,3665,7928,3665,792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950,3654l7928,3654,7928,3665,7950,3665,795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953,3654l7950,3654,7950,3665,7953,3665,7956,3663,7956,3656,795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007,3654l8004,3654,8001,3656,8001,3663,8004,3665,8007,3665,800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029,3654l8007,3654,8007,3665,8029,3665,802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032,3654l8029,3654,8029,3665,8032,3665,8035,3663,8035,3656,803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086,3654l8083,3654,8080,3656,8080,3663,8083,3665,8086,3665,808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08,3654l8086,3654,8086,3665,8108,3665,810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11,3654l8108,3654,8108,3665,8111,3665,8114,3663,8114,3656,811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65,3654l8162,3654,8159,3656,8159,3663,8162,3665,8165,3665,816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87,3654l8165,3654,8165,3665,8187,3665,818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90,3654l8187,3654,8187,3665,8190,3665,8193,3663,8193,3656,819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244,3654l8241,3654,8238,3656,8238,3663,8241,3665,8244,3665,824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266,3654l8244,3654,8244,3665,8266,3665,826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269,3654l8266,3654,8266,3665,8269,3665,8272,3663,8272,3656,826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323,3654l8320,3654,8317,3656,8317,3663,8320,3665,8323,3665,832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345,3654l8323,3654,8323,3665,8345,3665,834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349,3654l8345,3654,8345,3665,8349,3665,8351,3663,8351,3656,834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402,3654l8399,3654,8396,3656,8396,3663,8399,3665,8402,3665,840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424,3654l8402,3654,8402,3665,8424,3665,842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428,3654l8424,3654,8424,3665,8428,3665,8430,3663,8430,3656,842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481,3654l8478,3654,8475,3656,8475,3663,8478,3665,8481,3665,848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03,3654l8481,3654,8481,3665,8503,3665,850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07,3654l8503,3654,8503,3665,8507,3665,8509,3663,8509,3656,850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60,3654l8557,3654,8554,3656,8554,3663,8557,3665,8560,3665,856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82,3654l8560,3654,8560,3665,8582,3665,858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86,3654l8582,3654,8582,3665,8586,3665,8588,3663,8588,3656,858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639,3654l8636,3654,8633,3656,8633,3663,8636,3665,8639,3665,863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661,3654l8639,3654,8639,3665,8661,3665,866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665,3654l8661,3654,8661,3665,8665,3665,8667,3663,8667,3656,866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718,3654l8715,3654,8712,3656,8712,3663,8715,3665,8718,3665,871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741,3654l8718,3654,8718,3665,8741,3665,874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744,3654l8741,3654,8741,3665,8744,3665,8746,3663,8746,3656,874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797,3654l8794,3654,8791,3656,8791,3663,8794,3665,8797,3665,879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820,3654l8797,3654,8797,3665,8820,3665,882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823,3654l8820,3654,8820,3665,8823,3665,8825,3663,8825,3656,882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876,3654l8873,3654,8870,3656,8870,3663,8873,3665,8876,3665,887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899,3654l8876,3654,8876,3665,8899,3665,889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902,3654l8899,3654,8899,3665,8902,3665,8904,3663,8904,3656,890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955,3654l8952,3654,8949,3656,8949,3663,8952,3665,8955,3665,895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978,3654l8955,3654,8955,3665,8978,3665,897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981,3654l8978,3654,8978,3665,8981,3665,8983,3663,8983,3656,898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034,3654l9031,3654,9028,3656,9028,3663,9031,3665,9034,3665,903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057,3654l9034,3654,9034,3665,9057,3665,905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060,3654l9057,3654,9057,3665,9060,3665,9062,3663,9062,3656,906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113,3654l9110,3654,9107,3656,9107,3663,9110,3665,9113,3665,911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136,3654l9113,3654,9113,3665,9136,3665,913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139,3654l9136,3654,9136,3665,9139,3665,9141,3663,9141,3656,913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192,3654l9189,3654,9186,3656,9186,3663,9189,3665,9192,3665,919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15,3654l9192,3654,9192,3665,9215,3665,921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18,3654l9215,3654,9215,3665,9218,3665,9220,3663,9220,3656,921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71,3654l9268,3654,9265,3656,9265,3663,9268,3665,9271,3665,927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94,3654l9271,3654,9271,3665,9294,3665,929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97,3654l9294,3654,9294,3665,9297,3665,9299,3663,9299,3656,929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350,3654l9347,3654,9345,3656,9345,3663,9347,3665,9350,3665,935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373,3654l9350,3654,9350,3665,9373,3665,937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376,3654l9373,3654,9373,3665,9376,3665,9378,3663,9378,3656,937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429,3654l9426,3654,9424,3656,9424,3663,9426,3665,9429,3665,942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452,3654l9429,3654,9429,3665,9452,3665,945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455,3654l9452,3654,9452,3665,9455,3665,9457,3663,9457,3656,945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508,3654l9505,3654,9503,3656,9503,3663,9505,3665,9508,3665,950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531,3654l9508,3654,9508,3665,9531,3665,953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534,3654l9531,3654,9531,3665,9534,3665,9536,3663,9536,3656,953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587,3654l9584,3654,9582,3656,9582,3663,9584,3665,9587,3665,958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10,3654l9587,3654,9587,3665,9610,3665,961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13,3654l9610,3654,9610,3665,9613,3665,9616,3663,9616,3656,961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66,3654l9663,3654,9661,3656,9661,3663,9663,3665,9666,3665,966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89,3654l9666,3654,9666,3665,9689,3665,968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92,3654l9689,3654,9689,3665,9692,3665,9695,3663,9695,3656,969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745,3654l9742,3654,9740,3656,9740,3663,9742,3665,9745,3665,974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768,3654l9745,3654,9745,3665,9768,3665,976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771,3654l9768,3654,9768,3665,9771,3665,9774,3663,9774,3656,977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824,3654l9821,3654,9819,3656,9819,3663,9821,3665,9824,3665,982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847,3654l9824,3654,9824,3665,9847,3665,984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850,3654l9847,3654,9847,3665,9850,3665,9853,3663,9853,3656,985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903,3654l9900,3654,9898,3656,9898,3663,9900,3665,9903,3665,990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926,3654l9903,3654,9903,3665,9926,3665,992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929,3654l9926,3654,9926,3665,9929,3665,9932,3663,9932,3656,992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982,3654l9979,3654,9977,3656,9977,3663,9979,3665,9982,3665,998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05,3654l9982,3654,9982,3665,10005,3665,1000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08,3654l10005,3654,10005,3665,10008,3665,10011,3663,10011,3656,1000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61,3654l10058,3654,10056,3656,10056,3663,10058,3665,10061,3665,1006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84,3654l10061,3654,10061,3665,10084,3665,1008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87,3654l10084,3654,10084,3665,10087,3665,10090,3663,10090,3656,1008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140,3654l10137,3654,10135,3656,10135,3663,10137,3665,10140,3665,1014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163,3654l10140,3654,10140,3665,10163,3665,1016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166,3654l10163,3654,10163,3665,10166,3665,10169,3663,10169,3656,1016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220,3654l10216,3654,10214,3656,10214,3663,10216,3665,10220,3665,1022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242,3654l10220,3654,10220,3665,10242,3665,1024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245,3654l10242,3654,10242,3665,10245,3665,10248,3663,10248,3656,1024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299,3654l10295,3654,10293,3656,10293,3663,10295,3665,10299,3665,1029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321,3654l10299,3654,10299,3665,10321,3665,1032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324,3654l10321,3654,10321,3665,10324,3665,10327,3663,10327,3656,1032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378,3654l10374,3654,10372,3656,10372,3663,10374,3665,10378,3665,1037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00,3654l10378,3654,10378,3665,10400,3665,1040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03,3654l10400,3654,10400,3665,10403,3665,10406,3663,10406,3656,1040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57,3654l10453,3654,10451,3656,10451,3663,10453,3665,10457,3665,1045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79,3654l10457,3654,10457,3665,10479,3665,1047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82,3654l10479,3654,10479,3665,10482,3665,10485,3663,10485,3656,1048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536,3654l10533,3654,10530,3656,10530,3663,10533,3665,10536,3665,1053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558,3654l10536,3654,10536,3665,10558,3665,1055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561,3654l10558,3654,10558,3665,10561,3665,10564,3663,10564,3656,1056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615,3654l10612,3654,10609,3656,10609,3663,10612,3665,10615,3665,1061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637,3654l10615,3654,10615,3665,10637,3665,1063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640,3654l10637,3654,10637,3665,10640,3665,10643,3663,10643,3656,1064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694,3654l10691,3654,10688,3656,10688,3663,10691,3665,10694,3665,1069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16,3654l10694,3654,10694,3665,10716,3665,1071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19,3654l10716,3654,10716,3665,10719,3665,10722,3663,10722,3656,1071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73,3654l10770,3654,10767,3656,10767,3663,10770,3665,10773,3665,1077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95,3654l10773,3654,10773,3665,10795,3665,1079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98,3654l10795,3654,10795,3665,10798,3665,10801,3663,10801,3656,1079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852,3654l10849,3654,10846,3656,10846,3663,10849,3665,10852,3665,1085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874,3654l10852,3654,10852,3665,10874,3665,1087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877,3654l10874,3654,10874,3665,10877,3665,10880,3663,10880,3656,1087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931,3654l10928,3654,10925,3656,10925,3663,10928,3665,10931,3665,1093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953,3654l10931,3654,10931,3665,10953,3665,1095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956,3654l10953,3654,10953,3665,10956,3665,10959,3663,10959,3656,1095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010,3654l11007,3654,11004,3656,11004,3663,11007,3665,11010,3665,1101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032,3654l11010,3654,11010,3665,11032,3665,11032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036,3654l11032,3654,11032,3665,11036,3665,11038,3663,11038,3656,1103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089,3654l11086,3654,11083,3656,11083,3663,11086,3665,11089,3665,1108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11,3654l11089,3654,11089,3665,11111,3665,11111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15,3654l11111,3654,11111,3665,11115,3665,11117,3663,11117,3656,11115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68,3654l11165,3654,11162,3656,11162,3663,11165,3665,11168,3665,11168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90,3654l11168,3654,11168,3665,11190,3665,1119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94,3654l11190,3654,11190,3665,11194,3665,11196,3663,11196,3656,11194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247,3654l11244,3654,11241,3656,11241,3663,11244,3665,11247,3665,1124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269,3654l11247,3654,11247,3665,11269,3665,11269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273,3654l11269,3654,11269,3665,11273,3665,11275,3663,11275,3656,11273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37,3660l11331,3660,11331,3674,11334,3677,11340,3677,11343,3674,11343,3665,11337,3665,11337,366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26,3654l11323,3654,11320,3656,11320,3663,11323,3665,11326,3665,11326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37,3654l11326,3654,11326,3665,11331,3665,11331,3660,11337,3660,1133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37,3654l11337,3665,11343,3660,11337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3,3660l11337,3665,11340,3665,11343,3663,11343,366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3,3663l11340,3665,11343,3665,11343,3663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3654l11337,3654,11343,3660,11343,3656,11340,365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3722l11334,3722,11331,3725,11331,3754,11334,3756,11340,3756,11343,3754,11343,3725,11340,3722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3802l11334,3802,11331,3805,11331,3834,11334,3836,11340,3836,11343,3834,11343,3805,11340,3802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3882l11334,3882,11331,3884,11331,3913,11334,3916,11340,3916,11343,3913,11343,3884,11340,3882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3962l11334,3962,11331,3964,11331,3993,11334,3996,11340,3996,11343,3993,11343,3964,11340,3962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041l11334,4041,11331,4044,11331,4073,11334,4075,11340,4075,11343,4073,11343,4044,11340,404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121l11334,4121,11331,4124,11331,4153,11334,4155,11340,4155,11343,4153,11343,4124,11340,412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201l11334,4201,11331,4203,11331,4233,11334,4235,11340,4235,11343,4233,11343,4203,11340,420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281l11334,4281,11331,4283,11331,4312,11334,4315,11340,4315,11343,4312,11343,4283,11340,428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361l11334,4361,11331,4363,11331,4392,11334,4395,11340,4395,11343,4392,11343,4363,11340,436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440l11334,4440,11331,4443,11331,4472,11334,4474,11340,4474,11343,4472,11343,4443,11340,444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520l11334,4520,11331,4523,11331,4552,11334,4554,11340,4554,11343,4552,11343,4523,11340,452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600l11334,4600,11331,4602,11331,4631,11334,4634,11340,4634,11343,4631,11343,4602,11340,460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680l11334,4680,11331,4682,11331,4711,11334,4714,11340,4714,11343,4711,11343,4682,11340,468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759l11334,4759,11331,4762,11331,4791,11334,4794,11340,4794,11343,4791,11343,4762,11340,475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839l11334,4839,11331,4842,11331,4871,11334,4873,11340,4873,11343,4871,11343,4842,11340,483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919l11334,4919,11331,4922,11331,4951,11334,4953,11340,4953,11343,4951,11343,4922,11340,491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4999l11334,4999,11331,5001,11331,5030,11334,5033,11340,5033,11343,5030,11343,5001,11340,499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079l11334,5079,11331,5081,11331,5110,11334,5113,11340,5113,11343,5110,11343,5081,11340,507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158l11334,5158,11331,5161,11331,5190,11334,5193,11340,5193,11343,5190,11343,5161,11340,515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238l11334,5238,11331,5241,11331,5270,11334,5272,11340,5272,11343,5270,11343,5241,11340,523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318l11334,5318,11331,5321,11331,5350,11334,5352,11340,5352,11343,5350,11343,5321,11340,531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398l11334,5398,11331,5400,11331,5429,11334,5432,11340,5432,11343,5429,11343,5400,11340,539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478l11334,5478,11331,5480,11331,5509,11334,5512,11340,5512,11343,5509,11343,5480,11340,547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557l11334,5557,11331,5560,11331,5589,11334,5591,11340,5591,11343,5589,11343,5560,11340,5557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637l11334,5637,11331,5640,11331,5669,11334,5671,11340,5671,11343,5669,11343,5640,11340,5637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717l11334,5717,11331,5719,11331,5749,11334,5751,11340,5751,11343,5749,11343,5719,11340,5717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26,5808l11322,5808,11320,5811,11320,5817,11322,5819,11326,5819,1132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31,5808l11326,5808,11326,5819,11334,5819,11331,5817,1133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31,5814l11331,5817,11334,5819,11337,5819,11331,581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0,5797l11334,5797,11331,5799,11331,5814,11337,5819,11337,5808,11343,5808,11343,5799,11340,5797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3,5808l11337,5808,11337,5819,11343,5814,1134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343,5814l11337,5819,11340,5819,11343,5817,11343,581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247,5808l11243,5808,11241,5811,11241,5817,11243,5819,11247,5819,1124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269,5808l11247,5808,11247,5819,11269,5819,1126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272,5808l11269,5808,11269,5819,11272,5819,11275,5817,11275,5811,1127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68,5808l11164,5808,11162,5811,11162,5817,11164,5819,11168,5819,1116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90,5808l11168,5808,11168,5819,11190,5819,1119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93,5808l11190,5808,11190,5819,11193,5819,11196,5817,11196,5811,1119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089,5808l11085,5808,11083,5811,11083,5817,11085,5819,11089,5819,1108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11,5808l11089,5808,11089,5819,11111,5819,1111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114,5808l11111,5808,11111,5819,11114,5819,11117,5817,11117,5811,1111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010,5808l11006,5808,11004,5811,11004,5817,11006,5819,11010,5819,1101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032,5808l11010,5808,11010,5819,11032,5819,1103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1035,5808l11032,5808,11032,5819,11035,5819,11038,5817,11038,5811,1103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930,5808l10927,5808,10925,5811,10925,5817,10927,5819,10930,5819,1093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953,5808l10930,5808,10930,5819,10953,5819,1095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956,5808l10953,5808,10953,5819,10956,5819,10959,5817,10959,5811,1095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851,5808l10848,5808,10846,5811,10846,5817,10848,5819,10851,5819,1085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874,5808l10851,5808,10851,5819,10874,5819,1087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877,5808l10874,5808,10874,5819,10877,5819,10880,5817,10880,5811,1087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72,5808l10769,5808,10767,5811,10767,5817,10769,5819,10772,5819,1077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95,5808l10772,5808,10772,5819,10795,5819,1079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98,5808l10795,5808,10795,5819,10798,5819,10801,5817,10801,5811,1079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693,5808l10690,5808,10688,5811,10688,5817,10690,5819,10693,5819,1069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16,5808l10693,5808,10693,5819,10716,5819,1071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719,5808l10716,5808,10716,5819,10719,5819,10722,5817,10722,5811,1071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614,5808l10611,5808,10609,5811,10609,5817,10611,5819,10614,5819,1061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637,5808l10614,5808,10614,5819,10637,5819,1063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640,5808l10637,5808,10637,5819,10640,5819,10643,5817,10643,5811,1064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535,5808l10532,5808,10530,5811,10530,5817,10532,5819,10535,5819,1053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558,5808l10535,5808,10535,5819,10558,5819,1055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561,5808l10558,5808,10558,5819,10561,5819,10564,5817,10564,5811,1056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56,5808l10453,5808,10451,5811,10451,5817,10453,5819,10456,5819,1045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79,5808l10456,5808,10456,5819,10479,5819,1047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82,5808l10479,5808,10479,5819,10482,5819,10485,5817,10485,5811,1048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377,5808l10374,5808,10372,5811,10372,5817,10374,5819,10377,5819,1037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00,5808l10377,5808,10377,5819,10400,5819,1040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403,5808l10400,5808,10400,5819,10403,5819,10406,5817,10406,5811,1040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298,5808l10295,5808,10293,5811,10293,5817,10295,5819,10298,5819,1029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321,5808l10298,5808,10298,5819,10321,5819,1032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324,5808l10321,5808,10321,5819,10324,5819,10326,5817,10326,5811,1032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219,5808l10216,5808,10214,5811,10214,5817,10216,5819,10219,5819,1021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242,5808l10219,5808,10219,5819,10242,5819,1024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245,5808l10242,5808,10242,5819,10245,5819,10247,5817,10247,5811,1024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140,5808l10137,5808,10135,5811,10135,5817,10137,5819,10140,5819,1014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163,5808l10140,5808,10140,5819,10163,5819,1016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166,5808l10163,5808,10163,5819,10166,5819,10168,5817,10168,5811,1016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61,5808l10058,5808,10055,5811,10055,5817,10058,5819,10061,5819,1006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84,5808l10061,5808,10061,5819,10084,5819,1008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87,5808l10084,5808,10084,5819,10087,5819,10089,5817,10089,5811,1008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982,5808l9979,5808,9976,5811,9976,5817,9979,5819,9982,5819,998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05,5808l9982,5808,9982,5819,10005,5819,1000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10008,5808l10005,5808,10005,5819,10008,5819,10010,5817,10010,5811,1000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903,5808l9900,5808,9897,5811,9897,5817,9900,5819,9903,5819,990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926,5808l9903,5808,9903,5819,9926,5819,992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929,5808l9926,5808,9926,5819,9929,5819,9931,5817,9931,5811,992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824,5808l9821,5808,9818,5811,9818,5817,9821,5819,9824,5819,982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847,5808l9824,5808,9824,5819,9847,5819,984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850,5808l9847,5808,9847,5819,9850,5819,9852,5817,9852,5811,985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745,5808l9742,5808,9739,5811,9739,5817,9742,5819,9745,5819,974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768,5808l9745,5808,9745,5819,9768,5819,976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771,5808l9768,5808,9768,5819,9771,5819,9773,5817,9773,5811,977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66,5808l9663,5808,9660,5811,9660,5817,9663,5819,9666,5819,966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89,5808l9666,5808,9666,5819,9689,5819,968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92,5808l9689,5808,9689,5819,9692,5819,9694,5817,9694,5811,969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587,5808l9584,5808,9581,5811,9581,5817,9584,5819,9587,5819,958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10,5808l9587,5808,9587,5819,9610,5819,961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613,5808l9610,5808,9610,5819,9613,5819,9615,5817,9615,5811,961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508,5808l9505,5808,9502,5811,9502,5817,9505,5819,9508,5819,950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531,5808l9508,5808,9508,5819,9531,5819,953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534,5808l9531,5808,9531,5819,9534,5819,9536,5817,9536,5811,953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429,5808l9426,5808,9423,5811,9423,5817,9426,5819,9429,5819,942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451,5808l9429,5808,9429,5819,9451,5819,945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455,5808l9451,5808,9451,5819,9455,5819,9457,5817,9457,5811,945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350,5808l9347,5808,9344,5811,9344,5817,9347,5819,9350,5819,935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372,5808l9350,5808,9350,5819,9372,5819,937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376,5808l9372,5808,9372,5819,9376,5819,9378,5817,9378,5811,937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71,5808l9268,5808,9265,5811,9265,5817,9268,5819,9271,5819,927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93,5808l9271,5808,9271,5819,9293,5819,929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97,5808l9293,5808,9293,5819,9297,5819,9299,5817,9299,5811,929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192,5808l9189,5808,9186,5811,9186,5817,9189,5819,9192,5819,919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14,5808l9192,5808,9192,5819,9214,5819,921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218,5808l9214,5808,9214,5819,9218,5819,9220,5817,9220,5811,921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113,5808l9110,5808,9107,5811,9107,5817,9110,5819,9113,5819,911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135,5808l9113,5808,9113,5819,9135,5819,913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138,5808l9135,5808,9135,5819,9138,5819,9141,5817,9141,5811,913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034,5808l9031,5808,9028,5811,9028,5817,9031,5819,9034,5819,903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056,5808l9034,5808,9034,5819,9056,5819,905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9059,5808l9056,5808,9056,5819,9059,5819,9062,5817,9062,5811,905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955,5808l8952,5808,8949,5811,8949,5817,8952,5819,8955,5819,895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977,5808l8955,5808,8955,5819,8977,5819,897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980,5808l8977,5808,8977,5819,8980,5819,8983,5817,8983,5811,898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876,5808l8873,5808,8870,5811,8870,5817,8873,5819,8876,5819,887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898,5808l8876,5808,8876,5819,8898,5819,889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901,5808l8898,5808,8898,5819,8901,5819,8904,5817,8904,5811,890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797,5808l8794,5808,8791,5811,8791,5817,8794,5819,8797,5819,879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819,5808l8797,5808,8797,5819,8819,5819,881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822,5808l8819,5808,8819,5819,8822,5819,8825,5817,8825,5811,882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718,5808l8715,5808,8712,5811,8712,5817,8715,5819,8718,5819,871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740,5808l8718,5808,8718,5819,8740,5819,874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743,5808l8740,5808,8740,5819,8743,5819,8746,5817,8746,5811,874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639,5808l8635,5808,8633,5811,8633,5817,8635,5819,8639,5819,863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661,5808l8639,5808,8639,5819,8661,5819,866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664,5808l8661,5808,8661,5819,8664,5819,8667,5817,8667,5811,866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60,5808l8556,5808,8554,5811,8554,5817,8556,5819,8560,5819,856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82,5808l8560,5808,8560,5819,8582,5819,858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85,5808l8582,5808,8582,5819,8585,5819,8588,5817,8588,5811,858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481,5808l8477,5808,8475,5811,8475,5817,8477,5819,8481,5819,848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03,5808l8481,5808,8481,5819,8503,5819,850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506,5808l8503,5808,8503,5819,8506,5819,8509,5817,8509,5811,850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402,5808l8398,5808,8396,5811,8396,5817,8398,5819,8402,5819,840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424,5808l8402,5808,8402,5819,8424,5819,842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427,5808l8424,5808,8424,5819,8427,5819,8430,5817,8430,5811,842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322,5808l8319,5808,8317,5811,8317,5817,8319,5819,8322,5819,832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345,5808l8322,5808,8322,5819,8345,5819,834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348,5808l8345,5808,8345,5819,8348,5819,8351,5817,8351,5811,834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243,5808l8240,5808,8238,5811,8238,5817,8240,5819,8243,5819,824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266,5808l8243,5808,8243,5819,8266,5819,826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269,5808l8266,5808,8266,5819,8269,5819,8272,5817,8272,5811,826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64,5808l8161,5808,8159,5811,8159,5817,8161,5819,8164,5819,816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87,5808l8164,5808,8164,5819,8187,5819,818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90,5808l8187,5808,8187,5819,8190,5819,8193,5817,8193,5811,819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085,5808l8082,5808,8080,5811,8080,5817,8082,5819,8085,5819,808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08,5808l8085,5808,8085,5819,8108,5819,810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111,5808l8108,5808,8108,5819,8111,5819,8114,5817,8114,5811,811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006,5808l8003,5808,8001,5811,8001,5817,8003,5819,8006,5819,800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029,5808l8006,5808,8006,5819,8029,5819,802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8032,5808l8029,5808,8029,5819,8032,5819,8035,5817,8035,5811,803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927,5808l7924,5808,7922,5811,7922,5817,7924,5819,7927,5819,792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950,5808l7927,5808,7927,5819,7950,5819,795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953,5808l7950,5808,7950,5819,7953,5819,7956,5817,7956,5811,795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848,5808l7845,5808,7843,5811,7843,5817,7845,5819,7848,5819,784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871,5808l7848,5808,7848,5819,7871,5819,787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874,5808l7871,5808,7871,5819,7874,5819,7877,5817,7877,5811,787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69,5808l7766,5808,7764,5811,7764,5817,7766,5819,7769,5819,776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92,5808l7769,5808,7769,5819,7792,5819,779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95,5808l7792,5808,7792,5819,7795,5819,7798,5817,7798,5811,779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690,5808l7687,5808,7685,5811,7685,5817,7687,5819,7690,5819,769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13,5808l7690,5808,7690,5819,7713,5819,771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716,5808l7713,5808,7713,5819,7716,5819,7718,5817,7718,5811,771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611,5808l7608,5808,7606,5811,7606,5817,7608,5819,7611,5819,761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634,5808l7611,5808,7611,5819,7634,5819,763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637,5808l7634,5808,7634,5819,7637,5819,7639,5817,7639,5811,763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532,5808l7529,5808,7527,5811,7527,5817,7529,5819,7532,5819,753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555,5808l7532,5808,7532,5819,7555,5819,755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558,5808l7555,5808,7555,5819,7558,5819,7560,5817,7560,5811,755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453,5808l7450,5808,7447,5811,7447,5817,7450,5819,7453,5819,745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476,5808l7453,5808,7453,5819,7476,5819,747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479,5808l7476,5808,7476,5819,7479,5819,7481,5817,7481,5811,747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374,5808l7371,5808,7368,5811,7368,5817,7371,5819,7374,5819,737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397,5808l7374,5808,7374,5819,7397,5819,739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400,5808l7397,5808,7397,5819,7400,5819,7402,5817,7402,5811,740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295,5808l7292,5808,7289,5811,7289,5817,7292,5819,7295,5819,729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318,5808l7295,5808,7295,5819,7318,5819,731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321,5808l7318,5808,7318,5819,7321,5819,7323,5817,7323,5811,732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216,5808l7213,5808,7210,5811,7210,5817,7213,5819,7216,5819,721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239,5808l7216,5808,7216,5819,7239,5819,723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242,5808l7239,5808,7239,5819,7242,5819,7244,5817,7244,5811,724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137,5808l7134,5808,7131,5811,7131,5817,7134,5819,7137,5819,713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160,5808l7137,5808,7137,5819,7160,5819,716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163,5808l7160,5808,7160,5819,7163,5819,7165,5817,7165,5811,716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58,5808l7055,5808,7052,5811,7052,5817,7055,5819,7058,5819,705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81,5808l7058,5808,7058,5819,7081,5819,708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84,5808l7081,5808,7081,5819,7084,5819,7086,5817,7086,5811,708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979,5808l6976,5808,6973,5811,6973,5817,6976,5819,6979,5819,697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02,5808l6979,5808,6979,5819,7002,5819,700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7005,5808l7002,5808,7002,5819,7005,5819,7007,5817,7007,5811,700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900,5808l6897,5808,6894,5811,6894,5817,6897,5819,6900,5819,690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923,5808l6900,5808,6900,5819,6923,5819,692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926,5808l6923,5808,6923,5819,6926,5819,6928,5817,6928,5811,692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821,5808l6818,5808,6815,5811,6815,5817,6818,5819,6821,5819,682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844,5808l6821,5808,6821,5819,6844,5819,684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847,5808l6844,5808,6844,5819,6847,5819,6849,5817,6849,5811,684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742,5808l6739,5808,6736,5811,6736,5817,6739,5819,6742,5819,674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764,5808l6742,5808,6742,5819,6764,5819,676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768,5808l6764,5808,6764,5819,6768,5819,6770,5817,6770,5811,676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63,5808l6660,5808,6657,5811,6657,5817,6660,5819,6663,5819,666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85,5808l6663,5808,6663,5819,6685,5819,668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89,5808l6685,5808,6685,5819,6689,5819,6691,5817,6691,5811,668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584,5808l6581,5808,6578,5811,6578,5817,6581,5819,6584,5819,658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06,5808l6584,5808,6584,5819,6606,5819,660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610,5808l6606,5808,6606,5819,6610,5819,6612,5817,6612,5811,661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505,5808l6502,5808,6499,5811,6499,5817,6502,5819,6505,5819,650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527,5808l6505,5808,6505,5819,6527,5819,652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531,5808l6527,5808,6527,5819,6531,5819,6533,5817,6533,5811,653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426,5808l6423,5808,6420,5811,6420,5817,6423,5819,6426,5819,6426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448,5808l6426,5808,6426,5819,6448,5819,644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451,5808l6448,5808,6448,5819,6451,5819,6454,5817,6454,5811,645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347,5808l6344,5808,6341,5811,6341,5817,6344,5819,6347,5819,634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369,5808l6347,5808,6347,5819,6369,5819,636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372,5808l6369,5808,6369,5819,6372,5819,6375,5817,6375,5811,637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68,5808l6265,5808,6262,5811,6262,5817,6265,5819,6268,5819,6268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90,5808l6268,5808,6268,5819,6290,5819,6290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93,5808l6290,5808,6290,5819,6293,5819,6296,5817,6296,5811,6293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89,5808l6186,5808,6183,5811,6183,5817,6186,5819,6189,5819,6189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11,5808l6189,5808,6189,5819,6211,5819,621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214,5808l6211,5808,6211,5819,6214,5819,6217,5817,6217,5811,6214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16,5814l6116,5817,6118,5819,6121,5819,6116,5814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1,5808l6116,5814,6121,5819,612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7,5808l6121,5808,6121,5819,6132,5819,6132,5814,6127,5814,6127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35,5808l6132,5808,6132,5819,6135,5819,6138,5817,6138,5811,6135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1,5808l6118,5808,6116,5811,6116,5814,6121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32,5808l6127,5808,6127,5814,6132,5814,6132,580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797l6118,5797,6116,5799,6116,5811,6118,5808,6127,5808,6127,5799,6124,5797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717l6118,5717,6116,5719,6116,5749,6118,5751,6124,5751,6127,5749,6127,5719,6124,5717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637l6118,5637,6116,5640,6116,5669,6118,5671,6124,5671,6127,5669,6127,5640,6124,5637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557l6118,5557,6116,5560,6116,5589,6118,5591,6124,5591,6127,5589,6127,5560,6124,5557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478l6118,5478,6116,5480,6116,5509,6118,5512,6124,5512,6127,5509,6127,5480,6124,547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398l6118,5398,6116,5400,6116,5429,6118,5432,6124,5432,6127,5429,6127,5400,6124,539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318l6118,5318,6116,5321,6116,5350,6118,5352,6124,5352,6127,5350,6127,5321,6124,531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238l6118,5238,6116,5241,6116,5270,6118,5272,6124,5272,6127,5270,6127,5241,6124,523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158l6118,5158,6116,5161,6116,5190,6118,5193,6124,5193,6127,5190,6127,5161,6124,5158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5079l6118,5079,6116,5081,6116,5110,6118,5113,6124,5113,6127,5110,6127,5081,6124,507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999l6118,4999,6116,5001,6116,5030,6118,5033,6124,5033,6127,5030,6127,5001,6124,499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919l6118,4919,6116,4922,6116,4951,6118,4953,6124,4953,6127,4951,6127,4922,6124,491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839l6118,4839,6116,4842,6116,4871,6118,4873,6124,4873,6127,4871,6127,4842,6124,483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759l6118,4759,6116,4762,6116,4791,6118,4794,6124,4794,6127,4791,6127,4762,6124,4759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680l6118,4680,6116,4682,6116,4711,6118,4714,6124,4714,6127,4711,6127,4682,6124,468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600l6118,4600,6116,4602,6116,4631,6118,4634,6124,4634,6127,4631,6127,4602,6124,460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520l6118,4520,6116,4523,6116,4552,6118,4554,6124,4554,6127,4552,6127,4523,6124,452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440l6118,4440,6116,4443,6116,4472,6118,4474,6124,4474,6127,4472,6127,4443,6124,4440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361l6118,4361,6116,4363,6116,4392,6118,4395,6124,4395,6127,4392,6127,4363,6124,436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281l6118,4281,6116,4283,6116,4312,6118,4315,6124,4315,6127,4312,6127,4283,6124,428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201l6118,4201,6116,4203,6116,4233,6118,4235,6124,4235,6127,4233,6127,4203,6124,420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121l6118,4121,6116,4124,6116,4153,6118,4155,6124,4155,6127,4153,6127,4124,6124,412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4041l6118,4041,6116,4044,6116,4073,6118,4075,6124,4075,6127,4073,6127,4044,6124,4041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3962l6118,3962,6116,3964,6116,3993,6118,3996,6124,3996,6127,3993,6127,3964,6124,3962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3882l6118,3882,6116,3884,6116,3913,6118,3916,6124,3916,6127,3913,6127,3884,6124,3882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3802l6118,3802,6116,3805,6116,3834,6118,3836,6124,3836,6127,3834,6127,3805,6124,3802xe" filled="true" fillcolor="#231f20" stroked="false">
                <v:path arrowok="t"/>
                <v:fill type="solid"/>
              </v:shape>
              <v:shape style="position:absolute;left:6116;top:3654;width:5228;height:2166" coordorigin="6116,3654" coordsize="5228,2166" path="m6124,3722l6118,3722,6116,3725,6116,3754,6118,3756,6124,3756,6127,3754,6127,3725,6124,3722xe" filled="true" fillcolor="#231f20" stroked="false">
                <v:path arrowok="t"/>
                <v:fill type="solid"/>
              </v:shape>
            </v:group>
            <v:group style="position:absolute;left:6116;top:5808;width:5228;height:704" coordorigin="6116,5808" coordsize="5228,704">
              <v:shape style="position:absolute;left:6116;top:5808;width:5228;height:704" coordorigin="6116,5808" coordsize="5228,704" path="m6116,6506l6116,6509,6118,6511,6121,6511,6116,6506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1,6500l6118,6500,6116,6503,6116,6506,6121,6511,612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7,6500l6121,6500,6121,6511,6127,6506,612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7,6506l6121,6511,6124,6511,6127,6509,6127,6506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33,6500l6127,6500,6127,6509,6124,6511,6133,6511,613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36,6500l6133,6500,6133,6511,6136,6511,6138,6509,6138,6503,613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4,6489l6118,6489,6116,6491,6116,6503,6118,6500,6127,6500,6127,6491,6124,6489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89,6500l6186,6500,6183,6503,6183,6509,6186,6511,6189,6511,618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12,6500l6189,6500,6189,6511,6212,6511,621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15,6500l6212,6500,6212,6511,6215,6511,6217,6509,6217,6503,621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68,6500l6265,6500,6262,6503,6262,6509,6265,6511,6268,6511,626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91,6500l6268,6500,6268,6511,6291,6511,629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94,6500l6291,6500,6291,6511,6294,6511,6296,6509,6296,6503,629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347,6500l6344,6500,6341,6503,6341,6509,6344,6511,6347,6511,634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370,6500l6347,6500,6347,6511,6370,6511,637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373,6500l6370,6500,6370,6511,6373,6511,6375,6509,6375,6503,637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426,6500l6423,6500,6420,6503,6420,6509,6423,6511,6426,6511,642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449,6500l6426,6500,6426,6511,6449,6511,644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452,6500l6449,6500,6449,6511,6452,6511,6454,6509,6454,6503,645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505,6500l6502,6500,6499,6503,6499,6509,6502,6511,6505,6511,650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528,6500l6505,6500,6505,6511,6528,6511,652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531,6500l6528,6500,6528,6511,6531,6511,6533,6509,6533,6503,653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584,6500l6581,6500,6578,6503,6578,6509,6581,6511,6584,6511,658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07,6500l6584,6500,6584,6511,6607,6511,660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10,6500l6607,6500,6607,6511,6610,6511,6612,6509,6612,6503,661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63,6500l6660,6500,6658,6503,6658,6509,6660,6511,6663,6511,666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86,6500l6663,6500,6663,6511,6686,6511,668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89,6500l6686,6500,6686,6511,6689,6511,6691,6509,6691,6503,668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742,6500l6739,6500,6737,6503,6737,6509,6739,6511,6742,6511,674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765,6500l6742,6500,6742,6511,6765,6511,676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768,6500l6765,6500,6765,6511,6768,6511,6770,6509,6770,6503,676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821,6500l6818,6500,6816,6503,6816,6509,6818,6511,6821,6511,682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844,6500l6821,6500,6821,6511,6844,6511,684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847,6500l6844,6500,6844,6511,6847,6511,6849,6509,6849,6503,684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900,6500l6897,6500,6895,6503,6895,6509,6897,6511,6900,6511,690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923,6500l6900,6500,6900,6511,6923,6511,692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926,6500l6923,6500,6923,6511,6926,6511,6929,6509,6929,6503,692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979,6500l6976,6500,6974,6503,6974,6509,6976,6511,6979,6511,697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02,6500l6979,6500,6979,6511,7002,6511,700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05,6500l7002,6500,7002,6511,7005,6511,7008,6509,7008,6503,700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58,6500l7055,6500,7053,6503,7053,6509,7055,6511,7058,6511,705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81,6500l7058,6500,7058,6511,7081,6511,708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84,6500l7081,6500,7081,6511,7084,6511,7087,6509,7087,6503,708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137,6500l7134,6500,7132,6503,7132,6509,7134,6511,7137,6511,713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160,6500l7137,6500,7137,6511,7160,6511,716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163,6500l7160,6500,7160,6511,7163,6511,7166,6509,7166,6503,716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216,6500l7213,6500,7211,6503,7211,6509,7213,6511,7216,6511,721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239,6500l7216,6500,7216,6511,7239,6511,723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242,6500l7239,6500,7239,6511,7242,6511,7245,6509,7245,6503,724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295,6500l7292,6500,7290,6503,7290,6509,7292,6511,7295,6511,729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318,6500l7295,6500,7295,6511,7318,6511,731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321,6500l7318,6500,7318,6511,7321,6511,7324,6509,7324,6503,732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374,6500l7371,6500,7369,6503,7369,6509,7371,6511,7374,6511,737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397,6500l7374,6500,7374,6511,7397,6511,739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400,6500l7397,6500,7397,6511,7400,6511,7403,6509,7403,6503,740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453,6500l7450,6500,7448,6503,7448,6509,7450,6511,7453,6511,745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476,6500l7453,6500,7453,6511,7476,6511,747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479,6500l7476,6500,7476,6511,7479,6511,7482,6509,7482,6503,747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533,6500l7529,6500,7527,6503,7527,6509,7529,6511,7533,6511,753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555,6500l7533,6500,7533,6511,7555,6511,755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558,6500l7555,6500,7555,6511,7558,6511,7561,6509,7561,6503,755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612,6500l7608,6500,7606,6503,7606,6509,7608,6511,7612,6511,761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634,6500l7612,6500,7612,6511,7634,6511,763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637,6500l7634,6500,7634,6511,7637,6511,7640,6509,7640,6503,763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691,6500l7687,6500,7685,6503,7685,6509,7687,6511,7691,6511,769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13,6500l7691,6500,7691,6511,7713,6511,771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16,6500l7713,6500,7713,6511,7716,6511,7719,6509,7719,6503,771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70,6500l7766,6500,7764,6503,7764,6509,7766,6511,7770,6511,777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92,6500l7770,6500,7770,6511,7792,6511,779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95,6500l7792,6500,7792,6511,7795,6511,7798,6509,7798,6503,779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849,6500l7845,6500,7843,6503,7843,6509,7845,6511,7849,6511,784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871,6500l7849,6500,7849,6511,7871,6511,787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874,6500l7871,6500,7871,6511,7874,6511,7877,6509,7877,6503,787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928,6500l7925,6500,7922,6503,7922,6509,7925,6511,7928,6511,792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950,6500l7928,6500,7928,6511,7950,6511,795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953,6500l7950,6500,7950,6511,7953,6511,7956,6509,7956,6503,795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007,6500l8004,6500,8001,6503,8001,6509,8004,6511,8007,6511,800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029,6500l8007,6500,8007,6511,8029,6511,802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032,6500l8029,6500,8029,6511,8032,6511,8035,6509,8035,6503,803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086,6500l8083,6500,8080,6503,8080,6509,8083,6511,8086,6511,808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08,6500l8086,6500,8086,6511,8108,6511,810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11,6500l8108,6500,8108,6511,8111,6511,8114,6509,8114,6503,811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65,6500l8162,6500,8159,6503,8159,6509,8162,6511,8165,6511,816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87,6500l8165,6500,8165,6511,8187,6511,818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90,6500l8187,6500,8187,6511,8190,6511,8193,6509,8193,6503,819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244,6500l8241,6500,8238,6503,8238,6509,8241,6511,8244,6511,824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266,6500l8244,6500,8244,6511,8266,6511,826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269,6500l8266,6500,8266,6511,8269,6511,8272,6509,8272,6503,826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323,6500l8320,6500,8317,6503,8317,6509,8320,6511,8323,6511,832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345,6500l8323,6500,8323,6511,8345,6511,834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349,6500l8345,6500,8345,6511,8349,6511,8351,6509,8351,6503,834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402,6500l8399,6500,8396,6503,8396,6509,8399,6511,8402,6511,840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424,6500l8402,6500,8402,6511,8424,6511,842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428,6500l8424,6500,8424,6511,8428,6511,8430,6509,8430,6503,842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481,6500l8478,6500,8475,6503,8475,6509,8478,6511,8481,6511,848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03,6500l8481,6500,8481,6511,8503,6511,850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07,6500l8503,6500,8503,6511,8507,6511,8509,6509,8509,6503,850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60,6500l8557,6500,8554,6503,8554,6509,8557,6511,8560,6511,856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82,6500l8560,6500,8560,6511,8582,6511,858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86,6500l8582,6500,8582,6511,8586,6511,8588,6509,8588,6503,858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639,6500l8636,6500,8633,6503,8633,6509,8636,6511,8639,6511,863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661,6500l8639,6500,8639,6511,8661,6511,866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665,6500l8661,6500,8661,6511,8665,6511,8667,6509,8667,6503,866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718,6500l8715,6500,8712,6503,8712,6509,8715,6511,8718,6511,871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741,6500l8718,6500,8718,6511,8741,6511,874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744,6500l8741,6500,8741,6511,8744,6511,8746,6509,8746,6503,874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797,6500l8794,6500,8791,6503,8791,6509,8794,6511,8797,6511,879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820,6500l8797,6500,8797,6511,8820,6511,882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823,6500l8820,6500,8820,6511,8823,6511,8825,6509,8825,6503,882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876,6500l8873,6500,8870,6503,8870,6509,8873,6511,8876,6511,887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899,6500l8876,6500,8876,6511,8899,6511,889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902,6500l8899,6500,8899,6511,8902,6511,8904,6509,8904,6503,890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955,6500l8952,6500,8949,6503,8949,6509,8952,6511,8955,6511,895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978,6500l8955,6500,8955,6511,8978,6511,897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981,6500l8978,6500,8978,6511,8981,6511,8983,6509,8983,6503,898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034,6500l9031,6500,9028,6503,9028,6509,9031,6511,9034,6511,903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057,6500l9034,6500,9034,6511,9057,6511,905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060,6500l9057,6500,9057,6511,9060,6511,9062,6509,9062,6503,906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113,6500l9110,6500,9107,6503,9107,6509,9110,6511,9113,6511,911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136,6500l9113,6500,9113,6511,9136,6511,913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139,6500l9136,6500,9136,6511,9139,6511,9141,6509,9141,6503,913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192,6500l9189,6500,9186,6503,9186,6509,9189,6511,9192,6511,919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15,6500l9192,6500,9192,6511,9215,6511,921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18,6500l9215,6500,9215,6511,9218,6511,9220,6509,9220,6503,921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71,6500l9268,6500,9265,6503,9265,6509,9268,6511,9271,6511,927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94,6500l9271,6500,9271,6511,9294,6511,929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97,6500l9294,6500,9294,6511,9297,6511,9299,6509,9299,6503,929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350,6500l9347,6500,9345,6503,9345,6509,9347,6511,9350,6511,935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373,6500l9350,6500,9350,6511,9373,6511,937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376,6500l9373,6500,9373,6511,9376,6511,9378,6509,9378,6503,937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429,6500l9426,6500,9424,6503,9424,6509,9426,6511,9429,6511,942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452,6500l9429,6500,9429,6511,9452,6511,945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455,6500l9452,6500,9452,6511,9455,6511,9457,6509,9457,6503,945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508,6500l9505,6500,9503,6503,9503,6509,9505,6511,9508,6511,950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531,6500l9508,6500,9508,6511,9531,6511,953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534,6500l9531,6500,9531,6511,9534,6511,9536,6509,9536,6503,953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587,6500l9584,6500,9582,6503,9582,6509,9584,6511,9587,6511,958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10,6500l9587,6500,9587,6511,9610,6511,961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13,6500l9610,6500,9610,6511,9613,6511,9616,6509,9616,6503,961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66,6500l9663,6500,9661,6503,9661,6509,9663,6511,9666,6511,966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89,6500l9666,6500,9666,6511,9689,6511,968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92,6500l9689,6500,9689,6511,9692,6511,9695,6509,9695,6503,969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745,6500l9742,6500,9740,6503,9740,6509,9742,6511,9745,6511,974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768,6500l9745,6500,9745,6511,9768,6511,976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771,6500l9768,6500,9768,6511,9771,6511,9774,6509,9774,6503,977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824,6500l9821,6500,9819,6503,9819,6509,9821,6511,9824,6511,982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847,6500l9824,6500,9824,6511,9847,6511,984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850,6500l9847,6500,9847,6511,9850,6511,9853,6509,9853,6503,985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903,6500l9900,6500,9898,6503,9898,6509,9900,6511,9903,6511,990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926,6500l9903,6500,9903,6511,9926,6511,992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929,6500l9926,6500,9926,6511,9929,6511,9932,6509,9932,6503,992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982,6500l9979,6500,9977,6503,9977,6509,9979,6511,9982,6511,998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05,6500l9982,6500,9982,6511,10005,6511,1000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08,6500l10005,6500,10005,6511,10008,6511,10011,6509,10011,6503,1000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61,6500l10058,6500,10056,6503,10056,6509,10058,6511,10061,6511,1006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84,6500l10061,6500,10061,6511,10084,6511,1008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87,6500l10084,6500,10084,6511,10087,6511,10090,6509,10090,6503,1008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140,6500l10137,6500,10135,6503,10135,6509,10137,6511,10140,6511,1014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163,6500l10140,6500,10140,6511,10163,6511,1016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166,6500l10163,6500,10163,6511,10166,6511,10169,6509,10169,6503,1016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220,6500l10216,6500,10214,6503,10214,6509,10216,6511,10220,6511,1022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242,6500l10220,6500,10220,6511,10242,6511,1024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245,6500l10242,6500,10242,6511,10245,6511,10248,6509,10248,6503,1024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299,6500l10295,6500,10293,6503,10293,6509,10295,6511,10299,6511,1029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321,6500l10299,6500,10299,6511,10321,6511,1032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324,6500l10321,6500,10321,6511,10324,6511,10327,6509,10327,6503,1032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378,6500l10374,6500,10372,6503,10372,6509,10374,6511,10378,6511,1037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00,6500l10378,6500,10378,6511,10400,6511,1040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03,6500l10400,6500,10400,6511,10403,6511,10406,6509,10406,6503,1040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57,6500l10453,6500,10451,6503,10451,6509,10453,6511,10457,6511,1045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79,6500l10457,6500,10457,6511,10479,6511,1047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82,6500l10479,6500,10479,6511,10482,6511,10485,6509,10485,6503,1048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536,6500l10533,6500,10530,6503,10530,6509,10533,6511,10536,6511,1053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558,6500l10536,6500,10536,6511,10558,6511,1055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561,6500l10558,6500,10558,6511,10561,6511,10564,6509,10564,6503,1056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615,6500l10612,6500,10609,6503,10609,6509,10612,6511,10615,6511,1061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637,6500l10615,6500,10615,6511,10637,6511,1063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640,6500l10637,6500,10637,6511,10640,6511,10643,6509,10643,6503,1064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694,6500l10691,6500,10688,6503,10688,6509,10691,6511,10694,6511,1069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16,6500l10694,6500,10694,6511,10716,6511,1071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19,6500l10716,6500,10716,6511,10719,6511,10722,6509,10722,6503,1071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73,6500l10770,6500,10767,6503,10767,6509,10770,6511,10773,6511,1077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95,6500l10773,6500,10773,6511,10795,6511,1079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98,6500l10795,6500,10795,6511,10798,6511,10801,6509,10801,6503,1079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852,6500l10849,6500,10846,6503,10846,6509,10849,6511,10852,6511,1085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874,6500l10852,6500,10852,6511,10874,6511,1087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877,6500l10874,6500,10874,6511,10877,6511,10880,6509,10880,6503,1087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931,6500l10928,6500,10925,6503,10925,6509,10928,6511,10931,6511,1093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953,6500l10931,6500,10931,6511,10953,6511,1095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956,6500l10953,6500,10953,6511,10956,6511,10959,6509,10959,6503,1095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010,6500l11007,6500,11004,6503,11004,6509,11007,6511,11010,6511,1101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032,6500l11010,6500,11010,6511,11032,6511,11032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036,6500l11032,6500,11032,6511,11036,6511,11038,6509,11038,6503,1103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089,6500l11086,6500,11083,6503,11083,6509,11086,6511,11089,6511,1108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11,6500l11089,6500,11089,6511,11111,6511,1111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15,6500l11111,6500,11111,6511,11115,6511,11117,6509,11117,6503,11115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68,6500l11165,6500,11162,6503,11162,6509,11165,6511,11168,6511,11168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90,6500l11168,6500,11168,6511,11190,6511,1119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94,6500l11190,6500,11190,6511,11194,6511,11196,6509,11196,6503,11194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247,6500l11244,6500,11241,6503,11241,6509,11244,6511,11247,6511,1124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269,6500l11247,6500,11247,6511,11269,6511,11269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273,6500l11269,6500,11269,6511,11273,6511,11275,6509,11275,6503,1127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26,6500l11323,6500,11320,6503,11320,6509,11323,6511,11326,6511,11326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31,6500l11326,6500,11326,6511,11337,6511,11337,6506,11331,6506,11331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37,6500l11337,6511,11343,6506,11337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3,6506l11337,6511,11340,6511,11343,6509,11343,6506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6489l11334,6489,11331,6491,11331,6506,11337,6506,11337,6500,11343,6500,11343,6491,11340,6489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6500l11337,6500,11343,6506,11343,6503,11340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3,6500l11340,6500,11343,6503,11343,6500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6412l11334,6412,11331,6414,11331,6443,11334,6445,11340,6445,11343,6443,11343,6414,11340,6412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6335l11334,6335,11331,6338,11331,6366,11334,6368,11340,6368,11343,6366,11343,6338,11340,6335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6258l11334,6258,11331,6261,11331,6289,11334,6292,11340,6292,11343,6289,11343,6261,11340,625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6181l11334,6181,11331,6184,11331,6212,11334,6215,11340,6215,11343,6212,11343,6184,11340,6181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6105l11334,6105,11331,6107,11331,6135,11334,6138,11340,6138,11343,6135,11343,6107,11340,6105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6028l11334,6028,11331,6030,11331,6059,11334,6061,11340,6061,11343,6059,11343,6030,11340,602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5951l11334,5951,11331,5954,11331,5982,11334,5984,11340,5984,11343,5982,11343,5954,11340,5951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5874l11334,5874,11331,5877,11331,5905,11334,5908,11340,5908,11343,5905,11343,5877,11340,5874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37,5808l11331,5814,11331,5828,11334,5831,11340,5831,11343,5828,11343,5819,11337,5819,1133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26,5808l11322,5808,11320,5811,11320,5817,11322,5819,11326,5819,1132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34,5808l11326,5808,11326,5819,11331,5819,11331,5811,1133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37,5808l11337,5819,11343,5819,11343,5814,1133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37,5808l11334,5808,11331,5811,11331,5814,1133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340,5808l11337,5808,11343,5814,11343,5811,1134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247,5808l11243,5808,11241,5811,11241,5817,11243,5819,11247,5819,1124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269,5808l11247,5808,11247,5819,11269,5819,1126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272,5808l11269,5808,11269,5819,11272,5819,11275,5817,11275,5811,1127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68,5808l11164,5808,11162,5811,11162,5817,11164,5819,11168,5819,1116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90,5808l11168,5808,11168,5819,11190,5819,1119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93,5808l11190,5808,11190,5819,11193,5819,11196,5817,11196,5811,1119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089,5808l11085,5808,11083,5811,11083,5817,11085,5819,11089,5819,1108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11,5808l11089,5808,11089,5819,11111,5819,1111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114,5808l11111,5808,11111,5819,11114,5819,11117,5817,11117,5811,1111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010,5808l11006,5808,11004,5811,11004,5817,11006,5819,11010,5819,1101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032,5808l11010,5808,11010,5819,11032,5819,1103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1035,5808l11032,5808,11032,5819,11035,5819,11038,5817,11038,5811,1103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930,5808l10927,5808,10925,5811,10925,5817,10927,5819,10930,5819,1093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953,5808l10930,5808,10930,5819,10953,5819,1095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956,5808l10953,5808,10953,5819,10956,5819,10959,5817,10959,5811,1095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851,5808l10848,5808,10846,5811,10846,5817,10848,5819,10851,5819,1085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874,5808l10851,5808,10851,5819,10874,5819,1087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877,5808l10874,5808,10874,5819,10877,5819,10880,5817,10880,5811,1087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72,5808l10769,5808,10767,5811,10767,5817,10769,5819,10772,5819,1077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95,5808l10772,5808,10772,5819,10795,5819,1079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98,5808l10795,5808,10795,5819,10798,5819,10801,5817,10801,5811,1079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693,5808l10690,5808,10688,5811,10688,5817,10690,5819,10693,5819,1069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16,5808l10693,5808,10693,5819,10716,5819,1071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719,5808l10716,5808,10716,5819,10719,5819,10722,5817,10722,5811,1071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614,5808l10611,5808,10609,5811,10609,5817,10611,5819,10614,5819,1061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637,5808l10614,5808,10614,5819,10637,5819,1063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640,5808l10637,5808,10637,5819,10640,5819,10643,5817,10643,5811,1064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535,5808l10532,5808,10530,5811,10530,5817,10532,5819,10535,5819,1053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558,5808l10535,5808,10535,5819,10558,5819,1055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561,5808l10558,5808,10558,5819,10561,5819,10564,5817,10564,5811,1056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56,5808l10453,5808,10451,5811,10451,5817,10453,5819,10456,5819,1045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79,5808l10456,5808,10456,5819,10479,5819,1047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82,5808l10479,5808,10479,5819,10482,5819,10485,5817,10485,5811,1048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377,5808l10374,5808,10372,5811,10372,5817,10374,5819,10377,5819,1037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00,5808l10377,5808,10377,5819,10400,5819,1040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403,5808l10400,5808,10400,5819,10403,5819,10406,5817,10406,5811,1040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298,5808l10295,5808,10293,5811,10293,5817,10295,5819,10298,5819,1029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321,5808l10298,5808,10298,5819,10321,5819,1032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324,5808l10321,5808,10321,5819,10324,5819,10326,5817,10326,5811,1032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219,5808l10216,5808,10214,5811,10214,5817,10216,5819,10219,5819,1021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242,5808l10219,5808,10219,5819,10242,5819,1024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245,5808l10242,5808,10242,5819,10245,5819,10247,5817,10247,5811,1024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140,5808l10137,5808,10135,5811,10135,5817,10137,5819,10140,5819,1014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163,5808l10140,5808,10140,5819,10163,5819,1016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166,5808l10163,5808,10163,5819,10166,5819,10168,5817,10168,5811,1016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61,5808l10058,5808,10055,5811,10055,5817,10058,5819,10061,5819,1006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84,5808l10061,5808,10061,5819,10084,5819,1008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87,5808l10084,5808,10084,5819,10087,5819,10089,5817,10089,5811,1008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982,5808l9979,5808,9976,5811,9976,5817,9979,5819,9982,5819,998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05,5808l9982,5808,9982,5819,10005,5819,1000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10008,5808l10005,5808,10005,5819,10008,5819,10010,5817,10010,5811,1000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903,5808l9900,5808,9897,5811,9897,5817,9900,5819,9903,5819,990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926,5808l9903,5808,9903,5819,9926,5819,992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929,5808l9926,5808,9926,5819,9929,5819,9931,5817,9931,5811,992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824,5808l9821,5808,9818,5811,9818,5817,9821,5819,9824,5819,982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847,5808l9824,5808,9824,5819,9847,5819,984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850,5808l9847,5808,9847,5819,9850,5819,9852,5817,9852,5811,985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745,5808l9742,5808,9739,5811,9739,5817,9742,5819,9745,5819,974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768,5808l9745,5808,9745,5819,9768,5819,976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771,5808l9768,5808,9768,5819,9771,5819,9773,5817,9773,5811,977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66,5808l9663,5808,9660,5811,9660,5817,9663,5819,9666,5819,966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89,5808l9666,5808,9666,5819,9689,5819,968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92,5808l9689,5808,9689,5819,9692,5819,9694,5817,9694,5811,969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587,5808l9584,5808,9581,5811,9581,5817,9584,5819,9587,5819,958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10,5808l9587,5808,9587,5819,9610,5819,961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613,5808l9610,5808,9610,5819,9613,5819,9615,5817,9615,5811,961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508,5808l9505,5808,9502,5811,9502,5817,9505,5819,9508,5819,950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531,5808l9508,5808,9508,5819,9531,5819,953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534,5808l9531,5808,9531,5819,9534,5819,9536,5817,9536,5811,953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429,5808l9426,5808,9423,5811,9423,5817,9426,5819,9429,5819,942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451,5808l9429,5808,9429,5819,9451,5819,945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455,5808l9451,5808,9451,5819,9455,5819,9457,5817,9457,5811,945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350,5808l9347,5808,9344,5811,9344,5817,9347,5819,9350,5819,935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372,5808l9350,5808,9350,5819,9372,5819,937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376,5808l9372,5808,9372,5819,9376,5819,9378,5817,9378,5811,937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71,5808l9268,5808,9265,5811,9265,5817,9268,5819,9271,5819,927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93,5808l9271,5808,9271,5819,9293,5819,929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97,5808l9293,5808,9293,5819,9297,5819,9299,5817,9299,5811,929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192,5808l9189,5808,9186,5811,9186,5817,9189,5819,9192,5819,919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14,5808l9192,5808,9192,5819,9214,5819,921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218,5808l9214,5808,9214,5819,9218,5819,9220,5817,9220,5811,921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113,5808l9110,5808,9107,5811,9107,5817,9110,5819,9113,5819,911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135,5808l9113,5808,9113,5819,9135,5819,913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138,5808l9135,5808,9135,5819,9138,5819,9141,5817,9141,5811,913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034,5808l9031,5808,9028,5811,9028,5817,9031,5819,9034,5819,903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056,5808l9034,5808,9034,5819,9056,5819,905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9059,5808l9056,5808,9056,5819,9059,5819,9062,5817,9062,5811,905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955,5808l8952,5808,8949,5811,8949,5817,8952,5819,8955,5819,895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977,5808l8955,5808,8955,5819,8977,5819,897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980,5808l8977,5808,8977,5819,8980,5819,8983,5817,8983,5811,898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876,5808l8873,5808,8870,5811,8870,5817,8873,5819,8876,5819,887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898,5808l8876,5808,8876,5819,8898,5819,889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901,5808l8898,5808,8898,5819,8901,5819,8904,5817,8904,5811,890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797,5808l8794,5808,8791,5811,8791,5817,8794,5819,8797,5819,879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819,5808l8797,5808,8797,5819,8819,5819,881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822,5808l8819,5808,8819,5819,8822,5819,8825,5817,8825,5811,882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718,5808l8715,5808,8712,5811,8712,5817,8715,5819,8718,5819,871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740,5808l8718,5808,8718,5819,8740,5819,874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743,5808l8740,5808,8740,5819,8743,5819,8746,5817,8746,5811,874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639,5808l8635,5808,8633,5811,8633,5817,8635,5819,8639,5819,863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661,5808l8639,5808,8639,5819,8661,5819,866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664,5808l8661,5808,8661,5819,8664,5819,8667,5817,8667,5811,866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60,5808l8556,5808,8554,5811,8554,5817,8556,5819,8560,5819,856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82,5808l8560,5808,8560,5819,8582,5819,858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85,5808l8582,5808,8582,5819,8585,5819,8588,5817,8588,5811,858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481,5808l8477,5808,8475,5811,8475,5817,8477,5819,8481,5819,848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03,5808l8481,5808,8481,5819,8503,5819,850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506,5808l8503,5808,8503,5819,8506,5819,8509,5817,8509,5811,850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402,5808l8398,5808,8396,5811,8396,5817,8398,5819,8402,5819,840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424,5808l8402,5808,8402,5819,8424,5819,842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427,5808l8424,5808,8424,5819,8427,5819,8430,5817,8430,5811,842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322,5808l8319,5808,8317,5811,8317,5817,8319,5819,8322,5819,832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345,5808l8322,5808,8322,5819,8345,5819,834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348,5808l8345,5808,8345,5819,8348,5819,8351,5817,8351,5811,834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243,5808l8240,5808,8238,5811,8238,5817,8240,5819,8243,5819,824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266,5808l8243,5808,8243,5819,8266,5819,826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269,5808l8266,5808,8266,5819,8269,5819,8272,5817,8272,5811,826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64,5808l8161,5808,8159,5811,8159,5817,8161,5819,8164,5819,816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87,5808l8164,5808,8164,5819,8187,5819,818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90,5808l8187,5808,8187,5819,8190,5819,8193,5817,8193,5811,819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085,5808l8082,5808,8080,5811,8080,5817,8082,5819,8085,5819,808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08,5808l8085,5808,8085,5819,8108,5819,810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111,5808l8108,5808,8108,5819,8111,5819,8114,5817,8114,5811,811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006,5808l8003,5808,8001,5811,8001,5817,8003,5819,8006,5819,800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029,5808l8006,5808,8006,5819,8029,5819,802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8032,5808l8029,5808,8029,5819,8032,5819,8035,5817,8035,5811,803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927,5808l7924,5808,7922,5811,7922,5817,7924,5819,7927,5819,792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950,5808l7927,5808,7927,5819,7950,5819,795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953,5808l7950,5808,7950,5819,7953,5819,7956,5817,7956,5811,795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848,5808l7845,5808,7843,5811,7843,5817,7845,5819,7848,5819,784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871,5808l7848,5808,7848,5819,7871,5819,787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874,5808l7871,5808,7871,5819,7874,5819,7877,5817,7877,5811,787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69,5808l7766,5808,7764,5811,7764,5817,7766,5819,7769,5819,776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92,5808l7769,5808,7769,5819,7792,5819,779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95,5808l7792,5808,7792,5819,7795,5819,7798,5817,7798,5811,779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690,5808l7687,5808,7685,5811,7685,5817,7687,5819,7690,5819,769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13,5808l7690,5808,7690,5819,7713,5819,771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716,5808l7713,5808,7713,5819,7716,5819,7718,5817,7718,5811,771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611,5808l7608,5808,7606,5811,7606,5817,7608,5819,7611,5819,761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634,5808l7611,5808,7611,5819,7634,5819,763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637,5808l7634,5808,7634,5819,7637,5819,7639,5817,7639,5811,763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532,5808l7529,5808,7527,5811,7527,5817,7529,5819,7532,5819,753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555,5808l7532,5808,7532,5819,7555,5819,755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558,5808l7555,5808,7555,5819,7558,5819,7560,5817,7560,5811,755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453,5808l7450,5808,7447,5811,7447,5817,7450,5819,7453,5819,745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476,5808l7453,5808,7453,5819,7476,5819,747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479,5808l7476,5808,7476,5819,7479,5819,7481,5817,7481,5811,747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374,5808l7371,5808,7368,5811,7368,5817,7371,5819,7374,5819,737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397,5808l7374,5808,7374,5819,7397,5819,739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400,5808l7397,5808,7397,5819,7400,5819,7402,5817,7402,5811,740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295,5808l7292,5808,7289,5811,7289,5817,7292,5819,7295,5819,729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318,5808l7295,5808,7295,5819,7318,5819,731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321,5808l7318,5808,7318,5819,7321,5819,7323,5817,7323,5811,732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216,5808l7213,5808,7210,5811,7210,5817,7213,5819,7216,5819,721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239,5808l7216,5808,7216,5819,7239,5819,723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242,5808l7239,5808,7239,5819,7242,5819,7244,5817,7244,5811,724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137,5808l7134,5808,7131,5811,7131,5817,7134,5819,7137,5819,713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160,5808l7137,5808,7137,5819,7160,5819,716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163,5808l7160,5808,7160,5819,7163,5819,7165,5817,7165,5811,716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58,5808l7055,5808,7052,5811,7052,5817,7055,5819,7058,5819,705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81,5808l7058,5808,7058,5819,7081,5819,708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84,5808l7081,5808,7081,5819,7084,5819,7086,5817,7086,5811,708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979,5808l6976,5808,6973,5811,6973,5817,6976,5819,6979,5819,697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02,5808l6979,5808,6979,5819,7002,5819,700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7005,5808l7002,5808,7002,5819,7005,5819,7007,5817,7007,5811,700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900,5808l6897,5808,6894,5811,6894,5817,6897,5819,6900,5819,690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923,5808l6900,5808,6900,5819,6923,5819,692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926,5808l6923,5808,6923,5819,6926,5819,6928,5817,6928,5811,692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821,5808l6818,5808,6815,5811,6815,5817,6818,5819,6821,5819,682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844,5808l6821,5808,6821,5819,6844,5819,684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847,5808l6844,5808,6844,5819,6847,5819,6849,5817,6849,5811,684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742,5808l6739,5808,6736,5811,6736,5817,6739,5819,6742,5819,674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764,5808l6742,5808,6742,5819,6764,5819,676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768,5808l6764,5808,6764,5819,6768,5819,6770,5817,6770,5811,676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63,5808l6660,5808,6657,5811,6657,5817,6660,5819,6663,5819,666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85,5808l6663,5808,6663,5819,6685,5819,668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89,5808l6685,5808,6685,5819,6689,5819,6691,5817,6691,5811,668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584,5808l6581,5808,6578,5811,6578,5817,6581,5819,6584,5819,658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06,5808l6584,5808,6584,5819,6606,5819,660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610,5808l6606,5808,6606,5819,6610,5819,6612,5817,6612,5811,661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505,5808l6502,5808,6499,5811,6499,5817,6502,5819,6505,5819,650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527,5808l6505,5808,6505,5819,6527,5819,652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531,5808l6527,5808,6527,5819,6531,5819,6533,5817,6533,5811,653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426,5808l6423,5808,6420,5811,6420,5817,6423,5819,6426,5819,6426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448,5808l6426,5808,6426,5819,6448,5819,644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451,5808l6448,5808,6448,5819,6451,5819,6454,5817,6454,5811,645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347,5808l6344,5808,6341,5811,6341,5817,6344,5819,6347,5819,6347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369,5808l6347,5808,6347,5819,6369,5819,636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372,5808l6369,5808,6369,5819,6372,5819,6375,5817,6375,5811,637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68,5808l6265,5808,6262,5811,6262,5817,6265,5819,6268,5819,6268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90,5808l6268,5808,6268,5819,6290,5819,6290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93,5808l6290,5808,6290,5819,6293,5819,6296,5817,6296,5811,6293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89,5808l6186,5808,6183,5811,6183,5817,6186,5819,6189,5819,6189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11,5808l6189,5808,6189,5819,6211,5819,621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214,5808l6211,5808,6211,5819,6214,5819,6217,5817,6217,5811,6214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16,5817l6116,5828,6118,5831,6124,5831,6127,5828,6127,5819,6118,5819,6116,5817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16,5814l6116,5817,6118,5819,6121,5819,6116,5814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1,5808l6116,5814,6121,5819,612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32,5808l6121,5808,6121,5819,6127,5819,6127,5814,6132,5814,6132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32,5814l6127,5814,6127,5819,6132,5819,6132,5814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35,5808l6132,5808,6132,5819,6135,5819,6138,5817,6138,5811,6135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1,5808l6118,5808,6116,5811,6116,5814,6121,580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4,5874l6118,5874,6116,5877,6116,5905,6118,5908,6124,5908,6127,5905,6127,5877,6124,5874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4,5951l6118,5951,6116,5954,6116,5982,6118,5984,6124,5984,6127,5982,6127,5954,6124,5951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4,6028l6118,6028,6116,6030,6116,6059,6118,6061,6124,6061,6127,6059,6127,6030,6124,602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4,6105l6118,6105,6116,6107,6116,6135,6118,6138,6124,6138,6127,6135,6127,6107,6124,6105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4,6181l6118,6181,6116,6184,6116,6212,6118,6215,6124,6215,6127,6212,6127,6184,6124,6181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4,6258l6118,6258,6116,6261,6116,6289,6118,6292,6124,6292,6127,6289,6127,6261,6124,6258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4,6335l6118,6335,6116,6338,6116,6366,6118,6368,6124,6368,6127,6366,6127,6338,6124,6335xe" filled="true" fillcolor="#231f20" stroked="false">
                <v:path arrowok="t"/>
                <v:fill type="solid"/>
              </v:shape>
              <v:shape style="position:absolute;left:6116;top:5808;width:5228;height:704" coordorigin="6116,5808" coordsize="5228,704" path="m6124,6412l6118,6412,6116,6414,6116,6443,6118,6445,6124,6445,6127,6443,6127,6414,6124,6412xe" filled="true" fillcolor="#231f20" stroked="false">
                <v:path arrowok="t"/>
                <v:fill type="solid"/>
              </v:shape>
            </v:group>
            <v:group style="position:absolute;left:6116;top:6500;width:5228;height:839" coordorigin="6116,6500" coordsize="5228,839">
              <v:shape style="position:absolute;left:6116;top:6500;width:5228;height:839" coordorigin="6116,6500" coordsize="5228,839" path="m6116,6509l6116,6520,6118,6523,6124,6523,6127,6520,6127,6511,6118,6511,6116,6509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1,6500l6116,6506,6116,6509,6118,6511,6121,6511,612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1,6500l6121,6511,6127,6511,6127,6506,612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33,6500l6124,6500,6127,6503,6127,6511,6133,6511,613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36,6500l6133,6500,6133,6511,6136,6511,6138,6509,6138,6503,613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1,6500l6118,6500,6116,6503,6116,6506,612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6500l6121,6500,6127,6506,6127,6503,612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89,6500l6186,6500,6183,6503,6183,6509,6186,6511,6189,6511,618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12,6500l6189,6500,6189,6511,6212,6511,621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15,6500l6212,6500,6212,6511,6215,6511,6217,6509,6217,6503,621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68,6500l6265,6500,6262,6503,6262,6509,6265,6511,6268,6511,626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91,6500l6268,6500,6268,6511,6291,6511,629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94,6500l6291,6500,6291,6511,6294,6511,6296,6509,6296,6503,629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347,6500l6344,6500,6341,6503,6341,6509,6344,6511,6347,6511,634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370,6500l6347,6500,6347,6511,6370,6511,637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373,6500l6370,6500,6370,6511,6373,6511,6375,6509,6375,6503,637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426,6500l6423,6500,6420,6503,6420,6509,6423,6511,6426,6511,642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449,6500l6426,6500,6426,6511,6449,6511,644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452,6500l6449,6500,6449,6511,6452,6511,6454,6509,6454,6503,645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505,6500l6502,6500,6499,6503,6499,6509,6502,6511,6505,6511,650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528,6500l6505,6500,6505,6511,6528,6511,652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531,6500l6528,6500,6528,6511,6531,6511,6533,6509,6533,6503,653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584,6500l6581,6500,6578,6503,6578,6509,6581,6511,6584,6511,658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07,6500l6584,6500,6584,6511,6607,6511,660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10,6500l6607,6500,6607,6511,6610,6511,6612,6509,6612,6503,661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63,6500l6660,6500,6658,6503,6658,6509,6660,6511,6663,6511,666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86,6500l6663,6500,6663,6511,6686,6511,668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89,6500l6686,6500,6686,6511,6689,6511,6691,6509,6691,6503,668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742,6500l6739,6500,6737,6503,6737,6509,6739,6511,6742,6511,674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765,6500l6742,6500,6742,6511,6765,6511,676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768,6500l6765,6500,6765,6511,6768,6511,6770,6509,6770,6503,676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821,6500l6818,6500,6816,6503,6816,6509,6818,6511,6821,6511,682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844,6500l6821,6500,6821,6511,6844,6511,684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847,6500l6844,6500,6844,6511,6847,6511,6849,6509,6849,6503,684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900,6500l6897,6500,6895,6503,6895,6509,6897,6511,6900,6511,690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923,6500l6900,6500,6900,6511,6923,6511,692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926,6500l6923,6500,6923,6511,6926,6511,6929,6509,6929,6503,692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979,6500l6976,6500,6974,6503,6974,6509,6976,6511,6979,6511,697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02,6500l6979,6500,6979,6511,7002,6511,700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05,6500l7002,6500,7002,6511,7005,6511,7008,6509,7008,6503,700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58,6500l7055,6500,7053,6503,7053,6509,7055,6511,7058,6511,705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81,6500l7058,6500,7058,6511,7081,6511,708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84,6500l7081,6500,7081,6511,7084,6511,7087,6509,7087,6503,708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137,6500l7134,6500,7132,6503,7132,6509,7134,6511,7137,6511,713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160,6500l7137,6500,7137,6511,7160,6511,716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163,6500l7160,6500,7160,6511,7163,6511,7166,6509,7166,6503,716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216,6500l7213,6500,7211,6503,7211,6509,7213,6511,7216,6511,721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239,6500l7216,6500,7216,6511,7239,6511,723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242,6500l7239,6500,7239,6511,7242,6511,7245,6509,7245,6503,724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295,6500l7292,6500,7290,6503,7290,6509,7292,6511,7295,6511,729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318,6500l7295,6500,7295,6511,7318,6511,731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321,6500l7318,6500,7318,6511,7321,6511,7324,6509,7324,6503,732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374,6500l7371,6500,7369,6503,7369,6509,7371,6511,7374,6511,737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397,6500l7374,6500,7374,6511,7397,6511,739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400,6500l7397,6500,7397,6511,7400,6511,7403,6509,7403,6503,740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453,6500l7450,6500,7448,6503,7448,6509,7450,6511,7453,6511,745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476,6500l7453,6500,7453,6511,7476,6511,747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479,6500l7476,6500,7476,6511,7479,6511,7482,6509,7482,6503,747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533,6500l7529,6500,7527,6503,7527,6509,7529,6511,7533,6511,753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555,6500l7533,6500,7533,6511,7555,6511,755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558,6500l7555,6500,7555,6511,7558,6511,7561,6509,7561,6503,755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612,6500l7608,6500,7606,6503,7606,6509,7608,6511,7612,6511,761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634,6500l7612,6500,7612,6511,7634,6511,763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637,6500l7634,6500,7634,6511,7637,6511,7640,6509,7640,6503,763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691,6500l7687,6500,7685,6503,7685,6509,7687,6511,7691,6511,769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13,6500l7691,6500,7691,6511,7713,6511,771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16,6500l7713,6500,7713,6511,7716,6511,7719,6509,7719,6503,771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70,6500l7766,6500,7764,6503,7764,6509,7766,6511,7770,6511,777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92,6500l7770,6500,7770,6511,7792,6511,779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95,6500l7792,6500,7792,6511,7795,6511,7798,6509,7798,6503,779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849,6500l7845,6500,7843,6503,7843,6509,7845,6511,7849,6511,784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871,6500l7849,6500,7849,6511,7871,6511,787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874,6500l7871,6500,7871,6511,7874,6511,7877,6509,7877,6503,787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928,6500l7925,6500,7922,6503,7922,6509,7925,6511,7928,6511,792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950,6500l7928,6500,7928,6511,7950,6511,795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953,6500l7950,6500,7950,6511,7953,6511,7956,6509,7956,6503,795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007,6500l8004,6500,8001,6503,8001,6509,8004,6511,8007,6511,800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029,6500l8007,6500,8007,6511,8029,6511,802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032,6500l8029,6500,8029,6511,8032,6511,8035,6509,8035,6503,803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086,6500l8083,6500,8080,6503,8080,6509,8083,6511,8086,6511,808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08,6500l8086,6500,8086,6511,8108,6511,810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11,6500l8108,6500,8108,6511,8111,6511,8114,6509,8114,6503,811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65,6500l8162,6500,8159,6503,8159,6509,8162,6511,8165,6511,816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87,6500l8165,6500,8165,6511,8187,6511,818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90,6500l8187,6500,8187,6511,8190,6511,8193,6509,8193,6503,819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244,6500l8241,6500,8238,6503,8238,6509,8241,6511,8244,6511,824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266,6500l8244,6500,8244,6511,8266,6511,826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269,6500l8266,6500,8266,6511,8269,6511,8272,6509,8272,6503,826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323,6500l8320,6500,8317,6503,8317,6509,8320,6511,8323,6511,832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345,6500l8323,6500,8323,6511,8345,6511,834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349,6500l8345,6500,8345,6511,8349,6511,8351,6509,8351,6503,834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402,6500l8399,6500,8396,6503,8396,6509,8399,6511,8402,6511,840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424,6500l8402,6500,8402,6511,8424,6511,842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428,6500l8424,6500,8424,6511,8428,6511,8430,6509,8430,6503,842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481,6500l8478,6500,8475,6503,8475,6509,8478,6511,8481,6511,848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03,6500l8481,6500,8481,6511,8503,6511,850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07,6500l8503,6500,8503,6511,8507,6511,8509,6509,8509,6503,850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60,6500l8557,6500,8554,6503,8554,6509,8557,6511,8560,6511,856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82,6500l8560,6500,8560,6511,8582,6511,858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86,6500l8582,6500,8582,6511,8586,6511,8588,6509,8588,6503,858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639,6500l8636,6500,8633,6503,8633,6509,8636,6511,8639,6511,863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661,6500l8639,6500,8639,6511,8661,6511,866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665,6500l8661,6500,8661,6511,8665,6511,8667,6509,8667,6503,866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718,6500l8715,6500,8712,6503,8712,6509,8715,6511,8718,6511,871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741,6500l8718,6500,8718,6511,8741,6511,874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744,6500l8741,6500,8741,6511,8744,6511,8746,6509,8746,6503,874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797,6500l8794,6500,8791,6503,8791,6509,8794,6511,8797,6511,879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820,6500l8797,6500,8797,6511,8820,6511,882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823,6500l8820,6500,8820,6511,8823,6511,8825,6509,8825,6503,882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876,6500l8873,6500,8870,6503,8870,6509,8873,6511,8876,6511,887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899,6500l8876,6500,8876,6511,8899,6511,889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902,6500l8899,6500,8899,6511,8902,6511,8904,6509,8904,6503,890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955,6500l8952,6500,8949,6503,8949,6509,8952,6511,8955,6511,895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978,6500l8955,6500,8955,6511,8978,6511,897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981,6500l8978,6500,8978,6511,8981,6511,8983,6509,8983,6503,898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034,6500l9031,6500,9028,6503,9028,6509,9031,6511,9034,6511,903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057,6500l9034,6500,9034,6511,9057,6511,905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060,6500l9057,6500,9057,6511,9060,6511,9062,6509,9062,6503,906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113,6500l9110,6500,9107,6503,9107,6509,9110,6511,9113,6511,911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136,6500l9113,6500,9113,6511,9136,6511,913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139,6500l9136,6500,9136,6511,9139,6511,9141,6509,9141,6503,913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192,6500l9189,6500,9186,6503,9186,6509,9189,6511,9192,6511,919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15,6500l9192,6500,9192,6511,9215,6511,921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18,6500l9215,6500,9215,6511,9218,6511,9220,6509,9220,6503,921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71,6500l9268,6500,9265,6503,9265,6509,9268,6511,9271,6511,927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94,6500l9271,6500,9271,6511,9294,6511,929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97,6500l9294,6500,9294,6511,9297,6511,9299,6509,9299,6503,929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350,6500l9347,6500,9345,6503,9345,6509,9347,6511,9350,6511,935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373,6500l9350,6500,9350,6511,9373,6511,937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376,6500l9373,6500,9373,6511,9376,6511,9378,6509,9378,6503,937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429,6500l9426,6500,9424,6503,9424,6509,9426,6511,9429,6511,942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452,6500l9429,6500,9429,6511,9452,6511,945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455,6500l9452,6500,9452,6511,9455,6511,9457,6509,9457,6503,945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508,6500l9505,6500,9503,6503,9503,6509,9505,6511,9508,6511,950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531,6500l9508,6500,9508,6511,9531,6511,953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534,6500l9531,6500,9531,6511,9534,6511,9536,6509,9536,6503,953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587,6500l9584,6500,9582,6503,9582,6509,9584,6511,9587,6511,958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10,6500l9587,6500,9587,6511,9610,6511,961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13,6500l9610,6500,9610,6511,9613,6511,9616,6509,9616,6503,961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66,6500l9663,6500,9661,6503,9661,6509,9663,6511,9666,6511,966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89,6500l9666,6500,9666,6511,9689,6511,968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92,6500l9689,6500,9689,6511,9692,6511,9695,6509,9695,6503,969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745,6500l9742,6500,9740,6503,9740,6509,9742,6511,9745,6511,974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768,6500l9745,6500,9745,6511,9768,6511,976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771,6500l9768,6500,9768,6511,9771,6511,9774,6509,9774,6503,977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824,6500l9821,6500,9819,6503,9819,6509,9821,6511,9824,6511,982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847,6500l9824,6500,9824,6511,9847,6511,984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850,6500l9847,6500,9847,6511,9850,6511,9853,6509,9853,6503,985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903,6500l9900,6500,9898,6503,9898,6509,9900,6511,9903,6511,990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926,6500l9903,6500,9903,6511,9926,6511,992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929,6500l9926,6500,9926,6511,9929,6511,9932,6509,9932,6503,992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982,6500l9979,6500,9977,6503,9977,6509,9979,6511,9982,6511,998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05,6500l9982,6500,9982,6511,10005,6511,1000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08,6500l10005,6500,10005,6511,10008,6511,10011,6509,10011,6503,1000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61,6500l10058,6500,10056,6503,10056,6509,10058,6511,10061,6511,1006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84,6500l10061,6500,10061,6511,10084,6511,1008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87,6500l10084,6500,10084,6511,10087,6511,10090,6509,10090,6503,1008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140,6500l10137,6500,10135,6503,10135,6509,10137,6511,10140,6511,1014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163,6500l10140,6500,10140,6511,10163,6511,1016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166,6500l10163,6500,10163,6511,10166,6511,10169,6509,10169,6503,1016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220,6500l10216,6500,10214,6503,10214,6509,10216,6511,10220,6511,1022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242,6500l10220,6500,10220,6511,10242,6511,1024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245,6500l10242,6500,10242,6511,10245,6511,10248,6509,10248,6503,1024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299,6500l10295,6500,10293,6503,10293,6509,10295,6511,10299,6511,1029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321,6500l10299,6500,10299,6511,10321,6511,1032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324,6500l10321,6500,10321,6511,10324,6511,10327,6509,10327,6503,1032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378,6500l10374,6500,10372,6503,10372,6509,10374,6511,10378,6511,1037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00,6500l10378,6500,10378,6511,10400,6511,1040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03,6500l10400,6500,10400,6511,10403,6511,10406,6509,10406,6503,1040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57,6500l10453,6500,10451,6503,10451,6509,10453,6511,10457,6511,1045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79,6500l10457,6500,10457,6511,10479,6511,1047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82,6500l10479,6500,10479,6511,10482,6511,10485,6509,10485,6503,1048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536,6500l10533,6500,10530,6503,10530,6509,10533,6511,10536,6511,1053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558,6500l10536,6500,10536,6511,10558,6511,1055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561,6500l10558,6500,10558,6511,10561,6511,10564,6509,10564,6503,1056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615,6500l10612,6500,10609,6503,10609,6509,10612,6511,10615,6511,1061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637,6500l10615,6500,10615,6511,10637,6511,1063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640,6500l10637,6500,10637,6511,10640,6511,10643,6509,10643,6503,1064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694,6500l10691,6500,10688,6503,10688,6509,10691,6511,10694,6511,1069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16,6500l10694,6500,10694,6511,10716,6511,1071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19,6500l10716,6500,10716,6511,10719,6511,10722,6509,10722,6503,1071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73,6500l10770,6500,10767,6503,10767,6509,10770,6511,10773,6511,1077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95,6500l10773,6500,10773,6511,10795,6511,1079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98,6500l10795,6500,10795,6511,10798,6511,10801,6509,10801,6503,1079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852,6500l10849,6500,10846,6503,10846,6509,10849,6511,10852,6511,1085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874,6500l10852,6500,10852,6511,10874,6511,1087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877,6500l10874,6500,10874,6511,10877,6511,10880,6509,10880,6503,1087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931,6500l10928,6500,10925,6503,10925,6509,10928,6511,10931,6511,1093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953,6500l10931,6500,10931,6511,10953,6511,1095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956,6500l10953,6500,10953,6511,10956,6511,10959,6509,10959,6503,1095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010,6500l11007,6500,11004,6503,11004,6509,11007,6511,11010,6511,1101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032,6500l11010,6500,11010,6511,11032,6511,11032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036,6500l11032,6500,11032,6511,11036,6511,11038,6509,11038,6503,1103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089,6500l11086,6500,11083,6503,11083,6509,11086,6511,11089,6511,1108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11,6500l11089,6500,11089,6511,11111,6511,11111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15,6500l11111,6500,11111,6511,11115,6511,11117,6509,11117,6503,11115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68,6500l11165,6500,11162,6503,11162,6509,11165,6511,11168,6511,11168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90,6500l11168,6500,11168,6511,11190,6511,1119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94,6500l11190,6500,11190,6511,11194,6511,11196,6509,11196,6503,11194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247,6500l11244,6500,11241,6503,11241,6509,11244,6511,11247,6511,1124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269,6500l11247,6500,11247,6511,11269,6511,11269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273,6500l11269,6500,11269,6511,11273,6511,11275,6509,11275,6503,11273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37,6506l11331,6506,11331,6520,11334,6523,11340,6523,11343,6520,11343,6511,11337,6511,11337,6506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26,6500l11323,6500,11320,6503,11320,6509,11323,6511,11326,6511,11326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37,6500l11326,6500,11326,6511,11331,6511,11331,6506,11337,6506,1133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37,6500l11337,6511,11343,6506,11337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3,6506l11337,6511,11340,6511,11343,6509,11343,6506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3,6509l11340,6511,11343,6511,11343,6509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6500l11337,6500,11343,6506,11343,6503,11340,650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6565l11334,6565,11331,6568,11331,6595,11334,6598,11340,6598,11343,6595,11343,6568,11340,6565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6640l11334,6640,11331,6643,11331,6670,11334,6673,11340,6673,11343,6670,11343,6643,11340,664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6715l11334,6715,11331,6718,11331,6745,11334,6748,11340,6748,11343,6745,11343,6718,11340,6715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6790l11334,6790,11331,6793,11331,6821,11334,6823,11340,6823,11343,6821,11343,6793,11340,679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6865l11334,6865,11331,6868,11331,6896,11334,6898,11340,6898,11343,6896,11343,6868,11340,6865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6941l11334,6941,11331,6943,11331,6971,11334,6973,11340,6973,11343,6971,11343,6943,11340,6941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7016l11334,7016,11331,7018,11331,7046,11334,7049,11340,7049,11343,7046,11343,7018,11340,7016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7091l11334,7091,11331,7093,11331,7121,11334,7124,11340,7124,11343,7121,11343,7093,11340,7091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7166l11334,7166,11331,7169,11331,7196,11334,7199,11340,7199,11343,7196,11343,7169,11340,7166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7241l11334,7241,11331,7244,11331,7271,11334,7274,11340,7274,11343,7271,11343,7244,11340,7241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26,7328l11322,7328,11320,7330,11320,7336,11322,7339,11326,7339,1132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31,7328l11326,7328,11326,7339,11334,7339,11331,7336,1133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31,7333l11331,7336,11334,7339,11337,7339,11331,7333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0,7316l11334,7316,11331,7319,11331,7333,11337,7339,11337,7328,11343,7328,11343,7319,11340,7316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3,7328l11337,7328,11337,7339,11343,7333,1134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343,7333l11337,7339,11340,7339,11343,7336,11343,7333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247,7328l11243,7328,11241,7330,11241,7336,11243,7339,11247,7339,1124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269,7328l11247,7328,11247,7339,11269,7339,1126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272,7328l11269,7328,11269,7339,11272,7339,11275,7336,11275,7330,1127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68,7328l11164,7328,11162,7330,11162,7336,11164,7339,11168,7339,1116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90,7328l11168,7328,11168,7339,11190,7339,1119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93,7328l11190,7328,11190,7339,11193,7339,11196,7336,11196,7330,1119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089,7328l11085,7328,11083,7330,11083,7336,11085,7339,11089,7339,1108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11,7328l11089,7328,11089,7339,11111,7339,1111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114,7328l11111,7328,11111,7339,11114,7339,11117,7336,11117,7330,1111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010,7328l11006,7328,11004,7330,11004,7336,11006,7339,11010,7339,1101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032,7328l11010,7328,11010,7339,11032,7339,1103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1035,7328l11032,7328,11032,7339,11035,7339,11038,7336,11038,7330,1103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930,7328l10927,7328,10925,7330,10925,7336,10927,7339,10930,7339,1093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953,7328l10930,7328,10930,7339,10953,7339,1095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956,7328l10953,7328,10953,7339,10956,7339,10959,7336,10959,7330,1095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851,7328l10848,7328,10846,7330,10846,7336,10848,7339,10851,7339,1085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874,7328l10851,7328,10851,7339,10874,7339,1087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877,7328l10874,7328,10874,7339,10877,7339,10880,7336,10880,7330,1087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72,7328l10769,7328,10767,7330,10767,7336,10769,7339,10772,7339,1077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95,7328l10772,7328,10772,7339,10795,7339,1079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98,7328l10795,7328,10795,7339,10798,7339,10801,7336,10801,7330,1079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693,7328l10690,7328,10688,7330,10688,7336,10690,7339,10693,7339,1069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16,7328l10693,7328,10693,7339,10716,7339,1071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719,7328l10716,7328,10716,7339,10719,7339,10722,7336,10722,7330,1071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614,7328l10611,7328,10609,7330,10609,7336,10611,7339,10614,7339,1061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637,7328l10614,7328,10614,7339,10637,7339,1063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640,7328l10637,7328,10637,7339,10640,7339,10643,7336,10643,7330,1064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535,7328l10532,7328,10530,7330,10530,7336,10532,7339,10535,7339,1053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558,7328l10535,7328,10535,7339,10558,7339,1055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561,7328l10558,7328,10558,7339,10561,7339,10564,7336,10564,7330,1056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56,7328l10453,7328,10451,7330,10451,7336,10453,7339,10456,7339,1045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79,7328l10456,7328,10456,7339,10479,7339,1047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82,7328l10479,7328,10479,7339,10482,7339,10485,7336,10485,7330,1048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377,7328l10374,7328,10372,7330,10372,7336,10374,7339,10377,7339,1037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00,7328l10377,7328,10377,7339,10400,7339,1040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403,7328l10400,7328,10400,7339,10403,7339,10406,7336,10406,7330,1040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298,7328l10295,7328,10293,7330,10293,7336,10295,7339,10298,7339,1029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321,7328l10298,7328,10298,7339,10321,7339,1032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324,7328l10321,7328,10321,7339,10324,7339,10326,7336,10326,7330,1032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219,7328l10216,7328,10214,7330,10214,7336,10216,7339,10219,7339,1021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242,7328l10219,7328,10219,7339,10242,7339,1024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245,7328l10242,7328,10242,7339,10245,7339,10247,7336,10247,7330,1024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140,7328l10137,7328,10135,7330,10135,7336,10137,7339,10140,7339,1014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163,7328l10140,7328,10140,7339,10163,7339,1016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166,7328l10163,7328,10163,7339,10166,7339,10168,7336,10168,7330,1016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61,7328l10058,7328,10055,7330,10055,7336,10058,7339,10061,7339,1006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84,7328l10061,7328,10061,7339,10084,7339,1008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87,7328l10084,7328,10084,7339,10087,7339,10089,7336,10089,7330,1008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982,7328l9979,7328,9976,7330,9976,7336,9979,7339,9982,7339,998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05,7328l9982,7328,9982,7339,10005,7339,1000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10008,7328l10005,7328,10005,7339,10008,7339,10010,7336,10010,7330,1000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903,7328l9900,7328,9897,7330,9897,7336,9900,7339,9903,7339,990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926,7328l9903,7328,9903,7339,9926,7339,992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929,7328l9926,7328,9926,7339,9929,7339,9931,7336,9931,7330,992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824,7328l9821,7328,9818,7330,9818,7336,9821,7339,9824,7339,982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847,7328l9824,7328,9824,7339,9847,7339,984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850,7328l9847,7328,9847,7339,9850,7339,9852,7336,9852,7330,985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745,7328l9742,7328,9739,7330,9739,7336,9742,7339,9745,7339,974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768,7328l9745,7328,9745,7339,9768,7339,976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771,7328l9768,7328,9768,7339,9771,7339,9773,7336,9773,7330,977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66,7328l9663,7328,9660,7330,9660,7336,9663,7339,9666,7339,966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89,7328l9666,7328,9666,7339,9689,7339,968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92,7328l9689,7328,9689,7339,9692,7339,9694,7336,9694,7330,969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587,7328l9584,7328,9581,7330,9581,7336,9584,7339,9587,7339,958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10,7328l9587,7328,9587,7339,9610,7339,961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613,7328l9610,7328,9610,7339,9613,7339,9615,7336,9615,7330,961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508,7328l9505,7328,9502,7330,9502,7336,9505,7339,9508,7339,950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531,7328l9508,7328,9508,7339,9531,7339,953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534,7328l9531,7328,9531,7339,9534,7339,9536,7336,9536,7330,953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429,7328l9426,7328,9423,7330,9423,7336,9426,7339,9429,7339,942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451,7328l9429,7328,9429,7339,9451,7339,945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455,7328l9451,7328,9451,7339,9455,7339,9457,7336,9457,7330,945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350,7328l9347,7328,9344,7330,9344,7336,9347,7339,9350,7339,935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372,7328l9350,7328,9350,7339,9372,7339,937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376,7328l9372,7328,9372,7339,9376,7339,9378,7336,9378,7330,937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71,7328l9268,7328,9265,7330,9265,7336,9268,7339,9271,7339,927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93,7328l9271,7328,9271,7339,9293,7339,929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97,7328l9293,7328,9293,7339,9297,7339,9299,7336,9299,7330,929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192,7328l9189,7328,9186,7330,9186,7336,9189,7339,9192,7339,919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14,7328l9192,7328,9192,7339,9214,7339,921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218,7328l9214,7328,9214,7339,9218,7339,9220,7336,9220,7330,921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113,7328l9110,7328,9107,7330,9107,7336,9110,7339,9113,7339,911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135,7328l9113,7328,9113,7339,9135,7339,913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138,7328l9135,7328,9135,7339,9138,7339,9141,7336,9141,7330,913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034,7328l9031,7328,9028,7330,9028,7336,9031,7339,9034,7339,903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056,7328l9034,7328,9034,7339,9056,7339,905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9059,7328l9056,7328,9056,7339,9059,7339,9062,7336,9062,7330,905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955,7328l8952,7328,8949,7330,8949,7336,8952,7339,8955,7339,895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977,7328l8955,7328,8955,7339,8977,7339,897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980,7328l8977,7328,8977,7339,8980,7339,8983,7336,8983,7330,898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876,7328l8873,7328,8870,7330,8870,7336,8873,7339,8876,7339,887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898,7328l8876,7328,8876,7339,8898,7339,889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901,7328l8898,7328,8898,7339,8901,7339,8904,7336,8904,7330,890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797,7328l8794,7328,8791,7330,8791,7336,8794,7339,8797,7339,879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819,7328l8797,7328,8797,7339,8819,7339,881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822,7328l8819,7328,8819,7339,8822,7339,8825,7336,8825,7330,882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718,7328l8715,7328,8712,7330,8712,7336,8715,7339,8718,7339,871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740,7328l8718,7328,8718,7339,8740,7339,874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743,7328l8740,7328,8740,7339,8743,7339,8746,7336,8746,7330,874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639,7328l8635,7328,8633,7330,8633,7336,8635,7339,8639,7339,863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661,7328l8639,7328,8639,7339,8661,7339,866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664,7328l8661,7328,8661,7339,8664,7339,8667,7336,8667,7330,866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60,7328l8556,7328,8554,7330,8554,7336,8556,7339,8560,7339,856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82,7328l8560,7328,8560,7339,8582,7339,858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85,7328l8582,7328,8582,7339,8585,7339,8588,7336,8588,7330,858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481,7328l8477,7328,8475,7330,8475,7336,8477,7339,8481,7339,848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03,7328l8481,7328,8481,7339,8503,7339,850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506,7328l8503,7328,8503,7339,8506,7339,8509,7336,8509,7330,850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402,7328l8398,7328,8396,7330,8396,7336,8398,7339,8402,7339,840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424,7328l8402,7328,8402,7339,8424,7339,842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427,7328l8424,7328,8424,7339,8427,7339,8430,7336,8430,7330,842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322,7328l8319,7328,8317,7330,8317,7336,8319,7339,8322,7339,832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345,7328l8322,7328,8322,7339,8345,7339,834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348,7328l8345,7328,8345,7339,8348,7339,8351,7336,8351,7330,834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243,7328l8240,7328,8238,7330,8238,7336,8240,7339,8243,7339,824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266,7328l8243,7328,8243,7339,8266,7339,826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269,7328l8266,7328,8266,7339,8269,7339,8272,7336,8272,7330,826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64,7328l8161,7328,8159,7330,8159,7336,8161,7339,8164,7339,816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87,7328l8164,7328,8164,7339,8187,7339,818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90,7328l8187,7328,8187,7339,8190,7339,8193,7336,8193,7330,819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085,7328l8082,7328,8080,7330,8080,7336,8082,7339,8085,7339,808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08,7328l8085,7328,8085,7339,8108,7339,810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111,7328l8108,7328,8108,7339,8111,7339,8114,7336,8114,7330,811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006,7328l8003,7328,8001,7330,8001,7336,8003,7339,8006,7339,800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029,7328l8006,7328,8006,7339,8029,7339,802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8032,7328l8029,7328,8029,7339,8032,7339,8035,7336,8035,7330,803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927,7328l7924,7328,7922,7330,7922,7336,7924,7339,7927,7339,792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950,7328l7927,7328,7927,7339,7950,7339,795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953,7328l7950,7328,7950,7339,7953,7339,7956,7336,7956,7330,795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848,7328l7845,7328,7843,7330,7843,7336,7845,7339,7848,7339,784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871,7328l7848,7328,7848,7339,7871,7339,787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874,7328l7871,7328,7871,7339,7874,7339,7877,7336,7877,7330,787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69,7328l7766,7328,7764,7330,7764,7336,7766,7339,7769,7339,776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92,7328l7769,7328,7769,7339,7792,7339,779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95,7328l7792,7328,7792,7339,7795,7339,7798,7336,7798,7330,779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690,7328l7687,7328,7685,7330,7685,7336,7687,7339,7690,7339,769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13,7328l7690,7328,7690,7339,7713,7339,771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716,7328l7713,7328,7713,7339,7716,7339,7718,7336,7718,7330,771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611,7328l7608,7328,7606,7330,7606,7336,7608,7339,7611,7339,761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634,7328l7611,7328,7611,7339,7634,7339,763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637,7328l7634,7328,7634,7339,7637,7339,7639,7336,7639,7330,763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532,7328l7529,7328,7527,7330,7527,7336,7529,7339,7532,7339,753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555,7328l7532,7328,7532,7339,7555,7339,755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558,7328l7555,7328,7555,7339,7558,7339,7560,7336,7560,7330,755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453,7328l7450,7328,7447,7330,7447,7336,7450,7339,7453,7339,745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476,7328l7453,7328,7453,7339,7476,7339,747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479,7328l7476,7328,7476,7339,7479,7339,7481,7336,7481,7330,747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374,7328l7371,7328,7368,7330,7368,7336,7371,7339,7374,7339,737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397,7328l7374,7328,7374,7339,7397,7339,739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400,7328l7397,7328,7397,7339,7400,7339,7402,7336,7402,7330,740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295,7328l7292,7328,7289,7330,7289,7336,7292,7339,7295,7339,729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318,7328l7295,7328,7295,7339,7318,7339,731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321,7328l7318,7328,7318,7339,7321,7339,7323,7336,7323,7330,732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216,7328l7213,7328,7210,7330,7210,7336,7213,7339,7216,7339,721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239,7328l7216,7328,7216,7339,7239,7339,723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242,7328l7239,7328,7239,7339,7242,7339,7244,7336,7244,7330,724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137,7328l7134,7328,7131,7330,7131,7336,7134,7339,7137,7339,713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160,7328l7137,7328,7137,7339,7160,7339,716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163,7328l7160,7328,7160,7339,7163,7339,7165,7336,7165,7330,716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58,7328l7055,7328,7052,7330,7052,7336,7055,7339,7058,7339,705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81,7328l7058,7328,7058,7339,7081,7339,708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84,7328l7081,7328,7081,7339,7084,7339,7086,7336,7086,7330,708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979,7328l6976,7328,6973,7330,6973,7336,6976,7339,6979,7339,697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02,7328l6979,7328,6979,7339,7002,7339,700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7005,7328l7002,7328,7002,7339,7005,7339,7007,7336,7007,7330,700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900,7328l6897,7328,6894,7330,6894,7336,6897,7339,6900,7339,690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923,7328l6900,7328,6900,7339,6923,7339,692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926,7328l6923,7328,6923,7339,6926,7339,6928,7336,6928,7330,692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821,7328l6818,7328,6815,7330,6815,7336,6818,7339,6821,7339,682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844,7328l6821,7328,6821,7339,6844,7339,684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847,7328l6844,7328,6844,7339,6847,7339,6849,7336,6849,7330,684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742,7328l6739,7328,6736,7330,6736,7336,6739,7339,6742,7339,674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764,7328l6742,7328,6742,7339,6764,7339,676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768,7328l6764,7328,6764,7339,6768,7339,6770,7336,6770,7330,676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63,7328l6660,7328,6657,7330,6657,7336,6660,7339,6663,7339,666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85,7328l6663,7328,6663,7339,6685,7339,668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89,7328l6685,7328,6685,7339,6689,7339,6691,7336,6691,7330,668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584,7328l6581,7328,6578,7330,6578,7336,6581,7339,6584,7339,658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06,7328l6584,7328,6584,7339,6606,7339,660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610,7328l6606,7328,6606,7339,6610,7339,6612,7336,6612,7330,661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505,7328l6502,7328,6499,7330,6499,7336,6502,7339,6505,7339,650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527,7328l6505,7328,6505,7339,6527,7339,652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531,7328l6527,7328,6527,7339,6531,7339,6533,7336,6533,7330,653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426,7328l6423,7328,6420,7330,6420,7336,6423,7339,6426,7339,6426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448,7328l6426,7328,6426,7339,6448,7339,644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451,7328l6448,7328,6448,7339,6451,7339,6454,7336,6454,7330,645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347,7328l6344,7328,6341,7330,6341,7336,6344,7339,6347,7339,634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369,7328l6347,7328,6347,7339,6369,7339,636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372,7328l6369,7328,6369,7339,6372,7339,6375,7336,6375,7330,637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68,7328l6265,7328,6262,7330,6262,7336,6265,7339,6268,7339,6268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90,7328l6268,7328,6268,7339,6290,7339,6290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93,7328l6290,7328,6290,7339,6293,7339,6296,7336,6296,7330,6293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89,7328l6186,7328,6183,7330,6183,7336,6186,7339,6189,7339,6189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11,7328l6189,7328,6189,7339,6211,7339,621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214,7328l6211,7328,6211,7339,6214,7339,6217,7336,6217,7330,6214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16,7333l6116,7336,6118,7339,6121,7339,6116,7333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1,7328l6116,7333,6121,7339,612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7,7328l6121,7328,6121,7339,6132,7339,6132,7333,6127,7333,6127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35,7328l6132,7328,6132,7339,6135,7339,6138,7336,6138,7330,6135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1,7328l6118,7328,6116,7330,6116,7333,6121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32,7328l6127,7328,6127,7333,6132,7333,6132,7328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7316l6118,7316,6116,7319,6116,7330,6118,7328,6127,7328,6127,7319,6124,7316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7241l6118,7241,6116,7244,6116,7271,6118,7274,6124,7274,6127,7271,6127,7244,6124,7241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7166l6118,7166,6116,7169,6116,7196,6118,7199,6124,7199,6127,7196,6127,7169,6124,7166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7091l6118,7091,6116,7093,6116,7121,6118,7124,6124,7124,6127,7121,6127,7093,6124,7091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7016l6118,7016,6116,7018,6116,7046,6118,7049,6124,7049,6127,7046,6127,7018,6124,7016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6941l6118,6941,6116,6943,6116,6971,6118,6973,6124,6973,6127,6971,6127,6943,6124,6941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6866l6118,6866,6116,6868,6116,6896,6118,6898,6124,6898,6127,6896,6127,6868,6124,6866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6790l6118,6790,6116,6793,6116,6821,6118,6823,6124,6823,6127,6821,6127,6793,6124,679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6715l6118,6715,6116,6718,6116,6746,6118,6748,6124,6748,6127,6746,6127,6718,6124,6715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6640l6118,6640,6116,6643,6116,6670,6118,6673,6124,6673,6127,6670,6127,6643,6124,6640xe" filled="true" fillcolor="#231f20" stroked="false">
                <v:path arrowok="t"/>
                <v:fill type="solid"/>
              </v:shape>
              <v:shape style="position:absolute;left:6116;top:6500;width:5228;height:839" coordorigin="6116,6500" coordsize="5228,839" path="m6124,6565l6118,6565,6116,6568,6116,6595,6118,6598,6124,6598,6127,6595,6127,6568,6124,6565xe" filled="true" fillcolor="#231f20" stroked="false">
                <v:path arrowok="t"/>
                <v:fill type="solid"/>
              </v:shape>
            </v:group>
            <v:group style="position:absolute;left:6116;top:7329;width:5228;height:4812" coordorigin="6116,7329" coordsize="5228,4812">
              <v:shape style="position:absolute;left:6116;top:7329;width:5228;height:4812" coordorigin="6116,7329" coordsize="5228,4812" path="m6116,7338l6116,7350,6118,7352,6124,7352,6127,7350,6127,7341,6118,7341,6116,733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1,7329l6116,7335,6116,7338,6118,7341,6121,7341,612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1,7329l6121,7341,6127,7341,6127,7335,612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33,7329l6124,7329,6127,7332,6127,7341,6133,7341,613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36,7329l6133,7329,6133,7341,6136,7341,6138,7338,6138,7332,613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1,7329l6118,7329,6116,7332,6116,7335,612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7329l6121,7329,6127,7335,6127,7332,612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89,7329l6186,7329,6183,7332,6183,7338,6186,7341,6189,7341,618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12,7329l6189,7329,6189,7341,6212,7341,621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15,7329l6212,7329,6212,7341,6215,7341,6217,7338,6217,7332,621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68,7329l6265,7329,6262,7332,6262,7338,6265,7341,6268,7341,626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91,7329l6268,7329,6268,7341,6291,7341,629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94,7329l6291,7329,6291,7341,6294,7341,6296,7338,6296,7332,629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347,7329l6344,7329,6341,7332,6341,7338,6344,7341,6347,7341,634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370,7329l6347,7329,6347,7341,6370,7341,637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373,7329l6370,7329,6370,7341,6373,7341,6375,7338,6375,7332,637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426,7329l6423,7329,6420,7332,6420,7338,6423,7341,6426,7341,642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449,7329l6426,7329,6426,7341,6449,7341,644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452,7329l6449,7329,6449,7341,6452,7341,6454,7338,6454,7332,645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505,7329l6502,7329,6499,7332,6499,7338,6502,7341,6505,7341,650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528,7329l6505,7329,6505,7341,6528,7341,652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531,7329l6528,7329,6528,7341,6531,7341,6533,7338,6533,7332,653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584,7329l6581,7329,6578,7332,6578,7338,6581,7341,6584,7341,658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07,7329l6584,7329,6584,7341,6607,7341,660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10,7329l6607,7329,6607,7341,6610,7341,6612,7338,6612,7332,661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63,7329l6660,7329,6658,7332,6658,7338,6660,7341,6663,7341,666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86,7329l6663,7329,6663,7341,6686,7341,668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89,7329l6686,7329,6686,7341,6689,7341,6691,7338,6691,7332,668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742,7329l6739,7329,6737,7332,6737,7338,6739,7341,6742,7341,674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765,7329l6742,7329,6742,7341,6765,7341,676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768,7329l6765,7329,6765,7341,6768,7341,6770,7338,6770,7332,676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821,7329l6818,7329,6816,7332,6816,7338,6818,7341,6821,7341,682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844,7329l6821,7329,6821,7341,6844,7341,684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847,7329l6844,7329,6844,7341,6847,7341,6849,7338,6849,7332,684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900,7329l6897,7329,6895,7332,6895,7338,6897,7341,6900,7341,690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923,7329l6900,7329,6900,7341,6923,7341,692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926,7329l6923,7329,6923,7341,6926,7341,6929,7338,6929,7332,692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979,7329l6976,7329,6974,7332,6974,7338,6976,7341,6979,7341,697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02,7329l6979,7329,6979,7341,7002,7341,700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05,7329l7002,7329,7002,7341,7005,7341,7008,7338,7008,7332,700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58,7329l7055,7329,7053,7332,7053,7338,7055,7341,7058,7341,705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81,7329l7058,7329,7058,7341,7081,7341,708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84,7329l7081,7329,7081,7341,7084,7341,7087,7338,7087,7332,708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137,7329l7134,7329,7132,7332,7132,7338,7134,7341,7137,7341,713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160,7329l7137,7329,7137,7341,7160,7341,716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163,7329l7160,7329,7160,7341,7163,7341,7166,7338,7166,7332,716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216,7329l7213,7329,7211,7332,7211,7338,7213,7341,7216,7341,721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239,7329l7216,7329,7216,7341,7239,7341,723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242,7329l7239,7329,7239,7341,7242,7341,7245,7338,7245,7332,724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295,7329l7292,7329,7290,7332,7290,7338,7292,7341,7295,7341,729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318,7329l7295,7329,7295,7341,7318,7341,731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321,7329l7318,7329,7318,7341,7321,7341,7324,7338,7324,7332,732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374,7329l7371,7329,7369,7332,7369,7338,7371,7341,7374,7341,737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397,7329l7374,7329,7374,7341,7397,7341,739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400,7329l7397,7329,7397,7341,7400,7341,7403,7338,7403,7332,740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453,7329l7450,7329,7448,7332,7448,7338,7450,7341,7453,7341,745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476,7329l7453,7329,7453,7341,7476,7341,747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479,7329l7476,7329,7476,7341,7479,7341,7482,7338,7482,7332,747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533,7329l7529,7329,7527,7332,7527,7338,7529,7341,7533,7341,753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555,7329l7533,7329,7533,7341,7555,7341,755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558,7329l7555,7329,7555,7341,7558,7341,7561,7338,7561,7332,755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612,7329l7608,7329,7606,7332,7606,7338,7608,7341,7612,7341,761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634,7329l7612,7329,7612,7341,7634,7341,763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637,7329l7634,7329,7634,7341,7637,7341,7640,7338,7640,7332,763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691,7329l7687,7329,7685,7332,7685,7338,7687,7341,7691,7341,769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13,7329l7691,7329,7691,7341,7713,7341,771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16,7329l7713,7329,7713,7341,7716,7341,7719,7338,7719,7332,771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70,7329l7766,7329,7764,7332,7764,7338,7766,7341,7770,7341,777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92,7329l7770,7329,7770,7341,7792,7341,779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95,7329l7792,7329,7792,7341,7795,7341,7798,7338,7798,7332,779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849,7329l7845,7329,7843,7332,7843,7338,7845,7341,7849,7341,784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871,7329l7849,7329,7849,7341,7871,7341,787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874,7329l7871,7329,7871,7341,7874,7341,7877,7338,7877,7332,787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928,7329l7925,7329,7922,7332,7922,7338,7925,7341,7928,7341,792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950,7329l7928,7329,7928,7341,7950,7341,795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953,7329l7950,7329,7950,7341,7953,7341,7956,7338,7956,7332,795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007,7329l8004,7329,8001,7332,8001,7338,8004,7341,8007,7341,800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029,7329l8007,7329,8007,7341,8029,7341,802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032,7329l8029,7329,8029,7341,8032,7341,8035,7338,8035,7332,803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086,7329l8083,7329,8080,7332,8080,7338,8083,7341,8086,7341,808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08,7329l8086,7329,8086,7341,8108,7341,810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11,7329l8108,7329,8108,7341,8111,7341,8114,7338,8114,7332,811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65,7329l8162,7329,8159,7332,8159,7338,8162,7341,8165,7341,816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87,7329l8165,7329,8165,7341,8187,7341,818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90,7329l8187,7329,8187,7341,8190,7341,8193,7338,8193,7332,819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244,7329l8241,7329,8238,7332,8238,7338,8241,7341,8244,7341,824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266,7329l8244,7329,8244,7341,8266,7341,826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269,7329l8266,7329,8266,7341,8269,7341,8272,7338,8272,7332,826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323,7329l8320,7329,8317,7332,8317,7338,8320,7341,8323,7341,832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345,7329l8323,7329,8323,7341,8345,7341,834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349,7329l8345,7329,8345,7341,8349,7341,8351,7338,8351,7332,834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402,7329l8399,7329,8396,7332,8396,7338,8399,7341,8402,7341,840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424,7329l8402,7329,8402,7341,8424,7341,842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428,7329l8424,7329,8424,7341,8428,7341,8430,7338,8430,7332,842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481,7329l8478,7329,8475,7332,8475,7338,8478,7341,8481,7341,848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03,7329l8481,7329,8481,7341,8503,7341,850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07,7329l8503,7329,8503,7341,8507,7341,8509,7338,8509,7332,850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60,7329l8557,7329,8554,7332,8554,7338,8557,7341,8560,7341,856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82,7329l8560,7329,8560,7341,8582,7341,858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86,7329l8582,7329,8582,7341,8586,7341,8588,7338,8588,7332,858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639,7329l8636,7329,8633,7332,8633,7338,8636,7341,8639,7341,863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661,7329l8639,7329,8639,7341,8661,7341,866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665,7329l8661,7329,8661,7341,8665,7341,8667,7338,8667,7332,866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718,7329l8715,7329,8712,7332,8712,7338,8715,7341,8718,7341,871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741,7329l8718,7329,8718,7341,8741,7341,874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744,7329l8741,7329,8741,7341,8744,7341,8746,7338,8746,7332,874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797,7329l8794,7329,8791,7332,8791,7338,8794,7341,8797,7341,879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820,7329l8797,7329,8797,7341,8820,7341,882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823,7329l8820,7329,8820,7341,8823,7341,8825,7338,8825,7332,882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876,7329l8873,7329,8870,7332,8870,7338,8873,7341,8876,7341,887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899,7329l8876,7329,8876,7341,8899,7341,889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902,7329l8899,7329,8899,7341,8902,7341,8904,7338,8904,7332,890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955,7329l8952,7329,8949,7332,8949,7338,8952,7341,8955,7341,895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978,7329l8955,7329,8955,7341,8978,7341,897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981,7329l8978,7329,8978,7341,8981,7341,8983,7338,8983,7332,898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034,7329l9031,7329,9028,7332,9028,7338,9031,7341,9034,7341,903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057,7329l9034,7329,9034,7341,9057,7341,905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060,7329l9057,7329,9057,7341,9060,7341,9062,7338,9062,7332,906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113,7329l9110,7329,9107,7332,9107,7338,9110,7341,9113,7341,911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136,7329l9113,7329,9113,7341,9136,7341,913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139,7329l9136,7329,9136,7341,9139,7341,9141,7338,9141,7332,913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192,7329l9189,7329,9186,7332,9186,7338,9189,7341,9192,7341,919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15,7329l9192,7329,9192,7341,9215,7341,921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18,7329l9215,7329,9215,7341,9218,7341,9220,7338,9220,7332,921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71,7329l9268,7329,9265,7332,9265,7338,9268,7341,9271,7341,927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94,7329l9271,7329,9271,7341,9294,7341,929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97,7329l9294,7329,9294,7341,9297,7341,9299,7338,9299,7332,929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350,7329l9347,7329,9345,7332,9345,7338,9347,7341,9350,7341,935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373,7329l9350,7329,9350,7341,9373,7341,937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376,7329l9373,7329,9373,7341,9376,7341,9378,7338,9378,7332,937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429,7329l9426,7329,9424,7332,9424,7338,9426,7341,9429,7341,942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452,7329l9429,7329,9429,7341,9452,7341,945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455,7329l9452,7329,9452,7341,9455,7341,9457,7338,9457,7332,945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508,7329l9505,7329,9503,7332,9503,7338,9505,7341,9508,7341,950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531,7329l9508,7329,9508,7341,9531,7341,953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534,7329l9531,7329,9531,7341,9534,7341,9536,7338,9536,7332,953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587,7329l9584,7329,9582,7332,9582,7338,9584,7341,9587,7341,958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10,7329l9587,7329,9587,7341,9610,7341,961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13,7329l9610,7329,9610,7341,9613,7341,9616,7338,9616,7332,961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66,7329l9663,7329,9661,7332,9661,7338,9663,7341,9666,7341,966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89,7329l9666,7329,9666,7341,9689,7341,968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92,7329l9689,7329,9689,7341,9692,7341,9695,7338,9695,7332,969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745,7329l9742,7329,9740,7332,9740,7338,9742,7341,9745,7341,974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768,7329l9745,7329,9745,7341,9768,7341,976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771,7329l9768,7329,9768,7341,9771,7341,9774,7338,9774,7332,977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824,7329l9821,7329,9819,7332,9819,7338,9821,7341,9824,7341,982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847,7329l9824,7329,9824,7341,9847,7341,984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850,7329l9847,7329,9847,7341,9850,7341,9853,7338,9853,7332,985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903,7329l9900,7329,9898,7332,9898,7338,9900,7341,9903,7341,990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926,7329l9903,7329,9903,7341,9926,7341,992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929,7329l9926,7329,9926,7341,9929,7341,9932,7338,9932,7332,992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982,7329l9979,7329,9977,7332,9977,7338,9979,7341,9982,7341,998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05,7329l9982,7329,9982,7341,10005,7341,1000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08,7329l10005,7329,10005,7341,10008,7341,10011,7338,10011,7332,1000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61,7329l10058,7329,10056,7332,10056,7338,10058,7341,10061,7341,1006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84,7329l10061,7329,10061,7341,10084,7341,1008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87,7329l10084,7329,10084,7341,10087,7341,10090,7338,10090,7332,1008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140,7329l10137,7329,10135,7332,10135,7338,10137,7341,10140,7341,1014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163,7329l10140,7329,10140,7341,10163,7341,1016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166,7329l10163,7329,10163,7341,10166,7341,10169,7338,10169,7332,1016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220,7329l10216,7329,10214,7332,10214,7338,10216,7341,10220,7341,1022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242,7329l10220,7329,10220,7341,10242,7341,1024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245,7329l10242,7329,10242,7341,10245,7341,10248,7338,10248,7332,1024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299,7329l10295,7329,10293,7332,10293,7338,10295,7341,10299,7341,1029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321,7329l10299,7329,10299,7341,10321,7341,1032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324,7329l10321,7329,10321,7341,10324,7341,10327,7338,10327,7332,1032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378,7329l10374,7329,10372,7332,10372,7338,10374,7341,10378,7341,1037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00,7329l10378,7329,10378,7341,10400,7341,1040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03,7329l10400,7329,10400,7341,10403,7341,10406,7338,10406,7332,1040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57,7329l10453,7329,10451,7332,10451,7338,10453,7341,10457,7341,1045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79,7329l10457,7329,10457,7341,10479,7341,1047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82,7329l10479,7329,10479,7341,10482,7341,10485,7338,10485,7332,1048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536,7329l10533,7329,10530,7332,10530,7338,10533,7341,10536,7341,1053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558,7329l10536,7329,10536,7341,10558,7341,1055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561,7329l10558,7329,10558,7341,10561,7341,10564,7338,10564,7332,1056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615,7329l10612,7329,10609,7332,10609,7338,10612,7341,10615,7341,1061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637,7329l10615,7329,10615,7341,10637,7341,1063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640,7329l10637,7329,10637,7341,10640,7341,10643,7338,10643,7332,1064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694,7329l10691,7329,10688,7332,10688,7338,10691,7341,10694,7341,1069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16,7329l10694,7329,10694,7341,10716,7341,1071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19,7329l10716,7329,10716,7341,10719,7341,10722,7338,10722,7332,1071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73,7329l10770,7329,10767,7332,10767,7338,10770,7341,10773,7341,1077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95,7329l10773,7329,10773,7341,10795,7341,1079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98,7329l10795,7329,10795,7341,10798,7341,10801,7338,10801,7332,1079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852,7329l10849,7329,10846,7332,10846,7338,10849,7341,10852,7341,1085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874,7329l10852,7329,10852,7341,10874,7341,1087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877,7329l10874,7329,10874,7341,10877,7341,10880,7338,10880,7332,1087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931,7329l10928,7329,10925,7332,10925,7338,10928,7341,10931,7341,1093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953,7329l10931,7329,10931,7341,10953,7341,1095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956,7329l10953,7329,10953,7341,10956,7341,10959,7338,10959,7332,1095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010,7329l11007,7329,11004,7332,11004,7338,11007,7341,11010,7341,1101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032,7329l11010,7329,11010,7341,11032,7341,11032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036,7329l11032,7329,11032,7341,11036,7341,11038,7338,11038,7332,1103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089,7329l11086,7329,11083,7332,11083,7338,11086,7341,11089,7341,1108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11,7329l11089,7329,11089,7341,11111,7341,11111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15,7329l11111,7329,11111,7341,11115,7341,11117,7338,11117,7332,11115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68,7329l11165,7329,11162,7332,11162,7338,11165,7341,11168,7341,11168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90,7329l11168,7329,11168,7341,11190,7341,1119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94,7329l11190,7329,11190,7341,11194,7341,11196,7338,11196,7332,11194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247,7329l11244,7329,11241,7332,11241,7338,11244,7341,11247,7341,1124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269,7329l11247,7329,11247,7341,11269,7341,11269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273,7329l11269,7329,11269,7341,11273,7341,11275,7338,11275,7332,11273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37,7335l11331,7335,11331,7349,11334,7352,11340,7352,11343,7349,11343,7341,11337,7341,11337,733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26,7329l11323,7329,11320,7332,11320,7338,11323,7341,11326,7341,11326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37,7329l11326,7329,11326,7341,11331,7341,11331,7335,11337,7335,1133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37,7329l11337,7341,11343,7335,11337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3,7335l11337,7341,11340,7341,11343,7338,11343,733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3,7338l11340,7341,11343,7341,11343,733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7329l11337,7329,11343,7335,11343,7332,11340,73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7397l11334,7397,11331,7399,11331,7428,11334,7431,11340,7431,11343,7428,11343,7399,11340,739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7476l11334,7476,11331,7478,11331,7507,11334,7509,11340,7509,11343,7507,11343,7478,11340,747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7554l11334,7554,11331,7557,11331,7585,11334,7588,11340,7588,11343,7585,11343,7557,11340,755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7633l11334,7633,11331,7635,11331,7664,11334,7667,11340,7667,11343,7664,11343,7635,11340,763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7712l11334,7712,11331,7714,11331,7743,11334,7745,11340,7745,11343,7743,11343,7714,11340,771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7790l11334,7790,11331,7793,11331,7822,11334,7824,11340,7824,11343,7822,11343,7793,11340,779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7869l11334,7869,11331,7871,11331,7900,11334,7903,11340,7903,11343,7900,11343,7871,11340,786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7948l11334,7948,11331,7950,11331,7979,11334,7981,11340,7981,11343,7979,11343,7950,11340,794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026l11334,8026,11331,8029,11331,8058,11334,8060,11340,8060,11343,8058,11343,8029,11340,802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105l11334,8105,11331,8107,11331,8136,11334,8139,11340,8139,11343,8136,11343,8107,11340,810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184l11334,8184,11331,8186,11331,8215,11334,8217,11340,8217,11343,8215,11343,8186,11340,818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262l11334,8262,11331,8265,11331,8294,11334,8296,11340,8296,11343,8294,11343,8265,11340,826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341l11334,8341,11331,8344,11331,8372,11334,8375,11340,8375,11343,8372,11343,8344,11340,834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420l11334,8420,11331,8422,11331,8451,11334,8453,11340,8453,11343,8451,11343,8422,11340,842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498l11334,8498,11331,8501,11331,8530,11334,8532,11340,8532,11343,8530,11343,8501,11340,849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577l11334,8577,11331,8580,11331,8608,11334,8611,11340,8611,11343,8608,11343,8580,11340,857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656l11334,8656,11331,8658,11331,8687,11334,8690,11340,8690,11343,8687,11343,8658,11340,865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734l11334,8734,11331,8737,11331,8766,11334,8768,11340,8768,11343,8766,11343,8737,11340,873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813l11334,8813,11331,8816,11331,8844,11334,8847,11340,8847,11343,8844,11343,8816,11340,881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892l11334,8892,11331,8894,11331,8923,11334,8926,11340,8926,11343,8923,11343,8894,11340,889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8970l11334,8970,11331,8973,11331,9002,11334,9004,11340,9004,11343,9002,11343,8973,11340,897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049l11334,9049,11331,9052,11331,9080,11334,9083,11340,9083,11343,9080,11343,9052,11340,904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128l11334,9128,11331,9130,11331,9159,11334,9162,11340,9162,11343,9159,11343,9130,11340,912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206l11334,9206,11331,9209,11331,9238,11334,9240,11340,9240,11343,9238,11343,9209,11340,920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285l11334,9285,11331,9288,11331,9316,11334,9319,11340,9319,11343,9316,11343,9288,11340,928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364l11334,9364,11331,9366,11331,9395,11334,9398,11340,9398,11343,9395,11343,9366,11340,936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442l11334,9442,11331,9445,11331,9474,11334,9476,11340,9476,11343,9474,11343,9445,11340,944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521l11334,9521,11331,9524,11331,9552,11334,9555,11340,9555,11343,9552,11343,9524,11340,952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600l11334,9600,11331,9602,11331,9631,11334,9634,11340,9634,11343,9631,11343,9602,11340,960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679l11334,9679,11331,9681,11331,9710,11334,9712,11340,9712,11343,9710,11343,9681,11340,967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757l11334,9757,11331,9760,11331,9788,11334,9791,11340,9791,11343,9788,11343,9760,11340,975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836l11334,9836,11331,9838,11331,9867,11334,9870,11340,9870,11343,9867,11343,9838,11340,983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915l11334,9915,11331,9917,11331,9946,11334,9948,11340,9948,11343,9946,11343,9917,11340,991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9993l11334,9993,11331,9996,11331,10025,11334,10027,11340,10027,11343,10025,11343,9996,11340,999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072l11334,10072,11331,10074,11331,10103,11334,10106,11340,10106,11343,10103,11343,10074,11340,1007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151l11334,10151,11331,10153,11331,10182,11334,10184,11340,10184,11343,10182,11343,10153,11340,1015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229l11334,10229,11331,10232,11331,10261,11334,10263,11340,10263,11343,10261,11343,10232,11340,102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308l11334,10308,11331,10310,11331,10339,11334,10342,11340,10342,11343,10339,11343,10310,11340,1030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387l11334,10387,11331,10389,11331,10418,11334,10420,11340,10420,11343,10418,11343,10389,11340,1038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465l11334,10465,11331,10468,11331,10497,11334,10499,11340,10499,11343,10497,11343,10468,11340,1046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544l11334,10544,11331,10547,11331,10575,11334,10578,11340,10578,11343,10575,11343,10547,11340,1054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623l11334,10623,11331,10625,11331,10654,11334,10656,11340,10656,11343,10654,11343,10625,11340,1062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701l11334,10701,11331,10704,11331,10733,11334,10735,11340,10735,11343,10733,11343,10704,11340,1070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780l11334,10780,11331,10783,11331,10811,11334,10814,11340,10814,11343,10811,11343,10783,11340,1078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859l11334,10859,11331,10861,11331,10890,11334,10893,11340,10893,11343,10890,11343,10861,11340,1085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0937l11334,10937,11331,10940,11331,10969,11334,10971,11340,10971,11343,10969,11343,10940,11340,1093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016l11334,11016,11331,11019,11331,11047,11334,11050,11340,11050,11343,11047,11343,11019,11340,1101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095l11334,11095,11331,11097,11331,11126,11334,11129,11340,11129,11343,11126,11343,11097,11340,1109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173l11334,11173,11331,11176,11331,11205,11334,11207,11340,11207,11343,11205,11343,11176,11340,1117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252l11334,11252,11331,11255,11331,11283,11334,11286,11340,11286,11343,11283,11343,11255,11340,1125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331l11334,11331,11331,11333,11331,11362,11334,11365,11340,11365,11343,11362,11343,11333,11340,1133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409l11334,11409,11331,11412,11331,11441,11334,11443,11340,11443,11343,11441,11343,11412,11340,1140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488l11334,11488,11331,11491,11331,11519,11334,11522,11340,11522,11343,11519,11343,11491,11340,1148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567l11334,11567,11331,11569,11331,11598,11334,11601,11340,11601,11343,11598,11343,11569,11340,1156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645l11334,11645,11331,11648,11331,11677,11334,11679,11340,11679,11343,11677,11343,11648,11340,1164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724l11334,11724,11331,11727,11331,11755,11334,11758,11340,11758,11343,11755,11343,11727,11340,1172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803l11334,11803,11331,11805,11331,11834,11334,11837,11340,11837,11343,11834,11343,11805,11340,1180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882l11334,11882,11331,11884,11331,11913,11334,11915,11340,11915,11343,11913,11343,11884,11340,1188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1960l11334,11960,11331,11963,11331,11991,11334,11994,11340,11994,11343,11991,11343,11963,11340,1196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2039l11334,12039,11331,12041,11331,12070,11334,12073,11340,12073,11343,12070,11343,12041,11340,1203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26,12129l11322,12129,11320,12132,11320,12138,11322,12140,11326,12140,1132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31,12129l11326,12129,11326,12140,11334,12140,11331,12138,1133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31,12135l11331,12138,11334,12140,11337,12140,11331,1213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0,12118l11334,12118,11331,12120,11331,12135,11337,12140,11337,12129,11343,12129,11343,12120,11340,1211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3,12129l11337,12129,11337,12140,11343,12135,1134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343,12135l11337,12140,11340,12140,11343,12138,11343,1213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247,12129l11243,12129,11241,12132,11241,12138,11243,12140,11247,12140,1124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269,12129l11247,12129,11247,12140,11269,12140,1126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272,12129l11269,12129,11269,12140,11272,12140,11275,12138,11275,12132,1127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68,12129l11164,12129,11162,12132,11162,12138,11164,12140,11168,12140,1116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90,12129l11168,12129,11168,12140,11190,12140,1119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93,12129l11190,12129,11190,12140,11193,12140,11196,12138,11196,12132,1119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089,12129l11085,12129,11083,12132,11083,12138,11085,12140,11089,12140,1108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11,12129l11089,12129,11089,12140,11111,12140,1111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114,12129l11111,12129,11111,12140,11114,12140,11117,12138,11117,12132,1111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010,12129l11006,12129,11004,12132,11004,12138,11006,12140,11010,12140,1101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032,12129l11010,12129,11010,12140,11032,12140,1103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1035,12129l11032,12129,11032,12140,11035,12140,11038,12138,11038,12132,1103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930,12129l10927,12129,10925,12132,10925,12138,10927,12140,10930,12140,1093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953,12129l10930,12129,10930,12140,10953,12140,1095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956,12129l10953,12129,10953,12140,10956,12140,10959,12138,10959,12132,1095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851,12129l10848,12129,10846,12132,10846,12138,10848,12140,10851,12140,1085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874,12129l10851,12129,10851,12140,10874,12140,1087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877,12129l10874,12129,10874,12140,10877,12140,10880,12138,10880,12132,1087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72,12129l10769,12129,10767,12132,10767,12138,10769,12140,10772,12140,1077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95,12129l10772,12129,10772,12140,10795,12140,1079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98,12129l10795,12129,10795,12140,10798,12140,10801,12138,10801,12132,1079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693,12129l10690,12129,10688,12132,10688,12138,10690,12140,10693,12140,1069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16,12129l10693,12129,10693,12140,10716,12140,1071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719,12129l10716,12129,10716,12140,10719,12140,10722,12138,10722,12132,1071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614,12129l10611,12129,10609,12132,10609,12138,10611,12140,10614,12140,1061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637,12129l10614,12129,10614,12140,10637,12140,1063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640,12129l10637,12129,10637,12140,10640,12140,10643,12138,10643,12132,1064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535,12129l10532,12129,10530,12132,10530,12138,10532,12140,10535,12140,1053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558,12129l10535,12129,10535,12140,10558,12140,1055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561,12129l10558,12129,10558,12140,10561,12140,10564,12138,10564,12132,1056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56,12129l10453,12129,10451,12132,10451,12138,10453,12140,10456,12140,1045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79,12129l10456,12129,10456,12140,10479,12140,1047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82,12129l10479,12129,10479,12140,10482,12140,10485,12138,10485,12132,1048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377,12129l10374,12129,10372,12132,10372,12138,10374,12140,10377,12140,1037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00,12129l10377,12129,10377,12140,10400,12140,1040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403,12129l10400,12129,10400,12140,10403,12140,10406,12138,10406,12132,1040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298,12129l10295,12129,10293,12132,10293,12138,10295,12140,10298,12140,1029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321,12129l10298,12129,10298,12140,10321,12140,1032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324,12129l10321,12129,10321,12140,10324,12140,10326,12138,10326,12132,1032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219,12129l10216,12129,10214,12132,10214,12138,10216,12140,10219,12140,1021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242,12129l10219,12129,10219,12140,10242,12140,1024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245,12129l10242,12129,10242,12140,10245,12140,10247,12138,10247,12132,1024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140,12129l10137,12129,10135,12132,10135,12138,10137,12140,10140,12140,1014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163,12129l10140,12129,10140,12140,10163,12140,1016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166,12129l10163,12129,10163,12140,10166,12140,10168,12138,10168,12132,1016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61,12129l10058,12129,10055,12132,10055,12138,10058,12140,10061,12140,1006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84,12129l10061,12129,10061,12140,10084,12140,1008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87,12129l10084,12129,10084,12140,10087,12140,10089,12138,10089,12132,1008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982,12129l9979,12129,9976,12132,9976,12138,9979,12140,9982,12140,998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05,12129l9982,12129,9982,12140,10005,12140,1000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10008,12129l10005,12129,10005,12140,10008,12140,10010,12138,10010,12132,1000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903,12129l9900,12129,9897,12132,9897,12138,9900,12140,9903,12140,990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926,12129l9903,12129,9903,12140,9926,12140,992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929,12129l9926,12129,9926,12140,9929,12140,9931,12138,9931,12132,992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824,12129l9821,12129,9818,12132,9818,12138,9821,12140,9824,12140,982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847,12129l9824,12129,9824,12140,9847,12140,984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850,12129l9847,12129,9847,12140,9850,12140,9852,12138,9852,12132,985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745,12129l9742,12129,9739,12132,9739,12138,9742,12140,9745,12140,974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768,12129l9745,12129,9745,12140,9768,12140,976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771,12129l9768,12129,9768,12140,9771,12140,9773,12138,9773,12132,977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66,12129l9663,12129,9660,12132,9660,12138,9663,12140,9666,12140,966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89,12129l9666,12129,9666,12140,9689,12140,968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92,12129l9689,12129,9689,12140,9692,12140,9694,12138,9694,12132,969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587,12129l9584,12129,9581,12132,9581,12138,9584,12140,9587,12140,958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10,12129l9587,12129,9587,12140,9610,12140,961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613,12129l9610,12129,9610,12140,9613,12140,9615,12138,9615,12132,961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508,12129l9505,12129,9502,12132,9502,12138,9505,12140,9508,12140,950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531,12129l9508,12129,9508,12140,9531,12140,953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534,12129l9531,12129,9531,12140,9534,12140,9536,12138,9536,12132,953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429,12129l9426,12129,9423,12132,9423,12138,9426,12140,9429,12140,942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451,12129l9429,12129,9429,12140,9451,12140,945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455,12129l9451,12129,9451,12140,9455,12140,9457,12138,9457,12132,945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350,12129l9347,12129,9344,12132,9344,12138,9347,12140,9350,12140,935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372,12129l9350,12129,9350,12140,9372,12140,937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376,12129l9372,12129,9372,12140,9376,12140,9378,12138,9378,12132,937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71,12129l9268,12129,9265,12132,9265,12138,9268,12140,9271,12140,927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93,12129l9271,12129,9271,12140,9293,12140,929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97,12129l9293,12129,9293,12140,9297,12140,9299,12138,9299,12132,929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192,12129l9189,12129,9186,12132,9186,12138,9189,12140,9192,12140,919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14,12129l9192,12129,9192,12140,9214,12140,921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218,12129l9214,12129,9214,12140,9218,12140,9220,12138,9220,12132,921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113,12129l9110,12129,9107,12132,9107,12138,9110,12140,9113,12140,911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135,12129l9113,12129,9113,12140,9135,12140,913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138,12129l9135,12129,9135,12140,9138,12140,9141,12138,9141,12132,913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034,12129l9031,12129,9028,12132,9028,12138,9031,12140,9034,12140,903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056,12129l9034,12129,9034,12140,9056,12140,905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9059,12129l9056,12129,9056,12140,9059,12140,9062,12138,9062,12132,905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955,12129l8952,12129,8949,12132,8949,12138,8952,12140,8955,12140,895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977,12129l8955,12129,8955,12140,8977,12140,897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980,12129l8977,12129,8977,12140,8980,12140,8983,12138,8983,12132,898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876,12129l8873,12129,8870,12132,8870,12138,8873,12140,8876,12140,887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898,12129l8876,12129,8876,12140,8898,12140,889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901,12129l8898,12129,8898,12140,8901,12140,8904,12138,8904,12132,890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797,12129l8794,12129,8791,12132,8791,12138,8794,12140,8797,12140,879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819,12129l8797,12129,8797,12140,8819,12140,881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822,12129l8819,12129,8819,12140,8822,12140,8825,12138,8825,12132,882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718,12129l8715,12129,8712,12132,8712,12138,8715,12140,8718,12140,871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740,12129l8718,12129,8718,12140,8740,12140,874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743,12129l8740,12129,8740,12140,8743,12140,8746,12138,8746,12132,874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639,12129l8635,12129,8633,12132,8633,12138,8635,12140,8639,12140,863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661,12129l8639,12129,8639,12140,8661,12140,866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664,12129l8661,12129,8661,12140,8664,12140,8667,12138,8667,12132,866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60,12129l8556,12129,8554,12132,8554,12138,8556,12140,8560,12140,856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82,12129l8560,12129,8560,12140,8582,12140,858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85,12129l8582,12129,8582,12140,8585,12140,8588,12138,8588,12132,858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481,12129l8477,12129,8475,12132,8475,12138,8477,12140,8481,12140,848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03,12129l8481,12129,8481,12140,8503,12140,850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506,12129l8503,12129,8503,12140,8506,12140,8509,12138,8509,12132,850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402,12129l8398,12129,8396,12132,8396,12138,8398,12140,8402,12140,840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424,12129l8402,12129,8402,12140,8424,12140,842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427,12129l8424,12129,8424,12140,8427,12140,8430,12138,8430,12132,842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322,12129l8319,12129,8317,12132,8317,12138,8319,12140,8322,12140,832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345,12129l8322,12129,8322,12140,8345,12140,834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348,12129l8345,12129,8345,12140,8348,12140,8351,12138,8351,12132,834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243,12129l8240,12129,8238,12132,8238,12138,8240,12140,8243,12140,824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266,12129l8243,12129,8243,12140,8266,12140,826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269,12129l8266,12129,8266,12140,8269,12140,8272,12138,8272,12132,826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64,12129l8161,12129,8159,12132,8159,12138,8161,12140,8164,12140,816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87,12129l8164,12129,8164,12140,8187,12140,818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90,12129l8187,12129,8187,12140,8190,12140,8193,12138,8193,12132,819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085,12129l8082,12129,8080,12132,8080,12138,8082,12140,8085,12140,808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08,12129l8085,12129,8085,12140,8108,12140,810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111,12129l8108,12129,8108,12140,8111,12140,8114,12138,8114,12132,811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006,12129l8003,12129,8001,12132,8001,12138,8003,12140,8006,12140,800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029,12129l8006,12129,8006,12140,8029,12140,802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8032,12129l8029,12129,8029,12140,8032,12140,8035,12138,8035,12132,803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927,12129l7924,12129,7922,12132,7922,12138,7924,12140,7927,12140,792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950,12129l7927,12129,7927,12140,7950,12140,795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953,12129l7950,12129,7950,12140,7953,12140,7956,12138,7956,12132,795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848,12129l7845,12129,7843,12132,7843,12138,7845,12140,7848,12140,784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871,12129l7848,12129,7848,12140,7871,12140,787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874,12129l7871,12129,7871,12140,7874,12140,7877,12138,7877,12132,787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69,12129l7766,12129,7764,12132,7764,12138,7766,12140,7769,12140,776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92,12129l7769,12129,7769,12140,7792,12140,779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95,12129l7792,12129,7792,12140,7795,12140,7798,12138,7798,12132,779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690,12129l7687,12129,7685,12132,7685,12138,7687,12140,7690,12140,769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13,12129l7690,12129,7690,12140,7713,12140,771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716,12129l7713,12129,7713,12140,7716,12140,7718,12138,7718,12132,771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611,12129l7608,12129,7606,12132,7606,12138,7608,12140,7611,12140,761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634,12129l7611,12129,7611,12140,7634,12140,763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637,12129l7634,12129,7634,12140,7637,12140,7639,12138,7639,12132,763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532,12129l7529,12129,7527,12132,7527,12138,7529,12140,7532,12140,753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555,12129l7532,12129,7532,12140,7555,12140,755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558,12129l7555,12129,7555,12140,7558,12140,7560,12138,7560,12132,755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453,12129l7450,12129,7447,12132,7447,12138,7450,12140,7453,12140,745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476,12129l7453,12129,7453,12140,7476,12140,747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479,12129l7476,12129,7476,12140,7479,12140,7481,12138,7481,12132,747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374,12129l7371,12129,7368,12132,7368,12138,7371,12140,7374,12140,737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397,12129l7374,12129,7374,12140,7397,12140,739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400,12129l7397,12129,7397,12140,7400,12140,7402,12138,7402,12132,740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295,12129l7292,12129,7289,12132,7289,12138,7292,12140,7295,12140,729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318,12129l7295,12129,7295,12140,7318,12140,731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321,12129l7318,12129,7318,12140,7321,12140,7323,12138,7323,12132,732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216,12129l7213,12129,7210,12132,7210,12138,7213,12140,7216,12140,721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239,12129l7216,12129,7216,12140,7239,12140,723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242,12129l7239,12129,7239,12140,7242,12140,7244,12138,7244,12132,724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137,12129l7134,12129,7131,12132,7131,12138,7134,12140,7137,12140,713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160,12129l7137,12129,7137,12140,7160,12140,716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163,12129l7160,12129,7160,12140,7163,12140,7165,12138,7165,12132,716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58,12129l7055,12129,7052,12132,7052,12138,7055,12140,7058,12140,705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81,12129l7058,12129,7058,12140,7081,12140,708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84,12129l7081,12129,7081,12140,7084,12140,7086,12138,7086,12132,708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979,12129l6976,12129,6973,12132,6973,12138,6976,12140,6979,12140,697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02,12129l6979,12129,6979,12140,7002,12140,700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7005,12129l7002,12129,7002,12140,7005,12140,7007,12138,7007,12132,700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900,12129l6897,12129,6894,12132,6894,12138,6897,12140,6900,12140,690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923,12129l6900,12129,6900,12140,6923,12140,692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926,12129l6923,12129,6923,12140,6926,12140,6928,12138,6928,12132,692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821,12129l6818,12129,6815,12132,6815,12138,6818,12140,6821,12140,682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844,12129l6821,12129,6821,12140,6844,12140,684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847,12129l6844,12129,6844,12140,6847,12140,6849,12138,6849,12132,684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742,12129l6739,12129,6736,12132,6736,12138,6739,12140,6742,12140,674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764,12129l6742,12129,6742,12140,6764,12140,676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768,12129l6764,12129,6764,12140,6768,12140,6770,12138,6770,12132,676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63,12129l6660,12129,6657,12132,6657,12138,6660,12140,6663,12140,666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85,12129l6663,12129,6663,12140,6685,12140,668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89,12129l6685,12129,6685,12140,6689,12140,6691,12138,6691,12132,668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584,12129l6581,12129,6578,12132,6578,12138,6581,12140,6584,12140,658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06,12129l6584,12129,6584,12140,6606,12140,660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610,12129l6606,12129,6606,12140,6610,12140,6612,12138,6612,12132,661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505,12129l6502,12129,6499,12132,6499,12138,6502,12140,6505,12140,650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527,12129l6505,12129,6505,12140,6527,12140,652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531,12129l6527,12129,6527,12140,6531,12140,6533,12138,6533,12132,653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426,12129l6423,12129,6420,12132,6420,12138,6423,12140,6426,12140,6426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448,12129l6426,12129,6426,12140,6448,12140,644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451,12129l6448,12129,6448,12140,6451,12140,6454,12138,6454,12132,645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347,12129l6344,12129,6341,12132,6341,12138,6344,12140,6347,12140,634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369,12129l6347,12129,6347,12140,6369,12140,636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372,12129l6369,12129,6369,12140,6372,12140,6375,12138,6375,12132,637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68,12129l6265,12129,6262,12132,6262,12138,6265,12140,6268,12140,6268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90,12129l6268,12129,6268,12140,6290,12140,6290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93,12129l6290,12129,6290,12140,6293,12140,6296,12138,6296,12132,6293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89,12129l6186,12129,6183,12132,6183,12138,6186,12140,6189,12140,6189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11,12129l6189,12129,6189,12140,6211,12140,621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214,12129l6211,12129,6211,12140,6214,12140,6217,12138,6217,12132,6214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16,12135l6116,12138,6118,12140,6121,12140,6116,1213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1,12129l6116,12135,6121,12140,612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7,12129l6121,12129,6121,12140,6132,12140,6132,12135,6127,12135,6127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35,12129l6132,12129,6132,12140,6135,12140,6138,12138,6138,12132,6135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1,12129l6118,12129,6116,12132,6116,12135,6121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32,12129l6127,12129,6127,12135,6132,12135,6132,121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2118l6118,12118,6116,12120,6116,12132,6118,12129,6127,12129,6127,12120,6124,1211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2039l6118,12039,6116,12042,6116,12070,6118,12073,6124,12073,6127,12070,6127,12042,6124,1203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960l6118,11960,6116,11963,6116,11992,6118,11994,6124,11994,6127,11992,6127,11963,6124,1196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882l6118,11882,6116,11884,6116,11913,6118,11916,6124,11916,6127,11913,6127,11884,6124,1188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803l6118,11803,6116,11806,6116,11834,6118,11837,6124,11837,6127,11834,6127,11806,6124,1180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724l6118,11724,6116,11727,6116,11756,6118,11758,6124,11758,6127,11756,6127,11727,6124,1172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646l6118,11646,6116,11648,6116,11677,6118,11679,6124,11679,6127,11677,6127,11648,6124,1164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567l6118,11567,6116,11570,6116,11598,6118,11601,6124,11601,6127,11598,6127,11570,6124,1156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488l6118,11488,6116,11491,6116,11520,6118,11522,6124,11522,6127,11520,6127,11491,6124,1148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410l6118,11410,6116,11412,6116,11441,6118,11443,6124,11443,6127,11441,6127,11412,6124,1141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331l6118,11331,6116,11333,6116,11362,6118,11365,6124,11365,6127,11362,6127,11333,6124,1133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252l6118,11252,6116,11255,6116,11284,6118,11286,6124,11286,6127,11284,6127,11255,6124,1125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174l6118,11174,6116,11176,6116,11205,6118,11207,6124,11207,6127,11205,6127,11176,6124,1117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095l6118,11095,6116,11097,6116,11126,6118,11129,6124,11129,6127,11126,6127,11097,6124,1109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1016l6118,11016,6116,11019,6116,11048,6118,11050,6124,11050,6127,11048,6127,11019,6124,1101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938l6118,10938,6116,10940,6116,10969,6118,10971,6124,10971,6127,10969,6127,10940,6124,1093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859l6118,10859,6116,10861,6116,10890,6118,10893,6124,10893,6127,10890,6127,10861,6124,1085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780l6118,10780,6116,10783,6116,10811,6118,10814,6124,10814,6127,10811,6127,10783,6124,1078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702l6118,10702,6116,10704,6116,10733,6118,10735,6124,10735,6127,10733,6127,10704,6124,1070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623l6118,10623,6116,10625,6116,10654,6118,10657,6124,10657,6127,10654,6127,10625,6124,1062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544l6118,10544,6116,10547,6116,10575,6118,10578,6124,10578,6127,10575,6127,10547,6124,1054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465l6118,10465,6116,10468,6116,10497,6118,10499,6124,10499,6127,10497,6127,10468,6124,1046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387l6118,10387,6116,10389,6116,10418,6118,10421,6124,10421,6127,10418,6127,10389,6124,1038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308l6118,10308,6116,10311,6116,10339,6118,10342,6124,10342,6127,10339,6127,10311,6124,1030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229l6118,10229,6116,10232,6116,10261,6118,10263,6124,10263,6127,10261,6127,10232,6124,1022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151l6118,10151,6116,10153,6116,10182,6118,10185,6124,10185,6127,10182,6127,10153,6124,1015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10072l6118,10072,6116,10075,6116,10103,6118,10106,6124,10106,6127,10103,6127,10075,6124,1007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993l6118,9993,6116,9996,6116,10025,6118,10027,6124,10027,6127,10025,6127,9996,6124,999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915l6118,9915,6116,9917,6116,9946,6118,9949,6124,9949,6127,9946,6127,9917,6124,991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836l6118,9836,6116,9839,6116,9867,6118,9870,6124,9870,6127,9867,6127,9839,6124,983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757l6118,9757,6116,9760,6116,9789,6118,9791,6124,9791,6127,9789,6127,9760,6124,975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679l6118,9679,6116,9681,6116,9710,6118,9713,6124,9713,6127,9710,6127,9681,6124,967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600l6118,9600,6116,9603,6116,9631,6118,9634,6124,9634,6127,9631,6127,9603,6124,960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521l6118,9521,6116,9524,6116,9553,6118,9555,6124,9555,6127,9553,6127,9524,6124,952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443l6118,9443,6116,9445,6116,9474,6118,9476,6124,9476,6127,9474,6127,9445,6124,944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364l6118,9364,6116,9367,6116,9395,6118,9398,6124,9398,6127,9395,6127,9367,6124,936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285l6118,9285,6116,9288,6116,9317,6118,9319,6124,9319,6127,9317,6127,9288,6124,928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207l6118,9207,6116,9209,6116,9238,6118,9240,6124,9240,6127,9238,6127,9209,6124,920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128l6118,9128,6116,9131,6116,9159,6118,9162,6124,9162,6127,9159,6127,9131,6124,912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9049l6118,9049,6116,9052,6116,9081,6118,9083,6124,9083,6127,9081,6127,9052,6124,904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971l6118,8971,6116,8973,6116,9002,6118,9004,6124,9004,6127,9002,6127,8973,6124,897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892l6118,8892,6116,8894,6116,8923,6118,8926,6124,8926,6127,8923,6127,8894,6124,889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813l6118,8813,6116,8816,6116,8845,6118,8847,6124,8847,6127,8845,6127,8816,6124,881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735l6118,8735,6116,8737,6116,8766,6118,8768,6124,8768,6127,8766,6127,8737,6124,873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656l6118,8656,6116,8658,6116,8687,6118,8690,6124,8690,6127,8687,6127,8658,6124,865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577l6118,8577,6116,8580,6116,8608,6118,8611,6124,8611,6127,8608,6127,8580,6124,8577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499l6118,8499,6116,8501,6116,8530,6118,8532,6124,8532,6127,8530,6127,8501,6124,849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420l6118,8420,6116,8422,6116,8451,6118,8454,6124,8454,6127,8451,6127,8422,6124,842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341l6118,8341,6116,8344,6116,8372,6118,8375,6124,8375,6127,8372,6127,8344,6124,8341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262l6118,8262,6116,8265,6116,8294,6118,8296,6124,8296,6127,8294,6127,8265,6124,826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184l6118,8184,6116,8186,6116,8215,6118,8218,6124,8218,6127,8215,6127,8186,6124,818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105l6118,8105,6116,8108,6116,8136,6118,8139,6124,8139,6127,8136,6127,8108,6124,8105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8026l6118,8026,6116,8029,6116,8058,6118,8060,6124,8060,6127,8058,6127,8029,6124,802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7948l6118,7948,6116,7950,6116,7979,6118,7982,6124,7982,6127,7979,6127,7950,6124,7948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7869l6118,7869,6116,7872,6116,7900,6118,7903,6124,7903,6127,7900,6127,7872,6124,7869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7790l6118,7790,6116,7793,6116,7822,6118,7824,6124,7824,6127,7822,6127,7793,6124,7790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7712l6118,7712,6116,7714,6116,7743,6118,7746,6124,7746,6127,7743,6127,7714,6124,7712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7633l6118,7633,6116,7636,6116,7664,6118,7667,6124,7667,6127,7664,6127,7636,6124,7633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7554l6118,7554,6116,7557,6116,7586,6118,7588,6124,7588,6127,7586,6127,7557,6124,7554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7476l6118,7476,6116,7478,6116,7507,6118,7510,6124,7510,6127,7507,6127,7478,6124,7476xe" filled="true" fillcolor="#231f20" stroked="false">
                <v:path arrowok="t"/>
                <v:fill type="solid"/>
              </v:shape>
              <v:shape style="position:absolute;left:6116;top:7329;width:5228;height:4812" coordorigin="6116,7329" coordsize="5228,4812" path="m6124,7397l6118,7397,6116,7400,6116,7428,6118,7431,6124,7431,6127,7428,6127,7400,6124,7397xe" filled="true" fillcolor="#231f20" stroked="false">
                <v:path arrowok="t"/>
                <v:fill type="solid"/>
              </v:shape>
            </v:group>
            <v:group style="position:absolute;left:6065;top:12208;width:5330;height:1591" coordorigin="6065,12208" coordsize="5330,1591">
              <v:shape style="position:absolute;left:6065;top:12208;width:5330;height:1591" coordorigin="6065,12208" coordsize="5330,1591" path="m6065,13798l11394,13798,11394,12208,6065,12208,6065,13798xe" filled="false" stroked="true" strokeweight=".567pt" strokecolor="#231f20">
                <v:path arrowok="t"/>
              </v:shape>
            </v:group>
            <v:group style="position:absolute;left:6065;top:13791;width:5330;height:1950" coordorigin="6065,13791" coordsize="5330,1950">
              <v:shape style="position:absolute;left:6065;top:13791;width:5330;height:1950" coordorigin="6065,13791" coordsize="5330,1950" path="m6065,13791l11394,13791,11394,15741,6065,15741,6065,13791xe" filled="false" stroked="true" strokeweight=".567pt" strokecolor="#231f20">
                <v:path arrowok="t"/>
              </v:shape>
              <v:shape style="position:absolute;left:6934;top:14711;width:595;height:351" type="#_x0000_t75" stroked="false">
                <v:imagedata r:id="rId22" o:title=""/>
              </v:shape>
              <v:shape style="position:absolute;left:8361;top:14711;width:595;height:351" type="#_x0000_t75" stroked="false">
                <v:imagedata r:id="rId23" o:title=""/>
              </v:shape>
              <v:shape style="position:absolute;left:6919;top:15340;width:595;height:351" type="#_x0000_t75" stroked="false">
                <v:imagedata r:id="rId24" o:title=""/>
              </v:shape>
              <v:shape style="position:absolute;left:8346;top:15340;width:595;height:351" type="#_x0000_t75" stroked="false">
                <v:imagedata r:id="rId25" o:title=""/>
              </v:shape>
              <v:shape style="position:absolute;left:9776;top:15340;width:595;height:351" type="#_x0000_t75" stroked="false">
                <v:imagedata r:id="rId26" o:title=""/>
              </v:shape>
              <v:shape style="position:absolute;left:9780;top:14711;width:595;height:351" type="#_x0000_t75" stroked="false">
                <v:imagedata r:id="rId27" o:title=""/>
              </v:shape>
            </v:group>
            <v:group style="position:absolute;left:560;top:4769;width:5228;height:1393" coordorigin="560,4769" coordsize="5228,1393">
              <v:shape style="position:absolute;left:560;top:4769;width:5228;height:1393" coordorigin="560,4769" coordsize="5228,1393" path="m560,4776l560,4785,562,4787,568,4787,571,4785,571,4778,562,4778,560,4776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5,4769l560,4774,560,4776,562,4778,565,4778,56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5,4769l565,4778,571,4778,571,4774,56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7,4769l568,4769,571,4771,571,4778,577,4778,57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80,4769l577,4769,577,4778,580,4778,582,4776,582,4771,58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5,4769l562,4769,560,4771,560,4774,56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4769l565,4769,571,4774,571,4771,56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633,4769l630,4769,627,4771,627,4776,630,4778,633,4778,633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656,4769l633,4769,633,4778,656,4778,65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659,4769l656,4769,656,4778,659,4778,661,4776,661,4771,65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712,4769l709,4769,706,4771,706,4776,709,4778,712,4778,712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735,4769l712,4769,712,4778,735,4778,73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738,4769l735,4769,735,4778,738,4778,740,4776,740,4771,73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791,4769l788,4769,785,4771,785,4776,788,4778,791,4778,79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814,4769l791,4769,791,4778,814,4778,81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817,4769l814,4769,814,4778,817,4778,819,4776,819,4771,81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870,4769l867,4769,865,4771,865,4776,867,4778,870,4778,87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893,4769l870,4769,870,4778,893,4778,893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896,4769l893,4769,893,4778,896,4778,898,4776,898,4771,89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949,4769l946,4769,944,4771,944,4776,946,4778,949,4778,94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972,4769l949,4769,949,4778,972,4778,972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975,4769l972,4769,972,4778,975,4778,977,4776,977,4771,97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028,4769l1025,4769,1023,4771,1023,4776,1025,4778,1028,4778,102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051,4769l1028,4769,1028,4778,1051,4778,105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054,4769l1051,4769,1051,4778,1054,4778,1056,4776,1056,4771,105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107,4769l1104,4769,1102,4771,1102,4776,1104,4778,1107,4778,110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130,4769l1107,4769,1107,4778,1130,4778,113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133,4769l1130,4769,1130,4778,1133,4778,1136,4776,1136,4771,1133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186,4769l1183,4769,1181,4771,1181,4776,1183,4778,1186,4778,118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209,4769l1186,4769,1186,4778,1209,4778,120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212,4769l1209,4769,1209,4778,1212,4778,1215,4776,1215,4771,1212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265,4769l1262,4769,1260,4771,1260,4776,1262,4778,1265,4778,126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288,4769l1265,4769,1265,4778,1288,4778,128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291,4769l1288,4769,1288,4778,1291,4778,1294,4776,1294,4771,129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344,4769l1341,4769,1339,4771,1339,4776,1341,4778,1344,4778,134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367,4769l1344,4769,1344,4778,1367,4778,136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370,4769l1367,4769,1367,4778,1370,4778,1373,4776,1373,4771,137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423,4769l1420,4769,1418,4771,1418,4776,1420,4778,1423,4778,1423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446,4769l1423,4769,1423,4778,1446,4778,144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449,4769l1446,4769,1446,4778,1449,4778,1452,4776,1452,4771,144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502,4769l1499,4769,1497,4771,1497,4776,1499,4778,1502,4778,1502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525,4769l1502,4769,1502,4778,1525,4778,152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528,4769l1525,4769,1525,4778,1528,4778,1531,4776,1531,4771,152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581,4769l1578,4769,1576,4771,1576,4776,1578,4778,1581,4778,158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604,4769l1581,4769,1581,4778,1604,4778,160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607,4769l1604,4769,1604,4778,1607,4778,1610,4776,1610,4771,160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660,4769l1657,4769,1655,4771,1655,4776,1657,4778,1660,4778,166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683,4769l1660,4769,1660,4778,1683,4778,1683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686,4769l1683,4769,1683,4778,1686,4778,1689,4776,1689,4771,168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740,4769l1736,4769,1734,4771,1734,4776,1736,4778,1740,4778,174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762,4769l1740,4769,1740,4778,1762,4778,1762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765,4769l1762,4769,1762,4778,1765,4778,1768,4776,1768,4771,176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819,4769l1815,4769,1813,4771,1813,4776,1815,4778,1819,4778,181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841,4769l1819,4769,1819,4778,1841,4778,184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844,4769l1841,4769,1841,4778,1844,4778,1847,4776,1847,4771,184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898,4769l1894,4769,1892,4771,1892,4776,1894,4778,1898,4778,189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920,4769l1898,4769,1898,4778,1920,4778,192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923,4769l1920,4769,1920,4778,1923,4778,1926,4776,1926,4771,1923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977,4769l1973,4769,1971,4771,1971,4776,1973,4778,1977,4778,197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999,4769l1977,4769,1977,4778,1999,4778,199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002,4769l1999,4769,1999,4778,2002,4778,2005,4776,2005,4771,2002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056,4769l2052,4769,2050,4771,2050,4776,2052,4778,2056,4778,205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078,4769l2056,4769,2056,4778,2078,4778,207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081,4769l2078,4769,2078,4778,2081,4778,2084,4776,2084,4771,208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135,4769l2132,4769,2129,4771,2129,4776,2132,4778,2135,4778,213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157,4769l2135,4769,2135,4778,2157,4778,215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160,4769l2157,4769,2157,4778,2160,4778,2163,4776,2163,4771,216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214,4769l2211,4769,2208,4771,2208,4776,2211,4778,2214,4778,221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236,4769l2214,4769,2214,4778,2236,4778,223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239,4769l2236,4769,2236,4778,2239,4778,2242,4776,2242,4771,223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293,4769l2290,4769,2287,4771,2287,4776,2290,4778,2293,4778,2293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315,4769l2293,4769,2293,4778,2315,4778,231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318,4769l2315,4769,2315,4778,2318,4778,2321,4776,2321,4771,231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372,4769l2369,4769,2366,4771,2366,4776,2369,4778,2372,4778,2372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394,4769l2372,4769,2372,4778,2394,4778,239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397,4769l2394,4769,2394,4778,2397,4778,2400,4776,2400,4771,239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451,4769l2448,4769,2445,4771,2445,4776,2448,4778,2451,4778,245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473,4769l2451,4769,2451,4778,2473,4778,2473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476,4769l2473,4769,2473,4778,2476,4778,2479,4776,2479,4771,247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530,4769l2527,4769,2524,4771,2524,4776,2527,4778,2530,4778,253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552,4769l2530,4769,2530,4778,2552,4778,2552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556,4769l2552,4769,2552,4778,2556,4778,2558,4776,2558,4771,255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609,4769l2606,4769,2603,4771,2603,4776,2606,4778,2609,4778,260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631,4769l2609,4769,2609,4778,2631,4778,263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635,4769l2631,4769,2631,4778,2635,4778,2637,4776,2637,4771,263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688,4769l2685,4769,2682,4771,2682,4776,2685,4778,2688,4778,268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710,4769l2688,4769,2688,4778,2710,4778,271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714,4769l2710,4769,2710,4778,2714,4778,2716,4776,2716,4771,271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767,4769l2764,4769,2761,4771,2761,4776,2764,4778,2767,4778,276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789,4769l2767,4769,2767,4778,2789,4778,278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793,4769l2789,4769,2789,4778,2793,4778,2795,4776,2795,4771,2793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846,4769l2843,4769,2840,4771,2840,4776,2843,4778,2846,4778,284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869,4769l2846,4769,2846,4778,2869,4778,286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872,4769l2869,4769,2869,4778,2872,4778,2874,4776,2874,4771,2872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925,4769l2922,4769,2919,4771,2919,4776,2922,4778,2925,4778,292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948,4769l2925,4769,2925,4778,2948,4778,294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951,4769l2948,4769,2948,4778,2951,4778,2953,4776,2953,4771,295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004,4769l3001,4769,2998,4771,2998,4776,3001,4778,3004,4778,300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027,4769l3004,4769,3004,4778,3027,4778,302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030,4769l3027,4769,3027,4778,3030,4778,3032,4776,3032,4771,303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083,4769l3080,4769,3077,4771,3077,4776,3080,4778,3083,4778,3083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106,4769l3083,4769,3083,4778,3106,4778,310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109,4769l3106,4769,3106,4778,3109,4778,3111,4776,3111,4771,310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162,4769l3159,4769,3156,4771,3156,4776,3159,4778,3162,4778,3162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185,4769l3162,4769,3162,4778,3185,4778,318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188,4769l3185,4769,3185,4778,3188,4778,3190,4776,3190,4771,318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241,4769l3238,4769,3235,4771,3235,4776,3238,4778,3241,4778,324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264,4769l3241,4769,3241,4778,3264,4778,326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267,4769l3264,4769,3264,4778,3267,4778,3269,4776,3269,4771,326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320,4769l3317,4769,3314,4771,3314,4776,3317,4778,3320,4778,332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343,4769l3320,4769,3320,4778,3343,4778,3343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346,4769l3343,4769,3343,4778,3346,4778,3348,4776,3348,4771,334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399,4769l3396,4769,3393,4771,3393,4776,3396,4778,3399,4778,339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422,4769l3399,4769,3399,4778,3422,4778,3422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425,4769l3422,4769,3422,4778,3425,4778,3427,4776,3427,4771,342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478,4769l3475,4769,3472,4771,3472,4776,3475,4778,3478,4778,347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501,4769l3478,4769,3478,4778,3501,4778,350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504,4769l3501,4769,3501,4778,3504,4778,3506,4776,3506,4771,350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557,4769l3554,4769,3552,4771,3552,4776,3554,4778,3557,4778,355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580,4769l3557,4769,3557,4778,3580,4778,358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583,4769l3580,4769,3580,4778,3583,4778,3585,4776,3585,4771,3583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636,4769l3633,4769,3631,4771,3631,4776,3633,4778,3636,4778,363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659,4769l3636,4769,3636,4778,3659,4778,365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662,4769l3659,4769,3659,4778,3662,4778,3664,4776,3664,4771,3662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715,4769l3712,4769,3710,4771,3710,4776,3712,4778,3715,4778,371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738,4769l3715,4769,3715,4778,3738,4778,373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741,4769l3738,4769,3738,4778,3741,4778,3744,4776,3744,4771,374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794,4769l3791,4769,3789,4771,3789,4776,3791,4778,3794,4778,379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817,4769l3794,4769,3794,4778,3817,4778,381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820,4769l3817,4769,3817,4778,3820,4778,3823,4776,3823,4771,382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873,4769l3870,4769,3868,4771,3868,4776,3870,4778,3873,4778,3873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896,4769l3873,4769,3873,4778,3896,4778,389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899,4769l3896,4769,3896,4778,3899,4778,3902,4776,3902,4771,389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952,4769l3949,4769,3947,4771,3947,4776,3949,4778,3952,4778,3952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975,4769l3952,4769,3952,4778,3975,4778,397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978,4769l3975,4769,3975,4778,3978,4778,3981,4776,3981,4771,397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031,4769l4028,4769,4026,4771,4026,4776,4028,4778,4031,4778,403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054,4769l4031,4769,4031,4778,4054,4778,405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057,4769l4054,4769,4054,4778,4057,4778,4060,4776,4060,4771,405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110,4769l4107,4769,4105,4771,4105,4776,4107,4778,4110,4778,411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133,4769l4110,4769,4110,4778,4133,4778,4133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136,4769l4133,4769,4133,4778,4136,4778,4139,4776,4139,4771,413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189,4769l4186,4769,4184,4771,4184,4776,4186,4778,4189,4778,418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212,4769l4189,4769,4189,4778,4212,4778,4212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215,4769l4212,4769,4212,4778,4215,4778,4218,4776,4218,4771,421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268,4769l4265,4769,4263,4771,4263,4776,4265,4778,4268,4778,426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291,4769l4268,4769,4268,4778,4291,4778,429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294,4769l4291,4769,4291,4778,4294,4778,4297,4776,4297,4771,429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347,4769l4344,4769,4342,4771,4342,4776,4344,4778,4347,4778,434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370,4769l4347,4769,4347,4778,4370,4778,437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373,4769l4370,4769,4370,4778,4373,4778,4376,4776,4376,4771,4373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427,4769l4423,4769,4421,4771,4421,4776,4423,4778,4427,4778,442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449,4769l4427,4769,4427,4778,4449,4778,444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452,4769l4449,4769,4449,4778,4452,4778,4455,4776,4455,4771,4452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506,4769l4502,4769,4500,4771,4500,4776,4502,4778,4506,4778,450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528,4769l4506,4769,4506,4778,4528,4778,452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531,4769l4528,4769,4528,4778,4531,4778,4534,4776,4534,4771,453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585,4769l4581,4769,4579,4771,4579,4776,4581,4778,4585,4778,458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607,4769l4585,4769,4585,4778,4607,4778,460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610,4769l4607,4769,4607,4778,4610,4778,4613,4776,4613,4771,461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664,4769l4660,4769,4658,4771,4658,4776,4660,4778,4664,4778,466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686,4769l4664,4769,4664,4778,4686,4778,468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689,4769l4686,4769,4686,4778,4689,4778,4692,4776,4692,4771,468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743,4769l4740,4769,4737,4771,4737,4776,4740,4778,4743,4778,4743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765,4769l4743,4769,4743,4778,4765,4778,476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768,4769l4765,4769,4765,4778,4768,4778,4771,4776,4771,4771,476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822,4769l4819,4769,4816,4771,4816,4776,4819,4778,4822,4778,4822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844,4769l4822,4769,4822,4778,4844,4778,484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847,4769l4844,4769,4844,4778,4847,4778,4850,4776,4850,4771,484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901,4769l4898,4769,4895,4771,4895,4776,4898,4778,4901,4778,490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923,4769l4901,4769,4901,4778,4923,4778,4923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926,4769l4923,4769,4923,4778,4926,4778,4929,4776,4929,4771,492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980,4769l4977,4769,4974,4771,4974,4776,4977,4778,4980,4778,498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002,4769l4980,4769,4980,4778,5002,4778,5002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005,4769l5002,4769,5002,4778,5005,4778,5008,4776,5008,4771,500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059,4769l5056,4769,5053,4771,5053,4776,5056,4778,5059,4778,505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081,4769l5059,4769,5059,4778,5081,4778,508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084,4769l5081,4769,5081,4778,5084,4778,5087,4776,5087,4771,508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138,4769l5135,4769,5132,4771,5132,4776,5135,4778,5138,4778,513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160,4769l5138,4769,5138,4778,5160,4778,516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164,4769l5160,4769,5160,4778,5164,4778,5166,4776,5166,4771,516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217,4769l5214,4769,5211,4771,5211,4776,5214,4778,5217,4778,521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239,4769l5217,4769,5217,4778,5239,4778,523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243,4769l5239,4769,5239,4778,5243,4778,5245,4776,5245,4771,5243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296,4769l5293,4769,5290,4771,5290,4776,5293,4778,5296,4778,529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318,4769l5296,4769,5296,4778,5318,4778,531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322,4769l5318,4769,5318,4778,5322,4778,5324,4776,5324,4771,5322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375,4769l5372,4769,5369,4771,5369,4776,5372,4778,5375,4778,537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397,4769l5375,4769,5375,4778,5397,4778,539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401,4769l5397,4769,5397,4778,5401,4778,5403,4776,5403,4771,540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454,4769l5451,4769,5448,4771,5448,4776,5451,4778,5454,4778,545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476,4769l5454,4769,5454,4778,5476,4778,547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480,4769l5476,4769,5476,4778,5480,4778,5482,4776,5482,4771,548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533,4769l5530,4769,5527,4771,5527,4776,5530,4778,5533,4778,5533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556,4769l5533,4769,5533,4778,5556,4778,5556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559,4769l5556,4769,5556,4778,5559,4778,5561,4776,5561,4771,5559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12,4769l5609,4769,5606,4771,5606,4776,5609,4778,5612,4778,5612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35,4769l5612,4769,5612,4778,5635,4778,5635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38,4769l5635,4769,5635,4778,5638,4778,5640,4776,5640,4771,5638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91,4769l5688,4769,5685,4771,5685,4776,5688,4778,5691,4778,569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14,4769l5691,4769,5691,4778,5714,4778,571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17,4769l5714,4769,5714,4778,5717,4778,5719,4776,5719,4771,5717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1,4774l5775,4774,5775,4785,5778,4787,5784,4787,5787,4785,5787,4778,5781,4778,5781,4774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70,4769l5767,4769,5764,4771,5764,4776,5767,4778,5770,4778,5770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1,4769l5770,4769,5770,4778,5775,4778,5775,4774,5781,4774,578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1,4769l5781,4778,5787,4774,5781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7,4774l5781,4778,5784,4778,5787,4776,5787,4774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7,4776l5784,4778,5787,4778,5787,4776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4769l5781,4769,5787,4774,5787,4771,5784,476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4823l5778,4823,5775,4825,5775,4848,5778,4850,5784,4850,5787,4848,5787,4825,5784,482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4886l5778,4886,5775,4888,5775,4911,5778,4913,5784,4913,5787,4911,5787,4888,5784,4886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4949l5778,4949,5775,4951,5775,4974,5778,4976,5784,4976,5787,4974,5787,4951,5784,494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5012l5778,5012,5775,5014,5775,5037,5778,5039,5784,5039,5787,5037,5787,5014,5784,5012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5075l5778,5075,5775,5077,5775,5100,5778,5102,5784,5102,5787,5100,5787,5077,5784,5075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5137l5778,5137,5775,5140,5775,5162,5778,5165,5784,5165,5787,5162,5787,5140,5784,5137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5200l5778,5200,5775,5202,5775,5225,5778,5227,5784,5227,5787,5225,5787,5202,5784,5200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5263l5778,5263,5775,5265,5775,5288,5778,5290,5784,5290,5787,5288,5787,5265,5784,526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5326l5778,5326,5775,5328,5775,5351,5778,5353,5784,5353,5787,5351,5787,5328,5784,5326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5389l5778,5389,5775,5391,5775,5414,5778,5416,5784,5416,5787,5414,5787,5391,5784,538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5452l5778,5452,5775,5454,5775,5477,5778,5479,5784,5479,5787,5477,5787,5454,5784,5452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5515l5778,5515,5775,5517,5775,5540,5778,5542,5784,5542,5787,5540,5787,5517,5784,5515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5578l5778,5578,5775,5580,5775,5603,5778,5605,5784,5605,5787,5603,5787,5580,5784,5578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5641l5778,5641,5775,5643,5775,5666,5778,5668,5784,5668,5787,5666,5787,5643,5784,5641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5703l5778,5703,5775,5705,5775,5728,5778,5730,5784,5730,5787,5728,5787,5705,5784,570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5766l5778,5766,5775,5768,5775,5791,5778,5793,5784,5793,5787,5791,5787,5768,5784,5766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5829l5778,5829,5775,5831,5775,5854,5778,5856,5784,5856,5787,5854,5787,5831,5784,582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5892l5778,5892,5775,5894,5775,5917,5778,5919,5784,5919,5787,5917,5787,5894,5784,5892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5955l5778,5955,5775,5957,5775,5980,5778,5982,5784,5982,5787,5980,5787,5957,5784,5955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6018l5778,6018,5775,6020,5775,6043,5778,6045,5784,6045,5787,6043,5787,6020,5784,6018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6081l5778,6081,5775,6083,5775,6106,5778,6108,5784,6108,5787,6106,5787,6083,5784,6081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70,6153l5767,6153,5764,6155,5764,6160,5767,6162,5770,6162,5770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75,6153l5770,6153,5770,6162,5778,6162,5775,6160,577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75,6157l5775,6160,5778,6162,5781,6162,5775,6157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4,6144l5778,6144,5775,6146,5775,6157,5781,6162,5781,6153,5787,6153,5787,6146,5784,6144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7,6153l5781,6153,5781,6162,5787,6157,578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87,6157l5781,6162,5784,6162,5787,6160,5787,6157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91,6153l5688,6153,5685,6155,5685,6160,5688,6162,5691,6162,569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13,6153l5691,6153,5691,6162,5713,6162,571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16,6153l5713,6153,5713,6162,5716,6162,5719,6160,5719,6155,571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12,6153l5609,6153,5606,6155,5606,6160,5609,6162,5612,6162,5612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34,6153l5612,6153,5612,6162,5634,6162,5634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37,6153l5634,6153,5634,6162,5637,6162,5640,6160,5640,6155,563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533,6153l5530,6153,5527,6155,5527,6160,5530,6162,5533,6162,553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555,6153l5533,6153,5533,6162,5555,6162,555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558,6153l5555,6153,5555,6162,5558,6162,5561,6160,5561,6155,555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454,6153l5450,6153,5448,6155,5448,6160,5450,6162,5454,6162,5454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476,6153l5454,6153,5454,6162,5476,6162,547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479,6153l5476,6153,5476,6162,5479,6162,5482,6160,5482,6155,547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375,6153l5371,6153,5369,6155,5369,6160,5371,6162,5375,6162,537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397,6153l5375,6153,5375,6162,5397,6162,539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400,6153l5397,6153,5397,6162,5400,6162,5403,6160,5403,6155,5400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296,6153l5292,6153,5290,6155,5290,6160,5292,6162,5296,6162,529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318,6153l5296,6153,5296,6162,5318,6162,531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321,6153l5318,6153,5318,6162,5321,6162,5324,6160,5324,6155,532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217,6153l5213,6153,5211,6155,5211,6160,5213,6162,5217,6162,521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239,6153l5217,6153,5217,6162,5239,6162,523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242,6153l5239,6153,5239,6162,5242,6162,5245,6160,5245,6155,5242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137,6153l5134,6153,5132,6155,5132,6160,5134,6162,5137,6162,513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160,6153l5137,6153,5137,6162,5160,6162,5160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163,6153l5160,6153,5160,6162,5163,6162,5166,6160,5166,6155,516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058,6153l5055,6153,5053,6155,5053,6160,5055,6162,5058,6162,505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081,6153l5058,6153,5058,6162,5081,6162,508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084,6153l5081,6153,5081,6162,5084,6162,5087,6160,5087,6155,5084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979,6153l4976,6153,4974,6155,4974,6160,4976,6162,4979,6162,497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002,6153l4979,6153,4979,6162,5002,6162,5002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005,6153l5002,6153,5002,6162,5005,6162,5008,6160,5008,6155,500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900,6153l4897,6153,4895,6155,4895,6160,4897,6162,4900,6162,4900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923,6153l4900,6153,4900,6162,4923,6162,492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926,6153l4923,6153,4923,6162,4926,6162,4929,6160,4929,6155,492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821,6153l4818,6153,4816,6155,4816,6160,4818,6162,4821,6162,482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844,6153l4821,6153,4821,6162,4844,6162,4844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847,6153l4844,6153,4844,6162,4847,6162,4850,6160,4850,6155,484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742,6153l4739,6153,4737,6155,4737,6160,4739,6162,4742,6162,4742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765,6153l4742,6153,4742,6162,4765,6162,476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768,6153l4765,6153,4765,6162,4768,6162,4771,6160,4771,6155,476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663,6153l4660,6153,4658,6155,4658,6160,4660,6162,4663,6162,466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686,6153l4663,6153,4663,6162,4686,6162,468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689,6153l4686,6153,4686,6162,4689,6162,4692,6160,4692,6155,468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584,6153l4581,6153,4579,6155,4579,6160,4581,6162,4584,6162,4584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607,6153l4584,6153,4584,6162,4607,6162,460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610,6153l4607,6153,4607,6162,4610,6162,4613,6160,4613,6155,4610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505,6153l4502,6153,4500,6155,4500,6160,4502,6162,4505,6162,450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528,6153l4505,6153,4505,6162,4528,6162,452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531,6153l4528,6153,4528,6162,4531,6162,4533,6160,4533,6155,453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426,6153l4423,6153,4421,6155,4421,6160,4423,6162,4426,6162,442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449,6153l4426,6153,4426,6162,4449,6162,444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452,6153l4449,6153,4449,6162,4452,6162,4454,6160,4454,6155,4452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347,6153l4344,6153,4342,6155,4342,6160,4344,6162,4347,6162,434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370,6153l4347,6153,4347,6162,4370,6162,4370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373,6153l4370,6153,4370,6162,4373,6162,4375,6160,4375,6155,437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268,6153l4265,6153,4262,6155,4262,6160,4265,6162,4268,6162,426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291,6153l4268,6153,4268,6162,4291,6162,429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294,6153l4291,6153,4291,6162,4294,6162,4296,6160,4296,6155,4294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189,6153l4186,6153,4183,6155,4183,6160,4186,6162,4189,6162,418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212,6153l4189,6153,4189,6162,4212,6162,4212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215,6153l4212,6153,4212,6162,4215,6162,4217,6160,4217,6155,421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110,6153l4107,6153,4104,6155,4104,6160,4107,6162,4110,6162,4110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133,6153l4110,6153,4110,6162,4133,6162,413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136,6153l4133,6153,4133,6162,4136,6162,4138,6160,4138,6155,413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031,6153l4028,6153,4025,6155,4025,6160,4028,6162,4031,6162,403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054,6153l4031,6153,4031,6162,4054,6162,4054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4057,6153l4054,6153,4054,6162,4057,6162,4059,6160,4059,6155,405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952,6153l3949,6153,3946,6155,3946,6160,3949,6162,3952,6162,3952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975,6153l3952,6153,3952,6162,3975,6162,397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978,6153l3975,6153,3975,6162,3978,6162,3980,6160,3980,6155,397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873,6153l3870,6153,3867,6155,3867,6160,3870,6162,3873,6162,387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896,6153l3873,6153,3873,6162,3896,6162,389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899,6153l3896,6153,3896,6162,3899,6162,3901,6160,3901,6155,389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794,6153l3791,6153,3788,6155,3788,6160,3791,6162,3794,6162,3794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817,6153l3794,6153,3794,6162,3817,6162,381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820,6153l3817,6153,3817,6162,3820,6162,3822,6160,3822,6155,3820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715,6153l3712,6153,3709,6155,3709,6160,3712,6162,3715,6162,371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738,6153l3715,6153,3715,6162,3738,6162,373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741,6153l3738,6153,3738,6162,3741,6162,3743,6160,3743,6155,374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636,6153l3633,6153,3630,6155,3630,6160,3633,6162,3636,6162,363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658,6153l3636,6153,3636,6162,3658,6162,365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662,6153l3658,6153,3658,6162,3662,6162,3664,6160,3664,6155,3662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557,6153l3554,6153,3551,6155,3551,6160,3554,6162,3557,6162,355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579,6153l3557,6153,3557,6162,3579,6162,357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583,6153l3579,6153,3579,6162,3583,6162,3585,6160,3585,6155,358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478,6153l3475,6153,3472,6155,3472,6160,3475,6162,3478,6162,347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500,6153l3478,6153,3478,6162,3500,6162,3500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504,6153l3500,6153,3500,6162,3504,6162,3506,6160,3506,6155,3504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399,6153l3396,6153,3393,6155,3393,6160,3396,6162,3399,6162,339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421,6153l3399,6153,3399,6162,3421,6162,342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425,6153l3421,6153,3421,6162,3425,6162,3427,6160,3427,6155,342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320,6153l3317,6153,3314,6155,3314,6160,3317,6162,3320,6162,3320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342,6153l3320,6153,3320,6162,3342,6162,3342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346,6153l3342,6153,3342,6162,3346,6162,3348,6160,3348,6155,334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241,6153l3238,6153,3235,6155,3235,6160,3238,6162,3241,6162,324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263,6153l3241,6153,3241,6162,3263,6162,326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266,6153l3263,6153,3263,6162,3266,6162,3269,6160,3269,6155,326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162,6153l3159,6153,3156,6155,3156,6160,3159,6162,3162,6162,3162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184,6153l3162,6153,3162,6162,3184,6162,3184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187,6153l3184,6153,3184,6162,3187,6162,3190,6160,3190,6155,318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083,6153l3080,6153,3077,6155,3077,6160,3080,6162,3083,6162,308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105,6153l3083,6153,3083,6162,3105,6162,310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108,6153l3105,6153,3105,6162,3108,6162,3111,6160,3111,6155,310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004,6153l3001,6153,2998,6155,2998,6160,3001,6162,3004,6162,3004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026,6153l3004,6153,3004,6162,3026,6162,302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3029,6153l3026,6153,3026,6162,3029,6162,3032,6160,3032,6155,302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925,6153l2922,6153,2919,6155,2919,6160,2922,6162,2925,6162,292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947,6153l2925,6153,2925,6162,2947,6162,294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950,6153l2947,6153,2947,6162,2950,6162,2953,6160,2953,6155,2950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846,6153l2842,6153,2840,6155,2840,6160,2842,6162,2846,6162,284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868,6153l2846,6153,2846,6162,2868,6162,286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871,6153l2868,6153,2868,6162,2871,6162,2874,6160,2874,6155,287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767,6153l2763,6153,2761,6155,2761,6160,2763,6162,2767,6162,276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789,6153l2767,6153,2767,6162,2789,6162,278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792,6153l2789,6153,2789,6162,2792,6162,2795,6160,2795,6155,2792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688,6153l2684,6153,2682,6155,2682,6160,2684,6162,2688,6162,268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710,6153l2688,6153,2688,6162,2710,6162,2710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713,6153l2710,6153,2710,6162,2713,6162,2716,6160,2716,6155,271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609,6153l2605,6153,2603,6155,2603,6160,2605,6162,2609,6162,260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631,6153l2609,6153,2609,6162,2631,6162,263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634,6153l2631,6153,2631,6162,2634,6162,2637,6160,2637,6155,2634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529,6153l2526,6153,2524,6155,2524,6160,2526,6162,2529,6162,252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552,6153l2529,6153,2529,6162,2552,6162,2552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555,6153l2552,6153,2552,6162,2555,6162,2558,6160,2558,6155,255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450,6153l2447,6153,2445,6155,2445,6160,2447,6162,2450,6162,2450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473,6153l2450,6153,2450,6162,2473,6162,247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476,6153l2473,6153,2473,6162,2476,6162,2479,6160,2479,6155,247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371,6153l2368,6153,2366,6155,2366,6160,2368,6162,2371,6162,237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394,6153l2371,6153,2371,6162,2394,6162,2394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397,6153l2394,6153,2394,6162,2397,6162,2400,6160,2400,6155,239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292,6153l2289,6153,2287,6155,2287,6160,2289,6162,2292,6162,2292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315,6153l2292,6153,2292,6162,2315,6162,231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318,6153l2315,6153,2315,6162,2318,6162,2321,6160,2321,6155,231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213,6153l2210,6153,2208,6155,2208,6160,2210,6162,2213,6162,221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236,6153l2213,6153,2213,6162,2236,6162,223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239,6153l2236,6153,2236,6162,2239,6162,2242,6160,2242,6155,223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134,6153l2131,6153,2129,6155,2129,6160,2131,6162,2134,6162,2134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157,6153l2134,6153,2134,6162,2157,6162,215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160,6153l2157,6153,2157,6162,2160,6162,2163,6160,2163,6155,2160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055,6153l2052,6153,2050,6155,2050,6160,2052,6162,2055,6162,205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078,6153l2055,6153,2055,6162,2078,6162,207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081,6153l2078,6153,2078,6162,2081,6162,2084,6160,2084,6155,208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976,6153l1973,6153,1971,6155,1971,6160,1973,6162,1976,6162,197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999,6153l1976,6153,1976,6162,1999,6162,199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2002,6153l1999,6153,1999,6162,2002,6162,2005,6160,2005,6155,2002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897,6153l1894,6153,1892,6155,1892,6160,1894,6162,1897,6162,189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920,6153l1897,6153,1897,6162,1920,6162,1920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923,6153l1920,6153,1920,6162,1923,6162,1926,6160,1926,6155,192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818,6153l1815,6153,1813,6155,1813,6160,1815,6162,1818,6162,181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841,6153l1818,6153,1818,6162,1841,6162,184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844,6153l1841,6153,1841,6162,1844,6162,1846,6160,1846,6155,1844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739,6153l1736,6153,1734,6155,1734,6160,1736,6162,1739,6162,173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762,6153l1739,6153,1739,6162,1762,6162,1762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765,6153l1762,6153,1762,6162,1765,6162,1767,6160,1767,6155,176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660,6153l1657,6153,1654,6155,1654,6160,1657,6162,1660,6162,1660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683,6153l1660,6153,1660,6162,1683,6162,168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686,6153l1683,6153,1683,6162,1686,6162,1688,6160,1688,6155,168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581,6153l1578,6153,1575,6155,1575,6160,1578,6162,1581,6162,158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604,6153l1581,6153,1581,6162,1604,6162,1604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607,6153l1604,6153,1604,6162,1607,6162,1609,6160,1609,6155,160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502,6153l1499,6153,1496,6155,1496,6160,1499,6162,1502,6162,1502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525,6153l1502,6153,1502,6162,1525,6162,152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528,6153l1525,6153,1525,6162,1528,6162,1530,6160,1530,6155,152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423,6153l1420,6153,1417,6155,1417,6160,1420,6162,1423,6162,142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446,6153l1423,6153,1423,6162,1446,6162,144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449,6153l1446,6153,1446,6162,1449,6162,1451,6160,1451,6155,144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344,6153l1341,6153,1338,6155,1338,6160,1341,6162,1344,6162,1344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367,6153l1344,6153,1344,6162,1367,6162,136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370,6153l1367,6153,1367,6162,1370,6162,1372,6160,1372,6155,1370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265,6153l1262,6153,1259,6155,1259,6160,1262,6162,1265,6162,126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288,6153l1265,6153,1265,6162,1288,6162,128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291,6153l1288,6153,1288,6162,1291,6162,1293,6160,1293,6155,129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186,6153l1183,6153,1180,6155,1180,6160,1183,6162,1186,6162,118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209,6153l1186,6153,1186,6162,1209,6162,120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212,6153l1209,6153,1209,6162,1212,6162,1214,6160,1214,6155,1212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107,6153l1104,6153,1101,6155,1101,6160,1104,6162,1107,6162,110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130,6153l1107,6153,1107,6162,1130,6162,1130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133,6153l1130,6153,1130,6162,1133,6162,1135,6160,1135,6155,113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028,6153l1025,6153,1022,6155,1022,6160,1025,6162,1028,6162,102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051,6153l1028,6153,1028,6162,1051,6162,105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1054,6153l1051,6153,1051,6162,1054,6162,1056,6160,1056,6155,1054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949,6153l946,6153,943,6155,943,6160,946,6162,949,6162,94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971,6153l949,6153,949,6162,971,6162,97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975,6153l971,6153,971,6162,975,6162,977,6160,977,6155,97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870,6153l867,6153,864,6155,864,6160,867,6162,870,6162,870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892,6153l870,6153,870,6162,892,6162,892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896,6153l892,6153,892,6162,896,6162,898,6160,898,6155,89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791,6153l788,6153,785,6155,785,6160,788,6162,791,6162,79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813,6153l791,6153,791,6162,813,6162,81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817,6153l813,6153,813,6162,817,6162,819,6160,819,6155,817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712,6153l709,6153,706,6155,706,6160,709,6162,712,6162,712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734,6153l712,6153,712,6162,734,6162,734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738,6153l734,6153,734,6162,738,6162,740,6160,740,6155,73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633,6153l630,6153,627,6155,627,6160,630,6162,633,6162,633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655,6153l633,6153,633,6162,655,6162,65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658,6153l655,6153,655,6162,658,6162,661,6160,661,6155,658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0,6157l560,6160,562,6162,565,6162,560,6157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5,6153l560,6157,565,6162,56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1,6153l565,6153,565,6162,576,6162,576,6157,571,6157,571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9,6153l576,6153,576,6162,579,6162,582,6160,582,6155,579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5,6153l562,6153,560,6155,560,6157,565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76,6153l571,6153,571,6157,576,6157,576,615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6144l562,6144,560,6146,560,6155,562,6153,571,6153,571,6146,568,6144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6081l562,6081,560,6083,560,6106,562,6108,568,6108,571,6106,571,6083,568,6081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6018l562,6018,560,6020,560,6043,562,6045,568,6045,571,6043,571,6020,568,6018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5955l562,5955,560,5957,560,5980,562,5982,568,5982,571,5980,571,5957,568,5955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5892l562,5892,560,5894,560,5917,562,5919,568,5919,571,5917,571,5894,568,5892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5829l562,5829,560,5831,560,5854,562,5856,568,5856,571,5854,571,5831,568,582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5766l562,5766,560,5768,560,5791,562,5793,568,5793,571,5791,571,5768,568,5766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5704l562,5704,560,5706,560,5729,562,5731,568,5731,571,5729,571,5706,568,5704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5641l562,5641,560,5643,560,5666,562,5668,568,5668,571,5666,571,5643,568,5641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5578l562,5578,560,5580,560,5603,562,5605,568,5605,571,5603,571,5580,568,5578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5515l562,5515,560,5517,560,5540,562,5542,568,5542,571,5540,571,5517,568,5515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5452l562,5452,560,5454,560,5477,562,5479,568,5479,571,5477,571,5454,568,5452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5389l562,5389,560,5391,560,5414,562,5416,568,5416,571,5414,571,5391,568,538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5326l562,5326,560,5328,560,5351,562,5353,568,5353,571,5351,571,5328,568,5326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5263l562,5263,560,5265,560,5288,562,5290,568,5290,571,5288,571,5265,568,5263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5200l562,5200,560,5202,560,5225,562,5227,568,5227,571,5225,571,5202,568,5200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5138l562,5138,560,5140,560,5163,562,5165,568,5165,571,5163,571,5140,568,5138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5075l562,5075,560,5077,560,5100,562,5102,568,5102,571,5100,571,5077,568,5075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5012l562,5012,560,5014,560,5037,562,5039,568,5039,571,5037,571,5014,568,5012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4949l562,4949,560,4951,560,4974,562,4976,568,4976,571,4974,571,4951,568,4949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4886l562,4886,560,4888,560,4911,562,4913,568,4913,571,4911,571,4888,568,4886xe" filled="true" fillcolor="#231f20" stroked="false">
                <v:path arrowok="t"/>
                <v:fill type="solid"/>
              </v:shape>
              <v:shape style="position:absolute;left:560;top:4769;width:5228;height:1393" coordorigin="560,4769" coordsize="5228,1393" path="m568,4823l562,4823,560,4825,560,4848,562,4850,568,4850,571,4848,571,4825,568,4823xe" filled="true" fillcolor="#231f20" stroked="false">
                <v:path arrowok="t"/>
                <v:fill type="solid"/>
              </v:shape>
              <v:shape style="position:absolute;left:10396;top:5435;width:904;height:352" type="#_x0000_t75" stroked="false">
                <v:imagedata r:id="rId28" o:title=""/>
              </v:shape>
              <v:shape style="position:absolute;left:10092;top:6031;width:1209;height:352" type="#_x0000_t75" stroked="false">
                <v:imagedata r:id="rId29" o:title=""/>
              </v:shape>
              <v:shape style="position:absolute;left:10084;top:6731;width:1209;height:351" type="#_x0000_t75" stroked="false">
                <v:imagedata r:id="rId30" o:title=""/>
              </v:shape>
            </v:group>
            <v:group style="position:absolute;left:6065;top:15746;width:5330;height:589" coordorigin="6065,15746" coordsize="5330,589">
              <v:shape style="position:absolute;left:6065;top:15746;width:5330;height:589" coordorigin="6065,15746" coordsize="5330,589" path="m6065,15746l11394,15746,11394,16334,6065,16334,6065,15746xe" filled="false" stroked="true" strokeweight=".567pt" strokecolor="#231f20">
                <v:path arrowok="t"/>
              </v:shape>
              <v:shape style="position:absolute;left:10434;top:15867;width:895;height:352" type="#_x0000_t75" stroked="false">
                <v:imagedata r:id="rId31" o:title=""/>
              </v:shape>
              <v:shape style="position:absolute;left:9501;top:2761;width:904;height:352" type="#_x0000_t75" stroked="false">
                <v:imagedata r:id="rId32" o:title=""/>
              </v:shape>
            </v:group>
            <v:group style="position:absolute;left:558;top:661;width:5228;height:956" coordorigin="558,661" coordsize="5228,956">
              <v:shape style="position:absolute;left:558;top:661;width:5228;height:956" coordorigin="558,661" coordsize="5228,956" path="m5779,661l5773,669,5773,688,5776,691,5782,691,5785,688,5785,676,5779,676,577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68,661l5765,661,5762,664,5762,673,5765,676,5768,676,5768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76,661l5768,661,5768,676,5773,676,5773,664,577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79,661l5779,676,5782,676,5785,673,5785,669,577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85,673l5782,676,5785,676,5785,673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79,661l5776,661,5773,664,5773,669,577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82,661l5779,661,5785,669,5785,664,578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89,661l5685,661,5683,664,5683,673,5685,676,5689,676,568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11,661l5689,661,5689,676,5711,676,571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14,661l5711,661,5711,676,5714,676,5717,673,5717,664,571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10,661l5606,661,5604,664,5604,673,5606,676,5610,676,5610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32,661l5610,661,5610,676,5632,676,563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35,661l5632,661,5632,676,5635,676,5638,673,5638,664,563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531,661l5527,661,5525,664,5525,673,5527,676,5531,676,553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553,661l5531,661,5531,676,5553,676,555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556,661l5553,661,5553,676,5556,676,5559,673,5559,664,555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452,661l5448,661,5446,664,5446,673,5448,676,5452,676,545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474,661l5452,661,5452,676,5474,676,547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477,661l5474,661,5474,676,5477,676,5480,673,5480,664,5477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372,661l5369,661,5367,664,5367,673,5369,676,5372,676,537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395,661l5372,661,5372,676,5395,676,539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398,661l5395,661,5395,676,5398,676,5401,673,5401,664,5398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293,661l5290,661,5288,664,5288,673,5290,676,5293,676,529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316,661l5293,661,5293,676,5316,676,531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319,661l5316,661,5316,676,5319,676,5322,673,5322,664,531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214,661l5211,661,5209,664,5209,673,5211,676,5214,676,521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237,661l5214,661,5214,676,5237,676,5237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240,661l5237,661,5237,676,5240,676,5243,673,5243,664,5240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135,661l5132,661,5130,664,5130,673,5132,676,5135,676,513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158,661l5135,661,5135,676,5158,676,5158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161,661l5158,661,5158,676,5161,676,5164,673,5164,664,516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056,661l5053,661,5051,664,5051,673,5053,676,5056,676,505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079,661l5056,661,5056,676,5079,676,507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082,661l5079,661,5079,676,5082,676,5085,673,5085,664,508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977,661l4974,661,4972,664,4972,673,4974,676,4977,676,4977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000,661l4977,661,4977,676,5000,676,5000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003,661l5000,661,5000,676,5003,676,5006,673,5006,664,500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898,661l4895,661,4893,664,4893,673,4895,676,4898,676,4898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921,661l4898,661,4898,676,4921,676,492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924,661l4921,661,4921,676,4924,676,4927,673,4927,664,492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819,661l4816,661,4814,664,4814,673,4816,676,4819,676,481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842,661l4819,661,4819,676,4842,676,484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845,661l4842,661,4842,676,4845,676,4848,673,4848,664,484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740,661l4737,661,4735,664,4735,673,4737,676,4740,676,4740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763,661l4740,661,4740,676,4763,676,476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766,661l4763,661,4763,676,4766,676,4768,673,4768,664,476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661,661l4658,661,4656,664,4656,673,4658,676,4661,676,466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684,661l4661,661,4661,676,4684,676,468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687,661l4684,661,4684,676,4687,676,4689,673,4689,664,4687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582,661l4579,661,4577,664,4577,673,4579,676,4582,676,458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605,661l4582,661,4582,676,4605,676,460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608,661l4605,661,4605,676,4608,676,4610,673,4610,664,4608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503,661l4500,661,4497,664,4497,673,4500,676,4503,676,450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526,661l4503,661,4503,676,4526,676,452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529,661l4526,661,4526,676,4529,676,4531,673,4531,664,452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424,661l4421,661,4418,664,4418,673,4421,676,4424,676,442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447,661l4424,661,4424,676,4447,676,4447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450,661l4447,661,4447,676,4450,676,4452,673,4452,664,4450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345,661l4342,661,4339,664,4339,673,4342,676,4345,676,434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368,661l4345,661,4345,676,4368,676,4368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371,661l4368,661,4368,676,4371,676,4373,673,4373,664,437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266,661l4263,661,4260,664,4260,673,4263,676,4266,676,426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289,661l4266,661,4266,676,4289,676,428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292,661l4289,661,4289,676,4292,676,4294,673,4294,664,429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187,661l4184,661,4181,664,4181,673,4184,676,4187,676,4187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210,661l4187,661,4187,676,4210,676,4210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213,661l4210,661,4210,676,4213,676,4215,673,4215,664,421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108,661l4105,661,4102,664,4102,673,4105,676,4108,676,4108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131,661l4108,661,4108,676,4131,676,413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134,661l4131,661,4131,676,4134,676,4136,673,4136,664,413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029,661l4026,661,4023,664,4023,673,4026,676,4029,676,402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052,661l4029,661,4029,676,4052,676,405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055,661l4052,661,4052,676,4055,676,4057,673,4057,664,405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950,661l3947,661,3944,664,3944,673,3947,676,3950,676,3950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973,661l3950,661,3950,676,3973,676,397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976,661l3973,661,3973,676,3976,676,3978,673,3978,664,397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871,661l3868,661,3865,664,3865,673,3868,676,3871,676,387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894,661l3871,661,3871,676,3894,676,389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897,661l3894,661,3894,676,3897,676,3899,673,3899,664,3897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792,661l3789,661,3786,664,3786,673,3789,676,3792,676,379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814,661l3792,661,3792,676,3814,676,381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818,661l3814,661,3814,676,3818,676,3820,673,3820,664,3818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713,661l3710,661,3707,664,3707,673,3710,676,3713,676,371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735,661l3713,661,3713,676,3735,676,373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739,661l3735,661,3735,676,3739,676,3741,673,3741,664,373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634,661l3631,661,3628,664,3628,673,3631,676,3634,676,363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656,661l3634,661,3634,676,3656,676,365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660,661l3656,661,3656,676,3660,676,3662,673,3662,664,3660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555,661l3552,661,3549,664,3549,673,3552,676,3555,676,355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577,661l3555,661,3555,676,3577,676,3577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581,661l3577,661,3577,676,3581,676,3583,673,3583,664,358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476,661l3473,661,3470,664,3470,673,3473,676,3476,676,347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498,661l3476,661,3476,676,3498,676,3498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501,661l3498,661,3498,676,3501,676,3504,673,3504,664,350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397,661l3394,661,3391,664,3391,673,3394,676,3397,676,3397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419,661l3397,661,3397,676,3419,676,341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422,661l3419,661,3419,676,3422,676,3425,673,3425,664,342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318,661l3315,661,3312,664,3312,673,3315,676,3318,676,3318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340,661l3318,661,3318,676,3340,676,3340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343,661l3340,661,3340,676,3343,676,3346,673,3346,664,334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239,661l3236,661,3233,664,3233,673,3236,676,3239,676,323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261,661l3239,661,3239,676,3261,676,326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264,661l3261,661,3261,676,3264,676,3267,673,3267,664,326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160,661l3157,661,3154,664,3154,673,3157,676,3160,676,3160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182,661l3160,661,3160,676,3182,676,318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185,661l3182,661,3182,676,3185,676,3188,673,3188,664,318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081,661l3077,661,3075,664,3075,673,3077,676,3081,676,308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103,661l3081,661,3081,676,3103,676,310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106,661l3103,661,3103,676,3106,676,3109,673,3109,664,310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002,661l2998,661,2996,664,2996,673,2998,676,3002,676,300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024,661l3002,661,3002,676,3024,676,302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027,661l3024,661,3024,676,3027,676,3030,673,3030,664,3027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923,661l2919,661,2917,664,2917,673,2919,676,2923,676,292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945,661l2923,661,2923,676,2945,676,294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948,661l2945,661,2945,676,2948,676,2951,673,2951,664,2948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844,661l2840,661,2838,664,2838,673,2840,676,2844,676,284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866,661l2844,661,2844,676,2866,676,286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869,661l2866,661,2866,676,2869,676,2872,673,2872,664,286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765,661l2761,661,2759,664,2759,673,2761,676,2765,676,276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787,661l2765,661,2765,676,2787,676,2787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790,661l2787,661,2787,676,2790,676,2793,673,2793,664,2790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685,661l2682,661,2680,664,2680,673,2682,676,2685,676,268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708,661l2685,661,2685,676,2708,676,2708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711,661l2708,661,2708,676,2711,676,2714,673,2714,664,271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606,661l2603,661,2601,664,2601,673,2603,676,2606,676,260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629,661l2606,661,2606,676,2629,676,262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632,661l2629,661,2629,676,2632,676,2635,673,2635,664,263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527,661l2524,661,2522,664,2522,673,2524,676,2527,676,2527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550,661l2527,661,2527,676,2550,676,2550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553,661l2550,661,2550,676,2553,676,2556,673,2556,664,255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448,661l2445,661,2443,664,2443,673,2445,676,2448,676,2448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471,661l2448,661,2448,676,2471,676,247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474,661l2471,661,2471,676,2474,676,2477,673,2477,664,247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369,661l2366,661,2364,664,2364,673,2366,676,2369,676,236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392,661l2369,661,2369,676,2392,676,239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395,661l2392,661,2392,676,2395,676,2398,673,2398,664,239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290,661l2287,661,2285,664,2285,673,2287,676,2290,676,2290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313,661l2290,661,2290,676,2313,676,231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316,661l2313,661,2313,676,2316,676,2319,673,2319,664,231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211,661l2208,661,2206,664,2206,673,2208,676,2211,676,221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234,661l2211,661,2211,676,2234,676,223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237,661l2234,661,2234,676,2237,676,2240,673,2240,664,2237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132,661l2129,661,2127,664,2127,673,2129,676,2132,676,213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155,661l2132,661,2132,676,2155,676,215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158,661l2155,661,2155,676,2158,676,2161,673,2161,664,2158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053,661l2050,661,2048,664,2048,673,2050,676,2053,676,205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076,661l2053,661,2053,676,2076,676,207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079,661l2076,661,2076,676,2079,676,2081,673,2081,664,207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974,661l1971,661,1969,664,1969,673,1971,676,1974,676,197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997,661l1974,661,1974,676,1997,676,1997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000,661l1997,661,1997,676,2000,676,2002,673,2002,664,2000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895,661l1892,661,1890,664,1890,673,1892,676,1895,676,189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918,661l1895,661,1895,676,1918,676,1918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921,661l1918,661,1918,676,1921,676,1923,673,1923,664,192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816,661l1813,661,1810,664,1810,673,1813,676,1816,676,181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839,661l1816,661,1816,676,1839,676,183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842,661l1839,661,1839,676,1842,676,1844,673,1844,664,184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737,661l1734,661,1731,664,1731,673,1734,676,1737,676,1737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760,661l1737,661,1737,676,1760,676,1760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763,661l1760,661,1760,676,1763,676,1765,673,1765,664,176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658,661l1655,661,1652,664,1652,673,1655,676,1658,676,1658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681,661l1658,661,1658,676,1681,676,168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684,661l1681,661,1681,676,1684,676,1686,673,1686,664,168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579,661l1576,661,1573,664,1573,673,1576,676,1579,676,157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602,661l1579,661,1579,676,1602,676,160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605,661l1602,661,1602,676,1605,676,1607,673,1607,664,160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500,661l1497,661,1494,664,1494,673,1497,676,1500,676,1500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523,661l1500,661,1500,676,1523,676,152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526,661l1523,661,1523,676,1526,676,1528,673,1528,664,152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421,661l1418,661,1415,664,1415,673,1418,676,1421,676,142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444,661l1421,661,1421,676,1444,676,144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447,661l1444,661,1444,676,1447,676,1449,673,1449,664,1447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342,661l1339,661,1336,664,1336,673,1339,676,1342,676,134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365,661l1342,661,1342,676,1365,676,136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368,661l1365,661,1365,676,1368,676,1370,673,1370,664,1368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263,661l1260,661,1257,664,1257,673,1260,676,1263,676,126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286,661l1263,661,1263,676,1286,676,128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289,661l1286,661,1286,676,1289,676,1291,673,1291,664,128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184,661l1181,661,1178,664,1178,673,1181,676,1184,676,118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206,661l1184,661,1184,676,1206,676,120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210,661l1206,661,1206,676,1210,676,1212,673,1212,664,1210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105,661l1102,661,1099,664,1099,673,1102,676,1105,676,110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127,661l1105,661,1105,676,1127,676,1127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131,661l1127,661,1127,676,1131,676,1133,673,1133,664,113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026,661l1023,661,1020,664,1020,673,1023,676,1026,676,102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048,661l1026,661,1026,676,1048,676,1048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052,661l1048,661,1048,676,1052,676,1054,673,1054,664,105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947,661l944,661,941,664,941,673,944,676,947,676,947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969,661l947,661,947,676,969,676,96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973,661l969,661,969,676,973,676,975,673,975,664,97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868,661l865,661,862,664,862,673,865,676,868,676,868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890,661l868,661,868,676,890,676,890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893,661l890,661,890,676,893,676,896,673,896,664,89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789,661l786,661,783,664,783,673,786,676,789,676,789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811,661l789,661,789,676,811,676,81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814,661l811,661,811,676,814,676,817,673,817,664,81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710,661l707,661,704,664,704,673,707,676,710,676,710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732,661l710,661,710,676,732,676,732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735,661l732,661,732,676,735,676,738,673,738,664,735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631,661l628,661,625,664,625,673,628,676,631,676,631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653,661l631,661,631,676,653,676,65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656,661l653,661,653,676,656,676,659,673,659,664,656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58,673l558,688,560,691,566,691,569,688,569,676,560,676,558,673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58,669l558,673,560,676,563,676,558,669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3,661l558,669,563,676,56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4,661l563,661,563,676,569,676,569,669,574,669,574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4,669l569,669,569,676,574,676,574,669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7,661l574,661,574,676,577,676,580,673,580,664,577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3,661l560,661,558,664,558,669,563,66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6,751l560,751,558,754,558,792,560,795,566,795,569,792,569,754,566,751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6,855l560,855,558,859,558,897,560,900,566,900,569,897,569,859,566,855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6,960l560,960,558,963,558,1001,560,1004,566,1004,569,1001,569,963,566,960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6,1064l560,1064,558,1068,558,1106,560,1109,566,1109,569,1106,569,1068,566,1064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6,1169l560,1169,558,1172,558,1210,560,1214,566,1214,569,1210,569,1172,566,1169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6,1273l560,1273,558,1277,558,1315,560,1318,566,1318,569,1315,569,1277,566,1273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6,1378l560,1378,558,1381,558,1419,560,1423,566,1423,569,1419,569,1381,566,1378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6,1482l560,1482,558,1486,558,1524,560,1527,566,1527,569,1524,569,1486,566,148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58,1609l558,1613,560,1617,563,1617,558,1609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6,1587l560,1587,558,1590,558,1609,563,1617,563,1602,569,1602,569,1590,566,1587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9,1602l563,1602,563,1617,569,1609,56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9,1609l563,1617,566,1617,569,1613,569,1609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5,1602l569,1602,569,1613,566,1617,575,1617,57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8,1602l575,1602,575,1617,578,1617,580,1613,580,1605,57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631,1602l628,1602,625,1605,625,1613,628,1617,631,1617,63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654,1602l631,1602,631,1617,654,1617,65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657,1602l654,1602,654,1617,657,1617,659,1613,659,1605,657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710,1602l707,1602,704,1605,704,1613,707,1617,710,1617,710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733,1602l710,1602,710,1617,733,1617,73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736,1602l733,1602,733,1617,736,1617,738,1613,738,1605,736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789,1602l786,1602,783,1605,783,1613,786,1617,789,1617,78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812,1602l789,1602,789,1617,812,1617,81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815,1602l812,1602,812,1617,815,1617,817,1613,817,1605,81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868,1602l865,1602,862,1605,862,1613,865,1617,868,1617,86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891,1602l868,1602,868,1617,891,1617,89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894,1602l891,1602,891,1617,894,1617,896,1613,896,1605,89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947,1602l944,1602,941,1605,941,1613,944,1617,947,1617,947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970,1602l947,1602,947,1617,970,1617,970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973,1602l970,1602,970,1617,973,1617,975,1613,975,1605,97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026,1602l1023,1602,1020,1605,1020,1613,1023,1617,1026,1617,1026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049,1602l1026,1602,1026,1617,1049,1617,104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052,1602l1049,1602,1049,1617,1052,1617,1054,1613,1054,1605,105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105,1602l1102,1602,1100,1605,1100,1613,1102,1617,1105,1617,110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128,1602l1105,1602,1105,1617,1128,1617,112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131,1602l1128,1602,1128,1617,1131,1617,1133,1613,1133,1605,113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184,1602l1181,1602,1179,1605,1179,1613,1181,1617,1184,1617,118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207,1602l1184,1602,1184,1617,1207,1617,1207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210,1602l1207,1602,1207,1617,1210,1617,1212,1613,1212,1605,1210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263,1602l1260,1602,1258,1605,1258,1613,1260,1617,1263,1617,126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286,1602l1263,1602,1263,1617,1286,1617,1286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289,1602l1286,1602,1286,1617,1289,1617,1291,1613,1291,1605,128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342,1602l1339,1602,1337,1605,1337,1613,1339,1617,1342,1617,134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365,1602l1342,1602,1342,1617,1365,1617,136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368,1602l1365,1602,1365,1617,1368,1617,1371,1613,1371,1605,136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421,1602l1418,1602,1416,1605,1416,1613,1418,1617,1421,1617,142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444,1602l1421,1602,1421,1617,1444,1617,144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447,1602l1444,1602,1444,1617,1447,1617,1450,1613,1450,1605,1447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500,1602l1497,1602,1495,1605,1495,1613,1497,1617,1500,1617,1500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523,1602l1500,1602,1500,1617,1523,1617,152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526,1602l1523,1602,1523,1617,1526,1617,1529,1613,1529,1605,1526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579,1602l1576,1602,1574,1605,1574,1613,1576,1617,1579,1617,157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602,1602l1579,1602,1579,1617,1602,1617,160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605,1602l1602,1602,1602,1617,1605,1617,1608,1613,1608,1605,160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658,1602l1655,1602,1653,1605,1653,1613,1655,1617,1658,1617,165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681,1602l1658,1602,1658,1617,1681,1617,168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684,1602l1681,1602,1681,1617,1684,1617,1687,1613,1687,1605,168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737,1602l1734,1602,1732,1605,1732,1613,1734,1617,1737,1617,1737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760,1602l1737,1602,1737,1617,1760,1617,1760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763,1602l1760,1602,1760,1617,1763,1617,1766,1613,1766,1605,176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816,1602l1813,1602,1811,1605,1811,1613,1813,1617,1816,1617,1816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839,1602l1816,1602,1816,1617,1839,1617,183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842,1602l1839,1602,1839,1617,1842,1617,1845,1613,1845,1605,184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895,1602l1892,1602,1890,1605,1890,1613,1892,1617,1895,1617,189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918,1602l1895,1602,1895,1617,1918,1617,191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921,1602l1918,1602,1918,1617,1921,1617,1924,1613,1924,1605,192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975,1602l1971,1602,1969,1605,1969,1613,1971,1617,1975,1617,197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1997,1602l1975,1602,1975,1617,1997,1617,1997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000,1602l1997,1602,1997,1617,2000,1617,2003,1613,2003,1605,2000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054,1602l2050,1602,2048,1605,2048,1613,2050,1617,2054,1617,205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076,1602l2054,1602,2054,1617,2076,1617,2076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079,1602l2076,1602,2076,1617,2079,1617,2082,1613,2082,1605,207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133,1602l2129,1602,2127,1605,2127,1613,2129,1617,2133,1617,213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155,1602l2133,1602,2133,1617,2155,1617,215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158,1602l2155,1602,2155,1617,2158,1617,2161,1613,2161,1605,215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212,1602l2208,1602,2206,1605,2206,1613,2208,1617,2212,1617,221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234,1602l2212,1602,2212,1617,2234,1617,223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237,1602l2234,1602,2234,1617,2237,1617,2240,1613,2240,1605,2237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291,1602l2288,1602,2285,1605,2285,1613,2288,1617,2291,1617,229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313,1602l2291,1602,2291,1617,2313,1617,231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316,1602l2313,1602,2313,1617,2316,1617,2319,1613,2319,1605,2316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370,1602l2367,1602,2364,1605,2364,1613,2367,1617,2370,1617,2370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392,1602l2370,1602,2370,1617,2392,1617,239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395,1602l2392,1602,2392,1617,2395,1617,2398,1613,2398,1605,239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449,1602l2446,1602,2443,1605,2443,1613,2446,1617,2449,1617,244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471,1602l2449,1602,2449,1617,2471,1617,247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474,1602l2471,1602,2471,1617,2474,1617,2477,1613,2477,1605,247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528,1602l2525,1602,2522,1605,2522,1613,2525,1617,2528,1617,252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550,1602l2528,1602,2528,1617,2550,1617,2550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553,1602l2550,1602,2550,1617,2553,1617,2556,1613,2556,1605,255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607,1602l2604,1602,2601,1605,2601,1613,2604,1617,2607,1617,2607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629,1602l2607,1602,2607,1617,2629,1617,262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632,1602l2629,1602,2629,1617,2632,1617,2635,1613,2635,1605,263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686,1602l2683,1602,2680,1605,2680,1613,2683,1617,2686,1617,2686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708,1602l2686,1602,2686,1617,2708,1617,270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711,1602l2708,1602,2708,1617,2711,1617,2714,1613,2714,1605,271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765,1602l2762,1602,2759,1605,2759,1613,2762,1617,2765,1617,276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787,1602l2765,1602,2765,1617,2787,1617,2787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791,1602l2787,1602,2787,1617,2791,1617,2793,1613,2793,1605,279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844,1602l2841,1602,2838,1605,2838,1613,2841,1617,2844,1617,284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866,1602l2844,1602,2844,1617,2866,1617,2866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870,1602l2866,1602,2866,1617,2870,1617,2872,1613,2872,1605,2870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923,1602l2920,1602,2917,1605,2917,1613,2920,1617,2923,1617,292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945,1602l2923,1602,2923,1617,2945,1617,294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2949,1602l2945,1602,2945,1617,2949,1617,2951,1613,2951,1605,294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002,1602l2999,1602,2996,1605,2996,1613,2999,1617,3002,1617,300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024,1602l3002,1602,3002,1617,3024,1617,302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028,1602l3024,1602,3024,1617,3028,1617,3030,1613,3030,1605,302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081,1602l3078,1602,3075,1605,3075,1613,3078,1617,3081,1617,308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104,1602l3081,1602,3081,1617,3104,1617,310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107,1602l3104,1602,3104,1617,3107,1617,3109,1613,3109,1605,3107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160,1602l3157,1602,3154,1605,3154,1613,3157,1617,3160,1617,3160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183,1602l3160,1602,3160,1617,3183,1617,318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186,1602l3183,1602,3183,1617,3186,1617,3188,1613,3188,1605,3186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239,1602l3236,1602,3233,1605,3233,1613,3236,1617,3239,1617,323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262,1602l3239,1602,3239,1617,3262,1617,326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265,1602l3262,1602,3262,1617,3265,1617,3267,1613,3267,1605,326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318,1602l3315,1602,3312,1605,3312,1613,3315,1617,3318,1617,331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341,1602l3318,1602,3318,1617,3341,1617,334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344,1602l3341,1602,3341,1617,3344,1617,3346,1613,3346,1605,334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397,1602l3394,1602,3391,1605,3391,1613,3394,1617,3397,1617,3397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420,1602l3397,1602,3397,1617,3420,1617,3420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423,1602l3420,1602,3420,1617,3423,1617,3425,1613,3425,1605,342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476,1602l3473,1602,3470,1605,3470,1613,3473,1617,3476,1617,3476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499,1602l3476,1602,3476,1617,3499,1617,349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502,1602l3499,1602,3499,1617,3502,1617,3504,1613,3504,1605,350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555,1602l3552,1602,3549,1605,3549,1613,3552,1617,3555,1617,355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578,1602l3555,1602,3555,1617,3578,1617,357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581,1602l3578,1602,3578,1617,3581,1617,3583,1613,3583,1605,358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634,1602l3631,1602,3628,1605,3628,1613,3631,1617,3634,1617,363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657,1602l3634,1602,3634,1617,3657,1617,3657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660,1602l3657,1602,3657,1617,3660,1617,3662,1613,3662,1605,3660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713,1602l3710,1602,3708,1605,3708,1613,3710,1617,3713,1617,371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736,1602l3713,1602,3713,1617,3736,1617,3736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739,1602l3736,1602,3736,1617,3739,1617,3741,1613,3741,1605,373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792,1602l3789,1602,3787,1605,3787,1613,3789,1617,3792,1617,379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815,1602l3792,1602,3792,1617,3815,1617,381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818,1602l3815,1602,3815,1617,3818,1617,3820,1613,3820,1605,381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871,1602l3868,1602,3866,1605,3866,1613,3868,1617,3871,1617,387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894,1602l3871,1602,3871,1617,3894,1617,389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897,1602l3894,1602,3894,1617,3897,1617,3899,1613,3899,1605,3897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950,1602l3947,1602,3945,1605,3945,1613,3947,1617,3950,1617,3950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973,1602l3950,1602,3950,1617,3973,1617,397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3976,1602l3973,1602,3973,1617,3976,1617,3979,1613,3979,1605,3976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029,1602l4026,1602,4024,1605,4024,1613,4026,1617,4029,1617,402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052,1602l4029,1602,4029,1617,4052,1617,405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055,1602l4052,1602,4052,1617,4055,1617,4058,1613,4058,1605,405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108,1602l4105,1602,4103,1605,4103,1613,4105,1617,4108,1617,410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131,1602l4108,1602,4108,1617,4131,1617,413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134,1602l4131,1602,4131,1617,4134,1617,4137,1613,4137,1605,413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187,1602l4184,1602,4182,1605,4182,1613,4184,1617,4187,1617,4187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210,1602l4187,1602,4187,1617,4210,1617,4210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213,1602l4210,1602,4210,1617,4213,1617,4216,1613,4216,1605,421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266,1602l4263,1602,4261,1605,4261,1613,4263,1617,4266,1617,4266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289,1602l4266,1602,4266,1617,4289,1617,428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292,1602l4289,1602,4289,1617,4292,1617,4295,1613,4295,1605,429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345,1602l4342,1602,4340,1605,4340,1613,4342,1617,4345,1617,434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368,1602l4345,1602,4345,1617,4368,1617,436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371,1602l4368,1602,4368,1617,4371,1617,4374,1613,4374,1605,437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424,1602l4421,1602,4419,1605,4419,1613,4421,1617,4424,1617,442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447,1602l4424,1602,4424,1617,4447,1617,4447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450,1602l4447,1602,4447,1617,4450,1617,4453,1613,4453,1605,4450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503,1602l4500,1602,4498,1605,4498,1613,4500,1617,4503,1617,450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526,1602l4503,1602,4503,1617,4526,1617,4526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529,1602l4526,1602,4526,1617,4529,1617,4532,1613,4532,1605,452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583,1602l4579,1602,4577,1605,4577,1613,4579,1617,4583,1617,458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605,1602l4583,1602,4583,1617,4605,1617,460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608,1602l4605,1602,4605,1617,4608,1617,4611,1613,4611,1605,460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662,1602l4658,1602,4656,1605,4656,1613,4658,1617,4662,1617,466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684,1602l4662,1602,4662,1617,4684,1617,468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687,1602l4684,1602,4684,1617,4687,1617,4690,1613,4690,1605,4687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741,1602l4737,1602,4735,1605,4735,1613,4737,1617,4741,1617,474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763,1602l4741,1602,4741,1617,4763,1617,476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766,1602l4763,1602,4763,1617,4766,1617,4769,1613,4769,1605,4766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820,1602l4816,1602,4814,1605,4814,1613,4816,1617,4820,1617,4820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842,1602l4820,1602,4820,1617,4842,1617,484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845,1602l4842,1602,4842,1617,4845,1617,4848,1613,4848,1605,484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899,1602l4895,1602,4893,1605,4893,1613,4895,1617,4899,1617,489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921,1602l4899,1602,4899,1617,4921,1617,492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924,1602l4921,1602,4921,1617,4924,1617,4927,1613,4927,1605,492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4978,1602l4975,1602,4972,1605,4972,1613,4975,1617,4978,1617,497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000,1602l4978,1602,4978,1617,5000,1617,5000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003,1602l5000,1602,5000,1617,5003,1617,5006,1613,5006,1605,500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057,1602l5054,1602,5051,1605,5051,1613,5054,1617,5057,1617,5057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079,1602l5057,1602,5057,1617,5079,1617,507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082,1602l5079,1602,5079,1617,5082,1617,5085,1613,5085,1605,508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136,1602l5133,1602,5130,1605,5130,1613,5133,1617,5136,1617,5136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158,1602l5136,1602,5136,1617,5158,1617,515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161,1602l5158,1602,5158,1617,5161,1617,5164,1613,5164,1605,516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215,1602l5212,1602,5209,1605,5209,1613,5212,1617,5215,1617,521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237,1602l5215,1602,5215,1617,5237,1617,5237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240,1602l5237,1602,5237,1617,5240,1617,5243,1613,5243,1605,5240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294,1602l5291,1602,5288,1605,5288,1613,5291,1617,5294,1617,529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316,1602l5294,1602,5294,1617,5316,1617,5316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319,1602l5316,1602,5316,1617,5319,1617,5322,1613,5322,1605,531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373,1602l5370,1602,5367,1605,5367,1613,5370,1617,5373,1617,537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395,1602l5373,1602,5373,1617,5395,1617,539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399,1602l5395,1602,5395,1617,5399,1617,5401,1613,5401,1605,539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452,1602l5449,1602,5446,1605,5446,1613,5449,1617,5452,1617,545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474,1602l5452,1602,5452,1617,5474,1617,5474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478,1602l5474,1602,5474,1617,5478,1617,5480,1613,5480,1605,547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531,1602l5528,1602,5525,1605,5525,1613,5528,1617,5531,1617,5531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553,1602l5531,1602,5531,1617,5553,1617,555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557,1602l5553,1602,5553,1617,5557,1617,5559,1613,5559,1605,5557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10,1602l5607,1602,5604,1605,5604,1613,5607,1617,5610,1617,5610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32,1602l5610,1602,5610,1617,5632,1617,563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36,1602l5632,1602,5632,1617,5636,1617,5638,1613,5638,1605,5636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689,1602l5686,1602,5683,1605,5683,1613,5686,1617,5689,1617,568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12,1602l5689,1602,5689,1617,5712,1617,571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15,1602l5712,1602,5712,1617,5715,1617,5717,1613,5717,1605,571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68,1602l5765,1602,5762,1605,5762,1613,5765,1617,5768,1617,5768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73,1602l5768,1602,5768,1617,5779,1617,5779,1609,5773,1609,5773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79,1602l5779,1617,5785,1609,5779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85,1609l5779,1617,5782,1617,5785,1613,5785,1609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82,1587l5776,1587,5773,1590,5773,1609,5779,1609,5779,1602,5785,1602,5785,1590,5782,1587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82,1602l5779,1602,5785,1609,5785,1605,5782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85,1602l5782,1602,5785,1605,5785,160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82,1482l5776,1482,5773,1486,5773,1524,5776,1527,5782,1527,5785,1524,5785,1486,5782,1482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82,1378l5776,1378,5773,1381,5773,1419,5776,1423,5782,1423,5785,1419,5785,1381,5782,1378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82,1273l5776,1273,5773,1277,5773,1315,5776,1318,5782,1318,5785,1315,5785,1277,5782,1273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82,1169l5776,1169,5773,1172,5773,1210,5776,1214,5782,1214,5785,1210,5785,1172,5782,1169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82,1064l5776,1064,5773,1068,5773,1106,5776,1109,5782,1109,5785,1106,5785,1068,5782,1064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82,960l5776,960,5773,963,5773,1001,5776,1004,5782,1004,5785,1001,5785,963,5782,960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82,855l5776,855,5773,859,5773,897,5776,900,5782,900,5785,897,5785,859,5782,855xe" filled="true" fillcolor="#231f20" stroked="false">
                <v:path arrowok="t"/>
                <v:fill type="solid"/>
              </v:shape>
              <v:shape style="position:absolute;left:558;top:661;width:5228;height:956" coordorigin="558,661" coordsize="5228,956" path="m5782,751l5776,751,5773,754,5773,792,5776,795,5782,795,5785,792,5785,754,5782,751xe" filled="true" fillcolor="#231f20" stroked="false">
                <v:path arrowok="t"/>
                <v:fill type="solid"/>
              </v:shape>
            </v:group>
            <v:group style="position:absolute;left:509;top:605;width:5330;height:1056" coordorigin="509,605" coordsize="5330,1056">
              <v:shape style="position:absolute;left:509;top:605;width:5330;height:1056" coordorigin="509,605" coordsize="5330,1056" path="m509,605l5838,605,5838,1660,509,1660,509,605xe" filled="false" stroked="true" strokeweight=".37107pt" strokecolor="#231f20">
                <v:path arrowok="t"/>
              </v:shape>
            </v:group>
            <v:group style="position:absolute;left:509;top:4065;width:5330;height:681" coordorigin="509,4065" coordsize="5330,681">
              <v:shape style="position:absolute;left:509;top:4065;width:5330;height:681" coordorigin="509,4065" coordsize="5330,681" path="m509,4065l5838,4065,5838,4746,509,4746,509,4065xe" filled="false" stroked="true" strokeweight=".626266pt" strokecolor="#231f20">
                <v:path arrowok="t"/>
              </v:shape>
            </v:group>
            <v:group style="position:absolute;left:560;top:15637;width:5228;height:622" coordorigin="560,15637" coordsize="5228,622">
              <v:shape style="position:absolute;left:560;top:15637;width:5228;height:622" coordorigin="560,15637" coordsize="5228,622" path="m560,15646l560,15657,562,15660,568,15660,571,15657,571,15648,562,15648,560,15646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5,15637l560,15643,560,15646,562,15648,565,15648,56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5,15637l565,15648,571,15648,571,15643,56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7,15637l568,15637,571,15640,571,15648,577,15648,57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80,15637l577,15637,577,15648,580,15648,582,15646,582,15640,58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5,15637l562,15637,560,15640,560,15643,56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8,15637l565,15637,571,15643,571,15640,56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633,15637l630,15637,627,15640,627,15646,630,15648,633,15648,63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656,15637l633,15637,633,15648,656,15648,65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659,15637l656,15637,656,15648,659,15648,661,15646,661,15640,65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712,15637l709,15637,706,15640,706,15646,709,15648,712,15648,71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735,15637l712,15637,712,15648,735,15648,73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738,15637l735,15637,735,15648,738,15648,740,15646,740,15640,73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791,15637l788,15637,785,15640,785,15646,788,15648,791,15648,79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14,15637l791,15637,791,15648,814,15648,81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17,15637l814,15637,814,15648,817,15648,819,15646,819,15640,81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70,15637l867,15637,865,15640,865,15646,867,15648,870,15648,87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93,15637l870,15637,870,15648,893,15648,89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96,15637l893,15637,893,15648,896,15648,898,15646,898,15640,89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949,15637l946,15637,944,15640,944,15646,946,15648,949,15648,94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972,15637l949,15637,949,15648,972,15648,97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975,15637l972,15637,972,15648,975,15648,977,15646,977,15640,97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028,15637l1025,15637,1023,15640,1023,15646,1025,15648,1028,15648,102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051,15637l1028,15637,1028,15648,1051,15648,105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054,15637l1051,15637,1051,15648,1054,15648,1056,15646,1056,15640,105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107,15637l1104,15637,1102,15640,1102,15646,1104,15648,1107,15648,110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130,15637l1107,15637,1107,15648,1130,15648,113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133,15637l1130,15637,1130,15648,1133,15648,1136,15646,1136,15640,113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186,15637l1183,15637,1181,15640,1181,15646,1183,15648,1186,15648,118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09,15637l1186,15637,1186,15648,1209,15648,120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12,15637l1209,15637,1209,15648,1212,15648,1215,15646,1215,15640,121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65,15637l1262,15637,1260,15640,1260,15646,1262,15648,1265,15648,126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88,15637l1265,15637,1265,15648,1288,15648,128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91,15637l1288,15637,1288,15648,1291,15648,1294,15646,1294,15640,129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344,15637l1341,15637,1339,15640,1339,15646,1341,15648,1344,15648,134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367,15637l1344,15637,1344,15648,1367,15648,136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370,15637l1367,15637,1367,15648,1370,15648,1373,15646,1373,15640,137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423,15637l1420,15637,1418,15640,1418,15646,1420,15648,1423,15648,142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446,15637l1423,15637,1423,15648,1446,15648,144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449,15637l1446,15637,1446,15648,1449,15648,1452,15646,1452,15640,144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502,15637l1499,15637,1497,15640,1497,15646,1499,15648,1502,15648,150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525,15637l1502,15637,1502,15648,1525,15648,152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528,15637l1525,15637,1525,15648,1528,15648,1531,15646,1531,15640,152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581,15637l1578,15637,1576,15640,1576,15646,1578,15648,1581,15648,158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04,15637l1581,15637,1581,15648,1604,15648,160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07,15637l1604,15637,1604,15648,1607,15648,1610,15646,1610,15640,160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60,15637l1657,15637,1655,15640,1655,15646,1657,15648,1660,15648,166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83,15637l1660,15637,1660,15648,1683,15648,168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86,15637l1683,15637,1683,15648,1686,15648,1689,15646,1689,15640,168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740,15637l1736,15637,1734,15640,1734,15646,1736,15648,1740,15648,174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762,15637l1740,15637,1740,15648,1762,15648,176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765,15637l1762,15637,1762,15648,1765,15648,1768,15646,1768,15640,176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819,15637l1815,15637,1813,15640,1813,15646,1815,15648,1819,15648,181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841,15637l1819,15637,1819,15648,1841,15648,184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844,15637l1841,15637,1841,15648,1844,15648,1847,15646,1847,15640,184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898,15637l1894,15637,1892,15640,1892,15646,1894,15648,1898,15648,189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920,15637l1898,15637,1898,15648,1920,15648,192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923,15637l1920,15637,1920,15648,1923,15648,1926,15646,1926,15640,192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977,15637l1973,15637,1971,15640,1971,15646,1973,15648,1977,15648,197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999,15637l1977,15637,1977,15648,1999,15648,199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002,15637l1999,15637,1999,15648,2002,15648,2005,15646,2005,15640,200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056,15637l2052,15637,2050,15640,2050,15646,2052,15648,2056,15648,205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078,15637l2056,15637,2056,15648,2078,15648,207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081,15637l2078,15637,2078,15648,2081,15648,2084,15646,2084,15640,208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135,15637l2132,15637,2129,15640,2129,15646,2132,15648,2135,15648,213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157,15637l2135,15637,2135,15648,2157,15648,215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160,15637l2157,15637,2157,15648,2160,15648,2163,15646,2163,15640,216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214,15637l2211,15637,2208,15640,2208,15646,2211,15648,2214,15648,221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236,15637l2214,15637,2214,15648,2236,15648,223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239,15637l2236,15637,2236,15648,2239,15648,2242,15646,2242,15640,223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293,15637l2290,15637,2287,15640,2287,15646,2290,15648,2293,15648,229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15,15637l2293,15637,2293,15648,2315,15648,231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18,15637l2315,15637,2315,15648,2318,15648,2321,15646,2321,15640,231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72,15637l2369,15637,2366,15640,2366,15646,2369,15648,2372,15648,237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94,15637l2372,15637,2372,15648,2394,15648,239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97,15637l2394,15637,2394,15648,2397,15648,2400,15646,2400,15640,239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451,15637l2448,15637,2445,15640,2445,15646,2448,15648,2451,15648,245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473,15637l2451,15637,2451,15648,2473,15648,247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476,15637l2473,15637,2473,15648,2476,15648,2479,15646,2479,15640,247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530,15637l2527,15637,2524,15640,2524,15646,2527,15648,2530,15648,253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552,15637l2530,15637,2530,15648,2552,15648,255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556,15637l2552,15637,2552,15648,2556,15648,2558,15646,2558,15640,255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609,15637l2606,15637,2603,15640,2603,15646,2606,15648,2609,15648,260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631,15637l2609,15637,2609,15648,2631,15648,263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635,15637l2631,15637,2631,15648,2635,15648,2637,15646,2637,15640,263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688,15637l2685,15637,2682,15640,2682,15646,2685,15648,2688,15648,268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10,15637l2688,15637,2688,15648,2710,15648,271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14,15637l2710,15637,2710,15648,2714,15648,2716,15646,2716,15640,271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67,15637l2764,15637,2761,15640,2761,15646,2764,15648,2767,15648,276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89,15637l2767,15637,2767,15648,2789,15648,278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93,15637l2789,15637,2789,15648,2793,15648,2795,15646,2795,15640,279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846,15637l2843,15637,2840,15640,2840,15646,2843,15648,2846,15648,284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869,15637l2846,15637,2846,15648,2869,15648,286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872,15637l2869,15637,2869,15648,2872,15648,2874,15646,2874,15640,287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925,15637l2922,15637,2919,15640,2919,15646,2922,15648,2925,15648,292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948,15637l2925,15637,2925,15648,2948,15648,294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951,15637l2948,15637,2948,15648,2951,15648,2953,15646,2953,15640,295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004,15637l3001,15637,2998,15640,2998,15646,3001,15648,3004,15648,300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027,15637l3004,15637,3004,15648,3027,15648,302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030,15637l3027,15637,3027,15648,3030,15648,3032,15646,3032,15640,303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083,15637l3080,15637,3077,15640,3077,15646,3080,15648,3083,15648,308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06,15637l3083,15637,3083,15648,3106,15648,310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09,15637l3106,15637,3106,15648,3109,15648,3111,15646,3111,15640,310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62,15637l3159,15637,3156,15640,3156,15646,3159,15648,3162,15648,316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85,15637l3162,15637,3162,15648,3185,15648,318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88,15637l3185,15637,3185,15648,3188,15648,3190,15646,3190,15640,318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241,15637l3238,15637,3235,15640,3235,15646,3238,15648,3241,15648,324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264,15637l3241,15637,3241,15648,3264,15648,326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267,15637l3264,15637,3264,15648,3267,15648,3269,15646,3269,15640,326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320,15637l3317,15637,3314,15640,3314,15646,3317,15648,3320,15648,332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343,15637l3320,15637,3320,15648,3343,15648,334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346,15637l3343,15637,3343,15648,3346,15648,3348,15646,3348,15640,334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399,15637l3396,15637,3393,15640,3393,15646,3396,15648,3399,15648,339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422,15637l3399,15637,3399,15648,3422,15648,342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425,15637l3422,15637,3422,15648,3425,15648,3427,15646,3427,15640,342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478,15637l3475,15637,3472,15640,3472,15646,3475,15648,3478,15648,347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01,15637l3478,15637,3478,15648,3501,15648,350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04,15637l3501,15637,3501,15648,3504,15648,3506,15646,3506,15640,350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57,15637l3554,15637,3552,15640,3552,15646,3554,15648,3557,15648,355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80,15637l3557,15637,3557,15648,3580,15648,358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83,15637l3580,15637,3580,15648,3583,15648,3585,15646,3585,15640,358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636,15637l3633,15637,3631,15640,3631,15646,3633,15648,3636,15648,363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659,15637l3636,15637,3636,15648,3659,15648,365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662,15637l3659,15637,3659,15648,3662,15648,3664,15646,3664,15640,366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715,15637l3712,15637,3710,15640,3710,15646,3712,15648,3715,15648,371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738,15637l3715,15637,3715,15648,3738,15648,373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741,15637l3738,15637,3738,15648,3741,15648,3744,15646,3744,15640,374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794,15637l3791,15637,3789,15640,3789,15646,3791,15648,3794,15648,379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17,15637l3794,15637,3794,15648,3817,15648,381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20,15637l3817,15637,3817,15648,3820,15648,3823,15646,3823,15640,382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73,15637l3870,15637,3868,15640,3868,15646,3870,15648,3873,15648,387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96,15637l3873,15637,3873,15648,3896,15648,389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99,15637l3896,15637,3896,15648,3899,15648,3902,15646,3902,15640,389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952,15637l3949,15637,3947,15640,3947,15646,3949,15648,3952,15648,395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975,15637l3952,15637,3952,15648,3975,15648,397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978,15637l3975,15637,3975,15648,3978,15648,3981,15646,3981,15640,397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031,15637l4028,15637,4026,15640,4026,15646,4028,15648,4031,15648,403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054,15637l4031,15637,4031,15648,4054,15648,405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057,15637l4054,15637,4054,15648,4057,15648,4060,15646,4060,15640,405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110,15637l4107,15637,4105,15640,4105,15646,4107,15648,4110,15648,411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133,15637l4110,15637,4110,15648,4133,15648,413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136,15637l4133,15637,4133,15648,4136,15648,4139,15646,4139,15640,413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189,15637l4186,15637,4184,15640,4184,15646,4186,15648,4189,15648,418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12,15637l4189,15637,4189,15648,4212,15648,421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15,15637l4212,15637,4212,15648,4215,15648,4218,15646,4218,15640,421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68,15637l4265,15637,4263,15640,4263,15646,4265,15648,4268,15648,426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91,15637l4268,15637,4268,15648,4291,15648,429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94,15637l4291,15637,4291,15648,4294,15648,4297,15646,4297,15640,429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347,15637l4344,15637,4342,15640,4342,15646,4344,15648,4347,15648,434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370,15637l4347,15637,4347,15648,4370,15648,437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373,15637l4370,15637,4370,15648,4373,15648,4376,15646,4376,15640,437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427,15637l4423,15637,4421,15640,4421,15646,4423,15648,4427,15648,442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449,15637l4427,15637,4427,15648,4449,15648,444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452,15637l4449,15637,4449,15648,4452,15648,4455,15646,4455,15640,445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506,15637l4502,15637,4500,15640,4500,15646,4502,15648,4506,15648,450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528,15637l4506,15637,4506,15648,4528,15648,452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531,15637l4528,15637,4528,15648,4531,15648,4534,15646,4534,15640,453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585,15637l4581,15637,4579,15640,4579,15646,4581,15648,4585,15648,458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07,15637l4585,15637,4585,15648,4607,15648,460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10,15637l4607,15637,4607,15648,4610,15648,4613,15646,4613,15640,461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64,15637l4660,15637,4658,15640,4658,15646,4660,15648,4664,15648,466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86,15637l4664,15637,4664,15648,4686,15648,468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89,15637l4686,15637,4686,15648,4689,15648,4692,15646,4692,15640,468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743,15637l4740,15637,4737,15640,4737,15646,4740,15648,4743,15648,474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765,15637l4743,15637,4743,15648,4765,15648,476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768,15637l4765,15637,4765,15648,4768,15648,4771,15646,4771,15640,476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822,15637l4819,15637,4816,15640,4816,15646,4819,15648,4822,15648,482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844,15637l4822,15637,4822,15648,4844,15648,484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847,15637l4844,15637,4844,15648,4847,15648,4850,15646,4850,15640,484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901,15637l4898,15637,4895,15640,4895,15646,4898,15648,4901,15648,490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923,15637l4901,15637,4901,15648,4923,15648,492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926,15637l4923,15637,4923,15648,4926,15648,4929,15646,4929,15640,492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980,15637l4977,15637,4974,15640,4974,15646,4977,15648,4980,15648,498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02,15637l4980,15637,4980,15648,5002,15648,500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05,15637l5002,15637,5002,15648,5005,15648,5008,15646,5008,15640,500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59,15637l5056,15637,5053,15640,5053,15646,5056,15648,5059,15648,505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81,15637l5059,15637,5059,15648,5081,15648,508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84,15637l5081,15637,5081,15648,5084,15648,5087,15646,5087,15640,508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138,15637l5135,15637,5132,15640,5132,15646,5135,15648,5138,15648,513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160,15637l5138,15637,5138,15648,5160,15648,516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164,15637l5160,15637,5160,15648,5164,15648,5166,15646,5166,15640,516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217,15637l5214,15637,5211,15640,5211,15646,5214,15648,5217,15648,521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239,15637l5217,15637,5217,15648,5239,15648,523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243,15637l5239,15637,5239,15648,5243,15648,5245,15646,5245,15640,524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296,15637l5293,15637,5290,15640,5290,15646,5293,15648,5296,15648,529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318,15637l5296,15637,5296,15648,5318,15648,531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322,15637l5318,15637,5318,15648,5322,15648,5324,15646,5324,15640,532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375,15637l5372,15637,5369,15640,5369,15646,5372,15648,5375,15648,537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397,15637l5375,15637,5375,15648,5397,15648,539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401,15637l5397,15637,5397,15648,5401,15648,5403,15646,5403,15640,540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454,15637l5451,15637,5448,15640,5448,15646,5451,15648,5454,15648,545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476,15637l5454,15637,5454,15648,5476,15648,547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480,15637l5476,15637,5476,15648,5480,15648,5482,15646,5482,15640,548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533,15637l5530,15637,5527,15640,5527,15646,5530,15648,5533,15648,5533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556,15637l5533,15637,5533,15648,5556,15648,5556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559,15637l5556,15637,5556,15648,5559,15648,5561,15646,5561,15640,5559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12,15637l5609,15637,5606,15640,5606,15646,5609,15648,5612,15648,5612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35,15637l5612,15637,5612,15648,5635,15648,5635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38,15637l5635,15637,5635,15648,5638,15648,5640,15646,5640,15640,5638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91,15637l5688,15637,5685,15640,5685,15646,5688,15648,5691,15648,569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14,15637l5691,15637,5691,15648,5714,15648,571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17,15637l5714,15637,5714,15648,5717,15648,5719,15646,5719,15640,5717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1,15643l5775,15643,5775,15657,5778,15660,5784,15660,5787,15657,5787,15648,5781,15648,5781,15643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70,15637l5767,15637,5764,15640,5764,15646,5767,15648,5770,15648,5770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1,15637l5770,15637,5770,15648,5775,15648,5775,15643,5781,15643,578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1,15637l5781,15648,5787,15643,5781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7,15643l5781,15648,5784,15648,5787,15646,5787,15643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7,15646l5784,15648,5787,15648,5787,15646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4,15637l5781,15637,5787,15643,5787,15640,5784,1563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4,15703l5778,15703,5775,15705,5775,15733,5778,15736,5784,15736,5787,15733,5787,15705,5784,15703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4,15779l5778,15779,5775,15782,5775,15810,5778,15812,5784,15812,5787,15810,5787,15782,5784,15779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4,15855l5778,15855,5775,15858,5775,15886,5778,15888,5784,15888,5787,15886,5787,15858,5784,15855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4,15931l5778,15931,5775,15934,5775,15962,5778,15965,5784,15965,5787,15962,5787,15934,5784,15931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4,16008l5778,16008,5775,16010,5775,16038,5778,16041,5784,16041,5787,16038,5787,16010,5784,16008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4,16084l5778,16084,5775,16086,5775,16114,5778,16117,5784,16117,5787,16114,5787,16086,5784,16084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4,16160l5778,16160,5775,16162,5775,16190,5778,16193,5784,16193,5787,16190,5787,16162,5784,16160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70,16247l5767,16247,5764,16250,5764,16256,5767,16259,5770,16259,577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75,16247l5770,16247,5770,16259,5778,16259,5775,16256,577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75,16253l5775,16256,5778,16259,5781,16259,5775,16253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4,16236l5778,16236,5775,16239,5775,16253,5781,16259,5781,16247,5787,16247,5787,16239,5784,16236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7,16247l5781,16247,5781,16259,5787,16253,578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87,16253l5781,16259,5784,16259,5787,16256,5787,16253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91,16247l5688,16247,5685,16250,5685,16256,5688,16259,5691,16259,569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13,16247l5691,16247,5691,16259,5713,16259,571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16,16247l5713,16247,5713,16259,5716,16259,5719,16256,5719,16250,571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12,16247l5609,16247,5606,16250,5606,16256,5609,16259,5612,16259,561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34,16247l5612,16247,5612,16259,5634,16259,563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37,16247l5634,16247,5634,16259,5637,16259,5640,16256,5640,16250,563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533,16247l5530,16247,5527,16250,5527,16256,5530,16259,5533,16259,553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555,16247l5533,16247,5533,16259,5555,16259,555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558,16247l5555,16247,5555,16259,5558,16259,5561,16256,5561,16250,555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454,16247l5450,16247,5448,16250,5448,16256,5450,16259,5454,16259,545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476,16247l5454,16247,5454,16259,5476,16259,547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479,16247l5476,16247,5476,16259,5479,16259,5482,16256,5482,16250,547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375,16247l5371,16247,5369,16250,5369,16256,5371,16259,5375,16259,537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397,16247l5375,16247,5375,16259,5397,16259,539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400,16247l5397,16247,5397,16259,5400,16259,5403,16256,5403,16250,540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296,16247l5292,16247,5290,16250,5290,16256,5292,16259,5296,16259,529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318,16247l5296,16247,5296,16259,5318,16259,531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321,16247l5318,16247,5318,16259,5321,16259,5324,16256,5324,16250,532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217,16247l5213,16247,5211,16250,5211,16256,5213,16259,5217,16259,521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239,16247l5217,16247,5217,16259,5239,16259,523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242,16247l5239,16247,5239,16259,5242,16259,5245,16256,5245,16250,524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137,16247l5134,16247,5132,16250,5132,16256,5134,16259,5137,16259,513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160,16247l5137,16247,5137,16259,5160,16259,516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163,16247l5160,16247,5160,16259,5163,16259,5166,16256,5166,16250,516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58,16247l5055,16247,5053,16250,5053,16256,5055,16259,5058,16259,505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81,16247l5058,16247,5058,16259,5081,16259,508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84,16247l5081,16247,5081,16259,5084,16259,5087,16256,5087,16250,508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979,16247l4976,16247,4974,16250,4974,16256,4976,16259,4979,16259,497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02,16247l4979,16247,4979,16259,5002,16259,500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005,16247l5002,16247,5002,16259,5005,16259,5008,16256,5008,16250,500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900,16247l4897,16247,4895,16250,4895,16256,4897,16259,4900,16259,490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923,16247l4900,16247,4900,16259,4923,16259,492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926,16247l4923,16247,4923,16259,4926,16259,4929,16256,4929,16250,492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821,16247l4818,16247,4816,16250,4816,16256,4818,16259,4821,16259,482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844,16247l4821,16247,4821,16259,4844,16259,484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847,16247l4844,16247,4844,16259,4847,16259,4850,16256,4850,16250,484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742,16247l4739,16247,4737,16250,4737,16256,4739,16259,4742,16259,474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765,16247l4742,16247,4742,16259,4765,16259,476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768,16247l4765,16247,4765,16259,4768,16259,4771,16256,4771,16250,476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63,16247l4660,16247,4658,16250,4658,16256,4660,16259,4663,16259,466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86,16247l4663,16247,4663,16259,4686,16259,468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89,16247l4686,16247,4686,16259,4689,16259,4692,16256,4692,16250,468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584,16247l4581,16247,4579,16250,4579,16256,4581,16259,4584,16259,458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07,16247l4584,16247,4584,16259,4607,16259,460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610,16247l4607,16247,4607,16259,4610,16259,4613,16256,4613,16250,461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505,16247l4502,16247,4500,16250,4500,16256,4502,16259,4505,16259,450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528,16247l4505,16247,4505,16259,4528,16259,452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531,16247l4528,16247,4528,16259,4531,16259,4533,16256,4533,16250,453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426,16247l4423,16247,4421,16250,4421,16256,4423,16259,4426,16259,442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449,16247l4426,16247,4426,16259,4449,16259,444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452,16247l4449,16247,4449,16259,4452,16259,4454,16256,4454,16250,445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347,16247l4344,16247,4342,16250,4342,16256,4344,16259,4347,16259,434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370,16247l4347,16247,4347,16259,4370,16259,437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373,16247l4370,16247,4370,16259,4373,16259,4375,16256,4375,16250,437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68,16247l4265,16247,4262,16250,4262,16256,4265,16259,4268,16259,426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91,16247l4268,16247,4268,16259,4291,16259,429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94,16247l4291,16247,4291,16259,4294,16259,4296,16256,4296,16250,429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189,16247l4186,16247,4183,16250,4183,16256,4186,16259,4189,16259,418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12,16247l4189,16247,4189,16259,4212,16259,421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215,16247l4212,16247,4212,16259,4215,16259,4217,16256,4217,16250,421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110,16247l4107,16247,4104,16250,4104,16256,4107,16259,4110,16259,411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133,16247l4110,16247,4110,16259,4133,16259,413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136,16247l4133,16247,4133,16259,4136,16259,4138,16256,4138,16250,413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031,16247l4028,16247,4025,16250,4025,16256,4028,16259,4031,16259,403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054,16247l4031,16247,4031,16259,4054,16259,405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4057,16247l4054,16247,4054,16259,4057,16259,4059,16256,4059,16250,405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952,16247l3949,16247,3946,16250,3946,16256,3949,16259,3952,16259,395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975,16247l3952,16247,3952,16259,3975,16259,397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978,16247l3975,16247,3975,16259,3978,16259,3980,16256,3980,16250,397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73,16247l3870,16247,3867,16250,3867,16256,3870,16259,3873,16259,387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96,16247l3873,16247,3873,16259,3896,16259,389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99,16247l3896,16247,3896,16259,3899,16259,3901,16256,3901,16250,389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794,16247l3791,16247,3788,16250,3788,16256,3791,16259,3794,16259,379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17,16247l3794,16247,3794,16259,3817,16259,381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820,16247l3817,16247,3817,16259,3820,16259,3822,16256,3822,16250,382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715,16247l3712,16247,3709,16250,3709,16256,3712,16259,3715,16259,371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738,16247l3715,16247,3715,16259,3738,16259,373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741,16247l3738,16247,3738,16259,3741,16259,3743,16256,3743,16250,374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636,16247l3633,16247,3630,16250,3630,16256,3633,16259,3636,16259,363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658,16247l3636,16247,3636,16259,3658,16259,365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662,16247l3658,16247,3658,16259,3662,16259,3664,16256,3664,16250,366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57,16247l3554,16247,3551,16250,3551,16256,3554,16259,3557,16259,355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79,16247l3557,16247,3557,16259,3579,16259,357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83,16247l3579,16247,3579,16259,3583,16259,3585,16256,3585,16250,358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478,16247l3475,16247,3472,16250,3472,16256,3475,16259,3478,16259,347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00,16247l3478,16247,3478,16259,3500,16259,350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504,16247l3500,16247,3500,16259,3504,16259,3506,16256,3506,16250,350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399,16247l3396,16247,3393,16250,3393,16256,3396,16259,3399,16259,339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421,16247l3399,16247,3399,16259,3421,16259,342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425,16247l3421,16247,3421,16259,3425,16259,3427,16256,3427,16250,342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320,16247l3317,16247,3314,16250,3314,16256,3317,16259,3320,16259,332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342,16247l3320,16247,3320,16259,3342,16259,334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346,16247l3342,16247,3342,16259,3346,16259,3348,16256,3348,16250,334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241,16247l3238,16247,3235,16250,3235,16256,3238,16259,3241,16259,324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263,16247l3241,16247,3241,16259,3263,16259,326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266,16247l3263,16247,3263,16259,3266,16259,3269,16256,3269,16250,326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62,16247l3159,16247,3156,16250,3156,16256,3159,16259,3162,16259,316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84,16247l3162,16247,3162,16259,3184,16259,318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87,16247l3184,16247,3184,16259,3187,16259,3190,16256,3190,16250,318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083,16247l3080,16247,3077,16250,3077,16256,3080,16259,3083,16259,308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05,16247l3083,16247,3083,16259,3105,16259,310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108,16247l3105,16247,3105,16259,3108,16259,3111,16256,3111,16250,310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004,16247l3001,16247,2998,16250,2998,16256,3001,16259,3004,16259,300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026,16247l3004,16247,3004,16259,3026,16259,302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3029,16247l3026,16247,3026,16259,3029,16259,3032,16256,3032,16250,302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925,16247l2922,16247,2919,16250,2919,16256,2922,16259,2925,16259,292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947,16247l2925,16247,2925,16259,2947,16259,294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950,16247l2947,16247,2947,16259,2950,16259,2953,16256,2953,16250,295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846,16247l2842,16247,2840,16250,2840,16256,2842,16259,2846,16259,284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868,16247l2846,16247,2846,16259,2868,16259,286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871,16247l2868,16247,2868,16259,2871,16259,2874,16256,2874,16250,287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67,16247l2763,16247,2761,16250,2761,16256,2763,16259,2767,16259,276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89,16247l2767,16247,2767,16259,2789,16259,278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92,16247l2789,16247,2789,16259,2792,16259,2795,16256,2795,16250,279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688,16247l2684,16247,2682,16250,2682,16256,2684,16259,2688,16259,268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10,16247l2688,16247,2688,16259,2710,16259,271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713,16247l2710,16247,2710,16259,2713,16259,2716,16256,2716,16250,271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609,16247l2605,16247,2603,16250,2603,16256,2605,16259,2609,16259,260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631,16247l2609,16247,2609,16259,2631,16259,263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634,16247l2631,16247,2631,16259,2634,16259,2637,16256,2637,16250,263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529,16247l2526,16247,2524,16250,2524,16256,2526,16259,2529,16259,252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552,16247l2529,16247,2529,16259,2552,16259,255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555,16247l2552,16247,2552,16259,2555,16259,2558,16256,2558,16250,255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450,16247l2447,16247,2445,16250,2445,16256,2447,16259,2450,16259,245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473,16247l2450,16247,2450,16259,2473,16259,247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476,16247l2473,16247,2473,16259,2476,16259,2479,16256,2479,16250,247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71,16247l2368,16247,2366,16250,2366,16256,2368,16259,2371,16259,237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94,16247l2371,16247,2371,16259,2394,16259,239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97,16247l2394,16247,2394,16259,2397,16259,2400,16256,2400,16250,239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292,16247l2289,16247,2287,16250,2287,16256,2289,16259,2292,16259,229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15,16247l2292,16247,2292,16259,2315,16259,231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318,16247l2315,16247,2315,16259,2318,16259,2321,16256,2321,16250,231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213,16247l2210,16247,2208,16250,2208,16256,2210,16259,2213,16259,221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236,16247l2213,16247,2213,16259,2236,16259,223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239,16247l2236,16247,2236,16259,2239,16259,2242,16256,2242,16250,223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134,16247l2131,16247,2129,16250,2129,16256,2131,16259,2134,16259,213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157,16247l2134,16247,2134,16259,2157,16259,215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160,16247l2157,16247,2157,16259,2160,16259,2163,16256,2163,16250,216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055,16247l2052,16247,2050,16250,2050,16256,2052,16259,2055,16259,205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078,16247l2055,16247,2055,16259,2078,16259,207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081,16247l2078,16247,2078,16259,2081,16259,2084,16256,2084,16250,208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976,16247l1973,16247,1971,16250,1971,16256,1973,16259,1976,16259,197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999,16247l1976,16247,1976,16259,1999,16259,199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2002,16247l1999,16247,1999,16259,2002,16259,2005,16256,2005,16250,200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897,16247l1894,16247,1892,16250,1892,16256,1894,16259,1897,16259,189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920,16247l1897,16247,1897,16259,1920,16259,192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923,16247l1920,16247,1920,16259,1923,16259,1926,16256,1926,16250,192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818,16247l1815,16247,1813,16250,1813,16256,1815,16259,1818,16259,181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841,16247l1818,16247,1818,16259,1841,16259,184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844,16247l1841,16247,1841,16259,1844,16259,1846,16256,1846,16250,184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739,16247l1736,16247,1734,16250,1734,16256,1736,16259,1739,16259,173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762,16247l1739,16247,1739,16259,1762,16259,176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765,16247l1762,16247,1762,16259,1765,16259,1767,16256,1767,16250,176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60,16247l1657,16247,1654,16250,1654,16256,1657,16259,1660,16259,166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83,16247l1660,16247,1660,16259,1683,16259,168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86,16247l1683,16247,1683,16259,1686,16259,1688,16256,1688,16250,168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581,16247l1578,16247,1575,16250,1575,16256,1578,16259,1581,16259,158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04,16247l1581,16247,1581,16259,1604,16259,160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607,16247l1604,16247,1604,16259,1607,16259,1609,16256,1609,16250,160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502,16247l1499,16247,1496,16250,1496,16256,1499,16259,1502,16259,150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525,16247l1502,16247,1502,16259,1525,16259,152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528,16247l1525,16247,1525,16259,1528,16259,1530,16256,1530,16250,152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423,16247l1420,16247,1417,16250,1417,16256,1420,16259,1423,16259,142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446,16247l1423,16247,1423,16259,1446,16259,144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449,16247l1446,16247,1446,16259,1449,16259,1451,16256,1451,16250,144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344,16247l1341,16247,1338,16250,1338,16256,1341,16259,1344,16259,134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367,16247l1344,16247,1344,16259,1367,16259,136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370,16247l1367,16247,1367,16259,1370,16259,1372,16256,1372,16250,137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65,16247l1262,16247,1259,16250,1259,16256,1262,16259,1265,16259,126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88,16247l1265,16247,1265,16259,1288,16259,128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91,16247l1288,16247,1288,16259,1291,16259,1293,16256,1293,16250,129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186,16247l1183,16247,1180,16250,1180,16256,1183,16259,1186,16259,118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09,16247l1186,16247,1186,16259,1209,16259,120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212,16247l1209,16247,1209,16259,1212,16259,1214,16256,1214,16250,121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107,16247l1104,16247,1101,16250,1101,16256,1104,16259,1107,16259,110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130,16247l1107,16247,1107,16259,1130,16259,113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133,16247l1130,16247,1130,16259,1133,16259,1135,16256,1135,16250,113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028,16247l1025,16247,1022,16250,1022,16256,1025,16259,1028,16259,102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051,16247l1028,16247,1028,16259,1051,16259,105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1054,16247l1051,16247,1051,16259,1054,16259,1056,16256,1056,16250,105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949,16247l946,16247,943,16250,943,16256,946,16259,949,16259,94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971,16247l949,16247,949,16259,971,16259,97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975,16247l971,16247,971,16259,975,16259,977,16256,977,16250,97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70,16247l867,16247,864,16250,864,16256,867,16259,870,16259,870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92,16247l870,16247,870,16259,892,16259,89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96,16247l892,16247,892,16259,896,16259,898,16256,898,16250,89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791,16247l788,16247,785,16250,785,16256,788,16259,791,16259,79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13,16247l791,16247,791,16259,813,16259,81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817,16247l813,16247,813,16259,817,16259,819,16256,819,16250,817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712,16247l709,16247,706,16250,706,16256,709,16259,712,16259,712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734,16247l712,16247,712,16259,734,16259,734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738,16247l734,16247,734,16259,738,16259,740,16256,740,16250,73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633,16247l630,16247,627,16250,627,16256,630,16259,633,16259,633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655,16247l633,16247,633,16259,655,16259,65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658,16247l655,16247,655,16259,658,16259,661,16256,661,16250,658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0,16253l560,16256,562,16259,565,16259,560,16253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5,16247l560,16253,565,16259,56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1,16247l565,16247,565,16259,576,16259,576,16253,571,16253,571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9,16247l576,16247,576,16259,579,16259,582,16256,582,16250,579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5,16247l562,16247,560,16250,560,16253,565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76,16247l571,16247,571,16253,576,16253,576,16247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8,16236l562,16236,560,16239,560,16250,562,16247,571,16247,571,16239,568,16236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8,16160l562,16160,560,16162,560,16190,562,16193,568,16193,571,16190,571,16162,568,16160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8,16084l562,16084,560,16086,560,16114,562,16117,568,16117,571,16114,571,16086,568,16084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8,16008l562,16008,560,16010,560,16038,562,16041,568,16041,571,16038,571,16010,568,16008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8,15931l562,15931,560,15934,560,15962,562,15964,568,15964,571,15962,571,15934,568,15931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8,15855l562,15855,560,15858,560,15886,562,15888,568,15888,571,15886,571,15858,568,15855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8,15779l562,15779,560,15782,560,15810,562,15812,568,15812,571,15810,571,15782,568,15779xe" filled="true" fillcolor="#231f20" stroked="false">
                <v:path arrowok="t"/>
                <v:fill type="solid"/>
              </v:shape>
              <v:shape style="position:absolute;left:560;top:15637;width:5228;height:622" coordorigin="560,15637" coordsize="5228,622" path="m568,15703l562,15703,560,15705,560,15733,562,15736,568,15736,571,15733,571,15705,568,15703xe" filled="true" fillcolor="#231f20" stroked="false">
                <v:path arrowok="t"/>
                <v:fill type="solid"/>
              </v:shape>
              <v:shape style="position:absolute;left:1868;top:15892;width:595;height:352" type="#_x0000_t75" stroked="false">
                <v:imagedata r:id="rId33" o:title=""/>
              </v:shape>
            </v:group>
            <v:group style="position:absolute;left:6116;top:1032;width:5228;height:638" coordorigin="6116,1032" coordsize="5228,638">
              <v:shape style="position:absolute;left:6116;top:1032;width:5228;height:638" coordorigin="6116,1032" coordsize="5228,638" path="m6116,1041l6116,1052,6118,1055,6124,1055,6127,1052,6127,1043,6118,1043,6116,1041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1,1032l6116,1038,6116,1041,6118,1043,6121,1043,612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1,1032l6121,1043,6127,1043,6127,1038,612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33,1032l6124,1032,6127,1034,6127,1043,6133,1043,613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36,1032l6133,1032,6133,1043,6136,1043,6138,1041,6138,1034,613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1,1032l6118,1032,6116,1034,6116,1038,612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4,1032l6121,1032,6127,1038,6127,1034,612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89,1032l6186,1032,6183,1034,6183,1041,6186,1043,6189,1043,618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12,1032l6189,1032,6189,1043,6212,1043,621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15,1032l6212,1032,6212,1043,6215,1043,6217,1041,6217,1034,621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68,1032l6265,1032,6262,1034,6262,1041,6265,1043,6268,1043,626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91,1032l6268,1032,6268,1043,6291,1043,629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94,1032l6291,1032,6291,1043,6294,1043,6296,1041,6296,1034,629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347,1032l6344,1032,6341,1034,6341,1041,6344,1043,6347,1043,634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370,1032l6347,1032,6347,1043,6370,1043,637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373,1032l6370,1032,6370,1043,6373,1043,6375,1041,6375,1034,637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426,1032l6423,1032,6420,1034,6420,1041,6423,1043,6426,1043,642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449,1032l6426,1032,6426,1043,6449,1043,644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452,1032l6449,1032,6449,1043,6452,1043,6454,1041,6454,1034,645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505,1032l6502,1032,6499,1034,6499,1041,6502,1043,6505,1043,650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528,1032l6505,1032,6505,1043,6528,1043,652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531,1032l6528,1032,6528,1043,6531,1043,6533,1041,6533,1034,653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584,1032l6581,1032,6578,1034,6578,1041,6581,1043,6584,1043,658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07,1032l6584,1032,6584,1043,6607,1043,660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10,1032l6607,1032,6607,1043,6610,1043,6612,1041,6612,1034,661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63,1032l6660,1032,6658,1034,6658,1041,6660,1043,6663,1043,666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86,1032l6663,1032,6663,1043,6686,1043,668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89,1032l6686,1032,6686,1043,6689,1043,6691,1041,6691,1034,668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742,1032l6739,1032,6737,1034,6737,1041,6739,1043,6742,1043,674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765,1032l6742,1032,6742,1043,6765,1043,676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768,1032l6765,1032,6765,1043,6768,1043,6770,1041,6770,1034,676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821,1032l6818,1032,6816,1034,6816,1041,6818,1043,6821,1043,682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844,1032l6821,1032,6821,1043,6844,1043,684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847,1032l6844,1032,6844,1043,6847,1043,6849,1041,6849,1034,684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900,1032l6897,1032,6895,1034,6895,1041,6897,1043,6900,1043,690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923,1032l6900,1032,6900,1043,6923,1043,692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926,1032l6923,1032,6923,1043,6926,1043,6929,1041,6929,1034,692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979,1032l6976,1032,6974,1034,6974,1041,6976,1043,6979,1043,697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02,1032l6979,1032,6979,1043,7002,1043,700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05,1032l7002,1032,7002,1043,7005,1043,7008,1041,7008,1034,700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58,1032l7055,1032,7053,1034,7053,1041,7055,1043,7058,1043,705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81,1032l7058,1032,7058,1043,7081,1043,708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84,1032l7081,1032,7081,1043,7084,1043,7087,1041,7087,1034,708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137,1032l7134,1032,7132,1034,7132,1041,7134,1043,7137,1043,713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160,1032l7137,1032,7137,1043,7160,1043,716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163,1032l7160,1032,7160,1043,7163,1043,7166,1041,7166,1034,716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216,1032l7213,1032,7211,1034,7211,1041,7213,1043,7216,1043,721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239,1032l7216,1032,7216,1043,7239,1043,723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242,1032l7239,1032,7239,1043,7242,1043,7245,1041,7245,1034,724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295,1032l7292,1032,7290,1034,7290,1041,7292,1043,7295,1043,729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318,1032l7295,1032,7295,1043,7318,1043,731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321,1032l7318,1032,7318,1043,7321,1043,7324,1041,7324,1034,732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374,1032l7371,1032,7369,1034,7369,1041,7371,1043,7374,1043,737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397,1032l7374,1032,7374,1043,7397,1043,739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400,1032l7397,1032,7397,1043,7400,1043,7403,1041,7403,1034,740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453,1032l7450,1032,7448,1034,7448,1041,7450,1043,7453,1043,745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476,1032l7453,1032,7453,1043,7476,1043,747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479,1032l7476,1032,7476,1043,7479,1043,7482,1041,7482,1034,747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533,1032l7529,1032,7527,1034,7527,1041,7529,1043,7533,1043,753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555,1032l7533,1032,7533,1043,7555,1043,755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558,1032l7555,1032,7555,1043,7558,1043,7561,1041,7561,1034,755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612,1032l7608,1032,7606,1034,7606,1041,7608,1043,7612,1043,761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634,1032l7612,1032,7612,1043,7634,1043,763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637,1032l7634,1032,7634,1043,7637,1043,7640,1041,7640,1034,763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691,1032l7687,1032,7685,1034,7685,1041,7687,1043,7691,1043,769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13,1032l7691,1032,7691,1043,7713,1043,771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16,1032l7713,1032,7713,1043,7716,1043,7719,1041,7719,1034,771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70,1032l7766,1032,7764,1034,7764,1041,7766,1043,7770,1043,777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92,1032l7770,1032,7770,1043,7792,1043,779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95,1032l7792,1032,7792,1043,7795,1043,7798,1041,7798,1034,779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849,1032l7845,1032,7843,1034,7843,1041,7845,1043,7849,1043,784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871,1032l7849,1032,7849,1043,7871,1043,787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874,1032l7871,1032,7871,1043,7874,1043,7877,1041,7877,1034,787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928,1032l7925,1032,7922,1034,7922,1041,7925,1043,7928,1043,792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950,1032l7928,1032,7928,1043,7950,1043,795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953,1032l7950,1032,7950,1043,7953,1043,7956,1041,7956,1034,795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007,1032l8004,1032,8001,1034,8001,1041,8004,1043,8007,1043,800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029,1032l8007,1032,8007,1043,8029,1043,802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032,1032l8029,1032,8029,1043,8032,1043,8035,1041,8035,1034,803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086,1032l8083,1032,8080,1034,8080,1041,8083,1043,8086,1043,808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08,1032l8086,1032,8086,1043,8108,1043,810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11,1032l8108,1032,8108,1043,8111,1043,8114,1041,8114,1034,811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65,1032l8162,1032,8159,1034,8159,1041,8162,1043,8165,1043,816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87,1032l8165,1032,8165,1043,8187,1043,818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90,1032l8187,1032,8187,1043,8190,1043,8193,1041,8193,1034,819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244,1032l8241,1032,8238,1034,8238,1041,8241,1043,8244,1043,824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266,1032l8244,1032,8244,1043,8266,1043,826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269,1032l8266,1032,8266,1043,8269,1043,8272,1041,8272,1034,826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323,1032l8320,1032,8317,1034,8317,1041,8320,1043,8323,1043,832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345,1032l8323,1032,8323,1043,8345,1043,834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349,1032l8345,1032,8345,1043,8349,1043,8351,1041,8351,1034,834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402,1032l8399,1032,8396,1034,8396,1041,8399,1043,8402,1043,840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424,1032l8402,1032,8402,1043,8424,1043,842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428,1032l8424,1032,8424,1043,8428,1043,8430,1041,8430,1034,842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481,1032l8478,1032,8475,1034,8475,1041,8478,1043,8481,1043,848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03,1032l8481,1032,8481,1043,8503,1043,850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07,1032l8503,1032,8503,1043,8507,1043,8509,1041,8509,1034,850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60,1032l8557,1032,8554,1034,8554,1041,8557,1043,8560,1043,856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82,1032l8560,1032,8560,1043,8582,1043,858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86,1032l8582,1032,8582,1043,8586,1043,8588,1041,8588,1034,858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639,1032l8636,1032,8633,1034,8633,1041,8636,1043,8639,1043,863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661,1032l8639,1032,8639,1043,8661,1043,866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665,1032l8661,1032,8661,1043,8665,1043,8667,1041,8667,1034,866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718,1032l8715,1032,8712,1034,8712,1041,8715,1043,8718,1043,871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741,1032l8718,1032,8718,1043,8741,1043,874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744,1032l8741,1032,8741,1043,8744,1043,8746,1041,8746,1034,874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797,1032l8794,1032,8791,1034,8791,1041,8794,1043,8797,1043,879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820,1032l8797,1032,8797,1043,8820,1043,882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823,1032l8820,1032,8820,1043,8823,1043,8825,1041,8825,1034,882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876,1032l8873,1032,8870,1034,8870,1041,8873,1043,8876,1043,887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899,1032l8876,1032,8876,1043,8899,1043,889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902,1032l8899,1032,8899,1043,8902,1043,8904,1041,8904,1034,890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955,1032l8952,1032,8949,1034,8949,1041,8952,1043,8955,1043,895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978,1032l8955,1032,8955,1043,8978,1043,897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981,1032l8978,1032,8978,1043,8981,1043,8983,1041,8983,1034,898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034,1032l9031,1032,9028,1034,9028,1041,9031,1043,9034,1043,903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057,1032l9034,1032,9034,1043,9057,1043,905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060,1032l9057,1032,9057,1043,9060,1043,9062,1041,9062,1034,906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113,1032l9110,1032,9107,1034,9107,1041,9110,1043,9113,1043,911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136,1032l9113,1032,9113,1043,9136,1043,913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139,1032l9136,1032,9136,1043,9139,1043,9141,1041,9141,1034,913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192,1032l9189,1032,9186,1034,9186,1041,9189,1043,9192,1043,919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15,1032l9192,1032,9192,1043,9215,1043,921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18,1032l9215,1032,9215,1043,9218,1043,9220,1041,9220,1034,921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71,1032l9268,1032,9265,1034,9265,1041,9268,1043,9271,1043,927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94,1032l9271,1032,9271,1043,9294,1043,929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97,1032l9294,1032,9294,1043,9297,1043,9299,1041,9299,1034,929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350,1032l9347,1032,9345,1034,9345,1041,9347,1043,9350,1043,935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373,1032l9350,1032,9350,1043,9373,1043,937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376,1032l9373,1032,9373,1043,9376,1043,9378,1041,9378,1034,937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429,1032l9426,1032,9424,1034,9424,1041,9426,1043,9429,1043,942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452,1032l9429,1032,9429,1043,9452,1043,945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455,1032l9452,1032,9452,1043,9455,1043,9457,1041,9457,1034,945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508,1032l9505,1032,9503,1034,9503,1041,9505,1043,9508,1043,950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531,1032l9508,1032,9508,1043,9531,1043,953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534,1032l9531,1032,9531,1043,9534,1043,9536,1041,9536,1034,953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587,1032l9584,1032,9582,1034,9582,1041,9584,1043,9587,1043,958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10,1032l9587,1032,9587,1043,9610,1043,961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13,1032l9610,1032,9610,1043,9613,1043,9616,1041,9616,1034,961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66,1032l9663,1032,9661,1034,9661,1041,9663,1043,9666,1043,966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89,1032l9666,1032,9666,1043,9689,1043,968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92,1032l9689,1032,9689,1043,9692,1043,9695,1041,9695,1034,969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745,1032l9742,1032,9740,1034,9740,1041,9742,1043,9745,1043,974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768,1032l9745,1032,9745,1043,9768,1043,976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771,1032l9768,1032,9768,1043,9771,1043,9774,1041,9774,1034,977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824,1032l9821,1032,9819,1034,9819,1041,9821,1043,9824,1043,982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847,1032l9824,1032,9824,1043,9847,1043,984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850,1032l9847,1032,9847,1043,9850,1043,9853,1041,9853,1034,985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903,1032l9900,1032,9898,1034,9898,1041,9900,1043,9903,1043,990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926,1032l9903,1032,9903,1043,9926,1043,992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929,1032l9926,1032,9926,1043,9929,1043,9932,1041,9932,1034,992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982,1032l9979,1032,9977,1034,9977,1041,9979,1043,9982,1043,998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05,1032l9982,1032,9982,1043,10005,1043,1000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08,1032l10005,1032,10005,1043,10008,1043,10011,1041,10011,1034,1000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61,1032l10058,1032,10056,1034,10056,1041,10058,1043,10061,1043,1006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84,1032l10061,1032,10061,1043,10084,1043,1008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87,1032l10084,1032,10084,1043,10087,1043,10090,1041,10090,1034,1008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140,1032l10137,1032,10135,1034,10135,1041,10137,1043,10140,1043,1014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163,1032l10140,1032,10140,1043,10163,1043,1016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166,1032l10163,1032,10163,1043,10166,1043,10169,1041,10169,1034,1016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220,1032l10216,1032,10214,1034,10214,1041,10216,1043,10220,1043,1022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242,1032l10220,1032,10220,1043,10242,1043,1024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245,1032l10242,1032,10242,1043,10245,1043,10248,1041,10248,1034,1024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299,1032l10295,1032,10293,1034,10293,1041,10295,1043,10299,1043,1029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321,1032l10299,1032,10299,1043,10321,1043,1032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324,1032l10321,1032,10321,1043,10324,1043,10327,1041,10327,1034,1032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378,1032l10374,1032,10372,1034,10372,1041,10374,1043,10378,1043,1037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00,1032l10378,1032,10378,1043,10400,1043,1040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03,1032l10400,1032,10400,1043,10403,1043,10406,1041,10406,1034,1040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57,1032l10453,1032,10451,1034,10451,1041,10453,1043,10457,1043,1045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79,1032l10457,1032,10457,1043,10479,1043,1047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82,1032l10479,1032,10479,1043,10482,1043,10485,1041,10485,1034,1048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536,1032l10533,1032,10530,1034,10530,1041,10533,1043,10536,1043,1053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558,1032l10536,1032,10536,1043,10558,1043,1055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561,1032l10558,1032,10558,1043,10561,1043,10564,1041,10564,1034,1056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615,1032l10612,1032,10609,1034,10609,1041,10612,1043,10615,1043,1061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637,1032l10615,1032,10615,1043,10637,1043,1063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640,1032l10637,1032,10637,1043,10640,1043,10643,1041,10643,1034,1064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694,1032l10691,1032,10688,1034,10688,1041,10691,1043,10694,1043,1069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16,1032l10694,1032,10694,1043,10716,1043,1071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19,1032l10716,1032,10716,1043,10719,1043,10722,1041,10722,1034,1071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73,1032l10770,1032,10767,1034,10767,1041,10770,1043,10773,1043,1077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95,1032l10773,1032,10773,1043,10795,1043,1079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98,1032l10795,1032,10795,1043,10798,1043,10801,1041,10801,1034,1079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852,1032l10849,1032,10846,1034,10846,1041,10849,1043,10852,1043,1085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874,1032l10852,1032,10852,1043,10874,1043,1087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877,1032l10874,1032,10874,1043,10877,1043,10880,1041,10880,1034,1087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931,1032l10928,1032,10925,1034,10925,1041,10928,1043,10931,1043,1093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953,1032l10931,1032,10931,1043,10953,1043,1095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956,1032l10953,1032,10953,1043,10956,1043,10959,1041,10959,1034,1095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010,1032l11007,1032,11004,1034,11004,1041,11007,1043,11010,1043,1101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032,1032l11010,1032,11010,1043,11032,1043,11032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036,1032l11032,1032,11032,1043,11036,1043,11038,1041,11038,1034,1103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089,1032l11086,1032,11083,1034,11083,1041,11086,1043,11089,1043,1108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11,1032l11089,1032,11089,1043,11111,1043,11111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15,1032l11111,1032,11111,1043,11115,1043,11117,1041,11117,1034,11115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68,1032l11165,1032,11162,1034,11162,1041,11165,1043,11168,1043,11168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90,1032l11168,1032,11168,1043,11190,1043,1119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94,1032l11190,1032,11190,1043,11194,1043,11196,1041,11196,1034,11194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247,1032l11244,1032,11241,1034,11241,1041,11244,1043,11247,1043,1124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269,1032l11247,1032,11247,1043,11269,1043,11269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273,1032l11269,1032,11269,1043,11273,1043,11275,1041,11275,1034,11273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37,1038l11331,1038,11331,1052,11334,1055,11340,1055,11343,1052,11343,1043,11337,1043,11337,103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26,1032l11323,1032,11320,1034,11320,1041,11323,1043,11326,1043,11326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37,1032l11326,1032,11326,1043,11331,1043,11331,1038,11337,1038,1133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37,1032l11337,1043,11343,1038,11337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3,1038l11337,1043,11340,1043,11343,1041,11343,103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3,1041l11340,1043,11343,1043,11343,1041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0,1032l11337,1032,11343,1038,11343,1034,11340,103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0,1099l11334,1099,11331,1102,11331,1130,11334,1133,11340,1133,11343,1130,11343,1102,11340,1099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0,1177l11334,1177,11331,1180,11331,1208,11334,1211,11340,1211,11343,1208,11343,1180,11340,1177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0,1256l11334,1256,11331,1258,11331,1287,11334,1289,11340,1289,11343,1287,11343,1258,11340,1256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0,1334l11334,1334,11331,1336,11331,1365,11334,1367,11340,1367,11343,1365,11343,1336,11340,1334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0,1412l11334,1412,11331,1414,11331,1443,11334,1446,11340,1446,11343,1443,11343,1414,11340,141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0,1490l11334,1490,11331,1493,11331,1521,11334,1524,11340,1524,11343,1521,11343,1493,11340,1490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0,1568l11334,1568,11331,1571,11331,1599,11334,1602,11340,1602,11343,1599,11343,1571,11340,156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26,1658l11322,1658,11320,1660,11320,1667,11322,1669,11326,1669,1132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31,1658l11326,1658,11326,1669,11334,1669,11331,1667,1133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31,1663l11331,1667,11334,1669,11337,1669,11331,1663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0,1646l11334,1646,11331,1649,11331,1663,11337,1669,11337,1658,11343,1658,11343,1649,11340,1646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3,1658l11337,1658,11337,1669,11343,1663,1134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343,1663l11337,1669,11340,1669,11343,1667,11343,1663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247,1658l11243,1658,11241,1660,11241,1667,11243,1669,11247,1669,1124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269,1658l11247,1658,11247,1669,11269,1669,1126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272,1658l11269,1658,11269,1669,11272,1669,11275,1667,11275,1660,1127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68,1658l11164,1658,11162,1660,11162,1667,11164,1669,11168,1669,1116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90,1658l11168,1658,11168,1669,11190,1669,1119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93,1658l11190,1658,11190,1669,11193,1669,11196,1667,11196,1660,1119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089,1658l11085,1658,11083,1660,11083,1667,11085,1669,11089,1669,1108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11,1658l11089,1658,11089,1669,11111,1669,1111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114,1658l11111,1658,11111,1669,11114,1669,11117,1667,11117,1660,1111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010,1658l11006,1658,11004,1660,11004,1667,11006,1669,11010,1669,1101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032,1658l11010,1658,11010,1669,11032,1669,1103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1035,1658l11032,1658,11032,1669,11035,1669,11038,1667,11038,1660,1103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930,1658l10927,1658,10925,1660,10925,1667,10927,1669,10930,1669,1093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953,1658l10930,1658,10930,1669,10953,1669,1095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956,1658l10953,1658,10953,1669,10956,1669,10959,1667,10959,1660,1095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851,1658l10848,1658,10846,1660,10846,1667,10848,1669,10851,1669,1085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874,1658l10851,1658,10851,1669,10874,1669,1087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877,1658l10874,1658,10874,1669,10877,1669,10880,1667,10880,1660,1087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72,1658l10769,1658,10767,1660,10767,1667,10769,1669,10772,1669,1077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95,1658l10772,1658,10772,1669,10795,1669,1079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98,1658l10795,1658,10795,1669,10798,1669,10801,1667,10801,1660,1079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693,1658l10690,1658,10688,1660,10688,1667,10690,1669,10693,1669,1069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16,1658l10693,1658,10693,1669,10716,1669,1071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719,1658l10716,1658,10716,1669,10719,1669,10722,1667,10722,1660,1071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614,1658l10611,1658,10609,1660,10609,1667,10611,1669,10614,1669,1061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637,1658l10614,1658,10614,1669,10637,1669,1063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640,1658l10637,1658,10637,1669,10640,1669,10643,1667,10643,1660,1064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535,1658l10532,1658,10530,1660,10530,1667,10532,1669,10535,1669,1053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558,1658l10535,1658,10535,1669,10558,1669,1055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561,1658l10558,1658,10558,1669,10561,1669,10564,1667,10564,1660,1056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56,1658l10453,1658,10451,1660,10451,1667,10453,1669,10456,1669,1045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79,1658l10456,1658,10456,1669,10479,1669,1047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82,1658l10479,1658,10479,1669,10482,1669,10485,1667,10485,1660,1048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377,1658l10374,1658,10372,1660,10372,1667,10374,1669,10377,1669,1037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00,1658l10377,1658,10377,1669,10400,1669,1040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403,1658l10400,1658,10400,1669,10403,1669,10406,1667,10406,1660,1040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298,1658l10295,1658,10293,1660,10293,1667,10295,1669,10298,1669,1029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321,1658l10298,1658,10298,1669,10321,1669,1032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324,1658l10321,1658,10321,1669,10324,1669,10326,1667,10326,1660,1032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219,1658l10216,1658,10214,1660,10214,1667,10216,1669,10219,1669,1021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242,1658l10219,1658,10219,1669,10242,1669,1024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245,1658l10242,1658,10242,1669,10245,1669,10247,1667,10247,1660,1024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140,1658l10137,1658,10135,1660,10135,1667,10137,1669,10140,1669,1014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163,1658l10140,1658,10140,1669,10163,1669,1016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166,1658l10163,1658,10163,1669,10166,1669,10168,1667,10168,1660,1016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61,1658l10058,1658,10055,1660,10055,1667,10058,1669,10061,1669,1006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84,1658l10061,1658,10061,1669,10084,1669,1008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87,1658l10084,1658,10084,1669,10087,1669,10089,1667,10089,1660,1008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982,1658l9979,1658,9976,1660,9976,1667,9979,1669,9982,1669,998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05,1658l9982,1658,9982,1669,10005,1669,1000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10008,1658l10005,1658,10005,1669,10008,1669,10010,1667,10010,1660,1000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903,1658l9900,1658,9897,1660,9897,1667,9900,1669,9903,1669,990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926,1658l9903,1658,9903,1669,9926,1669,992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929,1658l9926,1658,9926,1669,9929,1669,9931,1667,9931,1660,992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824,1658l9821,1658,9818,1660,9818,1667,9821,1669,9824,1669,982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847,1658l9824,1658,9824,1669,9847,1669,984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850,1658l9847,1658,9847,1669,9850,1669,9852,1667,9852,1660,985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745,1658l9742,1658,9739,1660,9739,1667,9742,1669,9745,1669,974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768,1658l9745,1658,9745,1669,9768,1669,976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771,1658l9768,1658,9768,1669,9771,1669,9773,1667,9773,1660,977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66,1658l9663,1658,9660,1660,9660,1667,9663,1669,9666,1669,966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89,1658l9666,1658,9666,1669,9689,1669,968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92,1658l9689,1658,9689,1669,9692,1669,9694,1667,9694,1660,969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587,1658l9584,1658,9581,1660,9581,1667,9584,1669,9587,1669,958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10,1658l9587,1658,9587,1669,9610,1669,961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613,1658l9610,1658,9610,1669,9613,1669,9615,1667,9615,1660,961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508,1658l9505,1658,9502,1660,9502,1667,9505,1669,9508,1669,950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531,1658l9508,1658,9508,1669,9531,1669,953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534,1658l9531,1658,9531,1669,9534,1669,9536,1667,9536,1660,953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429,1658l9426,1658,9423,1660,9423,1667,9426,1669,9429,1669,942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451,1658l9429,1658,9429,1669,9451,1669,945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455,1658l9451,1658,9451,1669,9455,1669,9457,1667,9457,1660,945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350,1658l9347,1658,9344,1660,9344,1667,9347,1669,9350,1669,935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372,1658l9350,1658,9350,1669,9372,1669,937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376,1658l9372,1658,9372,1669,9376,1669,9378,1667,9378,1660,937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71,1658l9268,1658,9265,1660,9265,1667,9268,1669,9271,1669,927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93,1658l9271,1658,9271,1669,9293,1669,929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97,1658l9293,1658,9293,1669,9297,1669,9299,1667,9299,1660,929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192,1658l9189,1658,9186,1660,9186,1667,9189,1669,9192,1669,919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14,1658l9192,1658,9192,1669,9214,1669,921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218,1658l9214,1658,9214,1669,9218,1669,9220,1667,9220,1660,921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113,1658l9110,1658,9107,1660,9107,1667,9110,1669,9113,1669,911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135,1658l9113,1658,9113,1669,9135,1669,913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138,1658l9135,1658,9135,1669,9138,1669,9141,1667,9141,1660,913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034,1658l9031,1658,9028,1660,9028,1667,9031,1669,9034,1669,903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056,1658l9034,1658,9034,1669,9056,1669,905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9059,1658l9056,1658,9056,1669,9059,1669,9062,1667,9062,1660,905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955,1658l8952,1658,8949,1660,8949,1667,8952,1669,8955,1669,895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977,1658l8955,1658,8955,1669,8977,1669,897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980,1658l8977,1658,8977,1669,8980,1669,8983,1667,8983,1660,898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876,1658l8873,1658,8870,1660,8870,1667,8873,1669,8876,1669,887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898,1658l8876,1658,8876,1669,8898,1669,889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901,1658l8898,1658,8898,1669,8901,1669,8904,1667,8904,1660,890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797,1658l8794,1658,8791,1660,8791,1667,8794,1669,8797,1669,879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819,1658l8797,1658,8797,1669,8819,1669,881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822,1658l8819,1658,8819,1669,8822,1669,8825,1667,8825,1660,882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718,1658l8715,1658,8712,1660,8712,1667,8715,1669,8718,1669,871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740,1658l8718,1658,8718,1669,8740,1669,874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743,1658l8740,1658,8740,1669,8743,1669,8746,1667,8746,1660,874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639,1658l8635,1658,8633,1660,8633,1667,8635,1669,8639,1669,863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661,1658l8639,1658,8639,1669,8661,1669,866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664,1658l8661,1658,8661,1669,8664,1669,8667,1667,8667,1660,866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60,1658l8556,1658,8554,1660,8554,1667,8556,1669,8560,1669,856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82,1658l8560,1658,8560,1669,8582,1669,858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85,1658l8582,1658,8582,1669,8585,1669,8588,1667,8588,1660,858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481,1658l8477,1658,8475,1660,8475,1667,8477,1669,8481,1669,848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03,1658l8481,1658,8481,1669,8503,1669,850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506,1658l8503,1658,8503,1669,8506,1669,8509,1667,8509,1660,850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402,1658l8398,1658,8396,1660,8396,1667,8398,1669,8402,1669,840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424,1658l8402,1658,8402,1669,8424,1669,842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427,1658l8424,1658,8424,1669,8427,1669,8430,1667,8430,1660,842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322,1658l8319,1658,8317,1660,8317,1667,8319,1669,8322,1669,832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345,1658l8322,1658,8322,1669,8345,1669,834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348,1658l8345,1658,8345,1669,8348,1669,8351,1667,8351,1660,834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243,1658l8240,1658,8238,1660,8238,1667,8240,1669,8243,1669,824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266,1658l8243,1658,8243,1669,8266,1669,826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269,1658l8266,1658,8266,1669,8269,1669,8272,1667,8272,1660,826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64,1658l8161,1658,8159,1660,8159,1667,8161,1669,8164,1669,816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87,1658l8164,1658,8164,1669,8187,1669,818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90,1658l8187,1658,8187,1669,8190,1669,8193,1667,8193,1660,819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085,1658l8082,1658,8080,1660,8080,1667,8082,1669,8085,1669,808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08,1658l8085,1658,8085,1669,8108,1669,810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111,1658l8108,1658,8108,1669,8111,1669,8114,1667,8114,1660,811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006,1658l8003,1658,8001,1660,8001,1667,8003,1669,8006,1669,800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029,1658l8006,1658,8006,1669,8029,1669,802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8032,1658l8029,1658,8029,1669,8032,1669,8035,1667,8035,1660,803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927,1658l7924,1658,7922,1660,7922,1667,7924,1669,7927,1669,792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950,1658l7927,1658,7927,1669,7950,1669,795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953,1658l7950,1658,7950,1669,7953,1669,7956,1667,7956,1660,795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848,1658l7845,1658,7843,1660,7843,1667,7845,1669,7848,1669,784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871,1658l7848,1658,7848,1669,7871,1669,787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874,1658l7871,1658,7871,1669,7874,1669,7877,1667,7877,1660,787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69,1658l7766,1658,7764,1660,7764,1667,7766,1669,7769,1669,776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92,1658l7769,1658,7769,1669,7792,1669,779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95,1658l7792,1658,7792,1669,7795,1669,7798,1667,7798,1660,779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690,1658l7687,1658,7685,1660,7685,1667,7687,1669,7690,1669,769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13,1658l7690,1658,7690,1669,7713,1669,771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716,1658l7713,1658,7713,1669,7716,1669,7718,1667,7718,1660,771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611,1658l7608,1658,7606,1660,7606,1667,7608,1669,7611,1669,761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634,1658l7611,1658,7611,1669,7634,1669,763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637,1658l7634,1658,7634,1669,7637,1669,7639,1667,7639,1660,763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532,1658l7529,1658,7527,1660,7527,1667,7529,1669,7532,1669,753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555,1658l7532,1658,7532,1669,7555,1669,755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558,1658l7555,1658,7555,1669,7558,1669,7560,1667,7560,1660,755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453,1658l7450,1658,7447,1660,7447,1667,7450,1669,7453,1669,745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476,1658l7453,1658,7453,1669,7476,1669,747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479,1658l7476,1658,7476,1669,7479,1669,7481,1667,7481,1660,747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374,1658l7371,1658,7368,1660,7368,1667,7371,1669,7374,1669,737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397,1658l7374,1658,7374,1669,7397,1669,739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400,1658l7397,1658,7397,1669,7400,1669,7402,1667,7402,1660,740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295,1658l7292,1658,7289,1660,7289,1667,7292,1669,7295,1669,729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318,1658l7295,1658,7295,1669,7318,1669,731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321,1658l7318,1658,7318,1669,7321,1669,7323,1667,7323,1660,732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216,1658l7213,1658,7210,1660,7210,1667,7213,1669,7216,1669,721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239,1658l7216,1658,7216,1669,7239,1669,723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242,1658l7239,1658,7239,1669,7242,1669,7244,1667,7244,1660,724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137,1658l7134,1658,7131,1660,7131,1667,7134,1669,7137,1669,713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160,1658l7137,1658,7137,1669,7160,1669,716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163,1658l7160,1658,7160,1669,7163,1669,7165,1667,7165,1660,716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58,1658l7055,1658,7052,1660,7052,1667,7055,1669,7058,1669,705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81,1658l7058,1658,7058,1669,7081,1669,708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84,1658l7081,1658,7081,1669,7084,1669,7086,1667,7086,1660,708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979,1658l6976,1658,6973,1660,6973,1667,6976,1669,6979,1669,697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02,1658l6979,1658,6979,1669,7002,1669,700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7005,1658l7002,1658,7002,1669,7005,1669,7007,1667,7007,1660,700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900,1658l6897,1658,6894,1660,6894,1667,6897,1669,6900,1669,690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923,1658l6900,1658,6900,1669,6923,1669,692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926,1658l6923,1658,6923,1669,6926,1669,6928,1667,6928,1660,692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821,1658l6818,1658,6815,1660,6815,1667,6818,1669,6821,1669,682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844,1658l6821,1658,6821,1669,6844,1669,684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847,1658l6844,1658,6844,1669,6847,1669,6849,1667,6849,1660,684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742,1658l6739,1658,6736,1660,6736,1667,6739,1669,6742,1669,674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764,1658l6742,1658,6742,1669,6764,1669,676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768,1658l6764,1658,6764,1669,6768,1669,6770,1667,6770,1660,676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63,1658l6660,1658,6657,1660,6657,1667,6660,1669,6663,1669,666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85,1658l6663,1658,6663,1669,6685,1669,668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89,1658l6685,1658,6685,1669,6689,1669,6691,1667,6691,1660,668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584,1658l6581,1658,6578,1660,6578,1667,6581,1669,6584,1669,658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06,1658l6584,1658,6584,1669,6606,1669,660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610,1658l6606,1658,6606,1669,6610,1669,6612,1667,6612,1660,661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505,1658l6502,1658,6499,1660,6499,1667,6502,1669,6505,1669,650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527,1658l6505,1658,6505,1669,6527,1669,652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531,1658l6527,1658,6527,1669,6531,1669,6533,1667,6533,1660,653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426,1658l6423,1658,6420,1660,6420,1667,6423,1669,6426,1669,6426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448,1658l6426,1658,6426,1669,6448,1669,644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451,1658l6448,1658,6448,1669,6451,1669,6454,1667,6454,1660,645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347,1658l6344,1658,6341,1660,6341,1667,6344,1669,6347,1669,634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369,1658l6347,1658,6347,1669,6369,1669,636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372,1658l6369,1658,6369,1669,6372,1669,6375,1667,6375,1660,637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68,1658l6265,1658,6262,1660,6262,1667,6265,1669,6268,1669,6268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90,1658l6268,1658,6268,1669,6290,1669,6290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93,1658l6290,1658,6290,1669,6293,1669,6296,1667,6296,1660,6293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89,1658l6186,1658,6183,1660,6183,1667,6186,1669,6189,1669,6189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11,1658l6189,1658,6189,1669,6211,1669,621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214,1658l6211,1658,6211,1669,6214,1669,6217,1667,6217,1660,6214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16,1663l6116,1667,6118,1669,6121,1669,6116,1663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1,1658l6116,1663,6121,1669,612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7,1658l6121,1658,6121,1669,6132,1669,6132,1663,6127,1663,6127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35,1658l6132,1658,6132,1669,6135,1669,6138,1667,6138,1660,6135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1,1658l6118,1658,6116,1660,6116,1663,6121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32,1658l6127,1658,6127,1663,6132,1663,6132,165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4,1646l6118,1646,6116,1649,6116,1660,6118,1658,6127,1658,6127,1649,6124,1646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4,1568l6118,1568,6116,1571,6116,1599,6118,1602,6124,1602,6127,1599,6127,1571,6124,1568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4,1490l6118,1490,6116,1493,6116,1521,6118,1524,6124,1524,6127,1521,6127,1493,6124,1490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4,1412l6118,1412,6116,1414,6116,1443,6118,1446,6124,1446,6127,1443,6127,1414,6124,1412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4,1334l6118,1334,6116,1336,6116,1365,6118,1367,6124,1367,6127,1365,6127,1336,6124,1334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4,1256l6118,1256,6116,1258,6116,1287,6118,1289,6124,1289,6127,1287,6127,1258,6124,1256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4,1177l6118,1177,6116,1180,6116,1208,6118,1211,6124,1211,6127,1208,6127,1180,6124,1177xe" filled="true" fillcolor="#231f20" stroked="false">
                <v:path arrowok="t"/>
                <v:fill type="solid"/>
              </v:shape>
              <v:shape style="position:absolute;left:6116;top:1032;width:5228;height:638" coordorigin="6116,1032" coordsize="5228,638" path="m6124,1099l6118,1099,6116,1102,6116,1130,6118,1133,6124,1133,6127,1130,6127,1102,6124,1099xe" filled="true" fillcolor="#231f20" stroked="false">
                <v:path arrowok="t"/>
                <v:fill type="solid"/>
              </v:shape>
            </v:group>
            <v:group style="position:absolute;left:564;top:9646;width:5222;height:1423" coordorigin="564,9646" coordsize="5222,1423">
              <v:shape style="position:absolute;left:564;top:9646;width:5222;height:1423" coordorigin="564,9646" coordsize="5222,1423" path="m564,11061l564,11065,566,11068,569,11068,564,11061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69,11053l566,11053,564,11057,564,11061,569,11068,56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5,11053l569,11053,569,11068,575,11061,575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5,11061l569,11068,572,11068,575,11065,575,11061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81,11053l575,11053,575,11065,572,11068,581,11068,58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84,11053l581,11053,581,11068,584,11068,586,11065,586,11057,58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2,11038l566,11038,564,11042,564,11057,566,11053,575,11053,575,11042,572,11038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637,11053l634,11053,631,11057,631,11065,634,11068,637,11068,637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660,11053l637,11053,637,11068,660,11068,66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663,11053l660,11053,660,11068,663,11068,665,11065,665,11057,66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716,11053l713,11053,710,11057,710,11065,713,11068,716,11068,71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738,11053l716,11053,716,11068,738,11068,73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742,11053l738,11053,738,11068,742,11068,744,11065,744,11057,74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795,11053l792,11053,789,11057,789,11065,792,11068,795,11068,795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817,11053l795,11053,795,11068,817,11068,817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821,11053l817,11053,817,11068,821,11068,823,11065,823,11057,82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874,11053l871,11053,868,11057,868,11065,871,11068,874,11068,87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896,11053l874,11053,874,11068,896,11068,89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900,11053l896,11053,896,11068,900,11068,902,11065,902,11057,90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953,11053l950,11053,947,11057,947,11065,950,11068,953,11068,95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975,11053l953,11053,953,11068,975,11068,975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978,11053l975,11053,975,11068,978,11068,981,11065,981,11057,97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032,11053l1029,11053,1026,11057,1026,11065,1029,11068,1032,11068,103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054,11053l1032,11053,1032,11068,1054,11068,105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057,11053l1054,11053,1054,11068,1057,11068,1060,11065,1060,11057,1057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111,11053l1108,11053,1105,11057,1105,11065,1108,11068,1111,11068,111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133,11053l1111,11053,1111,11068,1133,11068,113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136,11053l1133,11053,1133,11068,1136,11068,1139,11065,1139,11057,113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190,11053l1187,11053,1184,11057,1184,11065,1187,11068,1190,11068,119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212,11053l1190,11053,1190,11068,1212,11068,121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215,11053l1212,11053,1212,11068,1215,11068,1218,11065,1218,11057,1215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269,11053l1265,11053,1263,11057,1263,11065,1265,11068,1269,11068,126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291,11053l1269,11053,1269,11068,1291,11068,129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294,11053l1291,11053,1291,11068,1294,11068,1297,11065,1297,11057,129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348,11053l1344,11053,1342,11057,1342,11065,1344,11068,1348,11068,134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370,11053l1348,11053,1348,11068,1370,11068,137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373,11053l1370,11053,1370,11068,1373,11068,1376,11065,1376,11057,137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426,11053l1423,11053,1421,11057,1421,11065,1423,11068,1426,11068,142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449,11053l1426,11053,1426,11068,1449,11068,144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452,11053l1449,11053,1449,11068,1452,11068,1455,11065,1455,11057,145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505,11053l1502,11053,1500,11057,1500,11065,1502,11068,1505,11068,1505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528,11053l1505,11053,1505,11068,1528,11068,152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531,11053l1528,11053,1528,11068,1531,11068,1534,11065,1534,11057,153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584,11053l1581,11053,1579,11057,1579,11065,1581,11068,1584,11068,158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607,11053l1584,11053,1584,11068,1607,11068,1607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610,11053l1607,11053,1607,11068,1610,11068,1613,11065,1613,11057,161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663,11053l1660,11053,1658,11057,1658,11065,1660,11068,1663,11068,166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686,11053l1663,11053,1663,11068,1686,11068,168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689,11053l1686,11053,1686,11068,1689,11068,1692,11065,1692,11057,168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742,11053l1739,11053,1737,11057,1737,11065,1739,11068,1742,11068,174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765,11053l1742,11053,1742,11068,1765,11068,1765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768,11053l1765,11053,1765,11068,1768,11068,1771,11065,1771,11057,176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821,11053l1818,11053,1816,11057,1816,11065,1818,11068,1821,11068,182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844,11053l1821,11053,1821,11068,1844,11068,184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847,11053l1844,11053,1844,11068,1847,11068,1849,11065,1849,11057,1847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900,11053l1897,11053,1895,11057,1895,11065,1897,11068,1900,11068,190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923,11053l1900,11053,1900,11068,1923,11068,192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926,11053l1923,11053,1923,11068,1926,11068,1928,11065,1928,11057,192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979,11053l1976,11053,1973,11057,1973,11065,1976,11068,1979,11068,197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002,11053l1979,11053,1979,11068,2002,11068,200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005,11053l2002,11053,2002,11068,2005,11068,2007,11065,2007,11057,2005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058,11053l2055,11053,2052,11057,2052,11065,2055,11068,2058,11068,205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081,11053l2058,11053,2058,11068,2081,11068,208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084,11053l2081,11053,2081,11068,2084,11068,2086,11065,2086,11057,208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137,11053l2134,11053,2131,11057,2131,11065,2134,11068,2137,11068,2137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160,11053l2137,11053,2137,11068,2160,11068,216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163,11053l2160,11053,2160,11068,2163,11068,2165,11065,2165,11057,216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216,11053l2213,11053,2210,11057,2210,11065,2213,11068,2216,11068,221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239,11053l2216,11053,2216,11068,2239,11068,223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242,11053l2239,11053,2239,11068,2242,11068,2244,11065,2244,11057,224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295,11053l2292,11053,2289,11057,2289,11065,2292,11068,2295,11068,2295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318,11053l2295,11053,2295,11068,2318,11068,231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321,11053l2318,11053,2318,11068,2321,11068,2323,11065,2323,11057,232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374,11053l2371,11053,2368,11057,2368,11065,2371,11068,2374,11068,237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396,11053l2374,11053,2374,11068,2396,11068,239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400,11053l2396,11053,2396,11068,2400,11068,2402,11065,2402,11057,240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453,11053l2450,11053,2447,11057,2447,11065,2450,11068,2453,11068,245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475,11053l2453,11053,2453,11068,2475,11068,2475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479,11053l2475,11053,2475,11068,2479,11068,2481,11065,2481,11057,247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532,11053l2529,11053,2526,11057,2526,11065,2529,11068,2532,11068,253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554,11053l2532,11053,2532,11068,2554,11068,255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558,11053l2554,11053,2554,11068,2558,11068,2560,11065,2560,11057,255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611,11053l2608,11053,2605,11057,2605,11065,2608,11068,2611,11068,261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633,11053l2611,11053,2611,11068,2633,11068,263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636,11053l2633,11053,2633,11068,2636,11068,2639,11065,2639,11057,263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690,11053l2687,11053,2684,11057,2684,11065,2687,11068,2690,11068,269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712,11053l2690,11053,2690,11068,2712,11068,271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715,11053l2712,11053,2712,11068,2715,11068,2718,11065,2718,11057,2715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769,11053l2766,11053,2763,11057,2763,11065,2766,11068,2769,11068,276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791,11053l2769,11053,2769,11068,2791,11068,279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794,11053l2791,11053,2791,11068,2794,11068,2797,11065,2797,11057,279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848,11053l2845,11053,2842,11057,2842,11065,2845,11068,2848,11068,284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870,11053l2848,11053,2848,11068,2870,11068,287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873,11053l2870,11053,2870,11068,2873,11068,2876,11065,2876,11057,287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927,11053l2923,11053,2921,11057,2921,11065,2923,11068,2927,11068,2927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949,11053l2927,11053,2927,11068,2949,11068,294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952,11053l2949,11053,2949,11068,2952,11068,2955,11065,2955,11057,295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006,11053l3002,11053,3000,11057,3000,11065,3002,11068,3006,11068,300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028,11053l3006,11053,3006,11068,3028,11068,302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031,11053l3028,11053,3028,11068,3031,11068,3034,11065,3034,11057,303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084,11053l3081,11053,3079,11057,3079,11065,3081,11068,3084,11068,308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107,11053l3084,11053,3084,11068,3107,11068,3107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110,11053l3107,11053,3107,11068,3110,11068,3113,11065,3113,11057,311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163,11053l3160,11053,3158,11057,3158,11065,3160,11068,3163,11068,316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186,11053l3163,11053,3163,11068,3186,11068,318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189,11053l3186,11053,3186,11068,3189,11068,3192,11065,3192,11057,318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242,11053l3239,11053,3237,11057,3237,11065,3239,11068,3242,11068,324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265,11053l3242,11053,3242,11068,3265,11068,3265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268,11053l3265,11053,3265,11068,3268,11068,3271,11065,3271,11057,326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321,11053l3318,11053,3316,11057,3316,11065,3318,11068,3321,11068,332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344,11053l3321,11053,3321,11068,3344,11068,334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347,11053l3344,11053,3344,11068,3347,11068,3350,11065,3350,11057,3347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400,11053l3397,11053,3395,11057,3395,11065,3397,11068,3400,11068,340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423,11053l3400,11053,3400,11068,3423,11068,342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426,11053l3423,11053,3423,11068,3426,11068,3429,11065,3429,11057,342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479,11053l3476,11053,3474,11057,3474,11065,3476,11068,3479,11068,347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502,11053l3479,11053,3479,11068,3502,11068,350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505,11053l3502,11053,3502,11068,3505,11068,3507,11065,3507,11057,3505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558,11053l3555,11053,3553,11057,3553,11065,3555,11068,3558,11068,355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581,11053l3558,11053,3558,11068,3581,11068,358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584,11053l3581,11053,3581,11068,3584,11068,3586,11065,3586,11057,358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637,11053l3634,11053,3631,11057,3631,11065,3634,11068,3637,11068,3637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660,11053l3637,11053,3637,11068,3660,11068,366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663,11053l3660,11053,3660,11068,3663,11068,3665,11065,3665,11057,366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716,11053l3713,11053,3710,11057,3710,11065,3713,11068,3716,11068,371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739,11053l3716,11053,3716,11068,3739,11068,373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742,11053l3739,11053,3739,11068,3742,11068,3744,11065,3744,11057,374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795,11053l3792,11053,3789,11057,3789,11065,3792,11068,3795,11068,3795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818,11053l3795,11053,3795,11068,3818,11068,381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821,11053l3818,11053,3818,11068,3821,11068,3823,11065,3823,11057,382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874,11053l3871,11053,3868,11057,3868,11065,3871,11068,3874,11068,387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897,11053l3874,11053,3874,11068,3897,11068,3897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900,11053l3897,11053,3897,11068,3900,11068,3902,11065,3902,11057,390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953,11053l3950,11053,3947,11057,3947,11065,3950,11068,3953,11068,395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976,11053l3953,11053,3953,11068,3976,11068,397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979,11053l3976,11053,3976,11068,3979,11068,3981,11065,3981,11057,397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032,11053l4029,11053,4026,11057,4026,11065,4029,11068,4032,11068,403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054,11053l4032,11053,4032,11068,4054,11068,405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058,11053l4054,11053,4054,11068,4058,11068,4060,11065,4060,11057,405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111,11053l4108,11053,4105,11057,4105,11065,4108,11068,4111,11068,411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133,11053l4111,11053,4111,11068,4133,11068,413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137,11053l4133,11053,4133,11068,4137,11068,4139,11065,4139,11057,4137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190,11053l4187,11053,4184,11057,4184,11065,4187,11068,4190,11068,419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212,11053l4190,11053,4190,11068,4212,11068,421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216,11053l4212,11053,4212,11068,4216,11068,4218,11065,4218,11057,421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269,11053l4266,11053,4263,11057,4263,11065,4266,11068,4269,11068,426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291,11053l4269,11053,4269,11068,4291,11068,429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294,11053l4291,11053,4291,11068,4294,11068,4297,11065,4297,11057,429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348,11053l4345,11053,4342,11057,4342,11065,4345,11068,4348,11068,434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370,11053l4348,11053,4348,11068,4370,11068,437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373,11053l4370,11053,4370,11068,4373,11068,4376,11065,4376,11057,437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427,11053l4424,11053,4421,11057,4421,11065,4424,11068,4427,11068,4427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449,11053l4427,11053,4427,11068,4449,11068,444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452,11053l4449,11053,4449,11068,4452,11068,4455,11065,4455,11057,445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506,11053l4503,11053,4500,11057,4500,11065,4503,11068,4506,11068,450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528,11053l4506,11053,4506,11068,4528,11068,452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531,11053l4528,11053,4528,11068,4531,11068,4534,11065,4534,11057,453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585,11053l4581,11053,4579,11057,4579,11065,4581,11068,4585,11068,4585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607,11053l4585,11053,4585,11068,4607,11068,4607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610,11053l4607,11053,4607,11068,4610,11068,4613,11065,4613,11057,461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664,11053l4660,11053,4658,11057,4658,11065,4660,11068,4664,11068,466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686,11053l4664,11053,4664,11068,4686,11068,468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689,11053l4686,11053,4686,11068,4689,11068,4692,11065,4692,11057,468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743,11053l4739,11053,4737,11057,4737,11065,4739,11068,4743,11068,474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765,11053l4743,11053,4743,11068,4765,11068,4765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768,11053l4765,11053,4765,11068,4768,11068,4771,11065,4771,11057,476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821,11053l4818,11053,4816,11057,4816,11065,4818,11068,4821,11068,482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844,11053l4821,11053,4821,11068,4844,11068,484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847,11053l4844,11053,4844,11068,4847,11068,4850,11065,4850,11057,4847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900,11053l4897,11053,4895,11057,4895,11065,4897,11068,4900,11068,490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923,11053l4900,11053,4900,11068,4923,11068,492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926,11053l4923,11053,4923,11068,4926,11068,4929,11065,4929,11057,492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979,11053l4976,11053,4974,11057,4974,11065,4976,11068,4979,11068,497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002,11053l4979,11053,4979,11068,5002,11068,500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005,11053l5002,11053,5002,11068,5005,11068,5008,11065,5008,11057,5005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058,11053l5055,11053,5053,11057,5053,11065,5055,11068,5058,11068,505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081,11053l5058,11053,5058,11068,5081,11068,508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084,11053l5081,11053,5081,11068,5084,11068,5087,11065,5087,11057,508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137,11053l5134,11053,5132,11057,5132,11065,5134,11068,5137,11068,5137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160,11053l5137,11053,5137,11068,5160,11068,516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163,11053l5160,11053,5160,11068,5163,11068,5165,11065,5165,11057,516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216,11053l5213,11053,5211,11057,5211,11065,5213,11068,5216,11068,521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239,11053l5216,11053,5216,11068,5239,11068,523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242,11053l5239,11053,5239,11068,5242,11068,5244,11065,5244,11057,524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295,11053l5292,11053,5290,11057,5290,11065,5292,11068,5295,11068,5295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318,11053l5295,11053,5295,11068,5318,11068,531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321,11053l5318,11053,5318,11068,5321,11068,5323,11065,5323,11057,532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374,11053l5371,11053,5368,11057,5368,11065,5371,11068,5374,11068,537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397,11053l5374,11053,5374,11068,5397,11068,5397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400,11053l5397,11053,5397,11068,5400,11068,5402,11065,5402,11057,540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453,11053l5450,11053,5447,11057,5447,11065,5450,11068,5453,11068,545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476,11053l5453,11053,5453,11068,5476,11068,547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479,11053l5476,11053,5476,11068,5479,11068,5481,11065,5481,11057,547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532,11053l5529,11053,5526,11057,5526,11065,5529,11068,5532,11068,553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555,11053l5532,11053,5532,11068,5555,11068,5555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558,11053l5555,11053,5555,11068,5558,11068,5560,11065,5560,11057,5558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611,11053l5608,11053,5605,11057,5605,11065,5608,11068,5611,11068,5611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634,11053l5611,11053,5611,11068,5634,11068,563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637,11053l5634,11053,5634,11068,5637,11068,5639,11065,5639,11057,5637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690,11053l5687,11053,5684,11057,5684,11065,5687,11068,5690,11068,569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12,11053l5690,11053,5690,11068,5712,11068,5712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16,11053l5712,11053,5712,11068,5716,11068,5718,11065,5718,11057,571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69,11053l5766,11053,5763,11057,5763,11065,5766,11068,5769,11068,5769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74,11053l5769,11053,5769,11068,5780,11068,5780,11061,5774,11061,5774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0,11053l5780,11068,5786,11061,5780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6,11061l5780,11068,5783,11068,5786,11065,5786,11061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3,11038l5777,11038,5774,11042,5774,11061,5780,11061,5780,11053,5786,11053,5786,11042,5783,11038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3,11053l5780,11053,5786,11061,5786,11057,5783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6,11053l5783,11053,5786,11057,5786,110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3,10938l5777,10938,5774,10941,5774,10978,5777,10982,5783,10982,5786,10978,5786,10941,5783,10938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3,10838l5777,10838,5774,10841,5774,10878,5777,10881,5783,10881,5786,10878,5786,10841,5783,10838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3,10737l5777,10737,5774,10740,5774,10777,5777,10781,5783,10781,5786,10777,5786,10740,5783,10737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3,10637l5777,10637,5774,10640,5774,10677,5777,10680,5783,10680,5786,10677,5786,10640,5783,10637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3,10536l5777,10536,5774,10540,5774,10576,5777,10580,5783,10580,5786,10576,5786,10540,5783,1053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3,10436l5777,10436,5774,10439,5774,10476,5777,10479,5783,10479,5786,10476,5786,10439,5783,1043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3,10335l5777,10335,5774,10339,5774,10376,5777,10379,5783,10379,5786,10376,5786,10339,5783,10335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3,10235l5777,10235,5774,10238,5774,10275,5777,10278,5783,10278,5786,10275,5786,10238,5783,10235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3,10134l5777,10134,5774,10138,5774,10175,5777,10178,5783,10178,5786,10175,5786,10138,5783,10134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3,10034l5777,10034,5774,10037,5774,10074,5777,10078,5783,10078,5786,10074,5786,10037,5783,10034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3,9933l5777,9933,5774,9937,5774,9974,5777,9977,5783,9977,5786,9974,5786,9937,5783,993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3,9833l5777,9833,5774,9836,5774,9873,5777,9877,5783,9877,5786,9873,5786,9836,5783,983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3,9733l5777,9733,5774,9736,5774,9773,5777,9776,5783,9776,5786,9773,5786,9736,5783,973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0,9646l5774,9653,5774,9672,5777,9676,5783,9676,5786,9672,5786,9661,5780,9661,578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69,9646l5765,9646,5763,9649,5763,9657,5765,9661,5769,9661,576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77,9646l5769,9646,5769,9661,5774,9661,5774,9649,577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0,9646l5780,9661,5786,9661,5786,9653,578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0,9646l5777,9646,5774,9649,5774,9653,578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83,9646l5780,9646,5786,9653,5786,9649,578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690,9646l5686,9646,5684,9649,5684,9657,5686,9661,5690,9661,569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12,9646l5690,9646,5690,9661,5712,9661,5712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15,9646l5712,9646,5712,9661,5715,9661,5718,9657,5718,9649,571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611,9646l5608,9646,5605,9649,5605,9657,5608,9661,5611,9661,5611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633,9646l5611,9646,5611,9661,5633,9661,563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636,9646l5633,9646,5633,9661,5636,9661,5639,9657,5639,9649,563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532,9646l5529,9646,5526,9649,5526,9657,5529,9661,5532,9661,5532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554,9646l5532,9646,5532,9661,5554,9661,5554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557,9646l5554,9646,5554,9661,5557,9661,5560,9657,5560,9649,555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453,9646l5450,9646,5447,9649,5447,9657,5450,9661,5453,9661,545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475,9646l5453,9646,5453,9661,5475,9661,547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478,9646l5475,9646,5475,9661,5478,9661,5481,9657,5481,9649,547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374,9646l5371,9646,5368,9649,5368,9657,5371,9661,5374,9661,5374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396,9646l5374,9646,5374,9661,5396,9661,539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400,9646l5396,9646,5396,9661,5400,9661,5402,9657,5402,9649,540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295,9646l5292,9646,5289,9649,5289,9657,5292,9661,5295,9661,529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317,9646l5295,9646,5295,9661,5317,9661,531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321,9646l5317,9646,5317,9661,5321,9661,5323,9657,5323,9649,5321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216,9646l5213,9646,5210,9649,5210,9657,5213,9661,5216,9661,521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238,9646l5216,9646,5216,9661,5238,9661,523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242,9646l5238,9646,5238,9661,5242,9661,5244,9657,5244,9649,5242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137,9646l5134,9646,5131,9649,5131,9657,5134,9661,5137,9661,513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160,9646l5137,9646,5137,9661,5160,9661,516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163,9646l5160,9646,5160,9661,5163,9661,5165,9657,5165,9649,516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058,9646l5055,9646,5052,9649,5052,9657,5055,9661,5058,9661,505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081,9646l5058,9646,5058,9661,5081,9661,5081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084,9646l5081,9646,5081,9661,5084,9661,5086,9657,5086,9649,5084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979,9646l4976,9646,4973,9649,4973,9657,4976,9661,4979,9661,497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002,9646l4979,9646,4979,9661,5002,9661,5002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005,9646l5002,9646,5002,9661,5005,9661,5007,9657,5007,9649,500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900,9646l4897,9646,4894,9649,4894,9657,4897,9661,4900,9661,490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923,9646l4900,9646,4900,9661,4923,9661,492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926,9646l4923,9646,4923,9661,4926,9661,4928,9657,4928,9649,492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821,9646l4818,9646,4815,9649,4815,9657,4818,9661,4821,9661,4821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844,9646l4821,9646,4821,9661,4844,9661,4844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847,9646l4844,9646,4844,9661,4847,9661,4849,9657,4849,9649,484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742,9646l4739,9646,4737,9649,4737,9657,4739,9661,4742,9661,4742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765,9646l4742,9646,4742,9661,4765,9661,476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768,9646l4765,9646,4765,9661,4768,9661,4770,9657,4770,9649,476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663,9646l4660,9646,4658,9649,4658,9657,4660,9661,4663,9661,466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686,9646l4663,9646,4663,9661,4686,9661,468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689,9646l4686,9646,4686,9661,4689,9661,4691,9657,4691,9649,468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584,9646l4581,9646,4579,9649,4579,9657,4581,9661,4584,9661,4584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607,9646l4584,9646,4584,9661,4607,9661,460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610,9646l4607,9646,4607,9661,4610,9661,4613,9657,4613,9649,461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505,9646l4502,9646,4500,9649,4500,9657,4502,9661,4505,9661,450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528,9646l4505,9646,4505,9661,4528,9661,452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531,9646l4528,9646,4528,9661,4531,9661,4534,9657,4534,9649,4531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426,9646l4423,9646,4421,9649,4421,9657,4423,9661,4426,9661,442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449,9646l4426,9646,4426,9661,4449,9661,444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452,9646l4449,9646,4449,9661,4452,9661,4455,9657,4455,9649,4452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347,9646l4344,9646,4342,9649,4342,9657,4344,9661,4347,9661,434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370,9646l4347,9646,4347,9661,4370,9661,437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373,9646l4370,9646,4370,9661,4373,9661,4376,9657,4376,9649,437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268,9646l4265,9646,4263,9649,4263,9657,4265,9661,4268,9661,426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291,9646l4268,9646,4268,9661,4291,9661,4291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294,9646l4291,9646,4291,9661,4294,9661,4297,9657,4297,9649,4294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190,9646l4186,9646,4184,9649,4184,9657,4186,9661,4190,9661,419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212,9646l4190,9646,4190,9661,4212,9661,4212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215,9646l4212,9646,4212,9661,4215,9661,4218,9657,4218,9649,421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111,9646l4107,9646,4105,9649,4105,9657,4107,9661,4111,9661,4111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133,9646l4111,9646,4111,9661,4133,9661,413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136,9646l4133,9646,4133,9661,4136,9661,4139,9657,4139,9649,413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032,9646l4028,9646,4026,9649,4026,9657,4028,9661,4032,9661,4032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054,9646l4032,9646,4032,9661,4054,9661,4054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4057,9646l4054,9646,4054,9661,4057,9661,4060,9657,4060,9649,405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953,9646l3950,9646,3947,9649,3947,9657,3950,9661,3953,9661,395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975,9646l3953,9646,3953,9661,3975,9661,397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978,9646l3975,9646,3975,9661,3978,9661,3981,9657,3981,9649,397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874,9646l3871,9646,3868,9649,3868,9657,3871,9661,3874,9661,3874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896,9646l3874,9646,3874,9661,3896,9661,389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899,9646l3896,9646,3896,9661,3899,9661,3902,9657,3902,9649,389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795,9646l3792,9646,3789,9649,3789,9657,3792,9661,3795,9661,379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817,9646l3795,9646,3795,9661,3817,9661,381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820,9646l3817,9646,3817,9661,3820,9661,3823,9657,3823,9649,382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716,9646l3713,9646,3710,9649,3710,9657,3713,9661,3716,9661,371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738,9646l3716,9646,3716,9661,3738,9661,373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741,9646l3738,9646,3738,9661,3741,9661,3744,9657,3744,9649,3741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637,9646l3634,9646,3631,9649,3631,9657,3634,9661,3637,9661,363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659,9646l3637,9646,3637,9661,3659,9661,365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663,9646l3659,9646,3659,9661,3663,9661,3665,9657,3665,9649,366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558,9646l3555,9646,3552,9649,3552,9657,3555,9661,3558,9661,355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580,9646l3558,9646,3558,9661,3580,9661,358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584,9646l3580,9646,3580,9661,3584,9661,3586,9657,3586,9649,3584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479,9646l3476,9646,3473,9649,3473,9657,3476,9661,3479,9661,347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501,9646l3479,9646,3479,9661,3501,9661,3501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505,9646l3501,9646,3501,9661,3505,9661,3507,9657,3507,9649,350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400,9646l3397,9646,3394,9649,3394,9657,3397,9661,3400,9661,340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423,9646l3400,9646,3400,9661,3423,9661,342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426,9646l3423,9646,3423,9661,3426,9661,3428,9657,3428,9649,342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321,9646l3318,9646,3315,9649,3315,9657,3318,9661,3321,9661,3321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344,9646l3321,9646,3321,9661,3344,9661,3344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347,9646l3344,9646,3344,9661,3347,9661,3349,9657,3349,9649,334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242,9646l3239,9646,3236,9649,3236,9657,3239,9661,3242,9661,3242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265,9646l3242,9646,3242,9661,3265,9661,326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268,9646l3265,9646,3265,9661,3268,9661,3270,9657,3270,9649,326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163,9646l3160,9646,3157,9649,3157,9657,3160,9661,3163,9661,316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186,9646l3163,9646,3163,9661,3186,9661,318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189,9646l3186,9646,3186,9661,3189,9661,3191,9657,3191,9649,318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084,9646l3081,9646,3079,9649,3079,9657,3081,9661,3084,9661,3084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107,9646l3084,9646,3084,9661,3107,9661,310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110,9646l3107,9646,3107,9661,3110,9661,3112,9657,3112,9649,311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005,9646l3002,9646,3000,9649,3000,9657,3002,9661,3005,9661,300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028,9646l3005,9646,3005,9661,3028,9661,302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3031,9646l3028,9646,3028,9661,3031,9661,3033,9657,3033,9649,3031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926,9646l2923,9646,2921,9649,2921,9657,2923,9661,2926,9661,292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949,9646l2926,9646,2926,9661,2949,9661,294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952,9646l2949,9646,2949,9661,2952,9661,2954,9657,2954,9649,2952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847,9646l2844,9646,2842,9649,2842,9657,2844,9661,2847,9661,284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870,9646l2847,9646,2847,9661,2870,9661,287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873,9646l2870,9646,2870,9661,2873,9661,2876,9657,2876,9649,287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768,9646l2765,9646,2763,9649,2763,9657,2765,9661,2768,9661,276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791,9646l2768,9646,2768,9661,2791,9661,2791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794,9646l2791,9646,2791,9661,2794,9661,2797,9657,2797,9649,2794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689,9646l2686,9646,2684,9649,2684,9657,2686,9661,2689,9661,268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712,9646l2689,9646,2689,9661,2712,9661,2712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715,9646l2712,9646,2712,9661,2715,9661,2718,9657,2718,9649,271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610,9646l2607,9646,2605,9649,2605,9657,2607,9661,2610,9661,261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633,9646l2610,9646,2610,9661,2633,9661,263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636,9646l2633,9646,2633,9661,2636,9661,2639,9657,2639,9649,263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532,9646l2528,9646,2526,9649,2526,9657,2528,9661,2532,9661,2532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554,9646l2532,9646,2532,9661,2554,9661,2554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557,9646l2554,9646,2554,9661,2557,9661,2560,9657,2560,9649,255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453,9646l2449,9646,2447,9649,2447,9657,2449,9661,2453,9661,245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475,9646l2453,9646,2453,9661,2475,9661,247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478,9646l2475,9646,2475,9661,2478,9661,2481,9657,2481,9649,247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374,9646l2370,9646,2368,9649,2368,9657,2370,9661,2374,9661,2374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396,9646l2374,9646,2374,9661,2396,9661,239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399,9646l2396,9646,2396,9661,2399,9661,2402,9657,2402,9649,239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295,9646l2292,9646,2289,9649,2289,9657,2292,9661,2295,9661,229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317,9646l2295,9646,2295,9661,2317,9661,231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320,9646l2317,9646,2317,9661,2320,9661,2323,9657,2323,9649,232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216,9646l2213,9646,2210,9649,2210,9657,2213,9661,2216,9661,221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238,9646l2216,9646,2216,9661,2238,9661,223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241,9646l2238,9646,2238,9661,2241,9661,2244,9657,2244,9649,2241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137,9646l2134,9646,2131,9649,2131,9657,2134,9661,2137,9661,213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159,9646l2137,9646,2137,9661,2159,9661,215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162,9646l2159,9646,2159,9661,2162,9661,2165,9657,2165,9649,2162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058,9646l2055,9646,2052,9649,2052,9657,2055,9661,2058,9661,205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080,9646l2058,9646,2058,9661,2080,9661,208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083,9646l2080,9646,2080,9661,2083,9661,2086,9657,2086,9649,208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979,9646l1976,9646,1973,9649,1973,9657,1976,9661,1979,9661,197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001,9646l1979,9646,1979,9661,2001,9661,2001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2005,9646l2001,9646,2001,9661,2005,9661,2007,9657,2007,9649,200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900,9646l1897,9646,1894,9649,1894,9657,1897,9661,1900,9661,190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922,9646l1900,9646,1900,9661,1922,9661,1922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926,9646l1922,9646,1922,9661,1926,9661,1928,9657,1928,9649,192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821,9646l1818,9646,1815,9649,1815,9657,1818,9661,1821,9661,1821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843,9646l1821,9646,1821,9661,1843,9661,184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847,9646l1843,9646,1843,9661,1847,9661,1849,9657,1849,9649,184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742,9646l1739,9646,1736,9649,1736,9657,1739,9661,1742,9661,1742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765,9646l1742,9646,1742,9661,1765,9661,176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768,9646l1765,9646,1765,9661,1768,9661,1770,9657,1770,9649,176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663,9646l1660,9646,1657,9649,1657,9657,1660,9661,1663,9661,166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686,9646l1663,9646,1663,9661,1686,9661,168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689,9646l1686,9646,1686,9661,1689,9661,1691,9657,1691,9649,168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584,9646l1581,9646,1578,9649,1578,9657,1581,9661,1584,9661,1584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607,9646l1584,9646,1584,9661,1607,9661,160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610,9646l1607,9646,1607,9661,1610,9661,1612,9657,1612,9649,161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505,9646l1502,9646,1499,9649,1499,9657,1502,9661,1505,9661,150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528,9646l1505,9646,1505,9661,1528,9661,152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531,9646l1528,9646,1528,9661,1531,9661,1533,9657,1533,9649,1531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426,9646l1423,9646,1421,9649,1421,9657,1423,9661,1426,9661,142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449,9646l1426,9646,1426,9661,1449,9661,144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452,9646l1449,9646,1449,9661,1452,9661,1454,9657,1454,9649,1452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347,9646l1344,9646,1342,9649,1342,9657,1344,9661,1347,9661,134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370,9646l1347,9646,1347,9661,1370,9661,137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373,9646l1370,9646,1370,9661,1373,9661,1375,9657,1375,9649,137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268,9646l1265,9646,1263,9649,1263,9657,1265,9661,1268,9661,126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291,9646l1268,9646,1268,9661,1291,9661,1291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294,9646l1291,9646,1291,9661,1294,9661,1296,9657,1296,9649,1294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189,9646l1186,9646,1184,9649,1184,9657,1186,9661,1189,9661,118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212,9646l1189,9646,1189,9661,1212,9661,1212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215,9646l1212,9646,1212,9661,1215,9661,1218,9657,1218,9649,121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110,9646l1107,9646,1105,9649,1105,9657,1107,9661,1110,9661,111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133,9646l1110,9646,1110,9661,1133,9661,113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136,9646l1133,9646,1133,9661,1136,9661,1139,9657,1139,9649,113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031,9646l1028,9646,1026,9649,1026,9657,1028,9661,1031,9661,1031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054,9646l1031,9646,1031,9661,1054,9661,1054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1057,9646l1054,9646,1054,9661,1057,9661,1060,9657,1060,9649,105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952,9646l949,9646,947,9649,947,9657,949,9661,952,9661,952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975,9646l952,9646,952,9661,975,9661,97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978,9646l975,9646,975,9661,978,9661,981,9657,981,9649,97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874,9646l870,9646,868,9649,868,9657,870,9661,874,9661,874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896,9646l874,9646,874,9661,896,9661,89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899,9646l896,9646,896,9661,899,9661,902,9657,902,9649,89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795,9646l791,9646,789,9649,789,9657,791,9661,795,9661,795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817,9646l795,9646,795,9661,817,9661,81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820,9646l817,9646,817,9661,820,9661,823,9657,823,9649,82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716,9646l712,9646,710,9649,710,9657,712,9661,716,9661,716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738,9646l716,9646,716,9661,738,9661,738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741,9646l738,9646,738,9661,741,9661,744,9657,744,9649,741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637,9646l634,9646,631,9649,631,9657,634,9661,637,9661,637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659,9646l637,9646,637,9661,659,9661,65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662,9646l659,9646,659,9661,662,9661,665,9657,665,9649,662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64,9657l564,9672,566,9676,572,9676,575,9672,575,9661,566,9661,564,9657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64,9653l564,9657,566,9661,569,9661,564,96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69,9646l564,9653,569,9661,56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80,9646l569,9646,569,9661,575,9661,575,9653,580,9653,580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80,9653l575,9653,575,9661,580,9661,580,965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83,9646l580,9646,580,9661,583,9661,586,9657,586,9649,583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69,9646l566,9646,564,9649,564,9653,569,964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2,9733l566,9733,564,9736,564,9773,566,9776,572,9776,575,9773,575,9736,572,973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2,9833l566,9833,564,9836,564,9873,566,9877,572,9877,575,9873,575,9836,572,983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2,9933l566,9933,564,9937,564,9974,566,9977,572,9977,575,9974,575,9937,572,9933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2,10034l566,10034,564,10037,564,10074,566,10078,572,10078,575,10074,575,10037,572,10034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2,10134l566,10134,564,10138,564,10175,566,10178,572,10178,575,10175,575,10138,572,10134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2,10235l566,10235,564,10238,564,10275,566,10278,572,10278,575,10275,575,10238,572,10235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2,10335l566,10335,564,10339,564,10376,566,10379,572,10379,575,10376,575,10339,572,10335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2,10436l566,10436,564,10439,564,10476,566,10479,572,10479,575,10476,575,10439,572,1043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2,10536l566,10536,564,10540,564,10576,566,10580,572,10580,575,10576,575,10540,572,10536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2,10637l566,10637,564,10640,564,10677,566,10680,572,10680,575,10677,575,10640,572,10637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2,10737l566,10737,564,10740,564,10777,566,10781,572,10781,575,10777,575,10740,572,10737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2,10838l566,10838,564,10841,564,10878,566,10881,572,10881,575,10878,575,10841,572,10838xe" filled="true" fillcolor="#231f20" stroked="false">
                <v:path arrowok="t"/>
                <v:fill type="solid"/>
              </v:shape>
              <v:shape style="position:absolute;left:564;top:9646;width:5222;height:1423" coordorigin="564,9646" coordsize="5222,1423" path="m572,10938l566,10938,564,10941,564,10978,566,10982,572,10982,575,10978,575,10941,572,10938xe" filled="true" fillcolor="#231f20" stroked="false">
                <v:path arrowok="t"/>
                <v:fill type="solid"/>
              </v:shape>
            </v:group>
            <v:group style="position:absolute;left:6178;top:6298;width:3486;height:2" coordorigin="6178,6298" coordsize="3486,2">
              <v:shape style="position:absolute;left:6178;top:6298;width:3486;height:2" coordorigin="6178,6298" coordsize="3486,0" path="m6178,6298l9664,6298e" filled="false" stroked="true" strokeweight=".455pt" strokecolor="#221e1f">
                <v:path arrowok="t"/>
              </v:shape>
            </v:group>
            <v:group style="position:absolute;left:6178;top:7078;width:3486;height:2" coordorigin="6178,7078" coordsize="3486,2">
              <v:shape style="position:absolute;left:6178;top:7078;width:3486;height:2" coordorigin="6178,7078" coordsize="3486,0" path="m6178,7078l9664,7078e" filled="false" stroked="true" strokeweight=".455pt" strokecolor="#221e1f">
                <v:path arrowok="t"/>
              </v:shape>
            </v:group>
            <w10:wrap type="none"/>
          </v:group>
        </w:pict>
      </w:r>
      <w:r>
        <w:rPr>
          <w:color w:val="231F20"/>
        </w:rPr>
        <w:t>- </w:t>
      </w:r>
      <w:r>
        <w:rPr>
          <w:color w:val="231F20"/>
          <w:spacing w:val="-1"/>
        </w:rPr>
        <w:t>самозанятость</w:t>
      </w:r>
      <w:r>
        <w:rPr/>
      </w:r>
    </w:p>
    <w:p>
      <w:pPr>
        <w:pStyle w:val="BodyText"/>
        <w:numPr>
          <w:ilvl w:val="0"/>
          <w:numId w:val="32"/>
        </w:numPr>
        <w:tabs>
          <w:tab w:pos="412" w:val="left" w:leader="none"/>
        </w:tabs>
        <w:spacing w:line="269" w:lineRule="auto" w:before="68" w:after="0"/>
        <w:ind w:left="553" w:right="348" w:hanging="245"/>
        <w:jc w:val="left"/>
      </w:pPr>
      <w:r>
        <w:rPr>
          <w:color w:val="231F20"/>
        </w:rPr>
        <w:t>-  </w:t>
      </w:r>
      <w:r>
        <w:rPr>
          <w:color w:val="231F20"/>
          <w:spacing w:val="-1"/>
        </w:rPr>
        <w:t>производство</w:t>
      </w:r>
      <w:r>
        <w:rPr>
          <w:color w:val="231F20"/>
        </w:rPr>
        <w:t> </w:t>
      </w:r>
      <w:r>
        <w:rPr>
          <w:color w:val="231F20"/>
          <w:spacing w:val="-1"/>
        </w:rPr>
        <w:t>товаров</w:t>
      </w:r>
      <w:r>
        <w:rPr>
          <w:color w:val="231F20"/>
        </w:rPr>
        <w:t> для </w:t>
      </w:r>
      <w:r>
        <w:rPr>
          <w:color w:val="231F20"/>
          <w:spacing w:val="-1"/>
        </w:rPr>
        <w:t>собственного</w:t>
      </w:r>
      <w:r>
        <w:rPr>
          <w:color w:val="231F20"/>
        </w:rPr>
        <w:t> </w:t>
      </w:r>
      <w:r>
        <w:rPr>
          <w:color w:val="231F20"/>
          <w:spacing w:val="-1"/>
        </w:rPr>
        <w:t>потребления</w:t>
      </w:r>
      <w:r>
        <w:rPr>
          <w:color w:val="231F20"/>
        </w:rPr>
        <w:t> (включая личное</w:t>
      </w:r>
      <w:r>
        <w:rPr>
          <w:color w:val="231F20"/>
          <w:spacing w:val="57"/>
        </w:rPr>
        <w:t> </w:t>
      </w:r>
      <w:r>
        <w:rPr>
          <w:color w:val="231F20"/>
        </w:rPr>
        <w:t>подсобное хозяйство)</w:t>
      </w:r>
      <w:r>
        <w:rPr/>
      </w:r>
    </w:p>
    <w:p>
      <w:pPr>
        <w:pStyle w:val="BodyText"/>
        <w:numPr>
          <w:ilvl w:val="0"/>
          <w:numId w:val="32"/>
        </w:numPr>
        <w:tabs>
          <w:tab w:pos="467" w:val="left" w:leader="none"/>
        </w:tabs>
        <w:spacing w:line="240" w:lineRule="auto" w:before="45" w:after="0"/>
        <w:ind w:left="466" w:right="0" w:hanging="103"/>
        <w:jc w:val="left"/>
      </w:pPr>
      <w:r>
        <w:rPr>
          <w:color w:val="231F20"/>
        </w:rPr>
        <w:t>-  сдача внаем или в аренду имущества, доход от патентов, авторских прав</w:t>
      </w:r>
      <w:r>
        <w:rPr/>
      </w:r>
    </w:p>
    <w:p>
      <w:pPr>
        <w:pStyle w:val="BodyText"/>
        <w:numPr>
          <w:ilvl w:val="0"/>
          <w:numId w:val="32"/>
        </w:numPr>
        <w:tabs>
          <w:tab w:pos="467" w:val="left" w:leader="none"/>
        </w:tabs>
        <w:spacing w:line="240" w:lineRule="auto" w:before="68" w:after="0"/>
        <w:ind w:left="466" w:right="0" w:hanging="103"/>
        <w:jc w:val="left"/>
      </w:pPr>
      <w:r>
        <w:rPr>
          <w:color w:val="231F20"/>
        </w:rPr>
        <w:t>-  пенсия (кроме пенсии по инвалидности)</w:t>
      </w:r>
      <w:r>
        <w:rPr/>
      </w:r>
    </w:p>
    <w:p>
      <w:pPr>
        <w:pStyle w:val="BodyText"/>
        <w:numPr>
          <w:ilvl w:val="0"/>
          <w:numId w:val="32"/>
        </w:numPr>
        <w:tabs>
          <w:tab w:pos="467" w:val="left" w:leader="none"/>
        </w:tabs>
        <w:spacing w:line="240" w:lineRule="auto" w:before="68" w:after="0"/>
        <w:ind w:left="466" w:right="0" w:hanging="103"/>
        <w:jc w:val="left"/>
      </w:pPr>
      <w:r>
        <w:rPr>
          <w:color w:val="231F20"/>
        </w:rPr>
        <w:t>-</w:t>
      </w:r>
      <w:r>
        <w:rPr>
          <w:color w:val="231F20"/>
          <w:spacing w:val="31"/>
        </w:rPr>
        <w:t> </w:t>
      </w:r>
      <w:r>
        <w:rPr>
          <w:color w:val="231F20"/>
        </w:rPr>
        <w:t>пенсия по инвалидности</w:t>
      </w:r>
      <w:r>
        <w:rPr/>
      </w:r>
    </w:p>
    <w:p>
      <w:pPr>
        <w:pStyle w:val="BodyText"/>
        <w:numPr>
          <w:ilvl w:val="0"/>
          <w:numId w:val="32"/>
        </w:numPr>
        <w:tabs>
          <w:tab w:pos="467" w:val="left" w:leader="none"/>
        </w:tabs>
        <w:spacing w:line="240" w:lineRule="auto" w:before="68" w:after="0"/>
        <w:ind w:left="466" w:right="0" w:hanging="103"/>
        <w:jc w:val="left"/>
      </w:pPr>
      <w:r>
        <w:rPr>
          <w:color w:val="231F20"/>
        </w:rPr>
        <w:t>-  пособие по болезни, беременности и родам</w:t>
      </w:r>
      <w:r>
        <w:rPr/>
      </w:r>
    </w:p>
    <w:p>
      <w:pPr>
        <w:pStyle w:val="BodyText"/>
        <w:numPr>
          <w:ilvl w:val="0"/>
          <w:numId w:val="32"/>
        </w:numPr>
        <w:tabs>
          <w:tab w:pos="467" w:val="left" w:leader="none"/>
        </w:tabs>
        <w:spacing w:line="240" w:lineRule="auto" w:before="68" w:after="0"/>
        <w:ind w:left="466" w:right="0" w:hanging="103"/>
        <w:jc w:val="left"/>
      </w:pPr>
      <w:r>
        <w:rPr>
          <w:color w:val="231F20"/>
        </w:rPr>
        <w:t>-  пособие по безработице</w:t>
      </w:r>
      <w:r>
        <w:rPr/>
      </w:r>
    </w:p>
    <w:p>
      <w:pPr>
        <w:pStyle w:val="BodyText"/>
        <w:numPr>
          <w:ilvl w:val="0"/>
          <w:numId w:val="32"/>
        </w:numPr>
        <w:tabs>
          <w:tab w:pos="467" w:val="left" w:leader="none"/>
        </w:tabs>
        <w:spacing w:line="240" w:lineRule="auto" w:before="68" w:after="0"/>
        <w:ind w:left="466" w:right="0" w:hanging="103"/>
        <w:jc w:val="left"/>
      </w:pPr>
      <w:r>
        <w:rPr>
          <w:color w:val="231F20"/>
        </w:rPr>
        <w:t>-  прочие пособия и помощь (не перечисленные выше)</w:t>
      </w:r>
      <w:r>
        <w:rPr/>
      </w:r>
    </w:p>
    <w:p>
      <w:pPr>
        <w:pStyle w:val="BodyText"/>
        <w:numPr>
          <w:ilvl w:val="0"/>
          <w:numId w:val="32"/>
        </w:numPr>
        <w:tabs>
          <w:tab w:pos="506" w:val="left" w:leader="none"/>
        </w:tabs>
        <w:spacing w:line="240" w:lineRule="auto" w:before="68" w:after="0"/>
        <w:ind w:left="505" w:right="0" w:hanging="173"/>
        <w:jc w:val="left"/>
      </w:pPr>
      <w:r>
        <w:rPr>
          <w:color w:val="231F20"/>
        </w:rPr>
        <w:t>-</w:t>
      </w:r>
      <w:r>
        <w:rPr>
          <w:color w:val="231F20"/>
          <w:spacing w:val="31"/>
        </w:rPr>
        <w:t> </w:t>
      </w:r>
      <w:r>
        <w:rPr>
          <w:color w:val="231F20"/>
        </w:rPr>
        <w:t>стипендия</w:t>
      </w:r>
      <w:r>
        <w:rPr/>
      </w:r>
    </w:p>
    <w:p>
      <w:pPr>
        <w:pStyle w:val="BodyText"/>
        <w:numPr>
          <w:ilvl w:val="0"/>
          <w:numId w:val="32"/>
        </w:numPr>
        <w:tabs>
          <w:tab w:pos="506" w:val="left" w:leader="none"/>
        </w:tabs>
        <w:spacing w:line="240" w:lineRule="auto" w:before="68" w:after="0"/>
        <w:ind w:left="505" w:right="0" w:hanging="173"/>
        <w:jc w:val="left"/>
        <w:rPr>
          <w:rFonts w:ascii="Calibri" w:hAnsi="Calibri" w:cs="Calibri" w:eastAsia="Calibri"/>
        </w:rPr>
      </w:pPr>
      <w:r>
        <w:rPr>
          <w:color w:val="231F20"/>
        </w:rPr>
        <w:t>-  ссуды, использование сбережений, реализация </w:t>
      </w:r>
      <w:r>
        <w:rPr>
          <w:color w:val="231F20"/>
          <w:spacing w:val="-1"/>
        </w:rPr>
        <w:t>капитала</w:t>
      </w:r>
      <w:r>
        <w:rPr>
          <w:rFonts w:ascii="Calibri" w:hAnsi="Calibri"/>
          <w:color w:val="231F20"/>
          <w:spacing w:val="-1"/>
        </w:rPr>
        <w:t>,</w:t>
      </w:r>
      <w:r>
        <w:rPr>
          <w:rFonts w:ascii="Calibri" w:hAnsi="Calibri"/>
          <w:color w:val="231F20"/>
        </w:rPr>
        <w:t> доходы от ак</w:t>
      </w:r>
      <w:r>
        <w:rPr>
          <w:rFonts w:ascii="Calibri" w:hAnsi="Calibri"/>
          <w:color w:val="231F20"/>
        </w:rPr>
        <w:t>ций</w:t>
      </w:r>
      <w:r>
        <w:rPr>
          <w:rFonts w:ascii="Calibri" w:hAnsi="Calibri"/>
        </w:rPr>
      </w:r>
    </w:p>
    <w:p>
      <w:pPr>
        <w:pStyle w:val="BodyText"/>
        <w:numPr>
          <w:ilvl w:val="0"/>
          <w:numId w:val="32"/>
        </w:numPr>
        <w:tabs>
          <w:tab w:pos="506" w:val="left" w:leader="none"/>
        </w:tabs>
        <w:spacing w:line="240" w:lineRule="auto" w:before="68" w:after="0"/>
        <w:ind w:left="505" w:right="0" w:hanging="173"/>
        <w:jc w:val="left"/>
      </w:pPr>
      <w:r>
        <w:rPr>
          <w:color w:val="231F20"/>
        </w:rPr>
        <w:t>- денежные переводы родственников</w:t>
      </w:r>
      <w:r>
        <w:rPr/>
      </w:r>
    </w:p>
    <w:p>
      <w:pPr>
        <w:pStyle w:val="BodyText"/>
        <w:numPr>
          <w:ilvl w:val="0"/>
          <w:numId w:val="32"/>
        </w:numPr>
        <w:tabs>
          <w:tab w:pos="506" w:val="left" w:leader="none"/>
        </w:tabs>
        <w:spacing w:line="240" w:lineRule="auto" w:before="68" w:after="0"/>
        <w:ind w:left="505" w:right="0" w:hanging="173"/>
        <w:jc w:val="left"/>
      </w:pPr>
      <w:r>
        <w:rPr>
          <w:color w:val="231F20"/>
        </w:rPr>
        <w:t>-  иждивение, помощь других лиц, алименты</w:t>
      </w:r>
      <w:r>
        <w:rPr/>
      </w:r>
    </w:p>
    <w:p>
      <w:pPr>
        <w:pStyle w:val="BodyText"/>
        <w:numPr>
          <w:ilvl w:val="0"/>
          <w:numId w:val="32"/>
        </w:numPr>
        <w:tabs>
          <w:tab w:pos="506" w:val="left" w:leader="none"/>
        </w:tabs>
        <w:spacing w:line="240" w:lineRule="auto" w:before="68" w:after="0"/>
        <w:ind w:left="505" w:right="0" w:hanging="173"/>
        <w:jc w:val="left"/>
      </w:pPr>
      <w:r>
        <w:rPr>
          <w:color w:val="231F20"/>
        </w:rPr>
        <w:t>-  иной источник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14"/>
          <w:szCs w:val="14"/>
        </w:rPr>
      </w:pPr>
    </w:p>
    <w:p>
      <w:pPr>
        <w:spacing w:line="240" w:lineRule="auto" w:before="2"/>
        <w:rPr>
          <w:rFonts w:ascii="Calibri" w:hAnsi="Calibri" w:cs="Calibri" w:eastAsia="Calibri"/>
          <w:sz w:val="11"/>
          <w:szCs w:val="11"/>
        </w:rPr>
      </w:pPr>
    </w:p>
    <w:p>
      <w:pPr>
        <w:pStyle w:val="Heading3"/>
        <w:spacing w:line="240" w:lineRule="auto"/>
        <w:ind w:right="348"/>
        <w:jc w:val="left"/>
        <w:rPr>
          <w:b w:val="0"/>
          <w:bCs w:val="0"/>
        </w:rPr>
      </w:pPr>
      <w:r>
        <w:rPr>
          <w:color w:val="231F20"/>
        </w:rPr>
        <w:t>14.2. ИЗ </w:t>
      </w:r>
      <w:r>
        <w:rPr>
          <w:color w:val="231F20"/>
          <w:spacing w:val="-1"/>
        </w:rPr>
        <w:t>ПЕРЕЧИСЛЕННЫХ</w:t>
      </w:r>
      <w:r>
        <w:rPr>
          <w:color w:val="231F20"/>
        </w:rPr>
        <w:t> </w:t>
      </w:r>
      <w:r>
        <w:rPr>
          <w:color w:val="231F20"/>
          <w:spacing w:val="-1"/>
        </w:rPr>
        <w:t>ИСТОЧНИКОВ</w:t>
      </w:r>
      <w:r>
        <w:rPr>
          <w:color w:val="231F20"/>
        </w:rPr>
        <w:t> </w:t>
      </w:r>
      <w:r>
        <w:rPr>
          <w:color w:val="231F20"/>
          <w:spacing w:val="-1"/>
        </w:rPr>
        <w:t>УКАЖИТЕ,</w:t>
      </w:r>
      <w:r>
        <w:rPr>
          <w:color w:val="231F20"/>
        </w:rPr>
        <w:t> </w:t>
      </w:r>
      <w:r>
        <w:rPr>
          <w:color w:val="231F20"/>
          <w:spacing w:val="-1"/>
        </w:rPr>
        <w:t>КАКОЙ</w:t>
      </w:r>
      <w:r>
        <w:rPr>
          <w:color w:val="231F20"/>
        </w:rPr>
        <w:t> </w:t>
      </w:r>
      <w:r>
        <w:rPr>
          <w:color w:val="231F20"/>
          <w:spacing w:val="-2"/>
        </w:rPr>
        <w:t>СЧИТАЕТЕ</w:t>
      </w:r>
      <w:r>
        <w:rPr>
          <w:color w:val="231F20"/>
        </w:rPr>
        <w:t> ДЛЯ</w:t>
      </w:r>
      <w:r>
        <w:rPr>
          <w:color w:val="231F20"/>
          <w:spacing w:val="53"/>
        </w:rPr>
        <w:t> </w:t>
      </w:r>
      <w:r>
        <w:rPr>
          <w:color w:val="231F20"/>
          <w:spacing w:val="-1"/>
        </w:rPr>
        <w:t>СЕБЯ</w:t>
      </w:r>
      <w:r>
        <w:rPr>
          <w:color w:val="231F20"/>
        </w:rPr>
        <w:t> ОСНОВНЫМ</w:t>
      </w:r>
      <w:r>
        <w:rPr>
          <w:b w:val="0"/>
        </w:rPr>
      </w:r>
    </w:p>
    <w:p>
      <w:pPr>
        <w:spacing w:before="0"/>
        <w:ind w:left="217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color w:val="231F20"/>
          <w:sz w:val="14"/>
        </w:rPr>
        <w:t>(</w:t>
      </w:r>
      <w:r>
        <w:rPr>
          <w:rFonts w:ascii="Calibri" w:hAnsi="Calibri"/>
          <w:i/>
          <w:color w:val="231F20"/>
          <w:sz w:val="14"/>
        </w:rPr>
        <w:t>из вопроса 14.1)</w:t>
      </w:r>
      <w:r>
        <w:rPr>
          <w:rFonts w:ascii="Calibri" w:hAnsi="Calibri"/>
          <w:sz w:val="14"/>
        </w:rPr>
      </w:r>
    </w:p>
    <w:p>
      <w:pPr>
        <w:spacing w:before="77"/>
        <w:ind w:left="217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/>
        <w:br w:type="column"/>
      </w:r>
      <w:r>
        <w:rPr>
          <w:rFonts w:ascii="Calibri" w:hAnsi="Calibri"/>
          <w:i/>
          <w:color w:val="231F20"/>
          <w:spacing w:val="-1"/>
          <w:sz w:val="14"/>
        </w:rPr>
        <w:t>Раздел</w:t>
      </w:r>
      <w:r>
        <w:rPr>
          <w:rFonts w:ascii="Calibri" w:hAnsi="Calibri"/>
          <w:i/>
          <w:color w:val="231F20"/>
          <w:sz w:val="14"/>
        </w:rPr>
        <w:t> 16 для лиц в возрасте 6 лет и старше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0"/>
          <w:numId w:val="33"/>
        </w:numPr>
        <w:tabs>
          <w:tab w:pos="429" w:val="left" w:leader="none"/>
        </w:tabs>
        <w:spacing w:line="269" w:lineRule="auto" w:before="10" w:after="0"/>
        <w:ind w:left="220" w:right="2471" w:hanging="3"/>
        <w:jc w:val="left"/>
        <w:rPr>
          <w:b w:val="0"/>
          <w:bCs w:val="0"/>
        </w:rPr>
      </w:pPr>
      <w:r>
        <w:rPr>
          <w:color w:val="231F20"/>
          <w:spacing w:val="-1"/>
        </w:rPr>
        <w:t>ИСПОЛЬЗОВАНИЕ</w:t>
      </w:r>
      <w:r>
        <w:rPr>
          <w:color w:val="231F20"/>
        </w:rPr>
        <w:t> СОВРЕМЕННЫХ </w:t>
      </w:r>
      <w:r>
        <w:rPr>
          <w:color w:val="231F20"/>
          <w:spacing w:val="-1"/>
        </w:rPr>
        <w:t>СРЕДСТВ</w:t>
      </w:r>
      <w:r>
        <w:rPr>
          <w:color w:val="231F20"/>
        </w:rPr>
        <w:t> </w:t>
      </w:r>
      <w:r>
        <w:rPr>
          <w:color w:val="231F20"/>
          <w:spacing w:val="-1"/>
        </w:rPr>
        <w:t>СВЯЗИ</w:t>
      </w:r>
      <w:r>
        <w:rPr>
          <w:color w:val="231F20"/>
          <w:spacing w:val="29"/>
        </w:rPr>
        <w:t> </w:t>
      </w:r>
      <w:r>
        <w:rPr>
          <w:color w:val="231F20"/>
        </w:rPr>
        <w:t>а) пользуютесь ли</w:t>
      </w:r>
      <w:r>
        <w:rPr>
          <w:color w:val="231F20"/>
          <w:spacing w:val="-1"/>
        </w:rPr>
        <w:t> </w:t>
      </w:r>
      <w:r>
        <w:rPr>
          <w:rFonts w:ascii="Calibri" w:hAnsi="Calibri"/>
          <w:color w:val="231F20"/>
        </w:rPr>
        <w:t>В</w:t>
      </w:r>
      <w:r>
        <w:rPr>
          <w:color w:val="231F20"/>
        </w:rPr>
        <w:t>ы мобильной связью?</w:t>
      </w:r>
      <w:r>
        <w:rPr>
          <w:b w:val="0"/>
        </w:rPr>
      </w:r>
    </w:p>
    <w:p>
      <w:pPr>
        <w:pStyle w:val="BodyText"/>
        <w:tabs>
          <w:tab w:pos="827" w:val="left" w:leader="none"/>
        </w:tabs>
        <w:spacing w:line="164" w:lineRule="exact"/>
        <w:ind w:left="220" w:right="0"/>
        <w:jc w:val="left"/>
      </w:pPr>
      <w:r>
        <w:rPr>
          <w:rFonts w:ascii="Calibri" w:hAnsi="Calibri"/>
          <w:b/>
          <w:color w:val="231F20"/>
        </w:rPr>
        <w:t>1</w:t>
      </w:r>
      <w:r>
        <w:rPr>
          <w:color w:val="231F20"/>
        </w:rPr>
        <w:t>- да</w:t>
        <w:tab/>
      </w:r>
      <w:r>
        <w:rPr>
          <w:rFonts w:ascii="Calibri" w:hAnsi="Calibri"/>
          <w:b/>
          <w:color w:val="231F20"/>
        </w:rPr>
        <w:t>2</w:t>
      </w:r>
      <w:r>
        <w:rPr>
          <w:color w:val="231F20"/>
        </w:rPr>
        <w:t>- нет</w:t>
      </w:r>
      <w:r>
        <w:rPr/>
      </w:r>
    </w:p>
    <w:p>
      <w:pPr>
        <w:tabs>
          <w:tab w:pos="824" w:val="left" w:leader="none"/>
        </w:tabs>
        <w:spacing w:line="300" w:lineRule="auto" w:before="42"/>
        <w:ind w:left="217" w:right="3350" w:firstLine="12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б) пользуютесь ли</w:t>
      </w:r>
      <w:r>
        <w:rPr>
          <w:rFonts w:ascii="Calibri" w:hAnsi="Calibri"/>
          <w:b/>
          <w:color w:val="231F20"/>
          <w:spacing w:val="-1"/>
          <w:sz w:val="14"/>
        </w:rPr>
        <w:t> </w:t>
      </w:r>
      <w:r>
        <w:rPr>
          <w:rFonts w:ascii="Calibri" w:hAnsi="Calibri"/>
          <w:b/>
          <w:color w:val="231F20"/>
          <w:sz w:val="14"/>
        </w:rPr>
        <w:t>В</w:t>
      </w:r>
      <w:r>
        <w:rPr>
          <w:rFonts w:ascii="Calibri" w:hAnsi="Calibri"/>
          <w:b/>
          <w:color w:val="231F20"/>
          <w:sz w:val="14"/>
        </w:rPr>
        <w:t>ы сетью интернет?</w:t>
      </w:r>
      <w:r>
        <w:rPr>
          <w:rFonts w:ascii="Calibri" w:hAnsi="Calibri"/>
          <w:b/>
          <w:color w:val="231F20"/>
          <w:sz w:val="14"/>
        </w:rPr>
        <w:t> </w:t>
      </w:r>
      <w:r>
        <w:rPr>
          <w:rFonts w:ascii="Calibri" w:hAnsi="Calibri"/>
          <w:b/>
          <w:color w:val="231F20"/>
          <w:spacing w:val="-1"/>
          <w:sz w:val="14"/>
        </w:rPr>
        <w:t>1</w:t>
      </w:r>
      <w:r>
        <w:rPr>
          <w:rFonts w:ascii="Calibri" w:hAnsi="Calibri"/>
          <w:color w:val="231F20"/>
          <w:spacing w:val="-1"/>
          <w:sz w:val="14"/>
        </w:rPr>
        <w:t>-</w:t>
      </w:r>
      <w:r>
        <w:rPr>
          <w:rFonts w:ascii="Calibri" w:hAnsi="Calibri"/>
          <w:color w:val="231F20"/>
          <w:sz w:val="14"/>
        </w:rPr>
        <w:t> да</w:t>
        <w:tab/>
      </w:r>
      <w:r>
        <w:rPr>
          <w:rFonts w:ascii="Calibri" w:hAnsi="Calibri"/>
          <w:b/>
          <w:color w:val="231F20"/>
          <w:spacing w:val="-1"/>
          <w:sz w:val="14"/>
        </w:rPr>
        <w:t>2</w:t>
      </w:r>
      <w:r>
        <w:rPr>
          <w:rFonts w:ascii="Calibri" w:hAnsi="Calibri"/>
          <w:color w:val="231F20"/>
          <w:spacing w:val="-1"/>
          <w:sz w:val="14"/>
        </w:rPr>
        <w:t>-</w:t>
      </w:r>
      <w:r>
        <w:rPr>
          <w:rFonts w:ascii="Calibri" w:hAnsi="Calibri"/>
          <w:color w:val="231F20"/>
          <w:sz w:val="14"/>
        </w:rPr>
        <w:t> нет</w:t>
      </w:r>
      <w:r>
        <w:rPr>
          <w:rFonts w:ascii="Calibri" w:hAnsi="Calibri"/>
          <w:sz w:val="14"/>
        </w:rPr>
      </w:r>
    </w:p>
    <w:p>
      <w:pPr>
        <w:pStyle w:val="Heading3"/>
        <w:tabs>
          <w:tab w:pos="824" w:val="left" w:leader="none"/>
        </w:tabs>
        <w:spacing w:line="300" w:lineRule="auto"/>
        <w:ind w:right="1898" w:firstLine="4"/>
        <w:jc w:val="left"/>
        <w:rPr>
          <w:rFonts w:ascii="Calibri" w:hAnsi="Calibri" w:cs="Calibri" w:eastAsia="Calibri"/>
          <w:b w:val="0"/>
          <w:bCs w:val="0"/>
        </w:rPr>
      </w:pPr>
      <w:r>
        <w:rPr>
          <w:color w:val="231F20"/>
        </w:rPr>
        <w:t>в) пользуютесь ли</w:t>
      </w:r>
      <w:r>
        <w:rPr>
          <w:color w:val="231F20"/>
          <w:spacing w:val="-1"/>
        </w:rPr>
        <w:t> </w:t>
      </w:r>
      <w:r>
        <w:rPr>
          <w:rFonts w:ascii="Calibri" w:hAnsi="Calibri"/>
          <w:color w:val="231F20"/>
          <w:spacing w:val="-1"/>
        </w:rPr>
        <w:t>В</w:t>
      </w:r>
      <w:r>
        <w:rPr>
          <w:color w:val="231F20"/>
          <w:spacing w:val="-1"/>
        </w:rPr>
        <w:t>ы</w:t>
      </w:r>
      <w:r>
        <w:rPr>
          <w:color w:val="231F20"/>
        </w:rPr>
        <w:t> компьютером /ноутбуком /планшетом?</w:t>
      </w:r>
      <w:r>
        <w:rPr>
          <w:color w:val="231F20"/>
          <w:spacing w:val="21"/>
        </w:rPr>
        <w:t> </w:t>
      </w:r>
      <w:r>
        <w:rPr>
          <w:color w:val="231F20"/>
          <w:spacing w:val="-1"/>
        </w:rPr>
        <w:t>1</w:t>
      </w:r>
      <w:r>
        <w:rPr>
          <w:rFonts w:ascii="Calibri" w:hAnsi="Calibri"/>
          <w:b w:val="0"/>
          <w:color w:val="231F20"/>
          <w:spacing w:val="-1"/>
        </w:rPr>
        <w:t>-</w:t>
      </w:r>
      <w:r>
        <w:rPr>
          <w:rFonts w:ascii="Calibri" w:hAnsi="Calibri"/>
          <w:b w:val="0"/>
          <w:color w:val="231F20"/>
        </w:rPr>
        <w:t> да</w:t>
        <w:tab/>
      </w:r>
      <w:r>
        <w:rPr>
          <w:color w:val="231F20"/>
          <w:spacing w:val="-1"/>
        </w:rPr>
        <w:t>2</w:t>
      </w:r>
      <w:r>
        <w:rPr>
          <w:rFonts w:ascii="Calibri" w:hAnsi="Calibri"/>
          <w:b w:val="0"/>
          <w:color w:val="231F20"/>
          <w:spacing w:val="-1"/>
        </w:rPr>
        <w:t>-</w:t>
      </w:r>
      <w:r>
        <w:rPr>
          <w:rFonts w:ascii="Calibri" w:hAnsi="Calibri"/>
          <w:b w:val="0"/>
          <w:color w:val="231F20"/>
        </w:rPr>
        <w:t> нет</w:t>
      </w:r>
      <w:r>
        <w:rPr>
          <w:rFonts w:ascii="Calibri" w:hAnsi="Calibri"/>
          <w:b w:val="0"/>
        </w:rPr>
      </w:r>
    </w:p>
    <w:p>
      <w:pPr>
        <w:spacing w:line="138" w:lineRule="exact" w:before="0"/>
        <w:ind w:left="227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pacing w:val="-1"/>
          <w:sz w:val="14"/>
        </w:rPr>
        <w:t>Раздел</w:t>
      </w:r>
      <w:r>
        <w:rPr>
          <w:rFonts w:ascii="Calibri" w:hAnsi="Calibri"/>
          <w:i/>
          <w:color w:val="231F20"/>
          <w:sz w:val="14"/>
        </w:rPr>
        <w:t> 17 </w:t>
      </w:r>
      <w:r>
        <w:rPr>
          <w:rFonts w:ascii="Calibri" w:hAnsi="Calibri"/>
          <w:i/>
          <w:color w:val="231F20"/>
          <w:spacing w:val="-1"/>
          <w:sz w:val="14"/>
        </w:rPr>
        <w:t>заполняется</w:t>
      </w:r>
      <w:r>
        <w:rPr>
          <w:rFonts w:ascii="Calibri" w:hAnsi="Calibri"/>
          <w:i/>
          <w:color w:val="231F20"/>
          <w:sz w:val="14"/>
        </w:rPr>
        <w:t> для </w:t>
      </w:r>
      <w:r>
        <w:rPr>
          <w:rFonts w:ascii="Calibri" w:hAnsi="Calibri"/>
          <w:i/>
          <w:color w:val="231F20"/>
          <w:spacing w:val="-1"/>
          <w:sz w:val="14"/>
        </w:rPr>
        <w:t>женщин</w:t>
      </w:r>
      <w:r>
        <w:rPr>
          <w:rFonts w:ascii="Calibri" w:hAnsi="Calibri"/>
          <w:i/>
          <w:color w:val="231F20"/>
          <w:sz w:val="14"/>
        </w:rPr>
        <w:t> в возрасте 15 лет и старше,</w:t>
      </w:r>
      <w:r>
        <w:rPr>
          <w:rFonts w:ascii="Calibri" w:hAnsi="Calibri"/>
          <w:sz w:val="14"/>
        </w:rPr>
      </w:r>
    </w:p>
    <w:p>
      <w:pPr>
        <w:spacing w:before="0"/>
        <w:ind w:left="227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для мужчин - </w:t>
      </w:r>
      <w:r>
        <w:rPr>
          <w:rFonts w:ascii="Calibri" w:hAnsi="Calibri"/>
          <w:i/>
          <w:color w:val="231F20"/>
          <w:spacing w:val="-1"/>
          <w:sz w:val="14"/>
        </w:rPr>
        <w:t>конец</w:t>
      </w:r>
      <w:r>
        <w:rPr>
          <w:rFonts w:ascii="Calibri" w:hAnsi="Calibri"/>
          <w:i/>
          <w:color w:val="231F20"/>
          <w:sz w:val="14"/>
        </w:rPr>
        <w:t> опроса по форме 2</w:t>
      </w:r>
      <w:r>
        <w:rPr>
          <w:rFonts w:ascii="Calibri" w:hAnsi="Calibri"/>
          <w:sz w:val="14"/>
        </w:rPr>
      </w:r>
    </w:p>
    <w:p>
      <w:pPr>
        <w:pStyle w:val="Heading3"/>
        <w:numPr>
          <w:ilvl w:val="0"/>
          <w:numId w:val="33"/>
        </w:numPr>
        <w:tabs>
          <w:tab w:pos="429" w:val="left" w:leader="none"/>
        </w:tabs>
        <w:spacing w:line="240" w:lineRule="auto" w:before="13" w:after="0"/>
        <w:ind w:left="428" w:right="0" w:hanging="211"/>
        <w:jc w:val="left"/>
        <w:rPr>
          <w:b w:val="0"/>
          <w:bCs w:val="0"/>
        </w:rPr>
      </w:pPr>
      <w:r>
        <w:rPr>
          <w:color w:val="231F20"/>
          <w:spacing w:val="-1"/>
        </w:rPr>
        <w:t>РОЖДАЕМОСТЬ</w:t>
      </w:r>
      <w:r>
        <w:rPr>
          <w:b w:val="0"/>
        </w:rPr>
      </w:r>
    </w:p>
    <w:p>
      <w:pPr>
        <w:spacing w:line="163" w:lineRule="exact" w:before="35"/>
        <w:ind w:left="217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b/>
          <w:color w:val="231F20"/>
          <w:sz w:val="14"/>
        </w:rPr>
        <w:t>а) </w:t>
      </w:r>
      <w:r>
        <w:rPr>
          <w:rFonts w:ascii="Calibri" w:hAnsi="Calibri"/>
          <w:b/>
          <w:color w:val="231F20"/>
          <w:spacing w:val="-2"/>
          <w:sz w:val="14"/>
        </w:rPr>
        <w:t>СКОЛЬКО</w:t>
      </w:r>
      <w:r>
        <w:rPr>
          <w:rFonts w:ascii="Calibri" w:hAnsi="Calibri"/>
          <w:b/>
          <w:color w:val="231F20"/>
          <w:sz w:val="14"/>
        </w:rPr>
        <w:t> ДЕТЕЙ ВЫ </w:t>
      </w:r>
      <w:r>
        <w:rPr>
          <w:rFonts w:ascii="Calibri" w:hAnsi="Calibri"/>
          <w:b/>
          <w:color w:val="231F20"/>
          <w:spacing w:val="-1"/>
          <w:sz w:val="14"/>
        </w:rPr>
        <w:t>РОДИЛИ?</w:t>
      </w:r>
      <w:r>
        <w:rPr>
          <w:rFonts w:ascii="Calibri" w:hAnsi="Calibri"/>
          <w:sz w:val="14"/>
        </w:rPr>
      </w:r>
    </w:p>
    <w:p>
      <w:pPr>
        <w:spacing w:line="163" w:lineRule="exact" w:before="0"/>
        <w:ind w:left="217" w:right="0" w:firstLine="0"/>
        <w:jc w:val="lef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/>
          <w:i/>
          <w:color w:val="231F20"/>
          <w:sz w:val="14"/>
        </w:rPr>
        <w:t>Запишите общее число </w:t>
      </w:r>
      <w:r>
        <w:rPr>
          <w:rFonts w:ascii="Calibri" w:hAnsi="Calibri"/>
          <w:i/>
          <w:color w:val="231F20"/>
          <w:spacing w:val="-1"/>
          <w:sz w:val="14"/>
        </w:rPr>
        <w:t>рожденных</w:t>
      </w:r>
      <w:r>
        <w:rPr>
          <w:rFonts w:ascii="Calibri" w:hAnsi="Calibri"/>
          <w:i/>
          <w:color w:val="231F20"/>
          <w:sz w:val="14"/>
        </w:rPr>
        <w:t> детей, не считая </w:t>
      </w:r>
      <w:r>
        <w:rPr>
          <w:rFonts w:ascii="Calibri" w:hAnsi="Calibri"/>
          <w:i/>
          <w:color w:val="231F20"/>
          <w:spacing w:val="-1"/>
          <w:sz w:val="14"/>
        </w:rPr>
        <w:t>мертворожденных</w:t>
      </w:r>
      <w:r>
        <w:rPr>
          <w:rFonts w:ascii="Calibri" w:hAnsi="Calibri"/>
          <w:sz w:val="14"/>
        </w:rPr>
      </w:r>
    </w:p>
    <w:p>
      <w:pPr>
        <w:spacing w:line="240" w:lineRule="auto" w:before="0"/>
        <w:rPr>
          <w:rFonts w:ascii="Calibri" w:hAnsi="Calibri" w:cs="Calibri" w:eastAsia="Calibri"/>
          <w:i/>
          <w:sz w:val="11"/>
          <w:szCs w:val="11"/>
        </w:rPr>
      </w:pPr>
    </w:p>
    <w:p>
      <w:pPr>
        <w:pStyle w:val="BodyText"/>
        <w:tabs>
          <w:tab w:pos="1792" w:val="left" w:leader="none"/>
          <w:tab w:pos="3323" w:val="left" w:leader="none"/>
        </w:tabs>
        <w:spacing w:line="240" w:lineRule="auto"/>
        <w:ind w:left="217" w:right="0"/>
        <w:jc w:val="left"/>
      </w:pPr>
      <w:r>
        <w:rPr>
          <w:color w:val="231F20"/>
        </w:rPr>
        <w:t>число </w:t>
      </w:r>
      <w:r>
        <w:rPr>
          <w:color w:val="231F20"/>
          <w:spacing w:val="-1"/>
        </w:rPr>
        <w:t>детей</w:t>
        <w:tab/>
      </w:r>
      <w:r>
        <w:rPr>
          <w:color w:val="231F20"/>
          <w:w w:val="95"/>
        </w:rPr>
        <w:t>мальчики</w:t>
        <w:tab/>
      </w:r>
      <w:r>
        <w:rPr>
          <w:color w:val="231F20"/>
          <w:spacing w:val="-1"/>
        </w:rPr>
        <w:t>девочки</w:t>
      </w:r>
      <w:r>
        <w:rPr/>
      </w:r>
    </w:p>
    <w:p>
      <w:pPr>
        <w:pStyle w:val="Heading3"/>
        <w:spacing w:line="240" w:lineRule="auto" w:before="120"/>
        <w:ind w:right="0"/>
        <w:jc w:val="left"/>
        <w:rPr>
          <w:b w:val="0"/>
          <w:bCs w:val="0"/>
        </w:rPr>
      </w:pPr>
      <w:r>
        <w:rPr>
          <w:color w:val="231F20"/>
        </w:rPr>
        <w:t>б) </w:t>
      </w:r>
      <w:r>
        <w:rPr>
          <w:color w:val="231F20"/>
          <w:spacing w:val="-2"/>
        </w:rPr>
        <w:t>СКОЛЬКО</w:t>
      </w:r>
      <w:r>
        <w:rPr>
          <w:color w:val="231F20"/>
        </w:rPr>
        <w:t> ДЕТЕЙ ЖИВЫ НА </w:t>
      </w:r>
      <w:r>
        <w:rPr>
          <w:color w:val="231F20"/>
          <w:spacing w:val="-3"/>
        </w:rPr>
        <w:t>ДАТУ</w:t>
      </w:r>
      <w:r>
        <w:rPr>
          <w:color w:val="231F20"/>
        </w:rPr>
        <w:t> ПЕРЕПИСИ?</w:t>
      </w:r>
      <w:r>
        <w:rPr>
          <w:b w:val="0"/>
        </w:rPr>
      </w:r>
    </w:p>
    <w:p>
      <w:pPr>
        <w:spacing w:line="240" w:lineRule="auto" w:before="12"/>
        <w:rPr>
          <w:rFonts w:ascii="Calibri" w:hAnsi="Calibri" w:cs="Calibri" w:eastAsia="Calibri"/>
          <w:b/>
          <w:bCs/>
          <w:sz w:val="13"/>
          <w:szCs w:val="13"/>
        </w:rPr>
      </w:pPr>
    </w:p>
    <w:p>
      <w:pPr>
        <w:pStyle w:val="BodyText"/>
        <w:tabs>
          <w:tab w:pos="1792" w:val="left" w:leader="none"/>
          <w:tab w:pos="3323" w:val="left" w:leader="none"/>
        </w:tabs>
        <w:spacing w:line="240" w:lineRule="auto"/>
        <w:ind w:left="217" w:right="0"/>
        <w:jc w:val="left"/>
      </w:pPr>
      <w:r>
        <w:rPr>
          <w:color w:val="231F20"/>
        </w:rPr>
        <w:t>число </w:t>
      </w:r>
      <w:r>
        <w:rPr>
          <w:color w:val="231F20"/>
          <w:spacing w:val="-1"/>
        </w:rPr>
        <w:t>детей</w:t>
        <w:tab/>
      </w:r>
      <w:r>
        <w:rPr>
          <w:color w:val="231F20"/>
          <w:w w:val="95"/>
        </w:rPr>
        <w:t>мальчики</w:t>
        <w:tab/>
      </w:r>
      <w:r>
        <w:rPr>
          <w:color w:val="231F20"/>
          <w:spacing w:val="-1"/>
        </w:rPr>
        <w:t>девочки</w:t>
      </w:r>
      <w:r>
        <w:rPr/>
      </w:r>
    </w:p>
    <w:p>
      <w:pPr>
        <w:spacing w:line="240" w:lineRule="auto" w:before="0"/>
        <w:rPr>
          <w:rFonts w:ascii="Calibri" w:hAnsi="Calibri" w:cs="Calibri" w:eastAsia="Calibri"/>
          <w:sz w:val="14"/>
          <w:szCs w:val="14"/>
        </w:rPr>
      </w:pPr>
    </w:p>
    <w:p>
      <w:pPr>
        <w:spacing w:line="240" w:lineRule="auto" w:before="5"/>
        <w:rPr>
          <w:rFonts w:ascii="Calibri" w:hAnsi="Calibri" w:cs="Calibri" w:eastAsia="Calibri"/>
          <w:sz w:val="17"/>
          <w:szCs w:val="17"/>
        </w:rPr>
      </w:pPr>
    </w:p>
    <w:p>
      <w:pPr>
        <w:pStyle w:val="Heading3"/>
        <w:spacing w:line="240" w:lineRule="auto"/>
        <w:ind w:left="2277" w:right="0"/>
        <w:jc w:val="left"/>
        <w:rPr>
          <w:b w:val="0"/>
          <w:bCs w:val="0"/>
        </w:rPr>
      </w:pPr>
      <w:r>
        <w:rPr>
          <w:color w:val="231F20"/>
        </w:rPr>
        <w:t>№ БЛАНКА В </w:t>
      </w:r>
      <w:r>
        <w:rPr>
          <w:color w:val="231F20"/>
          <w:spacing w:val="-1"/>
        </w:rPr>
        <w:t>ПРЕДЕЛАХ</w:t>
      </w:r>
      <w:r>
        <w:rPr>
          <w:color w:val="231F20"/>
        </w:rPr>
        <w:t> </w:t>
      </w:r>
      <w:r>
        <w:rPr>
          <w:color w:val="231F20"/>
          <w:spacing w:val="-2"/>
        </w:rPr>
        <w:t>ПОРТФЕЛЯ</w:t>
      </w:r>
      <w:r>
        <w:rPr>
          <w:b w:val="0"/>
          <w:bCs w:val="0"/>
        </w:rPr>
      </w:r>
    </w:p>
    <w:sectPr>
      <w:type w:val="continuous"/>
      <w:pgSz w:w="11910" w:h="16840"/>
      <w:pgMar w:top="280" w:bottom="280" w:left="440" w:right="0"/>
      <w:cols w:num="2" w:equalWidth="0">
        <w:col w:w="5125" w:space="396"/>
        <w:col w:w="594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Bookman Old Style">
    <w:altName w:val="Bookman Old Style"/>
    <w:charset w:val="CC"/>
    <w:family w:val="roman"/>
    <w:pitch w:val="variable"/>
  </w:font>
  <w:font w:name="Arial Narrow">
    <w:altName w:val="Arial Narrow"/>
    <w:charset w:val="CC"/>
    <w:family w:val="swiss"/>
    <w:pitch w:val="variable"/>
  </w:font>
  <w:font w:name="Century Gothic">
    <w:altName w:val="Century Gothic"/>
    <w:charset w:val="CC"/>
    <w:family w:val="swiss"/>
    <w:pitch w:val="variable"/>
  </w:font>
  <w:font w:name="Garamond">
    <w:altName w:val="Garamond"/>
    <w:charset w:val="CC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1">
    <w:multiLevelType w:val="hybridMultilevel"/>
    <w:lvl w:ilvl="0">
      <w:start w:val="2"/>
      <w:numFmt w:val="decimal"/>
      <w:lvlText w:val="%1"/>
      <w:lvlJc w:val="left"/>
      <w:pPr>
        <w:ind w:left="553" w:hanging="103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1010" w:hanging="1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67" w:hanging="1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24" w:hanging="1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81" w:hanging="1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39" w:hanging="1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96" w:hanging="1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53" w:hanging="1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10" w:hanging="103"/>
      </w:pPr>
      <w:rPr>
        <w:rFonts w:hint="default"/>
      </w:rPr>
    </w:lvl>
  </w:abstractNum>
  <w:abstractNum w:abstractNumId="32">
    <w:multiLevelType w:val="hybridMultilevel"/>
    <w:lvl w:ilvl="0">
      <w:start w:val="16"/>
      <w:numFmt w:val="decimal"/>
      <w:lvlText w:val="%1."/>
      <w:lvlJc w:val="left"/>
      <w:pPr>
        <w:ind w:left="220" w:hanging="211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792" w:hanging="2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65" w:hanging="2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37" w:hanging="2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10" w:hanging="2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82" w:hanging="2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54" w:hanging="2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227" w:hanging="2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799" w:hanging="211"/>
      </w:pPr>
      <w:rPr>
        <w:rFonts w:hint="default"/>
      </w:rPr>
    </w:lvl>
  </w:abstractNum>
  <w:abstractNum w:abstractNumId="30">
    <w:multiLevelType w:val="hybridMultilevel"/>
    <w:lvl w:ilvl="0">
      <w:start w:val="3"/>
      <w:numFmt w:val="decimal"/>
      <w:lvlText w:val="%1-"/>
      <w:lvlJc w:val="left"/>
      <w:pPr>
        <w:ind w:left="182" w:hanging="165"/>
        <w:jc w:val="left"/>
      </w:pPr>
      <w:rPr>
        <w:rFonts w:hint="default" w:ascii="Calibri" w:hAnsi="Calibri" w:eastAsia="Calibri"/>
        <w:b/>
        <w:bCs/>
        <w:color w:val="231F20"/>
        <w:spacing w:val="-1"/>
        <w:sz w:val="14"/>
        <w:szCs w:val="14"/>
      </w:rPr>
    </w:lvl>
    <w:lvl w:ilvl="1">
      <w:start w:val="1"/>
      <w:numFmt w:val="bullet"/>
      <w:lvlText w:val="•"/>
      <w:lvlJc w:val="left"/>
      <w:pPr>
        <w:ind w:left="548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13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79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45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11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77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743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09" w:hanging="165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-"/>
      <w:lvlJc w:val="left"/>
      <w:pPr>
        <w:ind w:left="375" w:hanging="178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525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74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24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74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24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74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424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73" w:hanging="178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-"/>
      <w:lvlJc w:val="left"/>
      <w:pPr>
        <w:ind w:left="343" w:hanging="178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496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50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03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57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10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64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417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71" w:hanging="178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"/>
      <w:lvlJc w:val="left"/>
      <w:pPr>
        <w:ind w:left="313" w:hanging="103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467" w:hanging="1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1" w:hanging="1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76" w:hanging="1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30" w:hanging="1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85" w:hanging="1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39" w:hanging="1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94" w:hanging="1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48" w:hanging="103"/>
      </w:pPr>
      <w:rPr>
        <w:rFonts w:hint="default"/>
      </w:rPr>
    </w:lvl>
  </w:abstractNum>
  <w:abstractNum w:abstractNumId="26">
    <w:multiLevelType w:val="hybridMultilevel"/>
    <w:lvl w:ilvl="0">
      <w:start w:val="13"/>
      <w:numFmt w:val="decimal"/>
      <w:lvlText w:val="%1"/>
      <w:lvlJc w:val="left"/>
      <w:pPr>
        <w:ind w:left="439" w:hanging="282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9" w:hanging="282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2">
      <w:start w:val="1"/>
      <w:numFmt w:val="bullet"/>
      <w:lvlText w:val="•"/>
      <w:lvlJc w:val="left"/>
      <w:pPr>
        <w:ind w:left="1423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14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06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98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90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82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374" w:hanging="282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-"/>
      <w:lvlJc w:val="left"/>
      <w:pPr>
        <w:ind w:left="367" w:hanging="178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517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66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6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66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16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66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416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65" w:hanging="178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-"/>
      <w:lvlJc w:val="left"/>
      <w:pPr>
        <w:ind w:left="369" w:hanging="178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519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68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8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68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18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68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417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567" w:hanging="178"/>
      </w:pPr>
      <w:rPr>
        <w:rFonts w:hint="default"/>
      </w:rPr>
    </w:lvl>
  </w:abstractNum>
  <w:abstractNum w:abstractNumId="23">
    <w:multiLevelType w:val="hybridMultilevel"/>
    <w:lvl w:ilvl="0">
      <w:start w:val="13"/>
      <w:numFmt w:val="decimal"/>
      <w:lvlText w:val="%1"/>
      <w:lvlJc w:val="left"/>
      <w:pPr>
        <w:ind w:left="483" w:hanging="282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3" w:hanging="282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2">
      <w:start w:val="1"/>
      <w:numFmt w:val="bullet"/>
      <w:lvlText w:val="•"/>
      <w:lvlJc w:val="left"/>
      <w:pPr>
        <w:ind w:left="1293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97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02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07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911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316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721" w:hanging="282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–"/>
      <w:lvlJc w:val="left"/>
      <w:pPr>
        <w:ind w:left="201" w:hanging="83"/>
      </w:pPr>
      <w:rPr>
        <w:rFonts w:hint="default" w:ascii="Bookman Old Style" w:hAnsi="Bookman Old Style" w:eastAsia="Bookman Old Style"/>
        <w:color w:val="231F20"/>
        <w:w w:val="72"/>
        <w:sz w:val="14"/>
        <w:szCs w:val="14"/>
      </w:rPr>
    </w:lvl>
    <w:lvl w:ilvl="1">
      <w:start w:val="1"/>
      <w:numFmt w:val="bullet"/>
      <w:lvlText w:val="•"/>
      <w:lvlJc w:val="left"/>
      <w:pPr>
        <w:ind w:left="766" w:hanging="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30" w:hanging="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95" w:hanging="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59" w:hanging="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24" w:hanging="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88" w:hanging="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53" w:hanging="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717" w:hanging="83"/>
      </w:pPr>
      <w:rPr>
        <w:rFonts w:hint="default"/>
      </w:rPr>
    </w:lvl>
  </w:abstractNum>
  <w:abstractNum w:abstractNumId="21">
    <w:multiLevelType w:val="hybridMultilevel"/>
    <w:lvl w:ilvl="0">
      <w:start w:val="2"/>
      <w:numFmt w:val="decimal"/>
      <w:lvlText w:val="%1"/>
      <w:lvlJc w:val="left"/>
      <w:pPr>
        <w:ind w:left="583" w:hanging="21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3" w:hanging="211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2">
      <w:start w:val="1"/>
      <w:numFmt w:val="bullet"/>
      <w:lvlText w:val="•"/>
      <w:lvlJc w:val="left"/>
      <w:pPr>
        <w:ind w:left="1636" w:hanging="2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62" w:hanging="2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88" w:hanging="2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15" w:hanging="2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41" w:hanging="2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268" w:hanging="2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794" w:hanging="211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-"/>
      <w:lvlJc w:val="left"/>
      <w:pPr>
        <w:ind w:left="119" w:hanging="146"/>
        <w:jc w:val="left"/>
      </w:pPr>
      <w:rPr>
        <w:rFonts w:hint="default" w:ascii="Calibri" w:hAnsi="Calibri" w:eastAsia="Calibri"/>
        <w:b/>
        <w:bCs/>
        <w:color w:val="231F20"/>
        <w:spacing w:val="-1"/>
        <w:sz w:val="14"/>
        <w:szCs w:val="14"/>
      </w:rPr>
    </w:lvl>
    <w:lvl w:ilvl="1">
      <w:start w:val="1"/>
      <w:numFmt w:val="decimal"/>
      <w:lvlText w:val="%2-"/>
      <w:lvlJc w:val="left"/>
      <w:pPr>
        <w:ind w:left="359" w:hanging="178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2">
      <w:start w:val="1"/>
      <w:numFmt w:val="bullet"/>
      <w:lvlText w:val="•"/>
      <w:lvlJc w:val="left"/>
      <w:pPr>
        <w:ind w:left="-98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-556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-1014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-1472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-1930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-2387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-2845" w:hanging="178"/>
      </w:pPr>
      <w:rPr>
        <w:rFonts w:hint="default"/>
      </w:rPr>
    </w:lvl>
  </w:abstractNum>
  <w:abstractNum w:abstractNumId="19">
    <w:multiLevelType w:val="hybridMultilevel"/>
    <w:lvl w:ilvl="0">
      <w:start w:val="13"/>
      <w:numFmt w:val="decimal"/>
      <w:lvlText w:val="%1."/>
      <w:lvlJc w:val="left"/>
      <w:pPr>
        <w:ind w:left="386" w:hanging="211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decimal"/>
      <w:lvlText w:val="%1.%2"/>
      <w:lvlJc w:val="left"/>
      <w:pPr>
        <w:ind w:left="457" w:hanging="282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2">
      <w:start w:val="1"/>
      <w:numFmt w:val="bullet"/>
      <w:lvlText w:val="•"/>
      <w:lvlJc w:val="left"/>
      <w:pPr>
        <w:ind w:left="457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55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52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50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848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45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043" w:hanging="282"/>
      </w:pPr>
      <w:rPr>
        <w:rFonts w:hint="default"/>
      </w:rPr>
    </w:lvl>
  </w:abstractNum>
  <w:abstractNum w:abstractNumId="18">
    <w:multiLevelType w:val="hybridMultilevel"/>
    <w:lvl w:ilvl="0">
      <w:start w:val="12"/>
      <w:numFmt w:val="decimal"/>
      <w:lvlText w:val="%1"/>
      <w:lvlJc w:val="left"/>
      <w:pPr>
        <w:ind w:left="165" w:hanging="320"/>
        <w:jc w:val="left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5" w:hanging="320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2">
      <w:start w:val="1"/>
      <w:numFmt w:val="bullet"/>
      <w:lvlText w:val="•"/>
      <w:lvlJc w:val="left"/>
      <w:pPr>
        <w:ind w:left="1197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12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2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44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60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76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291" w:hanging="320"/>
      </w:pPr>
      <w:rPr>
        <w:rFonts w:hint="default"/>
      </w:rPr>
    </w:lvl>
  </w:abstractNum>
  <w:abstractNum w:abstractNumId="17">
    <w:multiLevelType w:val="hybridMultilevel"/>
    <w:lvl w:ilvl="0">
      <w:start w:val="4"/>
      <w:numFmt w:val="decimal"/>
      <w:lvlText w:val="%1-"/>
      <w:lvlJc w:val="left"/>
      <w:pPr>
        <w:ind w:left="329" w:hanging="178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531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34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36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38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40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2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45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47" w:hanging="178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"/>
      <w:lvlJc w:val="left"/>
      <w:pPr>
        <w:ind w:left="276" w:hanging="71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487" w:hanging="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8" w:hanging="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09" w:hanging="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20" w:hanging="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31" w:hanging="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2" w:hanging="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53" w:hanging="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64" w:hanging="71"/>
      </w:pPr>
      <w:rPr>
        <w:rFonts w:hint="default"/>
      </w:rPr>
    </w:lvl>
  </w:abstractNum>
  <w:abstractNum w:abstractNumId="15">
    <w:multiLevelType w:val="hybridMultilevel"/>
    <w:lvl w:ilvl="0">
      <w:start w:val="15"/>
      <w:numFmt w:val="decimal"/>
      <w:lvlText w:val="%1."/>
      <w:lvlJc w:val="left"/>
      <w:pPr>
        <w:ind w:left="367" w:hanging="211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decimal"/>
      <w:lvlText w:val="%1.%2."/>
      <w:lvlJc w:val="left"/>
      <w:pPr>
        <w:ind w:left="152" w:hanging="320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2">
      <w:start w:val="1"/>
      <w:numFmt w:val="decimal"/>
      <w:lvlText w:val="%3-"/>
      <w:lvlJc w:val="left"/>
      <w:pPr>
        <w:ind w:left="362" w:hanging="146"/>
        <w:jc w:val="left"/>
      </w:pPr>
      <w:rPr>
        <w:rFonts w:hint="default" w:ascii="Calibri" w:hAnsi="Calibri" w:eastAsia="Calibri"/>
        <w:b/>
        <w:bCs/>
        <w:color w:val="231F20"/>
        <w:spacing w:val="-1"/>
        <w:sz w:val="14"/>
        <w:szCs w:val="14"/>
      </w:rPr>
    </w:lvl>
    <w:lvl w:ilvl="3">
      <w:start w:val="1"/>
      <w:numFmt w:val="bullet"/>
      <w:lvlText w:val="•"/>
      <w:lvlJc w:val="left"/>
      <w:pPr>
        <w:ind w:left="1056" w:hanging="1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45" w:hanging="1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434" w:hanging="1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24" w:hanging="1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13" w:hanging="1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502" w:hanging="146"/>
      </w:pPr>
      <w:rPr>
        <w:rFonts w:hint="default"/>
      </w:rPr>
    </w:lvl>
  </w:abstractNum>
  <w:abstractNum w:abstractNumId="14">
    <w:multiLevelType w:val="hybridMultilevel"/>
    <w:lvl w:ilvl="0">
      <w:start w:val="5"/>
      <w:numFmt w:val="decimal"/>
      <w:lvlText w:val="%1"/>
      <w:lvlJc w:val="left"/>
      <w:pPr>
        <w:ind w:left="332" w:hanging="88"/>
        <w:jc w:val="left"/>
      </w:pPr>
      <w:rPr>
        <w:rFonts w:hint="default" w:ascii="Calibri" w:hAnsi="Calibri" w:eastAsia="Calibri"/>
        <w:b/>
        <w:bCs/>
        <w:color w:val="231F20"/>
        <w:sz w:val="12"/>
        <w:szCs w:val="12"/>
      </w:rPr>
    </w:lvl>
    <w:lvl w:ilvl="1">
      <w:start w:val="1"/>
      <w:numFmt w:val="bullet"/>
      <w:lvlText w:val="•"/>
      <w:lvlJc w:val="left"/>
      <w:pPr>
        <w:ind w:left="874" w:hanging="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15" w:hanging="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57" w:hanging="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98" w:hanging="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40" w:hanging="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81" w:hanging="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23" w:hanging="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64" w:hanging="88"/>
      </w:pPr>
      <w:rPr>
        <w:rFonts w:hint="default"/>
      </w:rPr>
    </w:lvl>
  </w:abstractNum>
  <w:abstractNum w:abstractNumId="13">
    <w:multiLevelType w:val="hybridMultilevel"/>
    <w:lvl w:ilvl="0">
      <w:start w:val="8"/>
      <w:numFmt w:val="decimal"/>
      <w:lvlText w:val="%1"/>
      <w:lvlJc w:val="left"/>
      <w:pPr>
        <w:ind w:left="486" w:hanging="88"/>
        <w:jc w:val="left"/>
      </w:pPr>
      <w:rPr>
        <w:rFonts w:hint="default" w:ascii="Calibri" w:hAnsi="Calibri" w:eastAsia="Calibri"/>
        <w:b/>
        <w:bCs/>
        <w:color w:val="231F20"/>
        <w:sz w:val="12"/>
        <w:szCs w:val="12"/>
      </w:rPr>
    </w:lvl>
    <w:lvl w:ilvl="1">
      <w:start w:val="1"/>
      <w:numFmt w:val="bullet"/>
      <w:lvlText w:val="•"/>
      <w:lvlJc w:val="left"/>
      <w:pPr>
        <w:ind w:left="712" w:hanging="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938" w:hanging="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64" w:hanging="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90" w:hanging="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16" w:hanging="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42" w:hanging="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068" w:hanging="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294" w:hanging="88"/>
      </w:pPr>
      <w:rPr>
        <w:rFonts w:hint="default"/>
      </w:rPr>
    </w:lvl>
  </w:abstractNum>
  <w:abstractNum w:abstractNumId="12">
    <w:multiLevelType w:val="hybridMultilevel"/>
    <w:lvl w:ilvl="0">
      <w:start w:val="12"/>
      <w:numFmt w:val="decimal"/>
      <w:lvlText w:val="%1"/>
      <w:lvlJc w:val="left"/>
      <w:pPr>
        <w:ind w:left="463" w:hanging="142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decimal"/>
      <w:lvlText w:val="%1.%2"/>
      <w:lvlJc w:val="left"/>
      <w:pPr>
        <w:ind w:left="353" w:hanging="242"/>
        <w:jc w:val="left"/>
      </w:pPr>
      <w:rPr>
        <w:rFonts w:hint="default" w:ascii="Calibri" w:hAnsi="Calibri" w:eastAsia="Calibri"/>
        <w:b/>
        <w:bCs/>
        <w:color w:val="231F20"/>
        <w:sz w:val="12"/>
        <w:szCs w:val="12"/>
      </w:rPr>
    </w:lvl>
    <w:lvl w:ilvl="2">
      <w:start w:val="1"/>
      <w:numFmt w:val="bullet"/>
      <w:lvlText w:val="•"/>
      <w:lvlJc w:val="left"/>
      <w:pPr>
        <w:ind w:left="716" w:hanging="2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68" w:hanging="2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21" w:hanging="2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474" w:hanging="2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726" w:hanging="2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979" w:hanging="2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232" w:hanging="242"/>
      </w:pPr>
      <w:rPr>
        <w:rFonts w:hint="default"/>
      </w:rPr>
    </w:lvl>
  </w:abstractNum>
  <w:abstractNum w:abstractNumId="11">
    <w:multiLevelType w:val="hybridMultilevel"/>
    <w:lvl w:ilvl="0">
      <w:start w:val="3"/>
      <w:numFmt w:val="decimal"/>
      <w:lvlText w:val="%1"/>
      <w:lvlJc w:val="left"/>
      <w:pPr>
        <w:ind w:left="419" w:hanging="88"/>
        <w:jc w:val="left"/>
      </w:pPr>
      <w:rPr>
        <w:rFonts w:hint="default" w:ascii="Calibri" w:hAnsi="Calibri" w:eastAsia="Calibri"/>
        <w:b/>
        <w:bCs/>
        <w:color w:val="231F20"/>
        <w:sz w:val="12"/>
        <w:szCs w:val="12"/>
      </w:rPr>
    </w:lvl>
    <w:lvl w:ilvl="1">
      <w:start w:val="1"/>
      <w:numFmt w:val="bullet"/>
      <w:lvlText w:val="•"/>
      <w:lvlJc w:val="left"/>
      <w:pPr>
        <w:ind w:left="651" w:hanging="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82" w:hanging="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14" w:hanging="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46" w:hanging="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78" w:hanging="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10" w:hanging="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042" w:hanging="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273" w:hanging="88"/>
      </w:pPr>
      <w:rPr>
        <w:rFonts w:hint="default"/>
      </w:rPr>
    </w:lvl>
  </w:abstractNum>
  <w:abstractNum w:abstractNumId="10">
    <w:multiLevelType w:val="hybridMultilevel"/>
    <w:lvl w:ilvl="0">
      <w:start w:val="7"/>
      <w:numFmt w:val="decimal"/>
      <w:lvlText w:val="%1."/>
      <w:lvlJc w:val="left"/>
      <w:pPr>
        <w:ind w:left="484" w:hanging="140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626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61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96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32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67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02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83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373" w:hanging="14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"/>
      <w:lvlJc w:val="left"/>
      <w:pPr>
        <w:ind w:left="333" w:hanging="103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587" w:hanging="1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41" w:hanging="1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95" w:hanging="1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49" w:hanging="1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03" w:hanging="1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57" w:hanging="1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11" w:hanging="1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365" w:hanging="103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"/>
      <w:lvlJc w:val="left"/>
      <w:pPr>
        <w:ind w:left="355" w:hanging="103"/>
        <w:jc w:val="righ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449" w:hanging="1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48" w:hanging="1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47" w:hanging="1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46" w:hanging="1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44" w:hanging="1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43" w:hanging="1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42" w:hanging="1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41" w:hanging="103"/>
      </w:pPr>
      <w:rPr>
        <w:rFonts w:hint="default"/>
      </w:rPr>
    </w:lvl>
  </w:abstractNum>
  <w:abstractNum w:abstractNumId="7">
    <w:multiLevelType w:val="hybridMultilevel"/>
    <w:lvl w:ilvl="0">
      <w:start w:val="4"/>
      <w:numFmt w:val="decimal"/>
      <w:lvlText w:val="%1."/>
      <w:lvlJc w:val="left"/>
      <w:pPr>
        <w:ind w:left="344" w:hanging="140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517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0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63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35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8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81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53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26" w:hanging="14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"/>
      <w:lvlJc w:val="left"/>
      <w:pPr>
        <w:ind w:left="420" w:hanging="103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953" w:hanging="1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85" w:hanging="1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18" w:hanging="1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51" w:hanging="1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83" w:hanging="1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16" w:hanging="1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49" w:hanging="1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81" w:hanging="103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316" w:hanging="103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859" w:hanging="1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02" w:hanging="1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45" w:hanging="1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88" w:hanging="1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31" w:hanging="1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75" w:hanging="1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18" w:hanging="1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61" w:hanging="103"/>
      </w:pPr>
      <w:rPr>
        <w:rFonts w:hint="default"/>
      </w:rPr>
    </w:lvl>
  </w:abstractNum>
  <w:abstractNum w:abstractNumId="4">
    <w:multiLevelType w:val="hybridMultilevel"/>
    <w:lvl w:ilvl="0">
      <w:start w:val="11"/>
      <w:numFmt w:val="decimal"/>
      <w:lvlText w:val="%1."/>
      <w:lvlJc w:val="left"/>
      <w:pPr>
        <w:ind w:left="518" w:hanging="211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decimal"/>
      <w:lvlText w:val="%1.%2"/>
      <w:lvlJc w:val="left"/>
      <w:pPr>
        <w:ind w:left="307" w:hanging="282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2">
      <w:start w:val="1"/>
      <w:numFmt w:val="bullet"/>
      <w:lvlText w:val="•"/>
      <w:lvlJc w:val="left"/>
      <w:pPr>
        <w:ind w:left="1099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80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61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42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23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004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585" w:hanging="282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–"/>
      <w:lvlJc w:val="left"/>
      <w:pPr>
        <w:ind w:left="423" w:hanging="83"/>
      </w:pPr>
      <w:rPr>
        <w:rFonts w:hint="default" w:ascii="Bookman Old Style" w:hAnsi="Bookman Old Style" w:eastAsia="Bookman Old Style"/>
        <w:color w:val="231F20"/>
        <w:w w:val="72"/>
        <w:position w:val="2"/>
        <w:sz w:val="14"/>
        <w:szCs w:val="14"/>
      </w:rPr>
    </w:lvl>
    <w:lvl w:ilvl="1">
      <w:start w:val="1"/>
      <w:numFmt w:val="bullet"/>
      <w:lvlText w:val="•"/>
      <w:lvlJc w:val="left"/>
      <w:pPr>
        <w:ind w:left="959" w:hanging="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95" w:hanging="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31" w:hanging="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67" w:hanging="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03" w:hanging="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639" w:hanging="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175" w:hanging="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711" w:hanging="83"/>
      </w:pPr>
      <w:rPr>
        <w:rFonts w:hint="default"/>
      </w:rPr>
    </w:lvl>
  </w:abstractNum>
  <w:abstractNum w:abstractNumId="2">
    <w:multiLevelType w:val="hybridMultilevel"/>
    <w:lvl w:ilvl="0">
      <w:start w:val="7"/>
      <w:numFmt w:val="decimal"/>
      <w:lvlText w:val="%1"/>
      <w:lvlJc w:val="left"/>
      <w:pPr>
        <w:ind w:left="306" w:hanging="103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584" w:hanging="1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63" w:hanging="1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42" w:hanging="1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21" w:hanging="1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99" w:hanging="1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78" w:hanging="1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57" w:hanging="1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36" w:hanging="103"/>
      </w:pPr>
      <w:rPr>
        <w:rFonts w:hint="default"/>
      </w:rPr>
    </w:lvl>
  </w:abstractNum>
  <w:abstractNum w:abstractNumId="1">
    <w:multiLevelType w:val="hybridMultilevel"/>
    <w:lvl w:ilvl="0">
      <w:start w:val="10"/>
      <w:numFmt w:val="decimal"/>
      <w:lvlText w:val="%1"/>
      <w:lvlJc w:val="left"/>
      <w:pPr>
        <w:ind w:left="619" w:hanging="282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43" w:hanging="282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2">
      <w:start w:val="1"/>
      <w:numFmt w:val="bullet"/>
      <w:lvlText w:val="•"/>
      <w:lvlJc w:val="left"/>
      <w:pPr>
        <w:ind w:left="1191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6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35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07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79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051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623" w:hanging="282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71" w:hanging="140"/>
        <w:jc w:val="left"/>
      </w:pPr>
      <w:rPr>
        <w:rFonts w:hint="default" w:ascii="Calibri" w:hAnsi="Calibri" w:eastAsia="Calibri"/>
        <w:b/>
        <w:bCs/>
        <w:color w:val="231F20"/>
        <w:sz w:val="14"/>
        <w:szCs w:val="14"/>
      </w:rPr>
    </w:lvl>
    <w:lvl w:ilvl="1">
      <w:start w:val="1"/>
      <w:numFmt w:val="bullet"/>
      <w:lvlText w:val="•"/>
      <w:lvlJc w:val="left"/>
      <w:pPr>
        <w:ind w:left="932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94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55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1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78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39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00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62" w:hanging="140"/>
      </w:pPr>
      <w:rPr>
        <w:rFonts w:hint="default"/>
      </w:rPr>
    </w:lvl>
  </w:abstractNum>
  <w:num w:numId="32">
    <w:abstractNumId w:val="31"/>
  </w:num>
  <w:num w:numId="33">
    <w:abstractNumId w:val="32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466"/>
    </w:pPr>
    <w:rPr>
      <w:rFonts w:ascii="Calibri" w:hAnsi="Calibri" w:eastAsia="Calibri"/>
      <w:sz w:val="14"/>
      <w:szCs w:val="14"/>
    </w:rPr>
  </w:style>
  <w:style w:styleId="Heading1" w:type="paragraph">
    <w:name w:val="Heading 1"/>
    <w:basedOn w:val="Normal"/>
    <w:uiPriority w:val="1"/>
    <w:qFormat/>
    <w:pPr>
      <w:spacing w:before="54"/>
      <w:ind w:left="105"/>
      <w:outlineLvl w:val="1"/>
    </w:pPr>
    <w:rPr>
      <w:rFonts w:ascii="Calibri" w:hAnsi="Calibri" w:eastAsia="Calibri"/>
      <w:b/>
      <w:bCs/>
      <w:sz w:val="16"/>
      <w:szCs w:val="16"/>
    </w:rPr>
  </w:style>
  <w:style w:styleId="Heading2" w:type="paragraph">
    <w:name w:val="Heading 2"/>
    <w:basedOn w:val="Normal"/>
    <w:uiPriority w:val="1"/>
    <w:qFormat/>
    <w:pPr>
      <w:ind w:left="20"/>
      <w:outlineLvl w:val="2"/>
    </w:pPr>
    <w:rPr>
      <w:rFonts w:ascii="Century Gothic" w:hAnsi="Century Gothic" w:eastAsia="Century Gothic"/>
      <w:sz w:val="16"/>
      <w:szCs w:val="16"/>
    </w:rPr>
  </w:style>
  <w:style w:styleId="Heading3" w:type="paragraph">
    <w:name w:val="Heading 3"/>
    <w:basedOn w:val="Normal"/>
    <w:uiPriority w:val="1"/>
    <w:qFormat/>
    <w:pPr>
      <w:ind w:left="217"/>
      <w:outlineLvl w:val="3"/>
    </w:pPr>
    <w:rPr>
      <w:rFonts w:ascii="Calibri" w:hAnsi="Calibri" w:eastAsia="Calibri"/>
      <w:b/>
      <w:bCs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2024-12-24T14:38:02Z</dcterms:created>
  <dcterms:modified xsi:type="dcterms:W3CDTF">2024-12-24T14:38:02Z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LastSaved">
    <vt:filetime>2024-12-24T00:00:00Z</vt:filetime>
  </property>
</Properties>
</file>